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5E32A" w14:textId="02FE8471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1635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80C2F" w14:textId="7C02B90A" w:rsidR="000B3831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7DD80C2F" w14:textId="7C02B90A" w:rsidR="000B3831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520A5C7D" w:rsidR="001D3F72" w:rsidRPr="008F5E28" w:rsidRDefault="00D9088D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0CCE617" wp14:editId="24C1E4C1">
                <wp:simplePos x="0" y="0"/>
                <wp:positionH relativeFrom="column">
                  <wp:posOffset>62865</wp:posOffset>
                </wp:positionH>
                <wp:positionV relativeFrom="page">
                  <wp:posOffset>2886075</wp:posOffset>
                </wp:positionV>
                <wp:extent cx="5340350" cy="659765"/>
                <wp:effectExtent l="0" t="0" r="12700" b="2603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659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625335" w14:textId="070C32BD" w:rsidR="00854F67" w:rsidRPr="00154E9D" w:rsidRDefault="00854F67" w:rsidP="00854F6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CCE617" id="正方形/長方形 2" o:spid="_x0000_s1027" style="position:absolute;left:0;text-align:left;margin-left:4.95pt;margin-top:227.25pt;width:420.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" fillcolor="#92d050" strokecolor="#92d050" strokeweight="1pt">
                <v:fill opacity="52428f"/>
                <v:textbox>
                  <w:txbxContent>
                    <w:p w14:paraId="67625335" w14:textId="070C32BD" w:rsidR="00854F67" w:rsidRPr="00154E9D" w:rsidRDefault="00854F67" w:rsidP="00854F6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154E9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A2560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3FD048" wp14:editId="4B1C64F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E722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189"/>
        <w:gridCol w:w="708"/>
        <w:gridCol w:w="6332"/>
        <w:gridCol w:w="9"/>
      </w:tblGrid>
      <w:tr w:rsidR="00D6512C" w:rsidRPr="008F5E28" w14:paraId="288042B3" w14:textId="77777777" w:rsidTr="00380B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CDD289D" w14:textId="6876B0E5" w:rsidR="00EB6B18" w:rsidRPr="00904914" w:rsidRDefault="00EB6B18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12"/>
                <w:szCs w:val="12"/>
              </w:rPr>
            </w:pPr>
          </w:p>
          <w:p w14:paraId="3AA1B6FF" w14:textId="002611DE" w:rsidR="00D9088D" w:rsidRDefault="00D9088D" w:rsidP="00D9088D">
            <w:pPr>
              <w:overflowPunct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>
              <w:rPr>
                <w:rFonts w:hint="eastAsia"/>
                <w:sz w:val="28"/>
                <w:szCs w:val="28"/>
              </w:rPr>
              <w:t>有期</w:t>
            </w:r>
            <w:r w:rsidRPr="005A0657">
              <w:rPr>
                <w:rFonts w:hint="eastAsia"/>
                <w:sz w:val="28"/>
                <w:szCs w:val="28"/>
              </w:rPr>
              <w:t>認定通知書</w:t>
            </w:r>
          </w:p>
          <w:p w14:paraId="68F615D2" w14:textId="6B1B2272" w:rsidR="00D9088D" w:rsidRPr="00D9088D" w:rsidRDefault="00D9088D" w:rsidP="00D9088D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hAnsi="ＭＳ 明朝"/>
                <w:szCs w:val="21"/>
              </w:rPr>
            </w:pPr>
          </w:p>
          <w:p w14:paraId="43B01A8A" w14:textId="060DBC20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 w:rsidRPr="007461B4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55F706A2" w14:textId="0BFD0069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</w:p>
          <w:p w14:paraId="5AE03F55" w14:textId="3378C0BB" w:rsidR="002C3373" w:rsidRDefault="00380BE0" w:rsidP="00881174">
            <w:pPr>
              <w:pStyle w:val="a5"/>
              <w:spacing w:before="72" w:line="276" w:lineRule="auto"/>
              <w:ind w:left="-68" w:firstLineChars="67" w:firstLine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あなたの特別児童扶養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手当の受給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資格は、下記の</w:t>
            </w:r>
            <w:r w:rsidR="0088117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とおり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有期認定となりました。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有期認定された期間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以後引き続き</w:t>
            </w:r>
            <w:r w:rsidR="00720452"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特別児童扶養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手当を受けようとするときは、次回提出期限までに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下記の提出書類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を提出</w:t>
            </w:r>
            <w:r w:rsidR="004C1C8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して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ください。</w:t>
            </w:r>
          </w:p>
          <w:p w14:paraId="0A41EBD3" w14:textId="231A317B" w:rsidR="004C1C8E" w:rsidRPr="00380BE0" w:rsidRDefault="004C1C8E" w:rsidP="004C1C8E">
            <w:pPr>
              <w:pStyle w:val="a5"/>
              <w:spacing w:before="72" w:line="276" w:lineRule="auto"/>
              <w:ind w:left="164" w:firstLineChars="67" w:firstLine="14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記</w:t>
            </w:r>
          </w:p>
          <w:p w14:paraId="67EA7465" w14:textId="77777777" w:rsidR="001D3F72" w:rsidRPr="00904914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 w:val="12"/>
                <w:szCs w:val="12"/>
              </w:rPr>
            </w:pPr>
          </w:p>
        </w:tc>
      </w:tr>
      <w:tr w:rsidR="00380BE0" w:rsidRPr="008F5E28" w14:paraId="0E752040" w14:textId="77777777" w:rsidTr="00881174">
        <w:trPr>
          <w:gridBefore w:val="1"/>
          <w:wBefore w:w="23" w:type="dxa"/>
          <w:cantSplit/>
          <w:trHeight w:val="567"/>
        </w:trPr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8B981B" w14:textId="05B85FDD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給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</w:tc>
        <w:tc>
          <w:tcPr>
            <w:tcW w:w="708" w:type="dxa"/>
            <w:vAlign w:val="center"/>
          </w:tcPr>
          <w:p w14:paraId="15571DCD" w14:textId="24FCC257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5DA80D3A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80BE0" w:rsidRPr="008F5E28" w14:paraId="2ED34DC4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E62FBF6" w14:textId="12508E91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C712BC1" w14:textId="59F59C83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7668D57F" w14:textId="5A568223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1166CB" w:rsidRPr="008F5E28" w14:paraId="73F1BAD7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435049FE" w14:textId="77777777" w:rsidR="001166CB" w:rsidRDefault="001166CB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4"/>
              </w:rPr>
              <w:t>支給対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4"/>
              </w:rPr>
              <w:t>象</w:t>
            </w:r>
          </w:p>
          <w:p w14:paraId="1FCDC89C" w14:textId="239ECDE5" w:rsidR="001166CB" w:rsidRDefault="001166CB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3"/>
              </w:rPr>
              <w:t xml:space="preserve">児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3"/>
              </w:rPr>
              <w:t>童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3DA5205" w14:textId="64FC9FF0" w:rsidR="001166CB" w:rsidRDefault="001166CB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3495DAA5" w14:textId="2B700771" w:rsidR="001166CB" w:rsidRDefault="001166CB" w:rsidP="001166CB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720452" w:rsidRPr="008F5E28" w14:paraId="6CE18716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2454F20D" w14:textId="29E12515" w:rsidR="00720452" w:rsidRPr="008F5E28" w:rsidRDefault="004D37EE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033DC7">
              <w:rPr>
                <w:rFonts w:hAnsi="ＭＳ 明朝" w:hint="eastAsia"/>
                <w:spacing w:val="105"/>
                <w:kern w:val="0"/>
                <w:szCs w:val="21"/>
                <w:fitText w:val="1050" w:id="-1000611840"/>
              </w:rPr>
              <w:t>受給</w:t>
            </w:r>
            <w:r w:rsidRPr="00033DC7">
              <w:rPr>
                <w:rFonts w:hAnsi="ＭＳ 明朝" w:hint="eastAsia"/>
                <w:kern w:val="0"/>
                <w:szCs w:val="21"/>
                <w:fitText w:val="1050" w:id="-1000611840"/>
              </w:rPr>
              <w:t>者</w:t>
            </w:r>
            <w:r w:rsidR="00720452">
              <w:rPr>
                <w:rFonts w:hAnsi="ＭＳ 明朝" w:hint="eastAsia"/>
                <w:szCs w:val="21"/>
              </w:rPr>
              <w:t>記号・番号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69D6B4C3" w14:textId="5141FC5A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第　　　　　　　号</w:t>
            </w:r>
          </w:p>
        </w:tc>
      </w:tr>
      <w:tr w:rsidR="00720452" w:rsidRPr="008F5E28" w14:paraId="75DF0E8F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29FC420D" w14:textId="77777777" w:rsidR="00904914" w:rsidRDefault="00720452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2"/>
              </w:rPr>
              <w:t>有期認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2"/>
              </w:rPr>
              <w:t>定</w:t>
            </w:r>
          </w:p>
          <w:p w14:paraId="39019EEC" w14:textId="114FAE1D" w:rsidR="00720452" w:rsidRPr="008F5E28" w:rsidRDefault="00720452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1"/>
              </w:rPr>
              <w:t>期</w:t>
            </w:r>
            <w:r w:rsidR="00904914"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1"/>
              </w:rPr>
              <w:t xml:space="preserve">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1"/>
              </w:rPr>
              <w:t>間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E3A83CD" w14:textId="1B916A6E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年　　月　から　　　年　　月　まで</w:t>
            </w:r>
          </w:p>
        </w:tc>
      </w:tr>
      <w:tr w:rsidR="0053005F" w:rsidRPr="008F5E28" w14:paraId="61B32D1B" w14:textId="77777777" w:rsidTr="00A27E3B">
        <w:trPr>
          <w:gridBefore w:val="1"/>
          <w:wBefore w:w="23" w:type="dxa"/>
          <w:cantSplit/>
          <w:trHeight w:val="1749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5B2FF1" w14:textId="56D645FB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0"/>
              </w:rPr>
              <w:t>提出書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0"/>
              </w:rPr>
              <w:t>類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3C9ACE3" w14:textId="4D9E5282" w:rsidR="00854F67" w:rsidRPr="00881174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4"/>
              </w:rPr>
            </w:pPr>
            <w:r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</w:t>
            </w:r>
            <w:r w:rsidR="00DE667B"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</w:p>
          <w:p w14:paraId="744B2549" w14:textId="312E527E" w:rsidR="0053005F" w:rsidRPr="008F5E28" w:rsidRDefault="0011799F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11799F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881174">
        <w:trPr>
          <w:gridBefore w:val="1"/>
          <w:wBefore w:w="23" w:type="dxa"/>
          <w:cantSplit/>
          <w:trHeight w:val="685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4690D655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79"/>
              </w:rPr>
              <w:t>提出期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79"/>
              </w:rPr>
              <w:t>限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5841D15" w14:textId="13B5455D" w:rsidR="0053005F" w:rsidRPr="008F5E28" w:rsidRDefault="00720452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末日まで</w:t>
            </w:r>
          </w:p>
        </w:tc>
      </w:tr>
      <w:tr w:rsidR="0053005F" w:rsidRPr="008F5E28" w14:paraId="64A03939" w14:textId="77777777" w:rsidTr="00A27E3B">
        <w:trPr>
          <w:gridBefore w:val="1"/>
          <w:wBefore w:w="23" w:type="dxa"/>
          <w:cantSplit/>
          <w:trHeight w:val="1415"/>
        </w:trPr>
        <w:tc>
          <w:tcPr>
            <w:tcW w:w="144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14F04" w14:textId="5A5C9C2D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78"/>
              </w:rPr>
              <w:t xml:space="preserve">備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78"/>
              </w:rPr>
              <w:t>考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0FF35443" w:rsidR="0053005F" w:rsidRPr="00DE667B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  <w:tr w:rsidR="007627D5" w:rsidRPr="008F5E28" w14:paraId="37D4F0C6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C02695" w14:textId="2C32BD8E" w:rsidR="001D3F72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16AAC8" wp14:editId="4CDEF326">
                      <wp:simplePos x="0" y="0"/>
                      <wp:positionH relativeFrom="column">
                        <wp:posOffset>-69557</wp:posOffset>
                      </wp:positionH>
                      <wp:positionV relativeFrom="paragraph">
                        <wp:posOffset>56368</wp:posOffset>
                      </wp:positionV>
                      <wp:extent cx="5416550" cy="429065"/>
                      <wp:effectExtent l="0" t="0" r="19050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6550" cy="42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158F5C" w14:textId="3FB09B07" w:rsidR="009F269B" w:rsidRPr="00154E9D" w:rsidRDefault="00154E9D" w:rsidP="009F269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54E9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6AAC8" id="正方形/長方形 3" o:spid="_x0000_s1028" style="position:absolute;margin-left:-5.5pt;margin-top:4.45pt;width:426.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" fillcolor="#92d050" strokecolor="#92d050" strokeweight="1pt">
                      <v:fill opacity="52428f"/>
                      <v:textbox>
                        <w:txbxContent>
                          <w:p w14:paraId="1A158F5C" w14:textId="3FB09B07" w:rsidR="009F269B" w:rsidRPr="00154E9D" w:rsidRDefault="00154E9D" w:rsidP="009F269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F1888B" w14:textId="389C4F56" w:rsidR="009F269B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E1A1D99" w14:textId="77777777" w:rsidR="009F269B" w:rsidRPr="008F5E28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640C5E5F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F8625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F86258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F8625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F86258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9F269B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EB77B" w14:textId="77777777" w:rsidR="000E2053" w:rsidRDefault="000E2053">
      <w:r>
        <w:separator/>
      </w:r>
    </w:p>
  </w:endnote>
  <w:endnote w:type="continuationSeparator" w:id="0">
    <w:p w14:paraId="238E32B2" w14:textId="77777777" w:rsidR="000E2053" w:rsidRDefault="000E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2AE1B" w14:textId="77777777" w:rsidR="000E2053" w:rsidRDefault="000E2053">
      <w:r>
        <w:separator/>
      </w:r>
    </w:p>
  </w:footnote>
  <w:footnote w:type="continuationSeparator" w:id="0">
    <w:p w14:paraId="068195BB" w14:textId="77777777" w:rsidR="000E2053" w:rsidRDefault="000E2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F0FA7" w14:textId="4C7E2CE1" w:rsidR="003D5D87" w:rsidRDefault="003D5D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8C9393" wp14:editId="598B2BCE">
              <wp:simplePos x="0" y="0"/>
              <wp:positionH relativeFrom="margin">
                <wp:posOffset>4714240</wp:posOffset>
              </wp:positionH>
              <wp:positionV relativeFrom="page">
                <wp:posOffset>149860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02A6802" w14:textId="77777777" w:rsidR="003D5D87" w:rsidRPr="00967DE7" w:rsidRDefault="003D5D87" w:rsidP="003D5D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8C9393" id="正方形/長方形 9" o:spid="_x0000_s1029" style="position:absolute;left:0;text-align:left;margin-left:371.2pt;margin-top:11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EGlIrzdAAAACQEAAA8AAAAAAAAA&#10;AAAAAAAAygQAAGRycy9kb3ducmV2LnhtbFBLBQYAAAAABAAEAPMAAADUBQAAAAA=&#10;" filled="f" stroked="f" strokeweight="1pt">
              <v:textbox>
                <w:txbxContent>
                  <w:p w14:paraId="602A6802" w14:textId="77777777" w:rsidR="003D5D87" w:rsidRPr="00967DE7" w:rsidRDefault="003D5D87" w:rsidP="003D5D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75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33DC7"/>
    <w:rsid w:val="00052D0B"/>
    <w:rsid w:val="00055FA5"/>
    <w:rsid w:val="00061A0F"/>
    <w:rsid w:val="00067CE4"/>
    <w:rsid w:val="000A7535"/>
    <w:rsid w:val="000B3831"/>
    <w:rsid w:val="000D2546"/>
    <w:rsid w:val="000E2053"/>
    <w:rsid w:val="0011408A"/>
    <w:rsid w:val="001166CB"/>
    <w:rsid w:val="0011799F"/>
    <w:rsid w:val="00135C60"/>
    <w:rsid w:val="0014483B"/>
    <w:rsid w:val="00154E9D"/>
    <w:rsid w:val="00171425"/>
    <w:rsid w:val="001D3F72"/>
    <w:rsid w:val="001F3314"/>
    <w:rsid w:val="00214CBE"/>
    <w:rsid w:val="002374BA"/>
    <w:rsid w:val="00247CD8"/>
    <w:rsid w:val="00266160"/>
    <w:rsid w:val="00273816"/>
    <w:rsid w:val="002C3373"/>
    <w:rsid w:val="002F244C"/>
    <w:rsid w:val="00340AA6"/>
    <w:rsid w:val="00380BE0"/>
    <w:rsid w:val="00387C62"/>
    <w:rsid w:val="003D5D87"/>
    <w:rsid w:val="003F729C"/>
    <w:rsid w:val="00402226"/>
    <w:rsid w:val="00425FE0"/>
    <w:rsid w:val="0042772F"/>
    <w:rsid w:val="004414F2"/>
    <w:rsid w:val="00453A7A"/>
    <w:rsid w:val="004C1C8E"/>
    <w:rsid w:val="004C4F02"/>
    <w:rsid w:val="004D37EE"/>
    <w:rsid w:val="004D57A5"/>
    <w:rsid w:val="0053005F"/>
    <w:rsid w:val="00566B7E"/>
    <w:rsid w:val="005857A1"/>
    <w:rsid w:val="005C7CD8"/>
    <w:rsid w:val="00601FAD"/>
    <w:rsid w:val="0060292E"/>
    <w:rsid w:val="006078D4"/>
    <w:rsid w:val="006443EA"/>
    <w:rsid w:val="00683792"/>
    <w:rsid w:val="006B0692"/>
    <w:rsid w:val="006F3876"/>
    <w:rsid w:val="00720452"/>
    <w:rsid w:val="00747A3D"/>
    <w:rsid w:val="007627D5"/>
    <w:rsid w:val="00766A98"/>
    <w:rsid w:val="00801B5A"/>
    <w:rsid w:val="008074CF"/>
    <w:rsid w:val="00854F67"/>
    <w:rsid w:val="00881174"/>
    <w:rsid w:val="008F5E28"/>
    <w:rsid w:val="00904914"/>
    <w:rsid w:val="009647CD"/>
    <w:rsid w:val="009658D6"/>
    <w:rsid w:val="00980A06"/>
    <w:rsid w:val="009F269B"/>
    <w:rsid w:val="00A2560D"/>
    <w:rsid w:val="00A27E3B"/>
    <w:rsid w:val="00A561E4"/>
    <w:rsid w:val="00A84B49"/>
    <w:rsid w:val="00AA5BEF"/>
    <w:rsid w:val="00AC75A9"/>
    <w:rsid w:val="00B024B5"/>
    <w:rsid w:val="00B20915"/>
    <w:rsid w:val="00B56236"/>
    <w:rsid w:val="00BB4A70"/>
    <w:rsid w:val="00BD39E7"/>
    <w:rsid w:val="00BE5858"/>
    <w:rsid w:val="00CA283D"/>
    <w:rsid w:val="00CD2DD6"/>
    <w:rsid w:val="00D6512C"/>
    <w:rsid w:val="00D72CAA"/>
    <w:rsid w:val="00D83528"/>
    <w:rsid w:val="00D9088D"/>
    <w:rsid w:val="00D931D7"/>
    <w:rsid w:val="00DD5F5B"/>
    <w:rsid w:val="00DD6DA8"/>
    <w:rsid w:val="00DE667B"/>
    <w:rsid w:val="00DF699C"/>
    <w:rsid w:val="00E058CA"/>
    <w:rsid w:val="00E175A4"/>
    <w:rsid w:val="00E224D7"/>
    <w:rsid w:val="00EB6B18"/>
    <w:rsid w:val="00EC5F5E"/>
    <w:rsid w:val="00ED2DC4"/>
    <w:rsid w:val="00ED5D1A"/>
    <w:rsid w:val="00F05652"/>
    <w:rsid w:val="00F2197C"/>
    <w:rsid w:val="00F27ECE"/>
    <w:rsid w:val="00F6558D"/>
    <w:rsid w:val="00F65E8A"/>
    <w:rsid w:val="00F86258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DE058C-3E39-4353-9E70-F7C268D0BA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5C0E5C-4536-4DB0-BAA2-5957A23D4D1D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117</TotalTime>
  <Pages>1</Pages>
  <Words>326</Words>
  <Characters>156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2021-12-21T07:48:00Z</cp:lastPrinted>
  <dcterms:created xsi:type="dcterms:W3CDTF">2021-04-16T02:27:00Z</dcterms:created>
  <dcterms:modified xsi:type="dcterms:W3CDTF">2024-11-24T02:55:00Z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