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70CA6" w14:textId="38BD3BFA" w:rsidR="00AB15E5" w:rsidRPr="00890837" w:rsidRDefault="001C3831" w:rsidP="00AB15E5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A90056" wp14:editId="6990BC8D">
                <wp:simplePos x="0" y="0"/>
                <wp:positionH relativeFrom="margin">
                  <wp:posOffset>4203700</wp:posOffset>
                </wp:positionH>
                <wp:positionV relativeFrom="paragraph">
                  <wp:posOffset>-673735</wp:posOffset>
                </wp:positionV>
                <wp:extent cx="1545590" cy="648335"/>
                <wp:effectExtent l="0" t="0" r="16510" b="1841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6136A3" w14:textId="77777777" w:rsidR="001C3831" w:rsidRPr="004D2C41" w:rsidRDefault="001C3831" w:rsidP="001C3831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4D2C41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　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0A7A06DA" w14:textId="77777777" w:rsidR="001C3831" w:rsidRPr="004D2C41" w:rsidRDefault="001C3831" w:rsidP="001C3831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6658196" w14:textId="77777777" w:rsidR="001C3831" w:rsidRPr="004D2C41" w:rsidRDefault="001C3831" w:rsidP="001C3831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900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31pt;margin-top:-53.05pt;width:121.7pt;height:51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" filled="f" stroked="f">
                <v:textbox inset="0,0,0,0">
                  <w:txbxContent>
                    <w:p w14:paraId="766136A3" w14:textId="77777777" w:rsidR="001C3831" w:rsidRPr="004D2C41" w:rsidRDefault="001C3831" w:rsidP="001C3831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4D2C41">
                        <w:rPr>
                          <w:rFonts w:ascii="ＭＳ 明朝" w:eastAsia="ＭＳ 明朝" w:hAnsi="ＭＳ 明朝" w:hint="eastAsia"/>
                        </w:rPr>
                        <w:t xml:space="preserve">　　　　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0A7A06DA" w14:textId="77777777" w:rsidR="001C3831" w:rsidRPr="004D2C41" w:rsidRDefault="001C3831" w:rsidP="001C3831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6658196" w14:textId="77777777" w:rsidR="001C3831" w:rsidRPr="004D2C41" w:rsidRDefault="001C3831" w:rsidP="001C3831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667A5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D83756" wp14:editId="2A37FD88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96219" w14:textId="7416C3AC" w:rsidR="00636431" w:rsidRPr="00CD461E" w:rsidRDefault="00AB15E5" w:rsidP="00AB15E5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83756" id="Text Box 2" o:spid="_x0000_s1027" type="#_x0000_t202" style="position:absolute;left:0;text-align:left;margin-left:68.05pt;margin-top:39.7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AFNnKjiAAAACgEAAA8AAAAAAAAAAAAAAAAAdAQAAGRycy9kb3ducmV2Lnht&#10;bFBLBQYAAAAABAAEAPMAAACDBQAAAAA=&#10;">
                <v:textbox inset="5.85pt,.7pt,5.85pt,.7pt">
                  <w:txbxContent>
                    <w:p w14:paraId="42A96219" w14:textId="7416C3AC" w:rsidR="00636431" w:rsidRPr="00CD461E" w:rsidRDefault="00AB15E5" w:rsidP="00AB15E5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53D10F9" w14:textId="77777777" w:rsidR="00AB15E5" w:rsidRPr="00890837" w:rsidRDefault="00AB15E5" w:rsidP="00AB15E5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2C1040A" w14:textId="77777777" w:rsidR="00AB15E5" w:rsidRPr="00890837" w:rsidRDefault="00AB15E5" w:rsidP="00AB15E5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7FE1AD37" w14:textId="77777777" w:rsidR="00343C7E" w:rsidRDefault="00343C7E" w:rsidP="00343C7E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0FBF23ED" w14:textId="04B3B8E6" w:rsidR="00343C7E" w:rsidRDefault="00343C7E" w:rsidP="00343C7E">
      <w:pPr>
        <w:overflowPunct w:val="0"/>
        <w:autoSpaceDE w:val="0"/>
        <w:autoSpaceDN w:val="0"/>
        <w:jc w:val="center"/>
        <w:rPr>
          <w:sz w:val="28"/>
          <w:szCs w:val="28"/>
        </w:rPr>
      </w:pPr>
      <w:r w:rsidRPr="005A0657">
        <w:rPr>
          <w:rFonts w:hint="eastAsia"/>
          <w:sz w:val="28"/>
          <w:szCs w:val="28"/>
        </w:rPr>
        <w:t>特別児童扶養手</w:t>
      </w:r>
      <w:r w:rsidR="007D10B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C8F278" wp14:editId="3AFD1EE8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2011601124" name="直線矢印コネクタ 2011601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D76FB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011601124" o:spid="_x0000_s1026" type="#_x0000_t32" style="position:absolute;margin-left:15.6pt;margin-top:316.1pt;width:7.1pt;height:0;z-index: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Pr="005A0657">
        <w:rPr>
          <w:rFonts w:hint="eastAsia"/>
          <w:sz w:val="28"/>
          <w:szCs w:val="28"/>
        </w:rPr>
        <w:t>当</w:t>
      </w:r>
      <w:r>
        <w:rPr>
          <w:rFonts w:hint="eastAsia"/>
          <w:sz w:val="28"/>
          <w:szCs w:val="28"/>
        </w:rPr>
        <w:t>額改定</w:t>
      </w:r>
      <w:r w:rsidRPr="005A0657">
        <w:rPr>
          <w:rFonts w:hint="eastAsia"/>
          <w:sz w:val="28"/>
          <w:szCs w:val="28"/>
        </w:rPr>
        <w:t>通知書</w:t>
      </w:r>
    </w:p>
    <w:p w14:paraId="61C4B678" w14:textId="77777777" w:rsidR="00AB15E5" w:rsidRPr="00343C7E" w:rsidRDefault="00AB15E5" w:rsidP="00343C7E">
      <w:pPr>
        <w:overflowPunct w:val="0"/>
        <w:autoSpaceDE w:val="0"/>
        <w:autoSpaceDN w:val="0"/>
        <w:jc w:val="center"/>
        <w:rPr>
          <w:rFonts w:hAnsi="ＭＳ 明朝"/>
          <w:szCs w:val="21"/>
        </w:rPr>
      </w:pPr>
    </w:p>
    <w:p w14:paraId="754C6BCC" w14:textId="77777777" w:rsidR="007E11F1" w:rsidRDefault="007E11F1" w:rsidP="007E11F1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rFonts w:hAnsi="ＭＳ 明朝" w:hint="eastAsia"/>
          <w:szCs w:val="21"/>
          <w:bdr w:val="single" w:sz="4" w:space="0" w:color="auto"/>
        </w:rPr>
        <w:t>都道府県</w:t>
      </w:r>
      <w:r w:rsidRPr="003C04D1">
        <w:rPr>
          <w:rFonts w:hAnsi="ＭＳ 明朝" w:hint="eastAsia"/>
          <w:szCs w:val="21"/>
        </w:rPr>
        <w:t>知事・</w:t>
      </w:r>
      <w:r>
        <w:rPr>
          <w:rFonts w:hAnsi="ＭＳ 明朝" w:hint="eastAsia"/>
          <w:szCs w:val="21"/>
          <w:bdr w:val="single" w:sz="4" w:space="0" w:color="auto"/>
        </w:rPr>
        <w:t>指定都市</w:t>
      </w:r>
      <w:r>
        <w:rPr>
          <w:rFonts w:hAnsi="ＭＳ 明朝" w:hint="eastAsia"/>
          <w:szCs w:val="21"/>
        </w:rPr>
        <w:t xml:space="preserve">市長　</w:t>
      </w:r>
      <w:r w:rsidRPr="007461B4">
        <w:rPr>
          <w:rFonts w:hAnsi="ＭＳ 明朝" w:hint="eastAsia"/>
        </w:rPr>
        <w:t xml:space="preserve">　</w:t>
      </w:r>
      <w:r>
        <w:rPr>
          <w:rFonts w:hAnsi="ＭＳ 明朝" w:hint="eastAsia"/>
          <w:szCs w:val="21"/>
          <w:bdr w:val="single" w:sz="4" w:space="0" w:color="auto" w:frame="1"/>
        </w:rPr>
        <w:t>印</w:t>
      </w:r>
    </w:p>
    <w:p w14:paraId="0FD06AF2" w14:textId="4B35B8F6" w:rsidR="007E11F1" w:rsidRDefault="007E11F1" w:rsidP="007E11F1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960CA3" wp14:editId="41987F6C">
                <wp:simplePos x="0" y="0"/>
                <wp:positionH relativeFrom="column">
                  <wp:posOffset>46355</wp:posOffset>
                </wp:positionH>
                <wp:positionV relativeFrom="paragraph">
                  <wp:posOffset>170815</wp:posOffset>
                </wp:positionV>
                <wp:extent cx="5962650" cy="2667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2667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BE2E5B" w14:textId="37413689" w:rsidR="00874DC4" w:rsidRPr="00CA60DC" w:rsidRDefault="00874DC4" w:rsidP="00874DC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A60D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</w:t>
                            </w:r>
                            <w:r w:rsidR="000837D2" w:rsidRPr="00CA60D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言</w:t>
                            </w:r>
                            <w:r w:rsidR="00244E19" w:rsidRPr="00CA60D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960CA3" id="正方形/長方形 3" o:spid="_x0000_s1028" style="position:absolute;left:0;text-align:left;margin-left:3.65pt;margin-top:13.45pt;width:469.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" fillcolor="#92d050" strokecolor="#92d050" strokeweight="1pt">
                <v:fill opacity="52428f"/>
                <v:textbox>
                  <w:txbxContent>
                    <w:p w14:paraId="4CBE2E5B" w14:textId="37413689" w:rsidR="00874DC4" w:rsidRPr="00CA60DC" w:rsidRDefault="00874DC4" w:rsidP="00874DC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CA60D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</w:t>
                      </w:r>
                      <w:r w:rsidR="000837D2" w:rsidRPr="00CA60D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言</w:t>
                      </w:r>
                      <w:r w:rsidR="00244E19" w:rsidRPr="00CA60D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49A386E0" w14:textId="7E03DC20" w:rsidR="007E11F1" w:rsidRDefault="00244E19" w:rsidP="007E11F1">
      <w:pPr>
        <w:overflowPunct w:val="0"/>
        <w:autoSpaceDE w:val="0"/>
        <w:autoSpaceDN w:val="0"/>
        <w:ind w:rightChars="67" w:right="141" w:firstLineChars="85" w:firstLine="178"/>
      </w:pPr>
      <w:r>
        <w:rPr>
          <w:rFonts w:hint="eastAsia"/>
        </w:rPr>
        <w:t>下記</w:t>
      </w:r>
      <w:r w:rsidR="007E11F1">
        <w:t>のとおり、特別児童扶養手当の額を改定しましたので通知します。</w:t>
      </w:r>
    </w:p>
    <w:p w14:paraId="217A2BB9" w14:textId="316D5AD6" w:rsidR="007E11F1" w:rsidRPr="00150972" w:rsidRDefault="00194393" w:rsidP="007E11F1">
      <w:pPr>
        <w:pStyle w:val="ab"/>
        <w:rPr>
          <w:sz w:val="21"/>
          <w:szCs w:val="21"/>
        </w:rPr>
      </w:pPr>
      <w:r w:rsidRPr="00150972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56E5E75" wp14:editId="750B3E1A">
                <wp:simplePos x="0" y="0"/>
                <wp:positionH relativeFrom="column">
                  <wp:posOffset>-10795</wp:posOffset>
                </wp:positionH>
                <wp:positionV relativeFrom="page">
                  <wp:posOffset>6515100</wp:posOffset>
                </wp:positionV>
                <wp:extent cx="6019800" cy="22669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2266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95EAAF" w14:textId="252F2A96" w:rsidR="000F2704" w:rsidRPr="00B066B4" w:rsidRDefault="000F2704" w:rsidP="000F270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066B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E5E75" id="正方形/長方形 2" o:spid="_x0000_s1029" style="position:absolute;left:0;text-align:left;margin-left:-.85pt;margin-top:513pt;width:474pt;height:17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" fillcolor="#92d050" strokecolor="#92d050" strokeweight="1pt">
                <v:fill opacity="52428f"/>
                <v:textbox>
                  <w:txbxContent>
                    <w:p w14:paraId="2895EAAF" w14:textId="252F2A96" w:rsidR="000F2704" w:rsidRPr="00B066B4" w:rsidRDefault="000F2704" w:rsidP="000F270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B066B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7E11F1" w:rsidRPr="00150972">
        <w:rPr>
          <w:rFonts w:hint="eastAsia"/>
          <w:sz w:val="21"/>
          <w:szCs w:val="21"/>
        </w:rPr>
        <w:t>記</w:t>
      </w:r>
    </w:p>
    <w:p w14:paraId="09245DAE" w14:textId="1B5E95F6" w:rsidR="00343C7E" w:rsidRPr="00343C7E" w:rsidRDefault="00343C7E" w:rsidP="00343C7E"/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701"/>
        <w:gridCol w:w="2693"/>
        <w:gridCol w:w="425"/>
        <w:gridCol w:w="1559"/>
        <w:gridCol w:w="2552"/>
      </w:tblGrid>
      <w:tr w:rsidR="005D6362" w14:paraId="557C2243" w14:textId="77777777" w:rsidTr="00054CD9">
        <w:trPr>
          <w:cantSplit/>
          <w:trHeight w:val="567"/>
        </w:trPr>
        <w:tc>
          <w:tcPr>
            <w:tcW w:w="539" w:type="dxa"/>
            <w:vMerge w:val="restart"/>
            <w:shd w:val="clear" w:color="auto" w:fill="auto"/>
            <w:textDirection w:val="tbRlV"/>
          </w:tcPr>
          <w:p w14:paraId="30F7F9B8" w14:textId="72F8F041" w:rsidR="00401961" w:rsidRDefault="00D63FB9" w:rsidP="00824EA7">
            <w:pPr>
              <w:overflowPunct w:val="0"/>
              <w:autoSpaceDE w:val="0"/>
              <w:autoSpaceDN w:val="0"/>
              <w:ind w:left="113" w:rightChars="67" w:right="141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77E26F4" wp14:editId="1DC47025">
                      <wp:simplePos x="0" y="0"/>
                      <wp:positionH relativeFrom="page">
                        <wp:posOffset>180340</wp:posOffset>
                      </wp:positionH>
                      <wp:positionV relativeFrom="page">
                        <wp:posOffset>4050665</wp:posOffset>
                      </wp:positionV>
                      <wp:extent cx="90360" cy="0"/>
                      <wp:effectExtent l="0" t="0" r="24130" b="38100"/>
                      <wp:wrapNone/>
                      <wp:docPr id="6" name="直線矢印コネクタ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3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26F0E7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6" o:spid="_x0000_s1026" type="#_x0000_t32" style="position:absolute;left:0;text-align:left;margin-left:14.2pt;margin-top:318.95pt;width:7.1pt;height:0;z-index: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xdSL94AAAAJAQAADwAAAGRycy9kb3ducmV2Lnht&#10;bEyPwU7CQBCG7yS+w2ZMuBDZUrFC7ZQQEg8eBRKvS3doi93Zprullad3TUz0ODNf/vn+bDOaRlyp&#10;c7VlhMU8AkFcWF1ziXA8vD6sQDivWKvGMiF8kYNNfjfJVKrtwO903ftShBB2qUKovG9TKV1RkVFu&#10;blvicDvbzigfxq6UulNDCDeNjKMokUbVHD5UqqVdRcXnvjcI5PqnRbRdm/L4dhtmH/HtMrQHxOn9&#10;uH0B4Wn0fzD86Ad1yIPTyfasnWgQ4tUykAjJ4/MaRACWcQLi9LuQeSb/N8i/AQ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MMXUi/eAAAACQEAAA8AAAAAAAAAAAAAAAAADwQAAGRycy9k&#10;b3ducmV2LnhtbFBLBQYAAAAABAAEAPMAAAAaBQAAAAA=&#10;">
                      <w10:wrap anchorx="page" anchory="page"/>
                    </v:shape>
                  </w:pict>
                </mc:Fallback>
              </mc:AlternateContent>
            </w:r>
            <w:r w:rsidR="00401961">
              <w:rPr>
                <w:rFonts w:hint="eastAsia"/>
              </w:rPr>
              <w:t>受</w:t>
            </w:r>
            <w:r w:rsidR="00B13A23">
              <w:rPr>
                <w:rFonts w:hint="eastAsia"/>
              </w:rPr>
              <w:t xml:space="preserve"> </w:t>
            </w:r>
            <w:r w:rsidR="00401961">
              <w:rPr>
                <w:rFonts w:hint="eastAsia"/>
              </w:rPr>
              <w:t>給</w:t>
            </w:r>
            <w:r w:rsidR="00B13A23">
              <w:rPr>
                <w:rFonts w:hint="eastAsia"/>
              </w:rPr>
              <w:t xml:space="preserve"> </w:t>
            </w:r>
            <w:r w:rsidR="00401961">
              <w:rPr>
                <w:rFonts w:hint="eastAsia"/>
              </w:rPr>
              <w:t>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33DFE3" w14:textId="77777777" w:rsidR="00401961" w:rsidRDefault="00401961" w:rsidP="005D6362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氏　</w:t>
            </w:r>
            <w:r w:rsidR="005A09C8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名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520CB5A" w14:textId="14D451BB" w:rsidR="00401961" w:rsidRDefault="00401961" w:rsidP="00AB15E5">
            <w:pPr>
              <w:overflowPunct w:val="0"/>
              <w:autoSpaceDE w:val="0"/>
              <w:autoSpaceDN w:val="0"/>
              <w:ind w:rightChars="67" w:right="141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96D727" w14:textId="3406C4B2" w:rsidR="00401961" w:rsidRDefault="00E873FF" w:rsidP="00D0154D">
            <w:pPr>
              <w:overflowPunct w:val="0"/>
              <w:autoSpaceDE w:val="0"/>
              <w:autoSpaceDN w:val="0"/>
              <w:ind w:rightChars="67" w:right="141"/>
              <w:jc w:val="center"/>
            </w:pPr>
            <w:r w:rsidRPr="00E873FF">
              <w:rPr>
                <w:rFonts w:hint="eastAsia"/>
                <w:spacing w:val="105"/>
                <w:kern w:val="0"/>
                <w:fitText w:val="1050" w:id="-1000613888"/>
              </w:rPr>
              <w:t>受給</w:t>
            </w:r>
            <w:r w:rsidRPr="00E873FF">
              <w:rPr>
                <w:rFonts w:hint="eastAsia"/>
                <w:kern w:val="0"/>
                <w:fitText w:val="1050" w:id="-1000613888"/>
              </w:rPr>
              <w:t>者</w:t>
            </w:r>
            <w:r w:rsidR="00401961">
              <w:rPr>
                <w:rFonts w:hint="eastAsia"/>
              </w:rPr>
              <w:t>記号・番号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4C8C6B6" w14:textId="64E0CD3E" w:rsidR="00401961" w:rsidRDefault="00401961" w:rsidP="00824EA7">
            <w:pPr>
              <w:overflowPunct w:val="0"/>
              <w:autoSpaceDE w:val="0"/>
              <w:autoSpaceDN w:val="0"/>
              <w:ind w:rightChars="67" w:right="141"/>
              <w:jc w:val="right"/>
            </w:pPr>
            <w:r>
              <w:rPr>
                <w:rFonts w:hint="eastAsia"/>
              </w:rPr>
              <w:t>第</w:t>
            </w:r>
            <w:r w:rsidR="00CA60D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5D6362">
              <w:t xml:space="preserve"> </w:t>
            </w:r>
            <w:r>
              <w:rPr>
                <w:rFonts w:hint="eastAsia"/>
              </w:rPr>
              <w:t>号</w:t>
            </w:r>
          </w:p>
        </w:tc>
      </w:tr>
      <w:tr w:rsidR="00AB15E5" w14:paraId="1035E433" w14:textId="77777777" w:rsidTr="00054CD9">
        <w:trPr>
          <w:trHeight w:val="567"/>
        </w:trPr>
        <w:tc>
          <w:tcPr>
            <w:tcW w:w="539" w:type="dxa"/>
            <w:vMerge/>
            <w:shd w:val="clear" w:color="auto" w:fill="auto"/>
            <w:vAlign w:val="center"/>
          </w:tcPr>
          <w:p w14:paraId="163B3EC8" w14:textId="77777777" w:rsidR="00401961" w:rsidRDefault="00401961" w:rsidP="00FA23E9">
            <w:pPr>
              <w:overflowPunct w:val="0"/>
              <w:autoSpaceDE w:val="0"/>
              <w:autoSpaceDN w:val="0"/>
              <w:ind w:rightChars="67" w:right="141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9E43B58" w14:textId="77777777" w:rsidR="00401961" w:rsidRDefault="00401961" w:rsidP="005D6362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住　</w:t>
            </w:r>
            <w:r w:rsidR="005A09C8">
              <w:rPr>
                <w:rFonts w:hint="eastAsia"/>
              </w:rPr>
              <w:t xml:space="preserve"> </w:t>
            </w:r>
            <w:r w:rsidR="005A09C8">
              <w:t xml:space="preserve"> </w:t>
            </w:r>
            <w:r>
              <w:rPr>
                <w:rFonts w:hint="eastAsia"/>
              </w:rPr>
              <w:t xml:space="preserve">　所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14:paraId="60D498A9" w14:textId="1BC272FF" w:rsidR="00401961" w:rsidRDefault="00401961" w:rsidP="00FA23E9">
            <w:pPr>
              <w:overflowPunct w:val="0"/>
              <w:autoSpaceDE w:val="0"/>
              <w:autoSpaceDN w:val="0"/>
              <w:ind w:rightChars="67" w:right="141"/>
              <w:rPr>
                <w:rFonts w:hAnsi="ＭＳ 明朝"/>
                <w:sz w:val="20"/>
              </w:rPr>
            </w:pPr>
          </w:p>
          <w:p w14:paraId="43C5A41E" w14:textId="7A105D34" w:rsidR="00797E12" w:rsidRDefault="00797E12" w:rsidP="00FA23E9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5D6362" w14:paraId="0F558A89" w14:textId="77777777" w:rsidTr="00B35C9F">
        <w:trPr>
          <w:trHeight w:val="567"/>
        </w:trPr>
        <w:tc>
          <w:tcPr>
            <w:tcW w:w="2240" w:type="dxa"/>
            <w:gridSpan w:val="2"/>
            <w:shd w:val="clear" w:color="auto" w:fill="auto"/>
            <w:vAlign w:val="center"/>
          </w:tcPr>
          <w:p w14:paraId="7E802F12" w14:textId="77777777" w:rsidR="005D6362" w:rsidRDefault="005D6362" w:rsidP="00B35C9F">
            <w:pPr>
              <w:overflowPunct w:val="0"/>
              <w:autoSpaceDE w:val="0"/>
              <w:autoSpaceDN w:val="0"/>
              <w:ind w:leftChars="-117" w:left="-246" w:rightChars="-65" w:right="-136"/>
              <w:jc w:val="center"/>
            </w:pPr>
            <w:r>
              <w:rPr>
                <w:rFonts w:hint="eastAsia"/>
              </w:rPr>
              <w:t>新たに対象となる</w:t>
            </w:r>
          </w:p>
          <w:p w14:paraId="169ACEBC" w14:textId="77777777" w:rsidR="005D6362" w:rsidRDefault="005D6362" w:rsidP="00B35C9F">
            <w:pPr>
              <w:overflowPunct w:val="0"/>
              <w:autoSpaceDE w:val="0"/>
              <w:autoSpaceDN w:val="0"/>
              <w:ind w:leftChars="-117" w:left="-246" w:rightChars="-65" w:right="-136"/>
              <w:jc w:val="center"/>
            </w:pPr>
            <w:r>
              <w:rPr>
                <w:rFonts w:hint="eastAsia"/>
              </w:rPr>
              <w:t xml:space="preserve">障 </w:t>
            </w:r>
            <w:r>
              <w:t xml:space="preserve"> </w:t>
            </w:r>
            <w:r w:rsidR="00B13A23">
              <w:t xml:space="preserve"> </w:t>
            </w:r>
            <w:r>
              <w:rPr>
                <w:rFonts w:hint="eastAsia"/>
              </w:rPr>
              <w:t xml:space="preserve">害 </w:t>
            </w:r>
            <w:r>
              <w:t xml:space="preserve"> </w:t>
            </w:r>
            <w:r>
              <w:rPr>
                <w:rFonts w:hint="eastAsia"/>
              </w:rPr>
              <w:t xml:space="preserve">児 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BF9CC40" w14:textId="122E7ADF" w:rsidR="005D6362" w:rsidRDefault="005D6362" w:rsidP="005B3E3C">
            <w:pPr>
              <w:overflowPunct w:val="0"/>
              <w:autoSpaceDE w:val="0"/>
              <w:autoSpaceDN w:val="0"/>
              <w:ind w:rightChars="67" w:right="141"/>
            </w:pPr>
            <w:r>
              <w:rPr>
                <w:rFonts w:hint="eastAsia"/>
              </w:rPr>
              <w:t>(1)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491D97CE" w14:textId="77777777" w:rsidR="005D6362" w:rsidRDefault="005D6362" w:rsidP="00FA23E9">
            <w:pPr>
              <w:overflowPunct w:val="0"/>
              <w:autoSpaceDE w:val="0"/>
              <w:autoSpaceDN w:val="0"/>
              <w:ind w:rightChars="67" w:right="141"/>
            </w:pPr>
            <w:r>
              <w:rPr>
                <w:rFonts w:hint="eastAsia"/>
              </w:rPr>
              <w:t>(2)</w:t>
            </w:r>
          </w:p>
        </w:tc>
      </w:tr>
      <w:tr w:rsidR="00606D5E" w14:paraId="0305B627" w14:textId="77777777" w:rsidTr="00B35C9F">
        <w:trPr>
          <w:cantSplit/>
          <w:trHeight w:val="414"/>
        </w:trPr>
        <w:tc>
          <w:tcPr>
            <w:tcW w:w="539" w:type="dxa"/>
            <w:vMerge w:val="restart"/>
            <w:shd w:val="clear" w:color="auto" w:fill="auto"/>
            <w:textDirection w:val="tbRlV"/>
          </w:tcPr>
          <w:p w14:paraId="5FB0754C" w14:textId="70C44C53" w:rsidR="00606D5E" w:rsidRDefault="00606D5E" w:rsidP="00B35C9F">
            <w:pPr>
              <w:overflowPunct w:val="0"/>
              <w:autoSpaceDE w:val="0"/>
              <w:autoSpaceDN w:val="0"/>
              <w:ind w:left="57" w:rightChars="67" w:right="141"/>
              <w:jc w:val="right"/>
            </w:pPr>
            <w:r>
              <w:rPr>
                <w:rFonts w:hint="eastAsia"/>
              </w:rPr>
              <w:t>改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定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前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F90C20C" w14:textId="77777777" w:rsidR="00606D5E" w:rsidRDefault="00606D5E" w:rsidP="00606D5E">
            <w:pPr>
              <w:overflowPunct w:val="0"/>
              <w:autoSpaceDE w:val="0"/>
              <w:autoSpaceDN w:val="0"/>
              <w:ind w:leftChars="30" w:left="63" w:rightChars="67" w:right="141"/>
              <w:jc w:val="center"/>
            </w:pPr>
            <w:r>
              <w:rPr>
                <w:rFonts w:hint="eastAsia"/>
              </w:rPr>
              <w:t>支 給 対 象</w:t>
            </w:r>
          </w:p>
          <w:p w14:paraId="3F710D3E" w14:textId="77777777" w:rsidR="00606D5E" w:rsidRDefault="00606D5E" w:rsidP="00606D5E">
            <w:pPr>
              <w:overflowPunct w:val="0"/>
              <w:autoSpaceDE w:val="0"/>
              <w:autoSpaceDN w:val="0"/>
              <w:ind w:leftChars="30" w:left="63" w:rightChars="67" w:right="141"/>
              <w:jc w:val="center"/>
            </w:pPr>
            <w:r>
              <w:rPr>
                <w:rFonts w:hint="eastAsia"/>
              </w:rPr>
              <w:t>障 害 児 数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F15D6EB" w14:textId="422D070A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(1級)  </w:t>
            </w:r>
            <w:r>
              <w:t xml:space="preserve">   </w:t>
            </w:r>
            <w:r>
              <w:rPr>
                <w:rFonts w:hint="eastAsia"/>
              </w:rPr>
              <w:t xml:space="preserve">　　　　　人</w:t>
            </w:r>
          </w:p>
        </w:tc>
        <w:tc>
          <w:tcPr>
            <w:tcW w:w="425" w:type="dxa"/>
            <w:vMerge w:val="restart"/>
            <w:shd w:val="clear" w:color="auto" w:fill="auto"/>
            <w:textDirection w:val="tbRlV"/>
            <w:vAlign w:val="center"/>
          </w:tcPr>
          <w:p w14:paraId="33E2D595" w14:textId="1EE033D6" w:rsidR="00606D5E" w:rsidRDefault="00606D5E" w:rsidP="00B35C9F">
            <w:pPr>
              <w:overflowPunct w:val="0"/>
              <w:autoSpaceDE w:val="0"/>
              <w:autoSpaceDN w:val="0"/>
              <w:ind w:leftChars="-31" w:left="-65" w:rightChars="67" w:right="141" w:firstLineChars="5" w:firstLine="10"/>
              <w:jc w:val="right"/>
            </w:pPr>
            <w:r>
              <w:rPr>
                <w:rFonts w:hint="eastAsia"/>
              </w:rPr>
              <w:t>改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定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後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028714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支 給 対 象</w:t>
            </w:r>
          </w:p>
          <w:p w14:paraId="4A8F44FA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障 害 児 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55618E3" w14:textId="77777777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(1級) </w:t>
            </w:r>
            <w:r>
              <w:t xml:space="preserve">    </w:t>
            </w:r>
            <w:r>
              <w:rPr>
                <w:rFonts w:hint="eastAsia"/>
              </w:rPr>
              <w:t xml:space="preserve">　　　　人</w:t>
            </w:r>
          </w:p>
        </w:tc>
      </w:tr>
      <w:tr w:rsidR="00606D5E" w14:paraId="40222890" w14:textId="77777777" w:rsidTr="00877A0C">
        <w:trPr>
          <w:trHeight w:val="405"/>
        </w:trPr>
        <w:tc>
          <w:tcPr>
            <w:tcW w:w="539" w:type="dxa"/>
            <w:vMerge/>
            <w:shd w:val="clear" w:color="auto" w:fill="auto"/>
            <w:vAlign w:val="center"/>
          </w:tcPr>
          <w:p w14:paraId="0D29A90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246F1A7" w14:textId="77777777" w:rsidR="00606D5E" w:rsidRDefault="00606D5E" w:rsidP="005D6362">
            <w:pPr>
              <w:overflowPunct w:val="0"/>
              <w:autoSpaceDE w:val="0"/>
              <w:autoSpaceDN w:val="0"/>
              <w:ind w:rightChars="67" w:right="141"/>
              <w:jc w:val="right"/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B1584B" w14:textId="77777777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(2級)</w:t>
            </w:r>
            <w:r>
              <w:t xml:space="preserve"> </w:t>
            </w:r>
            <w:r>
              <w:rPr>
                <w:rFonts w:hint="eastAsia"/>
              </w:rPr>
              <w:t xml:space="preserve">　　　　　　　人</w:t>
            </w:r>
          </w:p>
        </w:tc>
        <w:tc>
          <w:tcPr>
            <w:tcW w:w="425" w:type="dxa"/>
            <w:vMerge/>
            <w:shd w:val="clear" w:color="auto" w:fill="auto"/>
          </w:tcPr>
          <w:p w14:paraId="1C950E87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D5B0199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7591908" w14:textId="77777777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(2級） </w:t>
            </w:r>
            <w:r>
              <w:t xml:space="preserve">  </w:t>
            </w:r>
            <w:r>
              <w:rPr>
                <w:rFonts w:hint="eastAsia"/>
              </w:rPr>
              <w:t xml:space="preserve"> 　　　　人</w:t>
            </w:r>
          </w:p>
        </w:tc>
      </w:tr>
      <w:tr w:rsidR="00606D5E" w14:paraId="488BD1A1" w14:textId="77777777" w:rsidTr="00606D5E">
        <w:trPr>
          <w:trHeight w:val="405"/>
        </w:trPr>
        <w:tc>
          <w:tcPr>
            <w:tcW w:w="539" w:type="dxa"/>
            <w:vMerge/>
            <w:shd w:val="clear" w:color="auto" w:fill="auto"/>
            <w:vAlign w:val="center"/>
          </w:tcPr>
          <w:p w14:paraId="7462A6E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7AA9576" w14:textId="471ECD8E" w:rsidR="00606D5E" w:rsidRDefault="00606D5E" w:rsidP="00606D5E">
            <w:pPr>
              <w:overflowPunct w:val="0"/>
              <w:autoSpaceDE w:val="0"/>
              <w:autoSpaceDN w:val="0"/>
              <w:ind w:leftChars="-104" w:left="-217" w:rightChars="-65" w:right="-136" w:hanging="1"/>
              <w:jc w:val="center"/>
            </w:pPr>
            <w:r w:rsidRPr="00FB6E77">
              <w:rPr>
                <w:rFonts w:hint="eastAsia"/>
                <w:spacing w:val="45"/>
                <w:kern w:val="0"/>
                <w:fitText w:val="1170" w:id="1009317126"/>
              </w:rPr>
              <w:t>手当月</w:t>
            </w:r>
            <w:r w:rsidRPr="00FB6E77">
              <w:rPr>
                <w:rFonts w:hint="eastAsia"/>
                <w:spacing w:val="30"/>
                <w:kern w:val="0"/>
                <w:fitText w:val="1170" w:id="1009317126"/>
              </w:rPr>
              <w:t>額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6348EBC" w14:textId="491FD3CD" w:rsidR="00606D5E" w:rsidRPr="00960390" w:rsidRDefault="00960390" w:rsidP="00960390">
            <w:pPr>
              <w:overflowPunct w:val="0"/>
              <w:autoSpaceDE w:val="0"/>
              <w:autoSpaceDN w:val="0"/>
              <w:ind w:rightChars="67" w:right="141"/>
              <w:jc w:val="right"/>
            </w:pPr>
            <w:r w:rsidRPr="00960390">
              <w:rPr>
                <w:rFonts w:hint="eastAsia"/>
              </w:rPr>
              <w:t>円</w:t>
            </w:r>
          </w:p>
        </w:tc>
        <w:tc>
          <w:tcPr>
            <w:tcW w:w="425" w:type="dxa"/>
            <w:vMerge/>
            <w:shd w:val="clear" w:color="auto" w:fill="auto"/>
          </w:tcPr>
          <w:p w14:paraId="195484F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A7E8459" w14:textId="510F94D4" w:rsidR="00606D5E" w:rsidRDefault="00606D5E" w:rsidP="00606D5E">
            <w:pPr>
              <w:overflowPunct w:val="0"/>
              <w:autoSpaceDE w:val="0"/>
              <w:autoSpaceDN w:val="0"/>
              <w:ind w:leftChars="-102" w:left="-214" w:rightChars="-64" w:right="-134"/>
              <w:jc w:val="center"/>
            </w:pPr>
            <w:r w:rsidRPr="00FB6E77">
              <w:rPr>
                <w:rFonts w:hint="eastAsia"/>
                <w:spacing w:val="45"/>
                <w:kern w:val="0"/>
                <w:fitText w:val="1170" w:id="1009317126"/>
              </w:rPr>
              <w:t>手当月</w:t>
            </w:r>
            <w:r w:rsidRPr="00FB6E77">
              <w:rPr>
                <w:rFonts w:hint="eastAsia"/>
                <w:spacing w:val="30"/>
                <w:kern w:val="0"/>
                <w:fitText w:val="1170" w:id="1009317126"/>
              </w:rPr>
              <w:t>額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A82B24" w14:textId="73F088A7" w:rsidR="00606D5E" w:rsidRDefault="00960390" w:rsidP="00960390">
            <w:pPr>
              <w:overflowPunct w:val="0"/>
              <w:autoSpaceDE w:val="0"/>
              <w:autoSpaceDN w:val="0"/>
              <w:ind w:rightChars="67" w:right="141"/>
              <w:jc w:val="right"/>
            </w:pPr>
            <w:r w:rsidRPr="00960390">
              <w:rPr>
                <w:rFonts w:hint="eastAsia"/>
              </w:rPr>
              <w:t>円</w:t>
            </w:r>
          </w:p>
        </w:tc>
      </w:tr>
      <w:tr w:rsidR="00401961" w14:paraId="10B52319" w14:textId="77777777" w:rsidTr="00054CD9">
        <w:trPr>
          <w:trHeight w:val="397"/>
        </w:trPr>
        <w:tc>
          <w:tcPr>
            <w:tcW w:w="2240" w:type="dxa"/>
            <w:gridSpan w:val="2"/>
            <w:shd w:val="clear" w:color="auto" w:fill="auto"/>
            <w:vAlign w:val="center"/>
          </w:tcPr>
          <w:p w14:paraId="1C0B8C64" w14:textId="6CF62173" w:rsidR="00401961" w:rsidRDefault="00401961" w:rsidP="00F730FB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改　</w:t>
            </w:r>
            <w:r w:rsidR="00F50F65" w:rsidRPr="00606D5E">
              <w:rPr>
                <w:rFonts w:hint="eastAsia"/>
              </w:rPr>
              <w:t>定</w:t>
            </w:r>
            <w:r>
              <w:rPr>
                <w:rFonts w:hint="eastAsia"/>
              </w:rPr>
              <w:t xml:space="preserve">　年　月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14:paraId="02159300" w14:textId="77777777" w:rsidR="00401961" w:rsidRDefault="00401961" w:rsidP="00824EA7">
            <w:pPr>
              <w:overflowPunct w:val="0"/>
              <w:autoSpaceDE w:val="0"/>
              <w:autoSpaceDN w:val="0"/>
              <w:ind w:rightChars="67" w:right="141" w:firstLineChars="759" w:firstLine="1594"/>
            </w:pPr>
            <w:r>
              <w:rPr>
                <w:rFonts w:hint="eastAsia"/>
              </w:rPr>
              <w:t>年　　月分から</w:t>
            </w:r>
          </w:p>
        </w:tc>
      </w:tr>
      <w:tr w:rsidR="00401961" w14:paraId="2FAE8F99" w14:textId="77777777" w:rsidTr="00194393">
        <w:trPr>
          <w:trHeight w:val="1092"/>
        </w:trPr>
        <w:tc>
          <w:tcPr>
            <w:tcW w:w="2240" w:type="dxa"/>
            <w:gridSpan w:val="2"/>
            <w:shd w:val="clear" w:color="auto" w:fill="auto"/>
            <w:vAlign w:val="center"/>
          </w:tcPr>
          <w:p w14:paraId="10101D20" w14:textId="71C50935" w:rsidR="00401961" w:rsidRDefault="00401961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備　　　　　考</w:t>
            </w:r>
          </w:p>
        </w:tc>
        <w:tc>
          <w:tcPr>
            <w:tcW w:w="7229" w:type="dxa"/>
            <w:gridSpan w:val="4"/>
            <w:shd w:val="clear" w:color="auto" w:fill="92D050"/>
            <w:vAlign w:val="center"/>
          </w:tcPr>
          <w:p w14:paraId="553A1117" w14:textId="72D416AF" w:rsidR="00401961" w:rsidRPr="00CA60DC" w:rsidRDefault="00054CD9" w:rsidP="00CA60DC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</w:t>
            </w:r>
            <w:r w:rsidR="000837D2"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言</w:t>
            </w:r>
            <w:r w:rsidR="00244E19"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２</w:t>
            </w:r>
            <w:r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＋編集１</w:t>
            </w:r>
          </w:p>
        </w:tc>
      </w:tr>
    </w:tbl>
    <w:p w14:paraId="342FFC50" w14:textId="54F0B570" w:rsidR="001466CE" w:rsidRDefault="00327AFD" w:rsidP="000F2704">
      <w:pPr>
        <w:overflowPunct w:val="0"/>
        <w:autoSpaceDE w:val="0"/>
        <w:autoSpaceDN w:val="0"/>
        <w:ind w:right="105" w:firstLineChars="67" w:firstLine="141"/>
        <w:jc w:val="right"/>
      </w:pPr>
      <w:r>
        <w:t>注意</w:t>
      </w:r>
      <w:r>
        <w:rPr>
          <w:rFonts w:hint="eastAsia"/>
        </w:rPr>
        <w:t xml:space="preserve">　　　　　　　　　　　　　　　　　　　　　　　　　　　　　　　　　　　　　</w:t>
      </w:r>
      <w:r w:rsidR="006B1AF2">
        <w:t>(A列4番)</w:t>
      </w:r>
    </w:p>
    <w:p w14:paraId="2FEF5471" w14:textId="77777777" w:rsidR="00824EA7" w:rsidRPr="00327AFD" w:rsidRDefault="00824EA7" w:rsidP="000F2704">
      <w:pPr>
        <w:overflowPunct w:val="0"/>
        <w:autoSpaceDE w:val="0"/>
        <w:autoSpaceDN w:val="0"/>
        <w:ind w:leftChars="150" w:left="455" w:hangingChars="70" w:hanging="140"/>
        <w:jc w:val="left"/>
        <w:rPr>
          <w:sz w:val="20"/>
        </w:rPr>
      </w:pPr>
      <w:r w:rsidRPr="00327AFD">
        <w:rPr>
          <w:sz w:val="20"/>
        </w:rPr>
        <w:t>1</w:t>
      </w:r>
      <w:r w:rsidRPr="00327AFD">
        <w:rPr>
          <w:rFonts w:hint="eastAsia"/>
          <w:sz w:val="20"/>
        </w:rPr>
        <w:t xml:space="preserve">　</w:t>
      </w:r>
      <w:r w:rsidRPr="00327AFD">
        <w:rPr>
          <w:sz w:val="20"/>
        </w:rPr>
        <w:t>これに不服があるときは、この通知書を受けた日の翌日から起算して3か月以内に、</w:t>
      </w:r>
      <w:r w:rsidRPr="00327AFD">
        <w:rPr>
          <w:rFonts w:hint="eastAsia"/>
          <w:sz w:val="20"/>
        </w:rPr>
        <w:t>書</w:t>
      </w:r>
      <w:r w:rsidRPr="00327AFD">
        <w:rPr>
          <w:sz w:val="20"/>
        </w:rPr>
        <w:t xml:space="preserve">面で、都道府県知事に対して審査請求をすることができます。 </w:t>
      </w:r>
    </w:p>
    <w:p w14:paraId="0B87428E" w14:textId="77777777" w:rsidR="00824EA7" w:rsidRPr="00327AFD" w:rsidRDefault="00824EA7" w:rsidP="00824EA7">
      <w:pPr>
        <w:overflowPunct w:val="0"/>
        <w:autoSpaceDE w:val="0"/>
        <w:autoSpaceDN w:val="0"/>
        <w:ind w:leftChars="270" w:left="567" w:firstLineChars="97" w:firstLine="194"/>
        <w:jc w:val="left"/>
        <w:rPr>
          <w:sz w:val="20"/>
        </w:rPr>
      </w:pPr>
      <w:r w:rsidRPr="00327AFD">
        <w:rPr>
          <w:sz w:val="20"/>
        </w:rPr>
        <w:t>なお、この通知書を受けた日の翌日から起算して3か月以内であっても、この処分の</w:t>
      </w:r>
      <w:r w:rsidRPr="00327AFD">
        <w:rPr>
          <w:rFonts w:hint="eastAsia"/>
          <w:sz w:val="20"/>
        </w:rPr>
        <w:t>日の</w:t>
      </w:r>
      <w:r w:rsidRPr="00327AFD">
        <w:rPr>
          <w:sz w:val="20"/>
        </w:rPr>
        <w:t xml:space="preserve">翌日から起算して1年を経過したときは、審査請求をすることができません。 </w:t>
      </w:r>
    </w:p>
    <w:p w14:paraId="5F10EA58" w14:textId="77777777" w:rsidR="00824EA7" w:rsidRPr="00327AFD" w:rsidRDefault="00824EA7" w:rsidP="000F2704">
      <w:pPr>
        <w:overflowPunct w:val="0"/>
        <w:autoSpaceDE w:val="0"/>
        <w:autoSpaceDN w:val="0"/>
        <w:ind w:leftChars="150" w:left="455" w:hangingChars="70" w:hanging="140"/>
        <w:jc w:val="left"/>
        <w:rPr>
          <w:sz w:val="20"/>
        </w:rPr>
      </w:pPr>
      <w:r w:rsidRPr="00327AFD">
        <w:rPr>
          <w:sz w:val="20"/>
        </w:rPr>
        <w:t>2</w:t>
      </w:r>
      <w:r w:rsidRPr="00327AFD">
        <w:rPr>
          <w:rFonts w:hint="eastAsia"/>
          <w:sz w:val="20"/>
        </w:rPr>
        <w:t xml:space="preserve">　</w:t>
      </w:r>
      <w:r w:rsidRPr="00327AFD">
        <w:rPr>
          <w:sz w:val="20"/>
        </w:rPr>
        <w:t>この処分の取消しを求める訴え(取消訴訟)は、この通知書を受けた日の翌日から起算</w:t>
      </w:r>
      <w:r w:rsidRPr="00327AFD">
        <w:rPr>
          <w:rFonts w:hint="eastAsia"/>
          <w:sz w:val="20"/>
        </w:rPr>
        <w:t>して</w:t>
      </w:r>
      <w:r w:rsidRPr="00327AFD">
        <w:rPr>
          <w:sz w:val="20"/>
        </w:rPr>
        <w:t>6か月以内に、都道府県(政令指定都市の場合は市)を被告として(訴訟において都道</w:t>
      </w:r>
      <w:r w:rsidRPr="00327AFD">
        <w:rPr>
          <w:rFonts w:hint="eastAsia"/>
          <w:sz w:val="20"/>
        </w:rPr>
        <w:t>府県を代</w:t>
      </w:r>
      <w:r w:rsidRPr="00327AFD">
        <w:rPr>
          <w:sz w:val="20"/>
        </w:rPr>
        <w:t>表する者は都道府県知事となり、政令指定都市を代表する者は市長となります。)、提起</w:t>
      </w:r>
      <w:r w:rsidRPr="00327AFD">
        <w:rPr>
          <w:rFonts w:hint="eastAsia"/>
          <w:sz w:val="20"/>
        </w:rPr>
        <w:t>す</w:t>
      </w:r>
      <w:r w:rsidRPr="00327AFD">
        <w:rPr>
          <w:sz w:val="20"/>
        </w:rPr>
        <w:t xml:space="preserve">ることができます。 </w:t>
      </w:r>
    </w:p>
    <w:p w14:paraId="01A99118" w14:textId="58808433" w:rsidR="000837D2" w:rsidRPr="00327AFD" w:rsidRDefault="00824EA7" w:rsidP="000837D2">
      <w:pPr>
        <w:overflowPunct w:val="0"/>
        <w:autoSpaceDE w:val="0"/>
        <w:autoSpaceDN w:val="0"/>
        <w:ind w:leftChars="270" w:left="567" w:firstLineChars="80" w:firstLine="160"/>
        <w:jc w:val="left"/>
        <w:rPr>
          <w:sz w:val="20"/>
        </w:rPr>
      </w:pPr>
      <w:r w:rsidRPr="00327AFD">
        <w:rPr>
          <w:sz w:val="20"/>
        </w:rPr>
        <w:t>なお、この通知書を受けた日の翌日から起算して6か月以内であっても、この処分の日の翌日から起算して1年を経過したときは、取消訴訟を提起することができません。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217995" w:rsidRPr="00890837" w14:paraId="5585B7EB" w14:textId="77777777" w:rsidTr="00A67339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55F3487" w14:textId="77777777" w:rsidR="008615CE" w:rsidRDefault="008615CE" w:rsidP="00A67339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CACA013" w14:textId="54C003D0" w:rsidR="00217995" w:rsidRPr="00890837" w:rsidRDefault="00217995" w:rsidP="00A67339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217995" w:rsidRPr="00890837" w14:paraId="03C73533" w14:textId="77777777" w:rsidTr="00A67339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5ED82FF" w14:textId="77777777" w:rsidR="00217995" w:rsidRPr="00890837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217995" w:rsidRPr="00890837" w14:paraId="0D260667" w14:textId="77777777" w:rsidTr="00A67339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C50A0B9" w14:textId="77777777" w:rsidR="00217995" w:rsidRPr="00890837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C329FB8" w14:textId="77777777" w:rsidR="00217995" w:rsidRPr="00890837" w:rsidRDefault="00217995" w:rsidP="00A67339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217995" w:rsidRPr="00931AC4" w14:paraId="18957C71" w14:textId="77777777" w:rsidTr="00A67339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6D04582" w14:textId="77777777" w:rsidR="00217995" w:rsidRPr="00C737FF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737FF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7F074684" w14:textId="77777777" w:rsidR="00217995" w:rsidRPr="00C737FF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737F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529424B" w14:textId="77777777" w:rsidR="00217995" w:rsidRPr="00C737FF" w:rsidRDefault="00217995" w:rsidP="00A67339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737F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2AE11954" w14:textId="037657E4" w:rsidR="00217995" w:rsidRPr="00C737FF" w:rsidRDefault="00C07B0C" w:rsidP="00A67339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hyperlink r:id="rId11" w:history="1">
              <w:r w:rsidRPr="00C737FF">
                <w:rPr>
                  <w:rStyle w:val="a8"/>
                  <w:rFonts w:ascii="ＭＳ 明朝" w:eastAsia="ＭＳ 明朝" w:hAnsi="ＭＳ 明朝" w:cs="ＭＳ 明朝" w:hint="eastAsia"/>
                  <w:color w:val="auto"/>
                  <w:sz w:val="21"/>
                  <w:szCs w:val="21"/>
                  <w:u w:val="none"/>
                </w:rPr>
                <w:t>xxxxxxxxxx@yyy.zzz.aaa</w:t>
              </w:r>
            </w:hyperlink>
          </w:p>
        </w:tc>
      </w:tr>
    </w:tbl>
    <w:p w14:paraId="39D3B51F" w14:textId="77777777" w:rsidR="00217995" w:rsidRPr="00C07B0C" w:rsidRDefault="00217995" w:rsidP="008615CE">
      <w:pPr>
        <w:overflowPunct w:val="0"/>
        <w:autoSpaceDE w:val="0"/>
        <w:autoSpaceDN w:val="0"/>
        <w:jc w:val="left"/>
      </w:pPr>
    </w:p>
    <w:sectPr w:rsidR="00217995" w:rsidRPr="00C07B0C" w:rsidSect="00D63FB9">
      <w:headerReference w:type="default" r:id="rId12"/>
      <w:pgSz w:w="11906" w:h="16838" w:code="9"/>
      <w:pgMar w:top="1701" w:right="1247" w:bottom="1135" w:left="1247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529A4" w14:textId="77777777" w:rsidR="00CF5BAA" w:rsidRDefault="00CF5BAA">
      <w:r>
        <w:separator/>
      </w:r>
    </w:p>
  </w:endnote>
  <w:endnote w:type="continuationSeparator" w:id="0">
    <w:p w14:paraId="372168BE" w14:textId="77777777" w:rsidR="00CF5BAA" w:rsidRDefault="00CF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8F736" w14:textId="77777777" w:rsidR="00CF5BAA" w:rsidRDefault="00CF5BAA">
      <w:r>
        <w:separator/>
      </w:r>
    </w:p>
  </w:footnote>
  <w:footnote w:type="continuationSeparator" w:id="0">
    <w:p w14:paraId="061B529D" w14:textId="77777777" w:rsidR="00CF5BAA" w:rsidRDefault="00CF5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E9DC0" w14:textId="77777777" w:rsidR="00AB15E5" w:rsidRDefault="00AB15E5" w:rsidP="007D10B0">
    <w:pPr>
      <w:pStyle w:val="a3"/>
      <w:jc w:val="right"/>
    </w:pPr>
    <w:r>
      <w:t>様式第十三号(第十九条関係)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88014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52D0B"/>
    <w:rsid w:val="00054CD9"/>
    <w:rsid w:val="00065B1E"/>
    <w:rsid w:val="00067CE4"/>
    <w:rsid w:val="000837D2"/>
    <w:rsid w:val="0008405D"/>
    <w:rsid w:val="00092646"/>
    <w:rsid w:val="00094147"/>
    <w:rsid w:val="000A2848"/>
    <w:rsid w:val="000B57F2"/>
    <w:rsid w:val="000D2546"/>
    <w:rsid w:val="000F2704"/>
    <w:rsid w:val="000F74ED"/>
    <w:rsid w:val="001209B1"/>
    <w:rsid w:val="00135C60"/>
    <w:rsid w:val="001466CE"/>
    <w:rsid w:val="00150972"/>
    <w:rsid w:val="00167783"/>
    <w:rsid w:val="00171425"/>
    <w:rsid w:val="00194393"/>
    <w:rsid w:val="001A67E1"/>
    <w:rsid w:val="001B5E3A"/>
    <w:rsid w:val="001C3831"/>
    <w:rsid w:val="001D3EE5"/>
    <w:rsid w:val="001D3F72"/>
    <w:rsid w:val="001F3314"/>
    <w:rsid w:val="00217995"/>
    <w:rsid w:val="002374BA"/>
    <w:rsid w:val="00244E19"/>
    <w:rsid w:val="00247CD8"/>
    <w:rsid w:val="00266160"/>
    <w:rsid w:val="002A30E4"/>
    <w:rsid w:val="002C22C4"/>
    <w:rsid w:val="002C688E"/>
    <w:rsid w:val="002C68EC"/>
    <w:rsid w:val="002C719D"/>
    <w:rsid w:val="002D29E7"/>
    <w:rsid w:val="002D63C8"/>
    <w:rsid w:val="0032348C"/>
    <w:rsid w:val="00327AFD"/>
    <w:rsid w:val="00343C7E"/>
    <w:rsid w:val="00345E9E"/>
    <w:rsid w:val="0035309B"/>
    <w:rsid w:val="00371BDA"/>
    <w:rsid w:val="003B5022"/>
    <w:rsid w:val="003B6F31"/>
    <w:rsid w:val="003D4239"/>
    <w:rsid w:val="003F52FE"/>
    <w:rsid w:val="00401961"/>
    <w:rsid w:val="00431637"/>
    <w:rsid w:val="0045334C"/>
    <w:rsid w:val="0046067B"/>
    <w:rsid w:val="004934F6"/>
    <w:rsid w:val="004D1319"/>
    <w:rsid w:val="005412A4"/>
    <w:rsid w:val="00575B17"/>
    <w:rsid w:val="00575D56"/>
    <w:rsid w:val="005A09C8"/>
    <w:rsid w:val="005B3E3C"/>
    <w:rsid w:val="005C199A"/>
    <w:rsid w:val="005D6362"/>
    <w:rsid w:val="00606D5E"/>
    <w:rsid w:val="006078D4"/>
    <w:rsid w:val="00627BDF"/>
    <w:rsid w:val="00636431"/>
    <w:rsid w:val="006443EA"/>
    <w:rsid w:val="00673630"/>
    <w:rsid w:val="00681AE9"/>
    <w:rsid w:val="00683792"/>
    <w:rsid w:val="006A5FFA"/>
    <w:rsid w:val="006B1AF2"/>
    <w:rsid w:val="00714674"/>
    <w:rsid w:val="007210E9"/>
    <w:rsid w:val="00740A24"/>
    <w:rsid w:val="0074228F"/>
    <w:rsid w:val="00745EB0"/>
    <w:rsid w:val="00747A3D"/>
    <w:rsid w:val="00760D70"/>
    <w:rsid w:val="007627D5"/>
    <w:rsid w:val="00767A41"/>
    <w:rsid w:val="00775EB2"/>
    <w:rsid w:val="00780814"/>
    <w:rsid w:val="00780C84"/>
    <w:rsid w:val="00784322"/>
    <w:rsid w:val="00797E12"/>
    <w:rsid w:val="007C229B"/>
    <w:rsid w:val="007C5F1A"/>
    <w:rsid w:val="007D018C"/>
    <w:rsid w:val="007D10B0"/>
    <w:rsid w:val="007E11F1"/>
    <w:rsid w:val="00801B5A"/>
    <w:rsid w:val="008074CF"/>
    <w:rsid w:val="00824EA7"/>
    <w:rsid w:val="008541F0"/>
    <w:rsid w:val="008615CE"/>
    <w:rsid w:val="00865425"/>
    <w:rsid w:val="00874DC4"/>
    <w:rsid w:val="00877A0C"/>
    <w:rsid w:val="008B4004"/>
    <w:rsid w:val="00922322"/>
    <w:rsid w:val="0092276A"/>
    <w:rsid w:val="00960390"/>
    <w:rsid w:val="009647CD"/>
    <w:rsid w:val="00981BCA"/>
    <w:rsid w:val="00983D52"/>
    <w:rsid w:val="00986E9B"/>
    <w:rsid w:val="009D093D"/>
    <w:rsid w:val="009D1C61"/>
    <w:rsid w:val="009E316A"/>
    <w:rsid w:val="00A066F2"/>
    <w:rsid w:val="00A54D92"/>
    <w:rsid w:val="00A561E4"/>
    <w:rsid w:val="00A67339"/>
    <w:rsid w:val="00AB15E5"/>
    <w:rsid w:val="00AC0156"/>
    <w:rsid w:val="00B024B5"/>
    <w:rsid w:val="00B066B4"/>
    <w:rsid w:val="00B13A23"/>
    <w:rsid w:val="00B25607"/>
    <w:rsid w:val="00B26226"/>
    <w:rsid w:val="00B35C9F"/>
    <w:rsid w:val="00B4033C"/>
    <w:rsid w:val="00B4185C"/>
    <w:rsid w:val="00B442A5"/>
    <w:rsid w:val="00B5542A"/>
    <w:rsid w:val="00B56236"/>
    <w:rsid w:val="00B56459"/>
    <w:rsid w:val="00B64956"/>
    <w:rsid w:val="00B679B2"/>
    <w:rsid w:val="00BE1BF3"/>
    <w:rsid w:val="00BF5405"/>
    <w:rsid w:val="00C07B0C"/>
    <w:rsid w:val="00C27600"/>
    <w:rsid w:val="00C31714"/>
    <w:rsid w:val="00C701F1"/>
    <w:rsid w:val="00C737FF"/>
    <w:rsid w:val="00C761AB"/>
    <w:rsid w:val="00CA283D"/>
    <w:rsid w:val="00CA60DC"/>
    <w:rsid w:val="00CD1908"/>
    <w:rsid w:val="00CD2DD6"/>
    <w:rsid w:val="00CE2FC2"/>
    <w:rsid w:val="00CF5BAA"/>
    <w:rsid w:val="00D0154D"/>
    <w:rsid w:val="00D07B0B"/>
    <w:rsid w:val="00D22322"/>
    <w:rsid w:val="00D24726"/>
    <w:rsid w:val="00D472C5"/>
    <w:rsid w:val="00D63FB9"/>
    <w:rsid w:val="00D6512C"/>
    <w:rsid w:val="00D72CAA"/>
    <w:rsid w:val="00D744F5"/>
    <w:rsid w:val="00D83528"/>
    <w:rsid w:val="00D83E07"/>
    <w:rsid w:val="00D84CE1"/>
    <w:rsid w:val="00DD5F5B"/>
    <w:rsid w:val="00DF699C"/>
    <w:rsid w:val="00E0460E"/>
    <w:rsid w:val="00E058CA"/>
    <w:rsid w:val="00E13D82"/>
    <w:rsid w:val="00E22B67"/>
    <w:rsid w:val="00E533AC"/>
    <w:rsid w:val="00E73BAD"/>
    <w:rsid w:val="00E873FF"/>
    <w:rsid w:val="00EB6B18"/>
    <w:rsid w:val="00ED2DC4"/>
    <w:rsid w:val="00ED5D1A"/>
    <w:rsid w:val="00F05652"/>
    <w:rsid w:val="00F0702D"/>
    <w:rsid w:val="00F2197C"/>
    <w:rsid w:val="00F27ECE"/>
    <w:rsid w:val="00F355EC"/>
    <w:rsid w:val="00F50F65"/>
    <w:rsid w:val="00F65E8A"/>
    <w:rsid w:val="00F667A5"/>
    <w:rsid w:val="00F730FB"/>
    <w:rsid w:val="00F92366"/>
    <w:rsid w:val="00FA23E9"/>
    <w:rsid w:val="00FA2CDF"/>
    <w:rsid w:val="00FB40E5"/>
    <w:rsid w:val="00FB6E77"/>
    <w:rsid w:val="00FD0D7A"/>
    <w:rsid w:val="00FE15AC"/>
    <w:rsid w:val="00FF573D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24768A1"/>
  <w15:chartTrackingRefBased/>
  <w15:docId w15:val="{4A5DCF34-CFE3-4177-9A45-66CDC871B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7B0C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C07B0C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1C3831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styleId="ab">
    <w:name w:val="Note Heading"/>
    <w:basedOn w:val="a"/>
    <w:next w:val="a"/>
    <w:link w:val="ac"/>
    <w:uiPriority w:val="99"/>
    <w:unhideWhenUsed/>
    <w:rsid w:val="007E11F1"/>
    <w:pPr>
      <w:jc w:val="center"/>
    </w:pPr>
    <w:rPr>
      <w:rFonts w:hAnsi="ＭＳ 明朝" w:cs="kiloji"/>
      <w:kern w:val="0"/>
      <w:sz w:val="20"/>
    </w:rPr>
  </w:style>
  <w:style w:type="character" w:customStyle="1" w:styleId="ac">
    <w:name w:val="記 (文字)"/>
    <w:basedOn w:val="a0"/>
    <w:link w:val="ab"/>
    <w:uiPriority w:val="99"/>
    <w:rsid w:val="007E11F1"/>
    <w:rPr>
      <w:rFonts w:ascii="ＭＳ 明朝" w:hAnsi="ＭＳ 明朝" w:cs="kiloji"/>
    </w:rPr>
  </w:style>
  <w:style w:type="character" w:styleId="ad">
    <w:name w:val="annotation reference"/>
    <w:basedOn w:val="a0"/>
    <w:uiPriority w:val="99"/>
    <w:semiHidden/>
    <w:unhideWhenUsed/>
    <w:rsid w:val="00767A41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767A41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767A41"/>
    <w:rPr>
      <w:rFonts w:ascii="ＭＳ 明朝" w:hAnsi="Courier New"/>
      <w:kern w:val="2"/>
      <w:sz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67A41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767A41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xxxxxxxxxx@yyy.zzz.aa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C4D0B9-D438-4BF7-88B5-6A64333B32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5FDBC1-373B-426A-A4C2-4108297EDF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04668-8999-46B0-8FA1-DA25BA56FB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DFB69B-10EF-4D77-BFF5-BA9F53796D49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95</TotalTime>
  <Pages>1</Pages>
  <Words>566</Words>
  <Characters>320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2021-12-21T02:37:00Z</cp:lastPrinted>
  <dcterms:created xsi:type="dcterms:W3CDTF">2021-10-20T00:42:00Z</dcterms:created>
  <dcterms:modified xsi:type="dcterms:W3CDTF">2024-11-24T02:53:00Z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