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D4D88" w14:textId="2F1F218C" w:rsidR="003F0864" w:rsidRPr="00890837" w:rsidRDefault="00632E5F" w:rsidP="003F0864">
      <w:pPr>
        <w:wordWrap w:val="0"/>
        <w:overflowPunct w:val="0"/>
        <w:autoSpaceDE w:val="0"/>
        <w:autoSpaceDN w:val="0"/>
        <w:rPr>
          <w:rFonts w:hAnsi="ＭＳ 明朝"/>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9504" behindDoc="0" locked="0" layoutInCell="1" allowOverlap="1" wp14:anchorId="53021A1E" wp14:editId="261FCD51">
                <wp:simplePos x="0" y="0"/>
                <wp:positionH relativeFrom="margin">
                  <wp:posOffset>3876675</wp:posOffset>
                </wp:positionH>
                <wp:positionV relativeFrom="paragraph">
                  <wp:posOffset>-966617</wp:posOffset>
                </wp:positionV>
                <wp:extent cx="2194560" cy="316230"/>
                <wp:effectExtent l="0" t="0" r="0" b="7620"/>
                <wp:wrapNone/>
                <wp:docPr id="109462520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0E497" w14:textId="1AA26724" w:rsidR="00632E5F" w:rsidRDefault="00632E5F" w:rsidP="00632E5F">
                            <w:pPr>
                              <w:jc w:val="center"/>
                              <w:rPr>
                                <w:rFonts w:hAnsi="ＭＳ 明朝"/>
                                <w:color w:val="808080"/>
                                <w:szCs w:val="21"/>
                              </w:rPr>
                            </w:pPr>
                            <w:r>
                              <w:rPr>
                                <w:rFonts w:hAnsi="ＭＳ 明朝" w:hint="eastAsia"/>
                                <w:color w:val="808080"/>
                                <w:szCs w:val="21"/>
                              </w:rPr>
                              <w:t>様式</w:t>
                            </w:r>
                            <w:r w:rsidRPr="00632E5F">
                              <w:rPr>
                                <w:rFonts w:hAnsi="ＭＳ 明朝" w:hint="eastAsia"/>
                                <w:color w:val="808080"/>
                                <w:szCs w:val="21"/>
                              </w:rPr>
                              <w:t>第十一号の二(第十七条関係)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21A1E" id="_x0000_t202" coordsize="21600,21600" o:spt="202" path="m,l,21600r21600,l21600,xe">
                <v:stroke joinstyle="miter"/>
                <v:path gradientshapeok="t" o:connecttype="rect"/>
              </v:shapetype>
              <v:shape id="テキスト ボックス 8" o:spid="_x0000_s1026" type="#_x0000_t202" style="position:absolute;left:0;text-align:left;margin-left:305.25pt;margin-top:-76.1pt;width:172.8pt;height:24.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" filled="f" stroked="f">
                <v:textbox>
                  <w:txbxContent>
                    <w:p w14:paraId="12B0E497" w14:textId="1AA26724" w:rsidR="00632E5F" w:rsidRDefault="00632E5F" w:rsidP="00632E5F">
                      <w:pPr>
                        <w:jc w:val="center"/>
                        <w:rPr>
                          <w:rFonts w:hAnsi="ＭＳ 明朝"/>
                          <w:color w:val="808080"/>
                          <w:szCs w:val="21"/>
                        </w:rPr>
                      </w:pPr>
                      <w:r>
                        <w:rPr>
                          <w:rFonts w:hAnsi="ＭＳ 明朝" w:hint="eastAsia"/>
                          <w:color w:val="808080"/>
                          <w:szCs w:val="21"/>
                        </w:rPr>
                        <w:t>様式</w:t>
                      </w:r>
                      <w:r w:rsidRPr="00632E5F">
                        <w:rPr>
                          <w:rFonts w:hAnsi="ＭＳ 明朝" w:hint="eastAsia"/>
                          <w:color w:val="808080"/>
                          <w:szCs w:val="21"/>
                        </w:rPr>
                        <w:t>第十一号の二(第十七条関係)</w:t>
                      </w:r>
                    </w:p>
                  </w:txbxContent>
                </v:textbox>
                <w10:wrap anchorx="margin"/>
              </v:shape>
            </w:pict>
          </mc:Fallback>
        </mc:AlternateContent>
      </w:r>
      <w:r w:rsidR="00AE0CBE">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7020E74E" w:rsidR="003F0864" w:rsidRPr="00890837" w:rsidRDefault="003F0864" w:rsidP="003F0864">
      <w:pPr>
        <w:wordWrap w:val="0"/>
        <w:overflowPunct w:val="0"/>
        <w:autoSpaceDE w:val="0"/>
        <w:autoSpaceDN w:val="0"/>
        <w:rPr>
          <w:rFonts w:hAnsi="ＭＳ 明朝"/>
          <w:szCs w:val="21"/>
        </w:rPr>
      </w:pPr>
    </w:p>
    <w:p w14:paraId="43BA63C5" w14:textId="2A4DFBEB" w:rsidR="003F0864" w:rsidRPr="00890837" w:rsidRDefault="003F0864" w:rsidP="003F0864">
      <w:pPr>
        <w:wordWrap w:val="0"/>
        <w:overflowPunct w:val="0"/>
        <w:autoSpaceDE w:val="0"/>
        <w:autoSpaceDN w:val="0"/>
        <w:rPr>
          <w:rFonts w:hAnsi="ＭＳ 明朝"/>
          <w:szCs w:val="21"/>
        </w:rPr>
      </w:pPr>
    </w:p>
    <w:p w14:paraId="4E4B30EF" w14:textId="3993D0BE" w:rsidR="00A91D5E" w:rsidRDefault="00A91D5E" w:rsidP="00A91D5E">
      <w:pPr>
        <w:wordWrap w:val="0"/>
        <w:overflowPunct w:val="0"/>
        <w:autoSpaceDE w:val="0"/>
        <w:autoSpaceDN w:val="0"/>
        <w:rPr>
          <w:rFonts w:hAnsi="ＭＳ 明朝"/>
          <w:szCs w:val="21"/>
        </w:rPr>
      </w:pPr>
    </w:p>
    <w:p w14:paraId="35A122FB" w14:textId="0FD19CA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624C95E3"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3E751013">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90426F8"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tcPr>
          <w:p w14:paraId="33EF8AF0" w14:textId="77777777" w:rsidR="00FA23E9" w:rsidRDefault="00FA23E9" w:rsidP="00FA23E9">
            <w:pPr>
              <w:overflowPunct w:val="0"/>
              <w:autoSpaceDE w:val="0"/>
              <w:autoSpaceDN w:val="0"/>
              <w:ind w:rightChars="67" w:right="141"/>
            </w:pPr>
          </w:p>
        </w:tc>
        <w:tc>
          <w:tcPr>
            <w:tcW w:w="1417" w:type="dxa"/>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1549" w14:textId="15831930" w:rsidR="003F0864" w:rsidRDefault="003F0864" w:rsidP="000C51B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549E9"/>
    <w:rsid w:val="000635B0"/>
    <w:rsid w:val="00065B1E"/>
    <w:rsid w:val="00066D3F"/>
    <w:rsid w:val="00066ED8"/>
    <w:rsid w:val="00067CE4"/>
    <w:rsid w:val="0008405D"/>
    <w:rsid w:val="00092646"/>
    <w:rsid w:val="0009607A"/>
    <w:rsid w:val="000A2848"/>
    <w:rsid w:val="000B57F2"/>
    <w:rsid w:val="000C0913"/>
    <w:rsid w:val="000C51B0"/>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461C"/>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2E5F"/>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45890"/>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832EB"/>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2.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3.xml><?xml version="1.0" encoding="utf-8"?>
<ds:datastoreItem xmlns:ds="http://schemas.openxmlformats.org/officeDocument/2006/customXml" ds:itemID="{8A59A3BE-D727-4F23-A1C8-D7BCF7B28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RB-EF.dot</Template>
  <TotalTime>69</TotalTime>
  <Pages>2</Pages>
  <Words>868</Words>
  <Characters>178</Characters>
  <Application>Microsoft Office Word</Application>
  <DocSecurity>0</DocSecurity>
  <Lines>13</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2021-12-21T02:28:00Z</cp:lastPrinted>
  <dcterms:created xsi:type="dcterms:W3CDTF">2021-10-19T11:41:00Z</dcterms:created>
  <dcterms:modified xsi:type="dcterms:W3CDTF">2025-10-06T09:51:00Z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