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9E4D78" w14:textId="286CF9F6" w:rsidR="006E0D9D" w:rsidRDefault="003F1C2E">
      <w:pPr>
        <w:wordWrap w:val="0"/>
        <w:overflowPunct w:val="0"/>
        <w:autoSpaceDE w:val="0"/>
        <w:autoSpaceDN w:val="0"/>
        <w:spacing w:after="120"/>
        <w:textAlignment w:val="center"/>
      </w:pPr>
      <w:r>
        <w:rPr>
          <w:noProof/>
        </w:rPr>
        <w:pict w14:anchorId="3309877D">
          <v:rect id="_x0000_s2058" style="position:absolute;left:0;text-align:left;margin-left:95.7pt;margin-top:220.95pt;width:316.5pt;height:145.5pt;z-index:251659264;visibility:visible;mso-position-horizontal-relative:text;mso-position-vertical-relative:text;v-text-anchor:middle" fillcolor="#92d050" strokecolor="#92d050" strokeweight="1pt">
            <v:fill opacity="52429f"/>
            <v:textbox style="mso-next-textbox:#_x0000_s2058" inset="5.85pt,.7pt,5.85pt,.7pt">
              <w:txbxContent>
                <w:p w14:paraId="555F62AD" w14:textId="77777777" w:rsidR="00DB0FF1" w:rsidRPr="00414D95" w:rsidRDefault="00DB0FF1" w:rsidP="0043582A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</w:rPr>
                  </w:pPr>
                </w:p>
                <w:p w14:paraId="475964BC" w14:textId="2A207C50" w:rsidR="00DB0FF1" w:rsidRPr="00414D95" w:rsidRDefault="00DB0FF1" w:rsidP="0043582A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</w:rPr>
                  </w:pPr>
                  <w:r w:rsidRPr="00414D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固定文言</w:t>
                  </w: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１</w:t>
                  </w:r>
                </w:p>
              </w:txbxContent>
            </v:textbox>
            <w10:anchorlock/>
          </v:rect>
        </w:pict>
      </w:r>
      <w:r>
        <w:rPr>
          <w:noProof/>
        </w:rPr>
        <w:pict w14:anchorId="3309877D">
          <v:rect id="_x0000_s2052" style="position:absolute;left:0;text-align:left;margin-left:.9pt;margin-top:412.2pt;width:421.8pt;height:49.5pt;z-index:251657216;visibility:visible;mso-position-horizontal-relative:text;mso-position-vertical-relative:text;v-text-anchor:middle" fillcolor="#92d050" strokecolor="#92d050" strokeweight="1pt">
            <v:fill opacity="52429f"/>
            <v:textbox style="mso-next-textbox:#_x0000_s2052" inset="5.85pt,.7pt,5.85pt,.7pt">
              <w:txbxContent>
                <w:p w14:paraId="2AD3C779" w14:textId="77777777" w:rsidR="0043582A" w:rsidRPr="00414D95" w:rsidRDefault="0043582A" w:rsidP="0043582A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</w:rPr>
                  </w:pPr>
                </w:p>
                <w:p w14:paraId="19983471" w14:textId="6210260D" w:rsidR="0043582A" w:rsidRPr="00414D95" w:rsidRDefault="0043582A" w:rsidP="0043582A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</w:rPr>
                  </w:pPr>
                  <w:r w:rsidRPr="00414D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固定文言</w:t>
                  </w:r>
                  <w:r w:rsidR="004639C8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２</w:t>
                  </w:r>
                </w:p>
              </w:txbxContent>
            </v:textbox>
            <w10:anchorlock/>
          </v:rect>
        </w:pict>
      </w:r>
      <w:r w:rsidR="006E0D9D">
        <w:rPr>
          <w:rFonts w:hint="eastAsia"/>
        </w:rPr>
        <w:t>様式第</w:t>
      </w:r>
      <w:r w:rsidR="006E0D9D">
        <w:t>8</w:t>
      </w:r>
      <w:r w:rsidR="006E0D9D">
        <w:rPr>
          <w:rFonts w:hint="eastAsia"/>
        </w:rPr>
        <w:t>号</w:t>
      </w:r>
    </w:p>
    <w:p w14:paraId="020E9F3B" w14:textId="2EC483E1" w:rsidR="006E0D9D" w:rsidRDefault="001A4D85">
      <w:pPr>
        <w:wordWrap w:val="0"/>
        <w:overflowPunct w:val="0"/>
        <w:autoSpaceDE w:val="0"/>
        <w:autoSpaceDN w:val="0"/>
        <w:spacing w:after="120"/>
        <w:jc w:val="center"/>
        <w:textAlignment w:val="center"/>
      </w:pPr>
      <w:r>
        <w:rPr>
          <w:rFonts w:hint="eastAsia"/>
        </w:rPr>
        <w:t>（表　面）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1700"/>
        <w:gridCol w:w="530"/>
        <w:gridCol w:w="531"/>
        <w:gridCol w:w="531"/>
        <w:gridCol w:w="32"/>
        <w:gridCol w:w="499"/>
        <w:gridCol w:w="211"/>
        <w:gridCol w:w="319"/>
        <w:gridCol w:w="531"/>
        <w:gridCol w:w="531"/>
        <w:gridCol w:w="531"/>
        <w:gridCol w:w="530"/>
        <w:gridCol w:w="531"/>
        <w:gridCol w:w="531"/>
        <w:gridCol w:w="531"/>
        <w:gridCol w:w="218"/>
      </w:tblGrid>
      <w:tr w:rsidR="006E0D9D" w14:paraId="281C79E4" w14:textId="77777777" w:rsidTr="00937D28">
        <w:trPr>
          <w:trHeight w:val="1071"/>
        </w:trPr>
        <w:tc>
          <w:tcPr>
            <w:tcW w:w="4252" w:type="dxa"/>
            <w:gridSpan w:val="8"/>
            <w:tcBorders>
              <w:bottom w:val="nil"/>
              <w:right w:val="single" w:sz="4" w:space="0" w:color="FFFFFF"/>
            </w:tcBorders>
            <w:vAlign w:val="center"/>
          </w:tcPr>
          <w:p w14:paraId="05FF5B7A" w14:textId="12E6B789" w:rsidR="006E0D9D" w:rsidRDefault="006E0D9D">
            <w:pPr>
              <w:wordWrap w:val="0"/>
              <w:overflowPunct w:val="0"/>
              <w:autoSpaceDE w:val="0"/>
              <w:autoSpaceDN w:val="0"/>
              <w:ind w:right="-100"/>
              <w:jc w:val="right"/>
              <w:textAlignment w:val="center"/>
            </w:pPr>
            <w:r>
              <w:rPr>
                <w:rFonts w:hint="eastAsia"/>
              </w:rPr>
              <w:t>障害児福祉手当</w:t>
            </w:r>
          </w:p>
          <w:p w14:paraId="3064FDE9" w14:textId="5C0A5188" w:rsidR="006E0D9D" w:rsidRDefault="006E0D9D">
            <w:pPr>
              <w:wordWrap w:val="0"/>
              <w:overflowPunct w:val="0"/>
              <w:autoSpaceDE w:val="0"/>
              <w:autoSpaceDN w:val="0"/>
              <w:ind w:right="-100"/>
              <w:jc w:val="right"/>
              <w:textAlignment w:val="center"/>
            </w:pPr>
            <w:r>
              <w:rPr>
                <w:rFonts w:hint="eastAsia"/>
              </w:rPr>
              <w:t>特別障害者手当</w:t>
            </w:r>
          </w:p>
          <w:p w14:paraId="2D6DB305" w14:textId="60BFD46B" w:rsidR="006E0D9D" w:rsidRDefault="0043582A">
            <w:pPr>
              <w:wordWrap w:val="0"/>
              <w:overflowPunct w:val="0"/>
              <w:autoSpaceDE w:val="0"/>
              <w:autoSpaceDN w:val="0"/>
              <w:ind w:right="-100"/>
              <w:jc w:val="right"/>
              <w:textAlignment w:val="center"/>
            </w:pPr>
            <w:r>
              <w:rPr>
                <w:rFonts w:hint="eastAsia"/>
              </w:rPr>
              <w:t xml:space="preserve">　　（</w:t>
            </w:r>
            <w:r w:rsidR="00DA072C">
              <w:rPr>
                <w:rFonts w:hint="eastAsia"/>
              </w:rPr>
              <w:t>福</w:t>
            </w:r>
            <w:r>
              <w:rPr>
                <w:rFonts w:hint="eastAsia"/>
              </w:rPr>
              <w:t xml:space="preserve"> </w:t>
            </w:r>
            <w:r w:rsidR="00DA072C">
              <w:rPr>
                <w:rFonts w:hint="eastAsia"/>
              </w:rPr>
              <w:t>祉</w:t>
            </w:r>
            <w:r>
              <w:rPr>
                <w:rFonts w:hint="eastAsia"/>
              </w:rPr>
              <w:t xml:space="preserve"> </w:t>
            </w:r>
            <w:r w:rsidR="00DA072C">
              <w:rPr>
                <w:rFonts w:hint="eastAsia"/>
              </w:rPr>
              <w:t>手</w:t>
            </w:r>
            <w:r>
              <w:rPr>
                <w:rFonts w:hint="eastAsia"/>
              </w:rPr>
              <w:t xml:space="preserve"> </w:t>
            </w:r>
            <w:r w:rsidR="00DA072C">
              <w:rPr>
                <w:rFonts w:hint="eastAsia"/>
              </w:rPr>
              <w:t>当</w:t>
            </w:r>
            <w:r>
              <w:rPr>
                <w:rFonts w:hint="eastAsia"/>
              </w:rPr>
              <w:t>)</w:t>
            </w:r>
          </w:p>
        </w:tc>
        <w:tc>
          <w:tcPr>
            <w:tcW w:w="4253" w:type="dxa"/>
            <w:gridSpan w:val="9"/>
            <w:tcBorders>
              <w:left w:val="single" w:sz="4" w:space="0" w:color="FFFFFF"/>
              <w:bottom w:val="nil"/>
            </w:tcBorders>
            <w:vAlign w:val="center"/>
          </w:tcPr>
          <w:p w14:paraId="64799A2C" w14:textId="77777777" w:rsidR="006E0D9D" w:rsidRDefault="006E0D9D" w:rsidP="001A4D85">
            <w:pPr>
              <w:wordWrap w:val="0"/>
              <w:overflowPunct w:val="0"/>
              <w:autoSpaceDE w:val="0"/>
              <w:autoSpaceDN w:val="0"/>
              <w:ind w:left="-100" w:firstLineChars="46" w:firstLine="145"/>
              <w:textAlignment w:val="center"/>
            </w:pPr>
            <w:r>
              <w:rPr>
                <w:rFonts w:hint="eastAsia"/>
                <w:spacing w:val="53"/>
              </w:rPr>
              <w:t>資格喪失</w:t>
            </w:r>
            <w:r>
              <w:rPr>
                <w:rFonts w:hint="eastAsia"/>
              </w:rPr>
              <w:t>届</w:t>
            </w:r>
          </w:p>
        </w:tc>
      </w:tr>
      <w:tr w:rsidR="00270E53" w14:paraId="1B7F23E3" w14:textId="77777777" w:rsidTr="00937D28">
        <w:trPr>
          <w:cantSplit/>
          <w:trHeight w:val="454"/>
        </w:trPr>
        <w:tc>
          <w:tcPr>
            <w:tcW w:w="218" w:type="dxa"/>
            <w:vMerge w:val="restart"/>
            <w:tcBorders>
              <w:top w:val="single" w:sz="4" w:space="0" w:color="FFFFFF"/>
            </w:tcBorders>
            <w:vAlign w:val="center"/>
          </w:tcPr>
          <w:p w14:paraId="677CF133" w14:textId="670D15BC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  <w:r>
              <w:rPr>
                <w:rFonts w:hint="eastAsia"/>
                <w:spacing w:val="53"/>
              </w:rPr>
              <w:t xml:space="preserve">　</w:t>
            </w:r>
          </w:p>
        </w:tc>
        <w:tc>
          <w:tcPr>
            <w:tcW w:w="1700" w:type="dxa"/>
            <w:vMerge w:val="restart"/>
            <w:vAlign w:val="center"/>
          </w:tcPr>
          <w:p w14:paraId="3F3E1568" w14:textId="01F6F1BE" w:rsidR="00270E53" w:rsidRDefault="00270E53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t>(</w:t>
            </w:r>
            <w:r>
              <w:rPr>
                <w:rFonts w:hint="eastAsia"/>
              </w:rPr>
              <w:t>フリガナ</w:t>
            </w:r>
            <w:r>
              <w:t>)</w:t>
            </w:r>
          </w:p>
          <w:p w14:paraId="4BC8157D" w14:textId="77777777" w:rsidR="00270E53" w:rsidRDefault="00270E53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spacing w:val="53"/>
              </w:rPr>
            </w:pPr>
            <w:r>
              <w:rPr>
                <w:rFonts w:hint="eastAsia"/>
              </w:rPr>
              <w:t>受給者の氏名</w:t>
            </w:r>
          </w:p>
        </w:tc>
        <w:tc>
          <w:tcPr>
            <w:tcW w:w="6369" w:type="dxa"/>
            <w:gridSpan w:val="14"/>
            <w:tcBorders>
              <w:bottom w:val="dashed" w:sz="4" w:space="0" w:color="auto"/>
            </w:tcBorders>
            <w:vAlign w:val="center"/>
          </w:tcPr>
          <w:p w14:paraId="55ED4D07" w14:textId="27B27D5F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218" w:type="dxa"/>
            <w:vMerge w:val="restart"/>
            <w:tcBorders>
              <w:top w:val="single" w:sz="4" w:space="0" w:color="FFFFFF"/>
            </w:tcBorders>
            <w:vAlign w:val="center"/>
          </w:tcPr>
          <w:p w14:paraId="0BB0DF9C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  <w:r>
              <w:rPr>
                <w:rFonts w:hint="eastAsia"/>
                <w:spacing w:val="53"/>
              </w:rPr>
              <w:t xml:space="preserve">　</w:t>
            </w:r>
          </w:p>
        </w:tc>
      </w:tr>
      <w:tr w:rsidR="00270E53" w14:paraId="03B95F6C" w14:textId="77777777" w:rsidTr="00270E53">
        <w:trPr>
          <w:cantSplit/>
          <w:trHeight w:val="567"/>
        </w:trPr>
        <w:tc>
          <w:tcPr>
            <w:tcW w:w="218" w:type="dxa"/>
            <w:vMerge/>
            <w:tcBorders>
              <w:top w:val="dashed" w:sz="4" w:space="0" w:color="auto"/>
            </w:tcBorders>
            <w:vAlign w:val="center"/>
          </w:tcPr>
          <w:p w14:paraId="25CA8ED7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  <w:tc>
          <w:tcPr>
            <w:tcW w:w="1700" w:type="dxa"/>
            <w:vMerge/>
            <w:tcBorders>
              <w:top w:val="dashed" w:sz="4" w:space="0" w:color="auto"/>
            </w:tcBorders>
            <w:vAlign w:val="center"/>
          </w:tcPr>
          <w:p w14:paraId="66D694C3" w14:textId="77777777" w:rsidR="00270E53" w:rsidRDefault="00270E53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</w:p>
        </w:tc>
        <w:tc>
          <w:tcPr>
            <w:tcW w:w="6369" w:type="dxa"/>
            <w:gridSpan w:val="14"/>
            <w:tcBorders>
              <w:top w:val="dashed" w:sz="4" w:space="0" w:color="auto"/>
            </w:tcBorders>
            <w:vAlign w:val="center"/>
          </w:tcPr>
          <w:p w14:paraId="5115E1B1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218" w:type="dxa"/>
            <w:vMerge/>
            <w:vAlign w:val="center"/>
          </w:tcPr>
          <w:p w14:paraId="4F802FDF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</w:tr>
      <w:tr w:rsidR="00270E53" w14:paraId="0B0A030B" w14:textId="77777777" w:rsidTr="00937D28">
        <w:trPr>
          <w:cantSplit/>
          <w:trHeight w:val="680"/>
        </w:trPr>
        <w:tc>
          <w:tcPr>
            <w:tcW w:w="218" w:type="dxa"/>
            <w:vMerge/>
            <w:vAlign w:val="center"/>
          </w:tcPr>
          <w:p w14:paraId="7790887D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  <w:tc>
          <w:tcPr>
            <w:tcW w:w="1700" w:type="dxa"/>
            <w:vAlign w:val="center"/>
          </w:tcPr>
          <w:p w14:paraId="7ED1191E" w14:textId="77777777" w:rsidR="00270E53" w:rsidRDefault="00270E53" w:rsidP="00DA072C">
            <w:pPr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受給者の住所</w:t>
            </w:r>
          </w:p>
        </w:tc>
        <w:tc>
          <w:tcPr>
            <w:tcW w:w="6369" w:type="dxa"/>
            <w:gridSpan w:val="14"/>
            <w:vAlign w:val="center"/>
          </w:tcPr>
          <w:p w14:paraId="1C6A5B7C" w14:textId="77777777" w:rsidR="001E1210" w:rsidRDefault="001E1210" w:rsidP="001E1210">
            <w:pPr>
              <w:rPr>
                <w:rFonts w:hAnsi="ＭＳ 明朝"/>
                <w:szCs w:val="21"/>
              </w:rPr>
            </w:pPr>
            <w:r>
              <w:rPr>
                <w:rFonts w:hint="eastAsia"/>
                <w:szCs w:val="21"/>
              </w:rPr>
              <w:t>〒</w:t>
            </w:r>
          </w:p>
          <w:p w14:paraId="36BDA1E3" w14:textId="376BFAAA" w:rsidR="00270E53" w:rsidRDefault="00270E53" w:rsidP="001E1210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218" w:type="dxa"/>
            <w:vMerge/>
            <w:vAlign w:val="center"/>
          </w:tcPr>
          <w:p w14:paraId="23F86366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</w:tr>
      <w:tr w:rsidR="00FF3027" w14:paraId="5AC9C172" w14:textId="77777777" w:rsidTr="00214181">
        <w:trPr>
          <w:cantSplit/>
          <w:trHeight w:val="656"/>
        </w:trPr>
        <w:tc>
          <w:tcPr>
            <w:tcW w:w="218" w:type="dxa"/>
            <w:vMerge/>
            <w:vAlign w:val="center"/>
          </w:tcPr>
          <w:p w14:paraId="74BA1BB6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  <w:tc>
          <w:tcPr>
            <w:tcW w:w="1700" w:type="dxa"/>
            <w:vAlign w:val="center"/>
          </w:tcPr>
          <w:p w14:paraId="64A6C455" w14:textId="77777777" w:rsidR="00FF3027" w:rsidRDefault="00FF3027" w:rsidP="00DA072C">
            <w:pPr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受給者の</w:t>
            </w:r>
          </w:p>
          <w:p w14:paraId="22C61A91" w14:textId="58CDA7AF" w:rsidR="00FF3027" w:rsidRDefault="00FF3027" w:rsidP="00DA072C">
            <w:pPr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個人番号</w:t>
            </w:r>
          </w:p>
        </w:tc>
        <w:tc>
          <w:tcPr>
            <w:tcW w:w="530" w:type="dxa"/>
            <w:vAlign w:val="center"/>
          </w:tcPr>
          <w:p w14:paraId="32AD1384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1" w:type="dxa"/>
            <w:vAlign w:val="center"/>
          </w:tcPr>
          <w:p w14:paraId="34D29023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1" w:type="dxa"/>
            <w:vAlign w:val="center"/>
          </w:tcPr>
          <w:p w14:paraId="0CF058BF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1" w:type="dxa"/>
            <w:gridSpan w:val="2"/>
            <w:vAlign w:val="center"/>
          </w:tcPr>
          <w:p w14:paraId="7B895C8B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0" w:type="dxa"/>
            <w:gridSpan w:val="2"/>
            <w:vAlign w:val="center"/>
          </w:tcPr>
          <w:p w14:paraId="5FB0336F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1" w:type="dxa"/>
            <w:vAlign w:val="center"/>
          </w:tcPr>
          <w:p w14:paraId="05B21BBE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1" w:type="dxa"/>
            <w:vAlign w:val="center"/>
          </w:tcPr>
          <w:p w14:paraId="1CDF0983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1" w:type="dxa"/>
            <w:vAlign w:val="center"/>
          </w:tcPr>
          <w:p w14:paraId="337CB6FD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0" w:type="dxa"/>
            <w:vAlign w:val="center"/>
          </w:tcPr>
          <w:p w14:paraId="5284DDED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1" w:type="dxa"/>
            <w:vAlign w:val="center"/>
          </w:tcPr>
          <w:p w14:paraId="4E42BB04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1" w:type="dxa"/>
            <w:vAlign w:val="center"/>
          </w:tcPr>
          <w:p w14:paraId="710D7433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1" w:type="dxa"/>
            <w:vAlign w:val="center"/>
          </w:tcPr>
          <w:p w14:paraId="24F5FF06" w14:textId="25185CCE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218" w:type="dxa"/>
            <w:vMerge/>
            <w:vAlign w:val="center"/>
          </w:tcPr>
          <w:p w14:paraId="0C455490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</w:tr>
      <w:tr w:rsidR="00270E53" w14:paraId="208538F6" w14:textId="77777777" w:rsidTr="00DB0FF1">
        <w:trPr>
          <w:cantSplit/>
          <w:trHeight w:val="2976"/>
        </w:trPr>
        <w:tc>
          <w:tcPr>
            <w:tcW w:w="218" w:type="dxa"/>
            <w:vMerge/>
            <w:vAlign w:val="center"/>
          </w:tcPr>
          <w:p w14:paraId="1A237F4F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  <w:tc>
          <w:tcPr>
            <w:tcW w:w="1700" w:type="dxa"/>
            <w:tcBorders>
              <w:bottom w:val="nil"/>
            </w:tcBorders>
            <w:vAlign w:val="center"/>
          </w:tcPr>
          <w:p w14:paraId="5ED7CA05" w14:textId="77777777" w:rsidR="00270E53" w:rsidRDefault="00270E53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spacing w:val="70"/>
              </w:rPr>
            </w:pPr>
            <w:r>
              <w:rPr>
                <w:rFonts w:hint="eastAsia"/>
              </w:rPr>
              <w:t>受給資格がなくなった理由</w:t>
            </w:r>
          </w:p>
        </w:tc>
        <w:tc>
          <w:tcPr>
            <w:tcW w:w="6369" w:type="dxa"/>
            <w:gridSpan w:val="14"/>
            <w:tcBorders>
              <w:bottom w:val="nil"/>
            </w:tcBorders>
            <w:vAlign w:val="center"/>
          </w:tcPr>
          <w:p w14:paraId="176E173B" w14:textId="0E13CB5A" w:rsidR="00270E53" w:rsidRDefault="00270E53">
            <w:pPr>
              <w:wordWrap w:val="0"/>
              <w:overflowPunct w:val="0"/>
              <w:autoSpaceDE w:val="0"/>
              <w:autoSpaceDN w:val="0"/>
              <w:ind w:left="111" w:hanging="111"/>
              <w:textAlignment w:val="center"/>
            </w:pPr>
            <w:r>
              <w:t>1</w:t>
            </w:r>
            <w:r>
              <w:rPr>
                <w:rFonts w:hint="eastAsia"/>
              </w:rPr>
              <w:t xml:space="preserve">　障害年金等を受けるようになった</w:t>
            </w:r>
          </w:p>
          <w:p w14:paraId="757DFE1C" w14:textId="366B159F" w:rsidR="00270E53" w:rsidRDefault="00270E53">
            <w:pPr>
              <w:wordWrap w:val="0"/>
              <w:overflowPunct w:val="0"/>
              <w:autoSpaceDE w:val="0"/>
              <w:autoSpaceDN w:val="0"/>
              <w:ind w:left="111" w:hanging="111"/>
              <w:textAlignment w:val="center"/>
            </w:pPr>
            <w:r>
              <w:rPr>
                <w:rFonts w:hint="eastAsia"/>
              </w:rPr>
              <w:t xml:space="preserve">　　</w:t>
            </w:r>
            <w:r>
              <w:t>(</w:t>
            </w:r>
            <w:r>
              <w:rPr>
                <w:rFonts w:hint="eastAsia"/>
              </w:rPr>
              <w:t xml:space="preserve">種類　　　　　　　　　　　　　　　　　　　　　　　　</w:t>
            </w:r>
            <w:r>
              <w:t>)</w:t>
            </w:r>
          </w:p>
          <w:p w14:paraId="7D8A638A" w14:textId="77777777" w:rsidR="00270E53" w:rsidRDefault="00270E53">
            <w:pPr>
              <w:wordWrap w:val="0"/>
              <w:overflowPunct w:val="0"/>
              <w:autoSpaceDE w:val="0"/>
              <w:autoSpaceDN w:val="0"/>
              <w:ind w:left="111" w:hanging="111"/>
              <w:textAlignment w:val="center"/>
            </w:pPr>
            <w:r>
              <w:t>2</w:t>
            </w:r>
            <w:r>
              <w:rPr>
                <w:rFonts w:hint="eastAsia"/>
              </w:rPr>
              <w:t xml:space="preserve">　施設に入所した</w:t>
            </w:r>
          </w:p>
          <w:p w14:paraId="4119B093" w14:textId="0147B157" w:rsidR="00270E53" w:rsidRDefault="00270E53">
            <w:pPr>
              <w:wordWrap w:val="0"/>
              <w:overflowPunct w:val="0"/>
              <w:autoSpaceDE w:val="0"/>
              <w:autoSpaceDN w:val="0"/>
              <w:ind w:left="111" w:hanging="111"/>
              <w:textAlignment w:val="center"/>
            </w:pPr>
            <w:r>
              <w:rPr>
                <w:rFonts w:hint="eastAsia"/>
              </w:rPr>
              <w:t xml:space="preserve">　　</w:t>
            </w:r>
            <w:r>
              <w:t>(</w:t>
            </w:r>
            <w:r>
              <w:rPr>
                <w:rFonts w:hint="eastAsia"/>
              </w:rPr>
              <w:t xml:space="preserve">種類　　　　　　　　　　　　　　　　　　　　　　　　</w:t>
            </w:r>
            <w:r>
              <w:t>)</w:t>
            </w:r>
          </w:p>
          <w:p w14:paraId="1197D298" w14:textId="392C4DDB" w:rsidR="00270E53" w:rsidRDefault="00270E53">
            <w:pPr>
              <w:wordWrap w:val="0"/>
              <w:overflowPunct w:val="0"/>
              <w:autoSpaceDE w:val="0"/>
              <w:autoSpaceDN w:val="0"/>
              <w:ind w:left="111" w:hanging="111"/>
              <w:textAlignment w:val="center"/>
            </w:pPr>
            <w:r>
              <w:t>3</w:t>
            </w:r>
            <w:r>
              <w:rPr>
                <w:rFonts w:hint="eastAsia"/>
              </w:rPr>
              <w:t xml:space="preserve">　病院・診療所に３か月以上継続して入院するに至った。</w:t>
            </w:r>
          </w:p>
          <w:p w14:paraId="0876C6DF" w14:textId="13F504A9" w:rsidR="00270E53" w:rsidRDefault="00270E53">
            <w:pPr>
              <w:wordWrap w:val="0"/>
              <w:overflowPunct w:val="0"/>
              <w:autoSpaceDE w:val="0"/>
              <w:autoSpaceDN w:val="0"/>
              <w:ind w:left="111" w:hanging="111"/>
              <w:textAlignment w:val="center"/>
            </w:pPr>
            <w:r>
              <w:t>4</w:t>
            </w:r>
            <w:r>
              <w:rPr>
                <w:rFonts w:hint="eastAsia"/>
              </w:rPr>
              <w:t xml:space="preserve">　障害の程度が法施行令第</w:t>
            </w:r>
            <w:r w:rsidR="00A91CEC">
              <w:rPr>
                <w:rFonts w:hint="eastAsia"/>
              </w:rPr>
              <w:t>１</w:t>
            </w:r>
            <w:r>
              <w:rPr>
                <w:rFonts w:hint="eastAsia"/>
              </w:rPr>
              <w:t>条に掲げる障害の状態に該当しなくなった。</w:t>
            </w:r>
          </w:p>
          <w:p w14:paraId="4FB80E96" w14:textId="45294563" w:rsidR="00270E53" w:rsidRDefault="00270E53">
            <w:pPr>
              <w:wordWrap w:val="0"/>
              <w:overflowPunct w:val="0"/>
              <w:autoSpaceDE w:val="0"/>
              <w:autoSpaceDN w:val="0"/>
              <w:ind w:left="111" w:hanging="111"/>
              <w:textAlignment w:val="center"/>
            </w:pPr>
            <w:r>
              <w:t>5</w:t>
            </w:r>
            <w:r>
              <w:rPr>
                <w:rFonts w:hint="eastAsia"/>
              </w:rPr>
              <w:t xml:space="preserve">　その他</w:t>
            </w:r>
            <w:r>
              <w:t>(</w:t>
            </w:r>
            <w:r>
              <w:rPr>
                <w:rFonts w:hint="eastAsia"/>
              </w:rPr>
              <w:t xml:space="preserve">　　　　　　　　　　　　　　　　　　　　 　　　</w:t>
            </w:r>
            <w:r>
              <w:t>)</w:t>
            </w:r>
          </w:p>
        </w:tc>
        <w:tc>
          <w:tcPr>
            <w:tcW w:w="218" w:type="dxa"/>
            <w:vMerge/>
            <w:vAlign w:val="center"/>
          </w:tcPr>
          <w:p w14:paraId="63146576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</w:tr>
      <w:tr w:rsidR="00270E53" w14:paraId="291AC783" w14:textId="77777777" w:rsidTr="001A4D85">
        <w:trPr>
          <w:cantSplit/>
          <w:trHeight w:val="669"/>
        </w:trPr>
        <w:tc>
          <w:tcPr>
            <w:tcW w:w="218" w:type="dxa"/>
            <w:vMerge/>
            <w:tcBorders>
              <w:bottom w:val="single" w:sz="4" w:space="0" w:color="FFFFFF"/>
            </w:tcBorders>
            <w:vAlign w:val="center"/>
          </w:tcPr>
          <w:p w14:paraId="31E6E7B8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  <w:tc>
          <w:tcPr>
            <w:tcW w:w="1700" w:type="dxa"/>
            <w:vAlign w:val="center"/>
          </w:tcPr>
          <w:p w14:paraId="02545A16" w14:textId="77777777" w:rsidR="00270E53" w:rsidRDefault="00270E53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上記の理由が発生した日</w:t>
            </w:r>
          </w:p>
        </w:tc>
        <w:tc>
          <w:tcPr>
            <w:tcW w:w="6369" w:type="dxa"/>
            <w:gridSpan w:val="14"/>
            <w:vAlign w:val="center"/>
          </w:tcPr>
          <w:p w14:paraId="7910A21B" w14:textId="77777777" w:rsidR="00270E53" w:rsidRDefault="00270E53">
            <w:pPr>
              <w:wordWrap w:val="0"/>
              <w:overflowPunct w:val="0"/>
              <w:autoSpaceDE w:val="0"/>
              <w:autoSpaceDN w:val="0"/>
              <w:ind w:left="111" w:hanging="111"/>
              <w:textAlignment w:val="center"/>
            </w:pPr>
            <w:r>
              <w:rPr>
                <w:rFonts w:hint="eastAsia"/>
              </w:rPr>
              <w:t xml:space="preserve">　　　　　年　　　　月　　　　日</w:t>
            </w:r>
          </w:p>
        </w:tc>
        <w:tc>
          <w:tcPr>
            <w:tcW w:w="218" w:type="dxa"/>
            <w:vMerge/>
            <w:tcBorders>
              <w:bottom w:val="nil"/>
            </w:tcBorders>
            <w:vAlign w:val="center"/>
          </w:tcPr>
          <w:p w14:paraId="0E27D4C8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</w:tr>
      <w:tr w:rsidR="006E0D9D" w14:paraId="797E0BC1" w14:textId="77777777" w:rsidTr="001A4D85">
        <w:trPr>
          <w:cantSplit/>
          <w:trHeight w:val="1241"/>
        </w:trPr>
        <w:tc>
          <w:tcPr>
            <w:tcW w:w="1918" w:type="dxa"/>
            <w:gridSpan w:val="2"/>
            <w:tcBorders>
              <w:top w:val="nil"/>
              <w:bottom w:val="single" w:sz="4" w:space="0" w:color="FFFFFF"/>
              <w:right w:val="single" w:sz="4" w:space="0" w:color="FFFFFF"/>
            </w:tcBorders>
            <w:vAlign w:val="center"/>
          </w:tcPr>
          <w:p w14:paraId="0364B1AE" w14:textId="1FE03337" w:rsidR="006E0D9D" w:rsidRDefault="006E0D9D" w:rsidP="00FF3027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spacing w:val="53"/>
              </w:rPr>
            </w:pPr>
            <w:r>
              <w:rPr>
                <w:rFonts w:hint="eastAsia"/>
              </w:rPr>
              <w:t xml:space="preserve">　上記のとおり</w:t>
            </w:r>
            <w:r w:rsidR="004803C6">
              <w:rPr>
                <w:rFonts w:hint="eastAsia"/>
              </w:rPr>
              <w:t>、</w:t>
            </w:r>
          </w:p>
        </w:tc>
        <w:tc>
          <w:tcPr>
            <w:tcW w:w="1624" w:type="dxa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4900FF75" w14:textId="77777777" w:rsidR="006E0D9D" w:rsidRDefault="006E0D9D" w:rsidP="00FF3027">
            <w:pPr>
              <w:wordWrap w:val="0"/>
              <w:overflowPunct w:val="0"/>
              <w:autoSpaceDE w:val="0"/>
              <w:autoSpaceDN w:val="0"/>
              <w:spacing w:line="220" w:lineRule="exact"/>
              <w:ind w:left="-24" w:right="-100"/>
              <w:jc w:val="distribute"/>
              <w:textAlignment w:val="center"/>
            </w:pPr>
            <w:r>
              <w:rPr>
                <w:rFonts w:hint="eastAsia"/>
              </w:rPr>
              <w:t>障害児福祉手当</w:t>
            </w:r>
          </w:p>
          <w:p w14:paraId="4654FB87" w14:textId="77777777" w:rsidR="006E0D9D" w:rsidRDefault="006E0D9D" w:rsidP="00FF3027">
            <w:pPr>
              <w:wordWrap w:val="0"/>
              <w:overflowPunct w:val="0"/>
              <w:autoSpaceDE w:val="0"/>
              <w:autoSpaceDN w:val="0"/>
              <w:spacing w:line="220" w:lineRule="exact"/>
              <w:ind w:left="-24" w:right="-100"/>
              <w:jc w:val="distribute"/>
              <w:textAlignment w:val="center"/>
            </w:pPr>
            <w:r>
              <w:rPr>
                <w:rFonts w:hint="eastAsia"/>
              </w:rPr>
              <w:t>特別障害者手当</w:t>
            </w:r>
          </w:p>
          <w:p w14:paraId="45424395" w14:textId="77777777" w:rsidR="006E0D9D" w:rsidRDefault="00DA072C" w:rsidP="00FF3027">
            <w:pPr>
              <w:wordWrap w:val="0"/>
              <w:overflowPunct w:val="0"/>
              <w:autoSpaceDE w:val="0"/>
              <w:autoSpaceDN w:val="0"/>
              <w:spacing w:line="220" w:lineRule="exact"/>
              <w:ind w:left="-24" w:right="-100"/>
              <w:jc w:val="distribute"/>
              <w:textAlignment w:val="center"/>
              <w:rPr>
                <w:spacing w:val="53"/>
              </w:rPr>
            </w:pPr>
            <w:r>
              <w:rPr>
                <w:rFonts w:hint="eastAsia"/>
              </w:rPr>
              <w:t>経過的福祉手当</w:t>
            </w:r>
          </w:p>
        </w:tc>
        <w:tc>
          <w:tcPr>
            <w:tcW w:w="4963" w:type="dxa"/>
            <w:gridSpan w:val="11"/>
            <w:tcBorders>
              <w:top w:val="nil"/>
              <w:left w:val="single" w:sz="4" w:space="0" w:color="FFFFFF"/>
              <w:bottom w:val="nil"/>
            </w:tcBorders>
            <w:vAlign w:val="center"/>
          </w:tcPr>
          <w:p w14:paraId="1A27874B" w14:textId="77777777" w:rsidR="006E0D9D" w:rsidRDefault="006E0D9D" w:rsidP="00FF3027">
            <w:pPr>
              <w:wordWrap w:val="0"/>
              <w:overflowPunct w:val="0"/>
              <w:autoSpaceDE w:val="0"/>
              <w:autoSpaceDN w:val="0"/>
              <w:spacing w:line="220" w:lineRule="exact"/>
              <w:ind w:left="-100" w:firstLineChars="47" w:firstLine="99"/>
              <w:textAlignment w:val="center"/>
              <w:rPr>
                <w:spacing w:val="53"/>
              </w:rPr>
            </w:pPr>
            <w:r>
              <w:rPr>
                <w:rFonts w:hint="eastAsia"/>
              </w:rPr>
              <w:t>を受ける資格がなくなりましたので届け出ます。</w:t>
            </w:r>
          </w:p>
        </w:tc>
      </w:tr>
      <w:tr w:rsidR="006E0D9D" w:rsidRPr="0043582A" w14:paraId="368D2892" w14:textId="77777777" w:rsidTr="00DB0FF1">
        <w:trPr>
          <w:cantSplit/>
          <w:trHeight w:val="1176"/>
        </w:trPr>
        <w:tc>
          <w:tcPr>
            <w:tcW w:w="8505" w:type="dxa"/>
            <w:gridSpan w:val="17"/>
            <w:tcBorders>
              <w:top w:val="single" w:sz="4" w:space="0" w:color="FFFFFF"/>
              <w:bottom w:val="single" w:sz="4" w:space="0" w:color="auto"/>
            </w:tcBorders>
            <w:vAlign w:val="center"/>
          </w:tcPr>
          <w:p w14:paraId="7395DE33" w14:textId="3F6DD6B9" w:rsidR="006E0D9D" w:rsidRDefault="006E0D9D" w:rsidP="00937D28">
            <w:pPr>
              <w:wordWrap w:val="0"/>
              <w:overflowPunct w:val="0"/>
              <w:autoSpaceDE w:val="0"/>
              <w:autoSpaceDN w:val="0"/>
              <w:spacing w:after="240" w:line="200" w:lineRule="exact"/>
              <w:ind w:firstLineChars="490" w:firstLine="1029"/>
              <w:textAlignment w:val="center"/>
            </w:pPr>
            <w:r>
              <w:rPr>
                <w:rFonts w:hint="eastAsia"/>
              </w:rPr>
              <w:t xml:space="preserve">年　　</w:t>
            </w:r>
            <w:r w:rsidR="00937D2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月　</w:t>
            </w:r>
            <w:r w:rsidR="00937D2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日</w:t>
            </w:r>
          </w:p>
          <w:p w14:paraId="577A4ABB" w14:textId="327B61A0" w:rsidR="006E0D9D" w:rsidRDefault="006E0D9D" w:rsidP="00FF3027">
            <w:pPr>
              <w:wordWrap w:val="0"/>
              <w:overflowPunct w:val="0"/>
              <w:autoSpaceDE w:val="0"/>
              <w:autoSpaceDN w:val="0"/>
              <w:spacing w:after="240" w:line="200" w:lineRule="exact"/>
              <w:ind w:right="216"/>
              <w:jc w:val="right"/>
              <w:textAlignment w:val="center"/>
            </w:pPr>
            <w:r>
              <w:rPr>
                <w:rFonts w:hint="eastAsia"/>
              </w:rPr>
              <w:t>氏</w:t>
            </w:r>
            <w:r w:rsidR="001C3E07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名</w:t>
            </w:r>
            <w:r w:rsidR="00937D28">
              <w:rPr>
                <w:rFonts w:hint="eastAsia"/>
              </w:rPr>
              <w:t xml:space="preserve">　</w:t>
            </w:r>
            <w:r w:rsidR="00A91CEC">
              <w:rPr>
                <w:rFonts w:hint="eastAsia"/>
              </w:rPr>
              <w:t xml:space="preserve">　</w:t>
            </w:r>
            <w:r w:rsidR="00937D28">
              <w:rPr>
                <w:rFonts w:hint="eastAsia"/>
              </w:rPr>
              <w:t xml:space="preserve"> </w:t>
            </w:r>
            <w:r w:rsidR="00937D28">
              <w:t xml:space="preserve">  </w:t>
            </w:r>
            <w:r w:rsidR="00A91CEC">
              <w:rPr>
                <w:rFonts w:hint="eastAsia"/>
              </w:rPr>
              <w:t xml:space="preserve">　　</w:t>
            </w:r>
            <w:r w:rsidR="00BC37D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　　　　</w:t>
            </w:r>
          </w:p>
          <w:p w14:paraId="0991B9AF" w14:textId="070E20C3" w:rsidR="006E0D9D" w:rsidRPr="00937D28" w:rsidRDefault="006E0D9D" w:rsidP="00FF3027">
            <w:pPr>
              <w:wordWrap w:val="0"/>
              <w:overflowPunct w:val="0"/>
              <w:autoSpaceDE w:val="0"/>
              <w:autoSpaceDN w:val="0"/>
              <w:spacing w:after="240" w:line="200" w:lineRule="exact"/>
              <w:textAlignment w:val="center"/>
            </w:pPr>
            <w:r>
              <w:rPr>
                <w:rFonts w:hint="eastAsia"/>
              </w:rPr>
              <w:t xml:space="preserve">　　</w:t>
            </w:r>
            <w:r w:rsidR="00A91CEC">
              <w:rPr>
                <w:rFonts w:hint="eastAsia"/>
              </w:rPr>
              <w:t xml:space="preserve">　　　　　　</w:t>
            </w:r>
            <w:r w:rsidR="00A91CEC" w:rsidRPr="00937D28">
              <w:rPr>
                <w:rFonts w:hint="eastAsia"/>
              </w:rPr>
              <w:t xml:space="preserve">　</w:t>
            </w:r>
            <w:r w:rsidR="008C4060">
              <w:rPr>
                <w:rFonts w:hint="eastAsia"/>
                <w:bdr w:val="single" w:sz="4" w:space="0" w:color="auto" w:frame="1"/>
              </w:rPr>
              <w:t xml:space="preserve">　　　　　　　殿</w:t>
            </w:r>
            <w:r w:rsidR="00937D28" w:rsidRPr="00937D28">
              <w:rPr>
                <w:rFonts w:hint="eastAsia"/>
              </w:rPr>
              <w:t xml:space="preserve">　　　　</w:t>
            </w:r>
            <w:r w:rsidR="00937D28">
              <w:rPr>
                <w:rFonts w:hint="eastAsia"/>
              </w:rPr>
              <w:t>電話</w:t>
            </w:r>
            <w:r w:rsidR="001C3E07">
              <w:rPr>
                <w:rFonts w:hint="eastAsia"/>
              </w:rPr>
              <w:t>番号</w:t>
            </w:r>
          </w:p>
        </w:tc>
      </w:tr>
    </w:tbl>
    <w:p w14:paraId="2AA76CE0" w14:textId="2CF173CD" w:rsidR="00A91CEC" w:rsidRDefault="003F1C2E" w:rsidP="009E27D0">
      <w:pPr>
        <w:spacing w:line="200" w:lineRule="exact"/>
        <w:ind w:left="210" w:hangingChars="100" w:hanging="210"/>
      </w:pPr>
      <w:r>
        <w:rPr>
          <w:noProof/>
        </w:rPr>
        <w:pict w14:anchorId="3309877D">
          <v:rect id="Rectangle 3" o:spid="_x0000_s2050" style="position:absolute;left:0;text-align:left;margin-left:-2.05pt;margin-top:5.25pt;width:428.5pt;height:130.5pt;z-index:251656192;visibility:visible;mso-position-horizontal-relative:text;mso-position-vertical-relative:text;v-text-anchor:middle" fillcolor="#92d050" strokecolor="#92d050" strokeweight="1pt">
            <v:fill opacity="52429f"/>
            <v:textbox style="mso-next-textbox:#Rectangle 3" inset="5.85pt,.7pt,5.85pt,.7pt">
              <w:txbxContent>
                <w:p w14:paraId="4DBC3714" w14:textId="77777777" w:rsidR="00DA072C" w:rsidRPr="00270E53" w:rsidRDefault="00DA072C" w:rsidP="00DA072C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4"/>
                      <w:szCs w:val="24"/>
                    </w:rPr>
                  </w:pPr>
                </w:p>
                <w:p w14:paraId="4899D17B" w14:textId="1AFD806F" w:rsidR="00DA072C" w:rsidRPr="00270E53" w:rsidRDefault="00DA072C" w:rsidP="00DA072C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270E53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固定</w:t>
                  </w:r>
                  <w:r w:rsidR="00414D95" w:rsidRPr="00270E53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文言</w:t>
                  </w:r>
                  <w:r w:rsidR="004639C8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３</w:t>
                  </w:r>
                </w:p>
              </w:txbxContent>
            </v:textbox>
          </v:rect>
        </w:pict>
      </w:r>
    </w:p>
    <w:p w14:paraId="01F388C7" w14:textId="5BFDA6B6" w:rsidR="00A91CEC" w:rsidRPr="00A91CEC" w:rsidRDefault="006E0D9D" w:rsidP="00A91CEC">
      <w:pPr>
        <w:ind w:left="210" w:hangingChars="100" w:hanging="210"/>
        <w:rPr>
          <w:rFonts w:ascii="Century" w:hAnsi="Century"/>
        </w:rPr>
      </w:pPr>
      <w:r>
        <w:rPr>
          <w:rFonts w:hint="eastAsia"/>
        </w:rPr>
        <w:t xml:space="preserve">　</w:t>
      </w:r>
      <w:r w:rsidR="00A91CEC">
        <w:rPr>
          <w:rFonts w:hint="eastAsia"/>
        </w:rPr>
        <w:t>◎　裏面の注意をよく読んでから記入してください。記名押印に代えて署名することができます。</w:t>
      </w:r>
    </w:p>
    <w:p w14:paraId="76D2FC27" w14:textId="77777777" w:rsidR="00A91CEC" w:rsidRDefault="00A91CEC" w:rsidP="00A91CEC">
      <w:pPr>
        <w:wordWrap w:val="0"/>
        <w:jc w:val="right"/>
      </w:pPr>
      <w:r>
        <w:rPr>
          <w:rFonts w:hint="eastAsia"/>
        </w:rPr>
        <w:t>（Ａ列４番）</w:t>
      </w:r>
    </w:p>
    <w:p w14:paraId="3B658ABF" w14:textId="1D8C54B6" w:rsidR="00AB0DCF" w:rsidRDefault="00AB0DCF" w:rsidP="00DB0FF1">
      <w:pPr>
        <w:overflowPunct w:val="0"/>
        <w:autoSpaceDE w:val="0"/>
        <w:autoSpaceDN w:val="0"/>
        <w:spacing w:before="120"/>
        <w:ind w:left="420" w:hanging="420"/>
        <w:jc w:val="center"/>
        <w:textAlignment w:val="center"/>
      </w:pPr>
      <w:r>
        <w:br w:type="page"/>
      </w:r>
      <w:r>
        <w:rPr>
          <w:rFonts w:hint="eastAsia"/>
        </w:rPr>
        <w:lastRenderedPageBreak/>
        <w:t>（裏　面）</w:t>
      </w:r>
    </w:p>
    <w:p w14:paraId="41889515" w14:textId="77777777" w:rsidR="00AB0DCF" w:rsidRDefault="00AB0DCF" w:rsidP="00AB0DCF"/>
    <w:p w14:paraId="2FCC1C59" w14:textId="77777777" w:rsidR="00AB0DCF" w:rsidRDefault="00AB0DCF" w:rsidP="00AB0DCF">
      <w:pPr>
        <w:widowControl/>
        <w:ind w:left="210" w:hangingChars="100" w:hanging="210"/>
        <w:jc w:val="left"/>
      </w:pPr>
      <w:r>
        <w:rPr>
          <w:rFonts w:hint="eastAsia"/>
        </w:rPr>
        <w:t>１　「受給資格がなくなった理由」の欄は、該当する番号を○で囲むとともに（　）内にその内容を具体的に記入してください。</w:t>
      </w:r>
    </w:p>
    <w:p w14:paraId="44685461" w14:textId="659F4A8A" w:rsidR="00AB0DCF" w:rsidRDefault="003F1C2E" w:rsidP="00AB0DCF">
      <w:pPr>
        <w:widowControl/>
        <w:ind w:left="210" w:hangingChars="100" w:hanging="210"/>
        <w:jc w:val="left"/>
      </w:pPr>
      <w:r>
        <w:rPr>
          <w:noProof/>
        </w:rPr>
        <w:pict w14:anchorId="3309877D">
          <v:rect id="_x0000_s2054" style="position:absolute;left:0;text-align:left;margin-left:-.2pt;margin-top:-75.05pt;width:421.8pt;height:227.5pt;z-index:251658240;visibility:visible;mso-position-horizontal-relative:text;mso-position-vertical-relative:text;v-text-anchor:middle" fillcolor="#92d050" strokecolor="#92d050" strokeweight="1pt">
            <v:fill opacity="52429f"/>
            <v:textbox style="mso-next-textbox:#_x0000_s2054" inset="5.85pt,.7pt,5.85pt,.7pt">
              <w:txbxContent>
                <w:p w14:paraId="250757F1" w14:textId="77777777" w:rsidR="00AB0DCF" w:rsidRPr="00414D95" w:rsidRDefault="00AB0DCF" w:rsidP="00AB0DCF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</w:rPr>
                  </w:pPr>
                </w:p>
                <w:p w14:paraId="25C57E3C" w14:textId="1C206305" w:rsidR="00AB0DCF" w:rsidRPr="00414D95" w:rsidRDefault="00AB0DCF" w:rsidP="00AB0DCF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</w:rPr>
                  </w:pPr>
                  <w:r w:rsidRPr="00414D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固定文言</w:t>
                  </w:r>
                  <w:r w:rsidR="004639C8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４</w:t>
                  </w:r>
                </w:p>
              </w:txbxContent>
            </v:textbox>
            <w10:anchorlock/>
          </v:rect>
        </w:pict>
      </w:r>
      <w:r w:rsidR="00AB0DCF">
        <w:rPr>
          <w:rFonts w:hint="eastAsia"/>
        </w:rPr>
        <w:t>２　受給者が死亡したときは、この届ではなく、戸籍の届出をしなければならない人々に、受給者の死亡届を出してもらうことになります。</w:t>
      </w:r>
    </w:p>
    <w:p w14:paraId="2AFB6A6C" w14:textId="6E34FB92" w:rsidR="00DB0FF1" w:rsidRDefault="003F1C2E" w:rsidP="00AB0DCF">
      <w:pPr>
        <w:widowControl/>
        <w:ind w:left="210" w:hangingChars="100" w:hanging="210"/>
        <w:jc w:val="left"/>
      </w:pPr>
      <w:r>
        <w:rPr>
          <w:noProof/>
        </w:rPr>
        <w:pict w14:anchorId="3309877D">
          <v:rect id="_x0000_s2060" style="position:absolute;left:0;text-align:left;margin-left:-.2pt;margin-top:123.95pt;width:421.8pt;height:439.75pt;z-index:251660288;visibility:visible;mso-position-horizontal-relative:text;mso-position-vertical-relative:text;v-text-anchor:middle" fillcolor="#92d050" strokecolor="#92d050" strokeweight="1pt">
            <v:fill opacity="52429f"/>
            <v:textbox style="mso-next-textbox:#_x0000_s2060" inset="5.85pt,.7pt,5.85pt,.7pt">
              <w:txbxContent>
                <w:p w14:paraId="10B89CB5" w14:textId="77777777" w:rsidR="003F1C2E" w:rsidRPr="00414D95" w:rsidRDefault="003F1C2E" w:rsidP="003F1C2E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</w:rPr>
                  </w:pPr>
                </w:p>
                <w:p w14:paraId="15607B99" w14:textId="2309CDBA" w:rsidR="003F1C2E" w:rsidRPr="00414D95" w:rsidRDefault="003F1C2E" w:rsidP="003F1C2E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自由記載１</w:t>
                  </w:r>
                </w:p>
              </w:txbxContent>
            </v:textbox>
            <w10:anchorlock/>
          </v:rect>
        </w:pict>
      </w:r>
    </w:p>
    <w:sectPr w:rsidR="00DB0FF1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EFB24A" w14:textId="77777777" w:rsidR="00D80C15" w:rsidRDefault="00D80C15" w:rsidP="000F750F">
      <w:r>
        <w:separator/>
      </w:r>
    </w:p>
  </w:endnote>
  <w:endnote w:type="continuationSeparator" w:id="0">
    <w:p w14:paraId="3E2DF977" w14:textId="77777777" w:rsidR="00D80C15" w:rsidRDefault="00D80C15" w:rsidP="000F7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EED1D9" w14:textId="77777777" w:rsidR="00D80C15" w:rsidRDefault="00D80C15" w:rsidP="000F750F">
      <w:r>
        <w:separator/>
      </w:r>
    </w:p>
  </w:footnote>
  <w:footnote w:type="continuationSeparator" w:id="0">
    <w:p w14:paraId="2A4E03B4" w14:textId="77777777" w:rsidR="00D80C15" w:rsidRDefault="00D80C15" w:rsidP="000F75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attachedTemplate r:id="rId1"/>
  <w:doNotTrackMoves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2061" style="v-text-anchor:middle" fillcolor="#92d050" strokecolor="#92d050">
      <v:fill color="#92d050" opacity="52429f"/>
      <v:stroke color="#92d050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E0D9D"/>
    <w:rsid w:val="000C5275"/>
    <w:rsid w:val="000F750F"/>
    <w:rsid w:val="001A4D85"/>
    <w:rsid w:val="001C3E07"/>
    <w:rsid w:val="001E1210"/>
    <w:rsid w:val="00270E53"/>
    <w:rsid w:val="0028292A"/>
    <w:rsid w:val="002A6F0C"/>
    <w:rsid w:val="002E3CE3"/>
    <w:rsid w:val="003F1C2E"/>
    <w:rsid w:val="003F4017"/>
    <w:rsid w:val="00414D95"/>
    <w:rsid w:val="0043582A"/>
    <w:rsid w:val="004639C8"/>
    <w:rsid w:val="004803C6"/>
    <w:rsid w:val="004F7E57"/>
    <w:rsid w:val="0054782F"/>
    <w:rsid w:val="00582E98"/>
    <w:rsid w:val="006E0D9D"/>
    <w:rsid w:val="00861EC8"/>
    <w:rsid w:val="00883651"/>
    <w:rsid w:val="008C4060"/>
    <w:rsid w:val="00937D28"/>
    <w:rsid w:val="00956404"/>
    <w:rsid w:val="009669AD"/>
    <w:rsid w:val="009E27D0"/>
    <w:rsid w:val="00A62DD2"/>
    <w:rsid w:val="00A91CEC"/>
    <w:rsid w:val="00AB0DCF"/>
    <w:rsid w:val="00B71019"/>
    <w:rsid w:val="00B814EE"/>
    <w:rsid w:val="00BB00E7"/>
    <w:rsid w:val="00BC0F41"/>
    <w:rsid w:val="00BC37D6"/>
    <w:rsid w:val="00C11BA3"/>
    <w:rsid w:val="00C34B59"/>
    <w:rsid w:val="00CB2CCB"/>
    <w:rsid w:val="00D267B3"/>
    <w:rsid w:val="00D71081"/>
    <w:rsid w:val="00D80C15"/>
    <w:rsid w:val="00DA072C"/>
    <w:rsid w:val="00DB0FF1"/>
    <w:rsid w:val="00E51A9D"/>
    <w:rsid w:val="00E649AF"/>
    <w:rsid w:val="00EF4A8A"/>
    <w:rsid w:val="00EF5084"/>
    <w:rsid w:val="00FF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1" style="v-text-anchor:middle" fillcolor="#92d050" strokecolor="#92d050">
      <v:fill color="#92d050" opacity="52429f"/>
      <v:stroke color="#92d050" weight="1pt"/>
      <v:textbox inset="5.85pt,.7pt,5.85pt,.7pt"/>
    </o:shapedefaults>
    <o:shapelayout v:ext="edit">
      <o:idmap v:ext="edit" data="2"/>
    </o:shapelayout>
  </w:shapeDefaults>
  <w:decimalSymbol w:val="."/>
  <w:listSeparator w:val=","/>
  <w14:docId w14:val="7B23E3D3"/>
  <w14:defaultImageDpi w14:val="0"/>
  <w15:docId w15:val="{87CCBE49-7ED9-4F7C-86DF-0F6D126B2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71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5A26C-5467-4E7A-B7A5-B363CAFE9C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275D4C-A512-46FC-BEB7-4C2C3F3A6CCF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  <ds:schemaRef ds:uri="32d3a1fc-ee5f-48dd-aac5-88c8d757ec28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7254E36-F0D7-4EB9-BF53-B5DF1E938236}"/>
</file>

<file path=customXml/itemProps4.xml><?xml version="1.0" encoding="utf-8"?>
<ds:datastoreItem xmlns:ds="http://schemas.openxmlformats.org/officeDocument/2006/customXml" ds:itemID="{C96F8FEE-CDCD-437D-95F2-2B0FB5064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77</TotalTime>
  <Pages>2</Pages>
  <Words>96</Words>
  <Characters>552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様式第8号(第21条関係)</vt:lpstr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2003-04-10T08:45:00Z</cp:lastPrinted>
  <dcterms:created xsi:type="dcterms:W3CDTF">2021-10-21T04:44:00Z</dcterms:created>
  <dcterms:modified xsi:type="dcterms:W3CDTF">2022-07-07T07:47:00Z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2021-10-22T05:23:25Z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4bdf9429-c500-45a6-9169-1a6cd6bf0f8b</vt:lpwstr>
  </property>
  <property fmtid="{D5CDD505-2E9C-101B-9397-08002B2CF9AE}" pid="9" name="MSIP_Label_a7295cc1-d279-42ac-ab4d-3b0f4fece050_ContentBits">
    <vt:lpwstr>0</vt:lpwstr>
  </property>
</Properties>
</file>