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71595" w14:textId="73C05715" w:rsidR="00D6512C" w:rsidRPr="00B5582A" w:rsidRDefault="00EC338A">
      <w:pPr>
        <w:wordWrap w:val="0"/>
        <w:overflowPunct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5EE668B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484CE85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97AF91F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</w:rPr>
        <w:pict w14:anchorId="1CA0480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5.05pt;margin-top:315.5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</w:rPr>
        <w:pict w14:anchorId="4A7046E8">
          <v:shape id="_x0000_s2053" type="#_x0000_t202" style="position:absolute;left:0;text-align:left;margin-left:69.2pt;margin-top:36.5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5F5A6A6D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709"/>
        <w:gridCol w:w="6260"/>
        <w:gridCol w:w="260"/>
      </w:tblGrid>
      <w:tr w:rsidR="00D6512C" w:rsidRPr="00B5582A" w14:paraId="2B4F09C1" w14:textId="77777777" w:rsidTr="00F27ECE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3E0F5AC" w14:textId="5980241B" w:rsidR="00D6512C" w:rsidRDefault="00D6033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認定</w:t>
            </w:r>
            <w:r w:rsidR="005C1C4C" w:rsidRPr="00B5582A">
              <w:rPr>
                <w:rFonts w:hAnsi="ＭＳ 明朝" w:hint="eastAsia"/>
                <w:sz w:val="28"/>
                <w:szCs w:val="28"/>
              </w:rPr>
              <w:t>請求却下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23F61479" w14:textId="77777777" w:rsidR="0055378D" w:rsidRDefault="005537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52934557" w14:textId="77777777" w:rsidR="002A323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6D805C0" w14:textId="77777777" w:rsidR="002A3231" w:rsidRPr="004D2C4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5D044FB" w14:textId="327C38AE" w:rsidR="002A3231" w:rsidRDefault="002A3231" w:rsidP="00EB4C29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</w:rPr>
            </w:pP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申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請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日</w:t>
            </w:r>
            <w:r w:rsidRPr="00B5582A">
              <w:rPr>
                <w:rFonts w:hAnsi="ＭＳ 明朝" w:hint="eastAsia"/>
              </w:rPr>
              <w:t>付けで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B5582A">
              <w:rPr>
                <w:rFonts w:hAnsi="ＭＳ 明朝" w:hint="eastAsia"/>
              </w:rPr>
              <w:t>の認定請求がありましたが、</w:t>
            </w:r>
            <w:r>
              <w:rPr>
                <w:rFonts w:hAnsi="ＭＳ 明朝" w:hint="eastAsia"/>
              </w:rPr>
              <w:t>下記</w:t>
            </w:r>
            <w:r w:rsidRPr="00B5582A">
              <w:rPr>
                <w:rFonts w:hAnsi="ＭＳ 明朝" w:hint="eastAsia"/>
              </w:rPr>
              <w:t>のとおり却下しましたので通知します。</w:t>
            </w:r>
          </w:p>
          <w:p w14:paraId="62973311" w14:textId="77777777" w:rsidR="0055378D" w:rsidRDefault="0055378D" w:rsidP="002A3231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1733133" w14:textId="77777777" w:rsidR="002A3231" w:rsidRDefault="002A3231" w:rsidP="002A3231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56B2A9F" w14:textId="00B46706" w:rsidR="002A3231" w:rsidRPr="00B5582A" w:rsidRDefault="002A323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D6512C" w:rsidRPr="00B5582A" w14:paraId="157A14ED" w14:textId="77777777" w:rsidTr="0055378D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235EB7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  <w:tc>
          <w:tcPr>
            <w:tcW w:w="1705" w:type="dxa"/>
            <w:gridSpan w:val="2"/>
            <w:vAlign w:val="center"/>
          </w:tcPr>
          <w:p w14:paraId="3997BAA1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氏名</w:t>
            </w:r>
          </w:p>
        </w:tc>
        <w:tc>
          <w:tcPr>
            <w:tcW w:w="6260" w:type="dxa"/>
            <w:vAlign w:val="center"/>
          </w:tcPr>
          <w:p w14:paraId="0CDF9060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7B27D3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</w:tr>
      <w:tr w:rsidR="00D6512C" w:rsidRPr="00B5582A" w14:paraId="5E83ED83" w14:textId="77777777" w:rsidTr="00CF770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7818445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0EBBF91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住所</w:t>
            </w:r>
          </w:p>
        </w:tc>
        <w:tc>
          <w:tcPr>
            <w:tcW w:w="6260" w:type="dxa"/>
            <w:vAlign w:val="center"/>
          </w:tcPr>
          <w:p w14:paraId="5C4F159B" w14:textId="69D78E42" w:rsidR="00D6512C" w:rsidRPr="00F869C5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0FCD4FE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31E09A9A" w14:textId="77777777" w:rsidTr="00932542">
        <w:trPr>
          <w:gridBefore w:val="1"/>
          <w:wBefore w:w="14" w:type="dxa"/>
          <w:cantSplit/>
          <w:trHeight w:val="2849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3BA13F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38A59B85" w14:textId="77777777" w:rsidR="00D6512C" w:rsidRPr="00B5582A" w:rsidRDefault="005C1C4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却下した理由</w:t>
            </w:r>
          </w:p>
        </w:tc>
        <w:tc>
          <w:tcPr>
            <w:tcW w:w="6260" w:type="dxa"/>
            <w:vAlign w:val="center"/>
          </w:tcPr>
          <w:p w14:paraId="444C088B" w14:textId="3ADB0BE6" w:rsidR="00CA32D7" w:rsidRPr="00B5582A" w:rsidRDefault="00CA32D7" w:rsidP="0055378D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3F0A46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2C404167" w14:textId="77777777" w:rsidTr="00F27ECE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097D7D8" w14:textId="11AA3956" w:rsidR="00D6512C" w:rsidRPr="00B5582A" w:rsidRDefault="00EC338A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3309877D">
                <v:rect id="_x0000_s2056" style="position:absolute;left:0;text-align:left;margin-left:0;margin-top:2.35pt;width:425.25pt;height:59.6pt;z-index:251657728;visibility:visible;mso-position-horizontal:center;mso-position-horizontal-relative:text;mso-position-vertical-relative:text;v-text-anchor:middle" fillcolor="#92d050" strokecolor="#92d050" strokeweight="1pt">
                  <v:fill opacity="52429f"/>
                  <v:textbox inset="5.85pt,.7pt,5.85pt,.7pt">
                    <w:txbxContent>
                      <w:p w14:paraId="3A52E57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62CD99B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67D8543" w14:textId="193A0B3B" w:rsidR="00F25D06" w:rsidRPr="001D3DFA" w:rsidRDefault="001D3DFA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F25D06" w:rsidRPr="001D3DFA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B5582A" w14:paraId="510B6D08" w14:textId="77777777" w:rsidTr="00F27ECE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6208645" w14:textId="7C3829D8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4D08A06C" w14:textId="6FBB4BF5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819CE48" w14:textId="48CBC9C7" w:rsidR="00F25D06" w:rsidRPr="00B5582A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</w:tc>
      </w:tr>
      <w:tr w:rsidR="00772ACD" w:rsidRPr="00890837" w14:paraId="4FDAB422" w14:textId="77777777" w:rsidTr="00B94930">
        <w:trPr>
          <w:gridBefore w:val="1"/>
          <w:wBefore w:w="14" w:type="dxa"/>
          <w:cantSplit/>
          <w:trHeight w:val="297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AE6049" w14:textId="60BEFAB2" w:rsidR="00772ACD" w:rsidRPr="00890837" w:rsidRDefault="00EC338A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176A6729">
                <v:rect id="正方形/長方形 8" o:spid="_x0000_s2062" style="position:absolute;left:0;text-align:left;margin-left:-5.9pt;margin-top:8.9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CC61BFA" w14:textId="77777777" w:rsidR="00772ACD" w:rsidRPr="00CC5C0C" w:rsidRDefault="00772ACD" w:rsidP="00772ACD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546725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772ACD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8B082B8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5693C182" w14:textId="77777777" w:rsidR="00772ACD" w:rsidRPr="00890837" w:rsidRDefault="00772ACD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D736AF2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CE3D95" w:rsidRPr="00B5582A" w14:paraId="1ACEFF13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3B0DF02" w14:textId="77777777" w:rsidR="00772ACD" w:rsidRDefault="00772ACD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261538B" w14:textId="61898499" w:rsidR="00CE3D95" w:rsidRPr="00B5582A" w:rsidRDefault="00CE3D95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E3D95" w:rsidRPr="00B5582A" w14:paraId="5E18F07F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1C2DE2" w14:textId="77777777" w:rsidR="00CE3D95" w:rsidRPr="00B5582A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E3D95" w:rsidRPr="00B5582A" w14:paraId="70763082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CF1738" w14:textId="77777777" w:rsidR="00CE3D95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BAAC71" w14:textId="77777777" w:rsidR="00CE3D95" w:rsidRPr="00E36C26" w:rsidRDefault="00CE3D95" w:rsidP="00911ECA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E3D95" w:rsidRPr="00B5582A" w14:paraId="2813F220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12FD3AE" w14:textId="77777777" w:rsidR="00A721FD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D875C8" w14:textId="77777777" w:rsidR="00E17D1D" w:rsidRPr="00E36C26" w:rsidRDefault="00E17D1D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52B3CA4" w14:textId="77777777" w:rsidR="00E17D1D" w:rsidRPr="00E36C26" w:rsidRDefault="00CE3D95" w:rsidP="00C02FA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721F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  <w:r w:rsidR="00E17D1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 </w:t>
            </w:r>
          </w:p>
          <w:p w14:paraId="46C253C1" w14:textId="77777777" w:rsidR="00E17D1D" w:rsidRPr="00E36C26" w:rsidRDefault="00E17D1D" w:rsidP="00E17D1D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03C7564" w14:textId="77777777" w:rsidR="00D6512C" w:rsidRPr="00292338" w:rsidRDefault="00D6512C" w:rsidP="00292338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292338" w:rsidSect="00A74707">
      <w:headerReference w:type="default" r:id="rId9"/>
      <w:pgSz w:w="11906" w:h="16838" w:code="9"/>
      <w:pgMar w:top="1701" w:right="1701" w:bottom="993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07BD8" w14:textId="77777777" w:rsidR="00DA6989" w:rsidRDefault="00DA6989">
      <w:r>
        <w:separator/>
      </w:r>
    </w:p>
  </w:endnote>
  <w:endnote w:type="continuationSeparator" w:id="0">
    <w:p w14:paraId="583967BF" w14:textId="77777777" w:rsidR="00DA6989" w:rsidRDefault="00DA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2FB42" w14:textId="77777777" w:rsidR="00DA6989" w:rsidRDefault="00DA6989">
      <w:r>
        <w:separator/>
      </w:r>
    </w:p>
  </w:footnote>
  <w:footnote w:type="continuationSeparator" w:id="0">
    <w:p w14:paraId="2AC86DC1" w14:textId="77777777" w:rsidR="00DA6989" w:rsidRDefault="00DA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A2161" w14:textId="77777777" w:rsidR="00F2197C" w:rsidRDefault="00F2197C" w:rsidP="00EC338A">
    <w:pPr>
      <w:pStyle w:val="a3"/>
      <w:jc w:val="right"/>
    </w:pPr>
    <w:r>
      <w:rPr>
        <w:rFonts w:hAnsi="Century" w:hint="eastAsia"/>
      </w:rPr>
      <w:t>様式第</w:t>
    </w:r>
    <w:r w:rsidR="005C1C4C">
      <w:rPr>
        <w:rFonts w:hAnsi="Century" w:hint="eastAsia"/>
      </w:rPr>
      <w:t>5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503F7"/>
    <w:rsid w:val="00050BC7"/>
    <w:rsid w:val="000610DF"/>
    <w:rsid w:val="000F331B"/>
    <w:rsid w:val="000F5892"/>
    <w:rsid w:val="001969E2"/>
    <w:rsid w:val="001B56F4"/>
    <w:rsid w:val="001D3DFA"/>
    <w:rsid w:val="001D3F99"/>
    <w:rsid w:val="00212581"/>
    <w:rsid w:val="002374BA"/>
    <w:rsid w:val="00247CD8"/>
    <w:rsid w:val="002737F0"/>
    <w:rsid w:val="00292338"/>
    <w:rsid w:val="002A3231"/>
    <w:rsid w:val="002B7280"/>
    <w:rsid w:val="00340CDA"/>
    <w:rsid w:val="00346648"/>
    <w:rsid w:val="003549D1"/>
    <w:rsid w:val="00395CB1"/>
    <w:rsid w:val="003F6BA6"/>
    <w:rsid w:val="00425A18"/>
    <w:rsid w:val="00441320"/>
    <w:rsid w:val="004914FF"/>
    <w:rsid w:val="004D3FF9"/>
    <w:rsid w:val="00503F4F"/>
    <w:rsid w:val="00546725"/>
    <w:rsid w:val="0055378D"/>
    <w:rsid w:val="005C1C4C"/>
    <w:rsid w:val="005D6390"/>
    <w:rsid w:val="006078D4"/>
    <w:rsid w:val="006145DD"/>
    <w:rsid w:val="006443EA"/>
    <w:rsid w:val="006454C7"/>
    <w:rsid w:val="0065209E"/>
    <w:rsid w:val="006E434C"/>
    <w:rsid w:val="00740893"/>
    <w:rsid w:val="00772ACD"/>
    <w:rsid w:val="00785575"/>
    <w:rsid w:val="007B2C5F"/>
    <w:rsid w:val="007B6883"/>
    <w:rsid w:val="007E77CB"/>
    <w:rsid w:val="00825026"/>
    <w:rsid w:val="008353D8"/>
    <w:rsid w:val="00852913"/>
    <w:rsid w:val="00902C5A"/>
    <w:rsid w:val="00911ECA"/>
    <w:rsid w:val="00932542"/>
    <w:rsid w:val="009647CD"/>
    <w:rsid w:val="00965319"/>
    <w:rsid w:val="009D4574"/>
    <w:rsid w:val="009E7E51"/>
    <w:rsid w:val="00A24D13"/>
    <w:rsid w:val="00A651AD"/>
    <w:rsid w:val="00A721FD"/>
    <w:rsid w:val="00A74707"/>
    <w:rsid w:val="00AB7DDB"/>
    <w:rsid w:val="00AC7B44"/>
    <w:rsid w:val="00B024B5"/>
    <w:rsid w:val="00B1475B"/>
    <w:rsid w:val="00B31BDB"/>
    <w:rsid w:val="00B5582A"/>
    <w:rsid w:val="00B56236"/>
    <w:rsid w:val="00BA06BA"/>
    <w:rsid w:val="00C02FAB"/>
    <w:rsid w:val="00C966F2"/>
    <w:rsid w:val="00CA1CFE"/>
    <w:rsid w:val="00CA283D"/>
    <w:rsid w:val="00CA32D7"/>
    <w:rsid w:val="00CC6C5F"/>
    <w:rsid w:val="00CD06D3"/>
    <w:rsid w:val="00CD2DD6"/>
    <w:rsid w:val="00CE3D95"/>
    <w:rsid w:val="00CF7706"/>
    <w:rsid w:val="00D12A28"/>
    <w:rsid w:val="00D32999"/>
    <w:rsid w:val="00D60335"/>
    <w:rsid w:val="00D6512C"/>
    <w:rsid w:val="00D97B54"/>
    <w:rsid w:val="00DA53CB"/>
    <w:rsid w:val="00DA6989"/>
    <w:rsid w:val="00DD5F5B"/>
    <w:rsid w:val="00DF699C"/>
    <w:rsid w:val="00E16E2C"/>
    <w:rsid w:val="00E17D1D"/>
    <w:rsid w:val="00E36C26"/>
    <w:rsid w:val="00E40142"/>
    <w:rsid w:val="00EB4C29"/>
    <w:rsid w:val="00EB6B18"/>
    <w:rsid w:val="00EC338A"/>
    <w:rsid w:val="00ED2DC4"/>
    <w:rsid w:val="00ED5D1A"/>
    <w:rsid w:val="00F05652"/>
    <w:rsid w:val="00F1009C"/>
    <w:rsid w:val="00F2197C"/>
    <w:rsid w:val="00F25D06"/>
    <w:rsid w:val="00F27ECE"/>
    <w:rsid w:val="00F3037C"/>
    <w:rsid w:val="00F64900"/>
    <w:rsid w:val="00F64DC9"/>
    <w:rsid w:val="00F869C5"/>
    <w:rsid w:val="00FA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05681372"/>
  <w15:chartTrackingRefBased/>
  <w15:docId w15:val="{0CAD981E-70AE-4800-8FF6-74730626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CE3D9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CE3D95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CE3D95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A721F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721FD"/>
    <w:pPr>
      <w:jc w:val="left"/>
    </w:pPr>
  </w:style>
  <w:style w:type="character" w:customStyle="1" w:styleId="aa">
    <w:name w:val="コメント文字列 (文字)"/>
    <w:link w:val="a9"/>
    <w:uiPriority w:val="99"/>
    <w:rsid w:val="00A721FD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21F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21FD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D97B54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97B5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BA06BA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11D37-14E7-4C64-83F8-90140C54B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8B0FB-2DF9-4DFB-8CE8-D325FA191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794ED5-74CA-4044-9384-14ACB51F5B4E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</TotalTime>
  <Pages>1</Pages>
  <Words>89</Words>
  <Characters>510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2021-12-20T02:12:00Z</cp:lastPrinted>
  <dcterms:created xsi:type="dcterms:W3CDTF">2021-10-21T04:37:00Z</dcterms:created>
  <dcterms:modified xsi:type="dcterms:W3CDTF">2024-11-24T01:08:00Z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2021-10-23T03:13:31Z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6335ab09-a82b-4691-8909-dcc1af3d24d6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