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804B46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2835"/>
        <w:gridCol w:w="1275"/>
        <w:gridCol w:w="200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804B46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7E680F21" w:rsidR="00D6512C" w:rsidRDefault="002B63E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2B63E3">
              <w:rPr>
                <w:rFonts w:hAnsi="Century" w:hint="eastAsia"/>
                <w:sz w:val="28"/>
                <w:szCs w:val="28"/>
              </w:rPr>
              <w:t>特別児童扶養手当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04A7E1A0" w14:textId="77777777" w:rsidR="00D1769E" w:rsidRDefault="00D1769E" w:rsidP="00D1769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78756F8" w14:textId="77777777" w:rsidR="00D1769E" w:rsidRDefault="00D1769E" w:rsidP="00D1769E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（申請者）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ab/>
              <w:t>様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5804F7B4" w14:textId="77777777" w:rsidR="00D1769E" w:rsidRDefault="00D1769E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</w:rPr>
              <w:t xml:space="preserve">市　町　村　長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040AF594" w14:textId="17594DA9" w:rsidR="005932AB" w:rsidRPr="004D2C41" w:rsidRDefault="00804B46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5pt;margin-top:11.9pt;width:425.25pt;height:34.35pt;z-index:251658752;mso-position-horizontal-relative:text;mso-position-vertical-relative:text" fillcolor="#92d050" strokecolor="#92d050" strokeweight="1pt">
                  <v:fill opacity="52429f"/>
                  <v:textbox style="mso-next-textbox:#_x0000_s1046"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5ABB5D67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</w:t>
            </w:r>
            <w:r w:rsidR="00D1769E">
              <w:rPr>
                <w:rFonts w:hAnsi="ＭＳ 明朝" w:cs="FUJ-Minchotai" w:hint="eastAsia"/>
                <w:kern w:val="0"/>
                <w:szCs w:val="21"/>
              </w:rPr>
              <w:t>が受給している</w:t>
            </w:r>
            <w:r w:rsidR="002B63E3" w:rsidRPr="002B63E3">
              <w:rPr>
                <w:rFonts w:hAnsi="ＭＳ 明朝" w:cs="FUJ-Minchotai" w:hint="eastAsia"/>
                <w:kern w:val="0"/>
                <w:szCs w:val="21"/>
              </w:rPr>
              <w:t>特別児童扶養手当</w:t>
            </w:r>
            <w:r>
              <w:rPr>
                <w:rFonts w:hAnsi="Century" w:hint="eastAsia"/>
              </w:rPr>
              <w:t>について、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370E95" w14:paraId="67066AEF" w14:textId="77777777" w:rsidTr="00997C19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370E95" w:rsidRDefault="00370E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2835" w:type="dxa"/>
            <w:vAlign w:val="center"/>
          </w:tcPr>
          <w:p w14:paraId="6A2E3845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275" w:type="dxa"/>
            <w:vAlign w:val="center"/>
          </w:tcPr>
          <w:p w14:paraId="0A31A708" w14:textId="0B0E2A73" w:rsidR="00370E95" w:rsidRDefault="00190FC2" w:rsidP="00190FC2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F71FE8">
              <w:rPr>
                <w:rFonts w:hAnsi="Century" w:hint="eastAsia"/>
                <w:spacing w:val="105"/>
                <w:kern w:val="0"/>
                <w:fitText w:val="1050" w:id="-1000603136"/>
              </w:rPr>
              <w:t>受給</w:t>
            </w:r>
            <w:r w:rsidRPr="00F71FE8">
              <w:rPr>
                <w:rFonts w:hAnsi="Century" w:hint="eastAsia"/>
                <w:kern w:val="0"/>
                <w:fitText w:val="1050" w:id="-1000603136"/>
              </w:rPr>
              <w:t>者</w:t>
            </w:r>
            <w:r w:rsidR="00997C19">
              <w:rPr>
                <w:rFonts w:hAnsi="Century" w:hint="eastAsia"/>
              </w:rPr>
              <w:t>記号・</w:t>
            </w:r>
            <w:r w:rsidR="00370E95">
              <w:rPr>
                <w:rFonts w:hAnsi="Century" w:hint="eastAsia"/>
              </w:rPr>
              <w:t>番号</w:t>
            </w:r>
          </w:p>
        </w:tc>
        <w:tc>
          <w:tcPr>
            <w:tcW w:w="2008" w:type="dxa"/>
            <w:vAlign w:val="center"/>
          </w:tcPr>
          <w:p w14:paraId="66F6A022" w14:textId="62DA424C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gridSpan w:val="3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gridSpan w:val="3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gridSpan w:val="3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370E95" w14:paraId="0DB37459" w14:textId="77777777" w:rsidTr="00B8703F">
        <w:trPr>
          <w:gridBefore w:val="1"/>
          <w:wBefore w:w="14" w:type="dxa"/>
          <w:cantSplit/>
          <w:trHeight w:val="2447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370E95" w:rsidRDefault="00804B46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40"/>
              <w:rPr>
                <w:rFonts w:hAnsi="ＭＳ 明朝" w:cs="FUJ-Minchotai"/>
                <w:kern w:val="0"/>
                <w:sz w:val="18"/>
                <w:szCs w:val="18"/>
              </w:rPr>
            </w:pPr>
            <w:r>
              <w:rPr>
                <w:rFonts w:hAnsi="ＭＳ 明朝" w:cs="FUJ-Minchotai"/>
                <w:noProof/>
                <w:kern w:val="0"/>
                <w:sz w:val="18"/>
                <w:szCs w:val="18"/>
              </w:rPr>
              <w:pict w14:anchorId="16E7A745">
                <v:rect id="正方形/長方形 8" o:spid="_x0000_s1030" style="position:absolute;left:0;text-align:left;margin-left:-5.2pt;margin-top:8.5pt;width:425.25pt;height:118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この</w:t>
            </w:r>
            <w:r w:rsidR="00801B5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処分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に不服があるときは、この通知書を受けた日の翌日から起算して3か月以内に、書面で、</w:t>
            </w:r>
            <w:r w:rsidR="002A202E" w:rsidRPr="00370E95">
              <w:rPr>
                <w:rFonts w:hAnsi="ＭＳ 明朝" w:cs="FUJ-Minchotai" w:hint="eastAsia"/>
                <w:kern w:val="0"/>
                <w:sz w:val="18"/>
                <w:szCs w:val="18"/>
                <w:bdr w:val="single" w:sz="4" w:space="0" w:color="auto"/>
              </w:rPr>
              <w:t>都道府県名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知事に対して審査請求をすることができます。</w:t>
            </w:r>
          </w:p>
          <w:p w14:paraId="65EF6D99" w14:textId="374C899A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 w:cs="FUJ-Minchotai"/>
                <w:kern w:val="0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370E95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hint="eastAsia"/>
                <w:sz w:val="18"/>
                <w:szCs w:val="18"/>
              </w:rPr>
              <w:t>この処分の取消しを求める訴えは、この</w:t>
            </w:r>
            <w:r w:rsidR="00801B5A" w:rsidRPr="00370E95">
              <w:rPr>
                <w:rFonts w:hAnsi="ＭＳ 明朝" w:hint="eastAsia"/>
                <w:sz w:val="18"/>
                <w:szCs w:val="18"/>
              </w:rPr>
              <w:t>通知書を受けた日</w:t>
            </w:r>
            <w:r w:rsidRPr="00370E95">
              <w:rPr>
                <w:rFonts w:hAnsi="ＭＳ 明朝" w:hint="eastAsia"/>
                <w:sz w:val="18"/>
                <w:szCs w:val="18"/>
              </w:rPr>
              <w:t>の翌日から起算して6か月以内に、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１</w:t>
            </w:r>
            <w:r w:rsidRPr="00370E95">
              <w:rPr>
                <w:rFonts w:hAnsi="ＭＳ 明朝" w:hint="eastAsia"/>
                <w:sz w:val="18"/>
                <w:szCs w:val="18"/>
              </w:rPr>
              <w:t>を被告として</w:t>
            </w:r>
            <w:r w:rsidRPr="00370E95">
              <w:rPr>
                <w:rFonts w:hAnsi="ＭＳ 明朝"/>
                <w:sz w:val="18"/>
                <w:szCs w:val="18"/>
              </w:rPr>
              <w:t>(</w:t>
            </w:r>
            <w:r w:rsidRPr="00370E95">
              <w:rPr>
                <w:rFonts w:hAnsi="ＭＳ 明朝" w:hint="eastAsia"/>
                <w:sz w:val="18"/>
                <w:szCs w:val="18"/>
              </w:rPr>
              <w:t>訴訟において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２</w:t>
            </w:r>
            <w:r w:rsidRPr="00370E95">
              <w:rPr>
                <w:rFonts w:hAnsi="ＭＳ 明朝" w:hint="eastAsia"/>
                <w:sz w:val="18"/>
                <w:szCs w:val="18"/>
              </w:rPr>
              <w:t>を代表する者は</w:t>
            </w:r>
            <w:r w:rsidR="00D6187D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市町村長</w:t>
            </w:r>
            <w:r w:rsidRPr="00370E95">
              <w:rPr>
                <w:rFonts w:hAnsi="ＭＳ 明朝" w:hint="eastAsia"/>
                <w:sz w:val="18"/>
                <w:szCs w:val="18"/>
              </w:rPr>
              <w:t>となります。</w:t>
            </w:r>
            <w:r w:rsidRPr="00370E95">
              <w:rPr>
                <w:rFonts w:hAnsi="ＭＳ 明朝"/>
                <w:sz w:val="18"/>
                <w:szCs w:val="18"/>
              </w:rPr>
              <w:t>)</w:t>
            </w:r>
            <w:r w:rsidRPr="00370E95">
              <w:rPr>
                <w:rFonts w:hAnsi="ＭＳ 明朝" w:hint="eastAsia"/>
                <w:sz w:val="18"/>
                <w:szCs w:val="18"/>
              </w:rPr>
              <w:t>、提起することができます。</w:t>
            </w:r>
          </w:p>
          <w:p w14:paraId="6BADA0C2" w14:textId="77777777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</w:t>
            </w:r>
            <w:r w:rsidR="006443E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6</w:t>
            </w: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Pr="00370E95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  <w:sz w:val="18"/>
                <w:szCs w:val="18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804B46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457.3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90FC2"/>
    <w:rsid w:val="001B3772"/>
    <w:rsid w:val="001D1B11"/>
    <w:rsid w:val="001F3314"/>
    <w:rsid w:val="001F41DD"/>
    <w:rsid w:val="00204385"/>
    <w:rsid w:val="002374BA"/>
    <w:rsid w:val="00247CD8"/>
    <w:rsid w:val="00266160"/>
    <w:rsid w:val="002A202E"/>
    <w:rsid w:val="002B63E3"/>
    <w:rsid w:val="002B6D52"/>
    <w:rsid w:val="002D2EBD"/>
    <w:rsid w:val="002D58CA"/>
    <w:rsid w:val="002D7407"/>
    <w:rsid w:val="002E30E2"/>
    <w:rsid w:val="003050AA"/>
    <w:rsid w:val="00314AEA"/>
    <w:rsid w:val="00370E95"/>
    <w:rsid w:val="00381A9A"/>
    <w:rsid w:val="003A7AAE"/>
    <w:rsid w:val="003A7DAB"/>
    <w:rsid w:val="003B4841"/>
    <w:rsid w:val="003D0813"/>
    <w:rsid w:val="004278A0"/>
    <w:rsid w:val="004303D0"/>
    <w:rsid w:val="00485FAF"/>
    <w:rsid w:val="004900C6"/>
    <w:rsid w:val="004D3939"/>
    <w:rsid w:val="004E6691"/>
    <w:rsid w:val="00531B97"/>
    <w:rsid w:val="0055514F"/>
    <w:rsid w:val="00560815"/>
    <w:rsid w:val="00562EBE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04B46"/>
    <w:rsid w:val="008558CE"/>
    <w:rsid w:val="00884E6B"/>
    <w:rsid w:val="008A61DC"/>
    <w:rsid w:val="008E177C"/>
    <w:rsid w:val="009647CD"/>
    <w:rsid w:val="00997C19"/>
    <w:rsid w:val="00A1760A"/>
    <w:rsid w:val="00A20CD5"/>
    <w:rsid w:val="00A25BCB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8703F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1769E"/>
    <w:rsid w:val="00D30509"/>
    <w:rsid w:val="00D3489D"/>
    <w:rsid w:val="00D6187D"/>
    <w:rsid w:val="00D6512C"/>
    <w:rsid w:val="00D83528"/>
    <w:rsid w:val="00D85A1E"/>
    <w:rsid w:val="00D8712B"/>
    <w:rsid w:val="00DA3E9C"/>
    <w:rsid w:val="00DC2DDA"/>
    <w:rsid w:val="00DC7736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2B38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1FE8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rsid w:val="00D1769E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6EE5AA-4EBB-4E70-9828-7953233BEF74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53</TotalTime>
  <Pages>1</Pages>
  <Words>105</Words>
  <Characters>602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2024-11-24T02:59:00Z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