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B2D3B" w14:textId="3B714095" w:rsidR="00D6512C" w:rsidRPr="003000F2" w:rsidRDefault="0058135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8752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style="mso-next-textbox:#テキスト ボックス 2" inset="0,0,0,0">
              <w:txbxContent>
                <w:p w14:paraId="480323D5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3B828E34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1A9622FB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761D818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4.45pt;margin-top:316.95pt;width:7.1pt;height:0;z-index:251657728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42DBAC2E">
          <v:shape id="_x0000_s2053" type="#_x0000_t202" style="position:absolute;left:0;text-align:left;margin-left:68.9pt;margin-top:38.3pt;width:184.25pt;height:99.2pt;z-index:251655680;mso-position-horizontal:absolute;mso-position-horizontal-relative:page;mso-position-vertical:absolute;mso-position-vertical-relative:page" o:allowincell="f">
            <v:textbox style="mso-next-textbox:#_x0000_s2053" inset="5.85pt,.7pt,5.85pt,.7pt">
              <w:txbxContent>
                <w:p w14:paraId="23BCC6C0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8"/>
        <w:gridCol w:w="251"/>
        <w:gridCol w:w="9"/>
      </w:tblGrid>
      <w:tr w:rsidR="00D6512C" w:rsidRPr="003000F2" w14:paraId="3AAA7770" w14:textId="77777777" w:rsidTr="00A106E0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35BC0536" w14:textId="04ABD2F5" w:rsidR="00D6512C" w:rsidRDefault="004A4A3B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5A0657">
              <w:rPr>
                <w:rFonts w:hint="eastAsia"/>
                <w:sz w:val="28"/>
                <w:szCs w:val="28"/>
              </w:rPr>
              <w:t>特別児童扶養手当</w:t>
            </w:r>
            <w:r w:rsidR="00266160" w:rsidRPr="003000F2">
              <w:rPr>
                <w:rFonts w:hAnsi="ＭＳ 明朝" w:hint="eastAsia"/>
                <w:sz w:val="28"/>
                <w:szCs w:val="28"/>
              </w:rPr>
              <w:t>支給停止</w:t>
            </w:r>
            <w:r w:rsidR="008074CF" w:rsidRPr="003000F2">
              <w:rPr>
                <w:rFonts w:hAnsi="ＭＳ 明朝" w:hint="eastAsia"/>
                <w:sz w:val="28"/>
                <w:szCs w:val="28"/>
              </w:rPr>
              <w:t>解除</w:t>
            </w:r>
            <w:r w:rsidR="00D6512C" w:rsidRPr="003000F2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4B64306F" w14:textId="77777777" w:rsidR="004A4A3B" w:rsidRDefault="004A4A3B" w:rsidP="004A4A3B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ＭＳ 明朝"/>
                <w:szCs w:val="21"/>
              </w:rPr>
            </w:pPr>
          </w:p>
          <w:p w14:paraId="5DA2F3A8" w14:textId="77777777" w:rsidR="004A4A3B" w:rsidRDefault="004A4A3B" w:rsidP="004A4A3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都道府県</w:t>
            </w:r>
            <w:r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指定都市</w:t>
            </w:r>
            <w:r>
              <w:rPr>
                <w:rFonts w:hAnsi="ＭＳ 明朝" w:hint="eastAsia"/>
                <w:szCs w:val="21"/>
              </w:rPr>
              <w:t xml:space="preserve">市長　</w:t>
            </w:r>
            <w:r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印</w:t>
            </w:r>
          </w:p>
          <w:p w14:paraId="372381AE" w14:textId="5CF43556" w:rsidR="00B414D0" w:rsidRPr="004A4A3B" w:rsidRDefault="00581355" w:rsidP="00B414D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noProof/>
                <w:sz w:val="28"/>
                <w:szCs w:val="28"/>
              </w:rPr>
              <w:pict w14:anchorId="4371BEB2">
                <v:rect id="_x0000_s2065" style="position:absolute;left:0;text-align:left;margin-left:-1.95pt;margin-top:13.55pt;width:424.85pt;height:47.85pt;z-index:251660800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_x0000_s2065">
                    <w:txbxContent>
                      <w:p w14:paraId="02791E9D" w14:textId="77777777" w:rsidR="00ED6D98" w:rsidRDefault="00ED6D98" w:rsidP="00ED6D9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7B9818A4" w14:textId="256E16BC" w:rsidR="00ED6D98" w:rsidRPr="00F531B9" w:rsidRDefault="00E608F6" w:rsidP="00ED6D9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ED6D98" w:rsidRPr="00F531B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35A42F15" w14:textId="6787057F" w:rsidR="004A4A3B" w:rsidRDefault="004A4A3B" w:rsidP="004A4A3B">
            <w:pPr>
              <w:overflowPunct w:val="0"/>
              <w:autoSpaceDE w:val="0"/>
              <w:autoSpaceDN w:val="0"/>
              <w:spacing w:line="360" w:lineRule="exact"/>
              <w:ind w:rightChars="67" w:right="141" w:firstLineChars="85" w:firstLine="178"/>
            </w:pPr>
            <w:r>
              <w:t>あなたは、特別児童扶養手当等の支給に関する法律</w:t>
            </w:r>
            <w:r>
              <w:rPr>
                <w:rFonts w:hint="eastAsia"/>
              </w:rPr>
              <w:t>の規定</w:t>
            </w:r>
            <w:r>
              <w:t>(第6条、第7条、第8条)により、</w:t>
            </w:r>
            <w:r>
              <w:rPr>
                <w:rFonts w:hint="eastAsia"/>
              </w:rPr>
              <w:t>支給停止となっておりましたが、</w:t>
            </w:r>
            <w:r w:rsidR="0057518F">
              <w:rPr>
                <w:rFonts w:hint="eastAsia"/>
              </w:rPr>
              <w:t>この度これが解除され</w:t>
            </w:r>
            <w:r>
              <w:t>ましたので通知します。</w:t>
            </w:r>
          </w:p>
          <w:p w14:paraId="6832CE9E" w14:textId="5D739190" w:rsidR="00B414D0" w:rsidRPr="004A4A3B" w:rsidRDefault="00B414D0" w:rsidP="00CE4588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002D7E83" w14:textId="77777777" w:rsidR="00B414D0" w:rsidRDefault="00B414D0" w:rsidP="00B414D0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783C4185" w14:textId="1F7A6687" w:rsidR="00B414D0" w:rsidRPr="003000F2" w:rsidRDefault="00B414D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E57BDA" w:rsidRPr="003000F2" w14:paraId="4987CDF0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227F1F81" w14:textId="1FAEFF5B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1E86CD6" w14:textId="3760700B" w:rsidR="00E57BDA" w:rsidRPr="003000F2" w:rsidRDefault="006F637D" w:rsidP="00A106E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235C20">
              <w:rPr>
                <w:rFonts w:hAnsi="ＭＳ 明朝" w:hint="eastAsia"/>
                <w:szCs w:val="21"/>
              </w:rPr>
              <w:t>受給者</w:t>
            </w:r>
            <w:r w:rsidR="00E57BDA">
              <w:rPr>
                <w:rFonts w:hAnsi="ＭＳ 明朝" w:hint="eastAsia"/>
                <w:szCs w:val="21"/>
              </w:rPr>
              <w:t>記号・番号</w:t>
            </w:r>
          </w:p>
        </w:tc>
        <w:tc>
          <w:tcPr>
            <w:tcW w:w="6118" w:type="dxa"/>
            <w:vAlign w:val="center"/>
          </w:tcPr>
          <w:p w14:paraId="4CA40078" w14:textId="77777777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 w:themeColor="background1"/>
            </w:tcBorders>
          </w:tcPr>
          <w:p w14:paraId="4AB2D450" w14:textId="12A9AA84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E57BDA" w:rsidRPr="003000F2" w14:paraId="40AD9794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38B4E1B9" w14:textId="40D045C6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E444E7A" w14:textId="5ADE6461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</w:t>
            </w:r>
            <w:r>
              <w:rPr>
                <w:rFonts w:hAnsi="ＭＳ 明朝" w:hint="eastAsia"/>
                <w:szCs w:val="21"/>
              </w:rPr>
              <w:t>資格者</w:t>
            </w:r>
            <w:r w:rsidRPr="003000F2">
              <w:rPr>
                <w:rFonts w:hAnsi="ＭＳ 明朝" w:hint="eastAsia"/>
                <w:szCs w:val="21"/>
              </w:rPr>
              <w:t>氏名</w:t>
            </w:r>
          </w:p>
        </w:tc>
        <w:tc>
          <w:tcPr>
            <w:tcW w:w="6118" w:type="dxa"/>
            <w:vAlign w:val="center"/>
          </w:tcPr>
          <w:p w14:paraId="6D8350BF" w14:textId="77777777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61BD9297" w14:textId="71DBA72F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53186237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E9CD1BF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41276314" w14:textId="09D91733" w:rsidR="00E57BDA" w:rsidRPr="003000F2" w:rsidRDefault="00E57BD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</w:t>
            </w:r>
            <w:r>
              <w:rPr>
                <w:rFonts w:hAnsi="ＭＳ 明朝" w:hint="eastAsia"/>
                <w:szCs w:val="21"/>
              </w:rPr>
              <w:t>資格者</w:t>
            </w:r>
            <w:r w:rsidRPr="003000F2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118" w:type="dxa"/>
            <w:vAlign w:val="center"/>
          </w:tcPr>
          <w:p w14:paraId="1F10D62D" w14:textId="20FE6306" w:rsidR="00E57BDA" w:rsidRPr="00166B04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63F54301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37022B43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7CC48D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28D36A0" w14:textId="689DDB15" w:rsidR="00E57BDA" w:rsidRPr="003000F2" w:rsidRDefault="00E57BD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解除年月</w:t>
            </w:r>
          </w:p>
        </w:tc>
        <w:tc>
          <w:tcPr>
            <w:tcW w:w="6118" w:type="dxa"/>
            <w:vAlign w:val="center"/>
          </w:tcPr>
          <w:p w14:paraId="2E759D6D" w14:textId="77777777" w:rsidR="00E57BDA" w:rsidRPr="003000F2" w:rsidRDefault="00E57BDA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71251777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0A17F5F7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428D11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392ABC50" w14:textId="22F73CE0" w:rsidR="00E57BDA" w:rsidRPr="003000F2" w:rsidRDefault="00E57BD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解除の理由</w:t>
            </w:r>
          </w:p>
        </w:tc>
        <w:tc>
          <w:tcPr>
            <w:tcW w:w="6118" w:type="dxa"/>
            <w:vAlign w:val="center"/>
          </w:tcPr>
          <w:p w14:paraId="37871B8F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55391643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1E3EA1C4" w14:textId="77777777" w:rsidTr="00B16B7C">
        <w:trPr>
          <w:gridBefore w:val="1"/>
          <w:wBefore w:w="23" w:type="dxa"/>
          <w:cantSplit/>
          <w:trHeight w:val="1116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5443AE3D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</w:tcPr>
          <w:p w14:paraId="2BF54C08" w14:textId="4128ABFA" w:rsidR="00E57BDA" w:rsidRPr="00331E94" w:rsidRDefault="00E57BDA" w:rsidP="00F531B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20F0">
              <w:rPr>
                <w:rFonts w:hAnsi="ＭＳ 明朝" w:hint="eastAsia"/>
                <w:szCs w:val="21"/>
              </w:rPr>
              <w:t>備考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C7291AA" w14:textId="77777777" w:rsidR="00E57BDA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524B20E4" w14:textId="40E6E269" w:rsidR="00E57BDA" w:rsidRPr="00CF7276" w:rsidRDefault="00E57BDA" w:rsidP="00B11533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</w:t>
            </w:r>
            <w:r w:rsidR="0007405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</w:t>
            </w: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＋編集１</w:t>
            </w:r>
          </w:p>
          <w:p w14:paraId="2739A7AB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 w:themeColor="background1"/>
            </w:tcBorders>
          </w:tcPr>
          <w:p w14:paraId="69E2009E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3000F2" w14:paraId="53A63210" w14:textId="77777777" w:rsidTr="00074056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3D0930C" w14:textId="4063B9D4" w:rsidR="00D6512C" w:rsidRPr="003000F2" w:rsidRDefault="00581355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_x0000_s2067" style="position:absolute;left:0;text-align:left;margin-left:.65pt;margin-top:1.1pt;width:407.4pt;height:82.55pt;z-index:251661824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_x0000_s2067">
                    <w:txbxContent>
                      <w:p w14:paraId="7FFE0E52" w14:textId="77777777" w:rsidR="00074056" w:rsidRDefault="00074056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0786011" w14:textId="766369C7" w:rsidR="00074056" w:rsidRPr="00F531B9" w:rsidRDefault="00660193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固定文言３</w:t>
                        </w:r>
                      </w:p>
                    </w:txbxContent>
                  </v:textbox>
                </v:rect>
              </w:pict>
            </w:r>
          </w:p>
        </w:tc>
      </w:tr>
      <w:tr w:rsidR="006443EA" w:rsidRPr="003000F2" w14:paraId="6254131F" w14:textId="77777777" w:rsidTr="00A106E0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CEB0463" w14:textId="62AFC868" w:rsidR="00B16B7C" w:rsidRDefault="00B16B7C" w:rsidP="00074056">
            <w:pPr>
              <w:overflowPunct w:val="0"/>
              <w:autoSpaceDE w:val="0"/>
              <w:autoSpaceDN w:val="0"/>
              <w:ind w:rightChars="85" w:right="178" w:firstLineChars="67" w:firstLine="141"/>
              <w:jc w:val="right"/>
            </w:pPr>
            <w:r>
              <w:t>(A列4番)</w:t>
            </w:r>
          </w:p>
          <w:p w14:paraId="7313E999" w14:textId="3DD2360B" w:rsidR="00D158F4" w:rsidRDefault="00D158F4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105A67D8" w14:textId="02F4EBA9" w:rsidR="00CE4588" w:rsidRDefault="00CE4588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07FB0CF0" w14:textId="79576CD5" w:rsidR="00074056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44450239" w14:textId="0AF4ACBD" w:rsidR="00074056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B16DF22" w14:textId="4CDCC05F" w:rsidR="00074056" w:rsidRDefault="00581355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6" style="position:absolute;left:0;text-align:left;margin-left:.25pt;margin-top:3.2pt;width:407.2pt;height:94.05pt;z-index:251656704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66427E47" w14:textId="77777777" w:rsidR="00BE2B84" w:rsidRDefault="00BE2B84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69DF05A" w14:textId="2385FCDD" w:rsidR="00D158F4" w:rsidRPr="00F531B9" w:rsidRDefault="00F531B9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F531B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</w:p>
          <w:p w14:paraId="326532C0" w14:textId="77777777" w:rsidR="00074056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9DB6F93" w14:textId="277AF066" w:rsidR="00074056" w:rsidRPr="003000F2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</w:tc>
      </w:tr>
      <w:tr w:rsidR="00EE5C6B" w:rsidRPr="003000F2" w14:paraId="7F95452A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4017F2E" w14:textId="77777777" w:rsidR="00EE5C6B" w:rsidRDefault="00EE5C6B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270F580" w14:textId="77777777" w:rsidR="000564D4" w:rsidRDefault="000564D4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54C9470" w14:textId="77777777" w:rsidR="000564D4" w:rsidRDefault="000564D4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EC817D5" w14:textId="77777777" w:rsidR="000564D4" w:rsidRDefault="000564D4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B27C779" w14:textId="77777777" w:rsidR="000564D4" w:rsidRDefault="000564D4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061B623" w14:textId="78790A15" w:rsidR="00EE5C6B" w:rsidRPr="003000F2" w:rsidRDefault="00EE5C6B" w:rsidP="00EE5C6B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5C6B" w:rsidRPr="003000F2" w14:paraId="268FAD69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C8B4981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5C6B" w:rsidRPr="003000F2" w14:paraId="53B20D28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FC5CEC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85CA64" w14:textId="77777777" w:rsidR="00EE5C6B" w:rsidRPr="003000F2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5C6B" w:rsidRPr="003000F2" w14:paraId="22F9EC11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AFA58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D6DF86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EDF1821" w14:textId="77777777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6BCFEE68" w14:textId="1F9AEB6B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68E20B62" w14:textId="62EAB53E" w:rsidR="00D6512C" w:rsidRPr="0074632E" w:rsidRDefault="00D6512C" w:rsidP="00A106E0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74632E" w:rsidSect="005D4CB7">
      <w:headerReference w:type="default" r:id="rId10"/>
      <w:pgSz w:w="11906" w:h="16838" w:code="9"/>
      <w:pgMar w:top="1701" w:right="1701" w:bottom="851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7EEEE" w14:textId="77777777" w:rsidR="00BE3DE3" w:rsidRDefault="00BE3DE3">
      <w:r>
        <w:separator/>
      </w:r>
    </w:p>
  </w:endnote>
  <w:endnote w:type="continuationSeparator" w:id="0">
    <w:p w14:paraId="5B9B30BF" w14:textId="77777777" w:rsidR="00BE3DE3" w:rsidRDefault="00B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5DE01" w14:textId="77777777" w:rsidR="00BE3DE3" w:rsidRDefault="00BE3DE3">
      <w:r>
        <w:separator/>
      </w:r>
    </w:p>
  </w:footnote>
  <w:footnote w:type="continuationSeparator" w:id="0">
    <w:p w14:paraId="19E48933" w14:textId="77777777" w:rsidR="00BE3DE3" w:rsidRDefault="00B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679C5" w14:textId="2E931AB4" w:rsidR="00F2197C" w:rsidRDefault="00F2197C" w:rsidP="00581355">
    <w:pPr>
      <w:pStyle w:val="a3"/>
      <w:jc w:val="right"/>
    </w:pPr>
    <w:r>
      <w:rPr>
        <w:rFonts w:hAnsi="Century" w:hint="eastAsia"/>
      </w:rPr>
      <w:t>様式第</w:t>
    </w:r>
    <w:r w:rsidR="00E85F1C">
      <w:rPr>
        <w:rFonts w:hAnsi="Century"/>
      </w:rPr>
      <w:t>7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7327"/>
    <w:rsid w:val="000564D4"/>
    <w:rsid w:val="00062150"/>
    <w:rsid w:val="00074056"/>
    <w:rsid w:val="00087C1E"/>
    <w:rsid w:val="000B5B19"/>
    <w:rsid w:val="000C79E7"/>
    <w:rsid w:val="00116570"/>
    <w:rsid w:val="001207B7"/>
    <w:rsid w:val="00140660"/>
    <w:rsid w:val="00142AA4"/>
    <w:rsid w:val="00166B04"/>
    <w:rsid w:val="001C4264"/>
    <w:rsid w:val="001D0887"/>
    <w:rsid w:val="001D4704"/>
    <w:rsid w:val="001D51BE"/>
    <w:rsid w:val="001F3314"/>
    <w:rsid w:val="002214D8"/>
    <w:rsid w:val="00235C20"/>
    <w:rsid w:val="002374BA"/>
    <w:rsid w:val="00247CD8"/>
    <w:rsid w:val="00266160"/>
    <w:rsid w:val="0028353D"/>
    <w:rsid w:val="002B6EE7"/>
    <w:rsid w:val="002D2374"/>
    <w:rsid w:val="003000F2"/>
    <w:rsid w:val="003020F0"/>
    <w:rsid w:val="00331E94"/>
    <w:rsid w:val="00352D62"/>
    <w:rsid w:val="00356FA5"/>
    <w:rsid w:val="00357A41"/>
    <w:rsid w:val="003A5FD4"/>
    <w:rsid w:val="003D2395"/>
    <w:rsid w:val="003E584B"/>
    <w:rsid w:val="00431161"/>
    <w:rsid w:val="004A4A3B"/>
    <w:rsid w:val="004E5A5B"/>
    <w:rsid w:val="0050231D"/>
    <w:rsid w:val="00560ECA"/>
    <w:rsid w:val="0057518F"/>
    <w:rsid w:val="00581355"/>
    <w:rsid w:val="00590C7C"/>
    <w:rsid w:val="005D4CB7"/>
    <w:rsid w:val="006078D4"/>
    <w:rsid w:val="00612FDB"/>
    <w:rsid w:val="006443EA"/>
    <w:rsid w:val="00660193"/>
    <w:rsid w:val="00675F5D"/>
    <w:rsid w:val="00683792"/>
    <w:rsid w:val="0068686D"/>
    <w:rsid w:val="00692EB5"/>
    <w:rsid w:val="006B3DA7"/>
    <w:rsid w:val="006F637D"/>
    <w:rsid w:val="007137B8"/>
    <w:rsid w:val="007352B0"/>
    <w:rsid w:val="0074632E"/>
    <w:rsid w:val="007C51FF"/>
    <w:rsid w:val="007D77C5"/>
    <w:rsid w:val="00801B5A"/>
    <w:rsid w:val="008074CF"/>
    <w:rsid w:val="00914679"/>
    <w:rsid w:val="0091758C"/>
    <w:rsid w:val="00950A02"/>
    <w:rsid w:val="009565FA"/>
    <w:rsid w:val="009647CD"/>
    <w:rsid w:val="009A3B65"/>
    <w:rsid w:val="009C021C"/>
    <w:rsid w:val="009E1BF4"/>
    <w:rsid w:val="009F0EB2"/>
    <w:rsid w:val="009F493F"/>
    <w:rsid w:val="00A0075B"/>
    <w:rsid w:val="00A106E0"/>
    <w:rsid w:val="00A17379"/>
    <w:rsid w:val="00A43109"/>
    <w:rsid w:val="00A561E4"/>
    <w:rsid w:val="00A70391"/>
    <w:rsid w:val="00AC5CC3"/>
    <w:rsid w:val="00AC682D"/>
    <w:rsid w:val="00AD2F61"/>
    <w:rsid w:val="00AD5B18"/>
    <w:rsid w:val="00B024B5"/>
    <w:rsid w:val="00B11533"/>
    <w:rsid w:val="00B16B7C"/>
    <w:rsid w:val="00B240E1"/>
    <w:rsid w:val="00B30F24"/>
    <w:rsid w:val="00B36232"/>
    <w:rsid w:val="00B414D0"/>
    <w:rsid w:val="00B45BDC"/>
    <w:rsid w:val="00B47A2C"/>
    <w:rsid w:val="00B56236"/>
    <w:rsid w:val="00B91B94"/>
    <w:rsid w:val="00BA4DB0"/>
    <w:rsid w:val="00BE2B84"/>
    <w:rsid w:val="00BE3DE3"/>
    <w:rsid w:val="00C219C6"/>
    <w:rsid w:val="00C6334C"/>
    <w:rsid w:val="00C72DC6"/>
    <w:rsid w:val="00CA126B"/>
    <w:rsid w:val="00CA283D"/>
    <w:rsid w:val="00CA4880"/>
    <w:rsid w:val="00CC2CED"/>
    <w:rsid w:val="00CC5E25"/>
    <w:rsid w:val="00CD2DD6"/>
    <w:rsid w:val="00CE4588"/>
    <w:rsid w:val="00CF7276"/>
    <w:rsid w:val="00CF7ADE"/>
    <w:rsid w:val="00D158F4"/>
    <w:rsid w:val="00D26AB9"/>
    <w:rsid w:val="00D6512C"/>
    <w:rsid w:val="00D75B2B"/>
    <w:rsid w:val="00D83528"/>
    <w:rsid w:val="00D86311"/>
    <w:rsid w:val="00DC2646"/>
    <w:rsid w:val="00DD5F5B"/>
    <w:rsid w:val="00DF699C"/>
    <w:rsid w:val="00E14EB7"/>
    <w:rsid w:val="00E237EE"/>
    <w:rsid w:val="00E57BDA"/>
    <w:rsid w:val="00E608F6"/>
    <w:rsid w:val="00E839B9"/>
    <w:rsid w:val="00E85F1C"/>
    <w:rsid w:val="00EA28F4"/>
    <w:rsid w:val="00EA4340"/>
    <w:rsid w:val="00EB6B18"/>
    <w:rsid w:val="00ED2DC4"/>
    <w:rsid w:val="00ED4F40"/>
    <w:rsid w:val="00ED5D1A"/>
    <w:rsid w:val="00ED6D98"/>
    <w:rsid w:val="00EE5C6B"/>
    <w:rsid w:val="00EF0279"/>
    <w:rsid w:val="00F05652"/>
    <w:rsid w:val="00F156B5"/>
    <w:rsid w:val="00F2197C"/>
    <w:rsid w:val="00F27ECE"/>
    <w:rsid w:val="00F531B9"/>
    <w:rsid w:val="00FA24ED"/>
    <w:rsid w:val="00FC6408"/>
    <w:rsid w:val="00FD2138"/>
    <w:rsid w:val="00FE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761FCE3B"/>
  <w15:chartTrackingRefBased/>
  <w15:docId w15:val="{132B0ADA-5CCF-414B-87AC-8690591C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A106E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A106E0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B47A2C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B47A2C"/>
    <w:pPr>
      <w:jc w:val="left"/>
    </w:pPr>
  </w:style>
  <w:style w:type="character" w:customStyle="1" w:styleId="a9">
    <w:name w:val="コメント文字列 (文字)"/>
    <w:link w:val="a8"/>
    <w:uiPriority w:val="99"/>
    <w:rsid w:val="00B47A2C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47A2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47A2C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087C1E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87C1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1D0887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C7FB0-5211-44BA-85D2-56BD46FDEB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4BB056-4ED9-4DA0-AFCB-2138D70DC9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6DB409-B991-4BC0-91AE-56640F535512}"/>
</file>

<file path=customXml/itemProps4.xml><?xml version="1.0" encoding="utf-8"?>
<ds:datastoreItem xmlns:ds="http://schemas.openxmlformats.org/officeDocument/2006/customXml" ds:itemID="{324E3C8D-5A0C-43EA-AAFD-90C17054C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81</TotalTime>
  <Pages>1</Pages>
  <Words>50</Words>
  <Characters>291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2021-12-20T04:34:00Z</cp:lastPrinted>
  <dcterms:created xsi:type="dcterms:W3CDTF">2021-10-21T04:38:00Z</dcterms:created>
  <dcterms:modified xsi:type="dcterms:W3CDTF">2024-11-24T02:58:00Z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2021-09-17T13:26:16Z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c82e1b4f-884e-4a96-9556-9e0e43544a25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