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45C4E" w14:textId="0AF98C1D" w:rsidR="00E21A7F" w:rsidRPr="00890837" w:rsidRDefault="00FF6B05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218C8C47">
                <wp:simplePos x="0" y="0"/>
                <wp:positionH relativeFrom="margin">
                  <wp:posOffset>4175125</wp:posOffset>
                </wp:positionH>
                <wp:positionV relativeFrom="paragraph">
                  <wp:posOffset>-635635</wp:posOffset>
                </wp:positionV>
                <wp:extent cx="1545590" cy="648335"/>
                <wp:effectExtent l="0" t="0" r="16510" b="1841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603DB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4DEC480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7125111A" w14:textId="77777777" w:rsidR="00FF6B05" w:rsidRPr="004D2C41" w:rsidRDefault="00FF6B05" w:rsidP="00FF6B05">
                            <w:pPr>
                              <w:pStyle w:val="a8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28.75pt;margin-top:-50.0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els0jOAAAAAKAQAADwAAAAAAAAAAAAAAAAAwBAAAZHJzL2Rvd25yZXYueG1sUEsFBgAAAAAEAAQA&#10;8wAAAD0FAAAAAA==&#10;" filled="f" stroked="f">
                <v:textbox inset="0,0,0,0">
                  <w:txbxContent>
                    <w:p w14:paraId="3E5603DB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4DEC480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7125111A" w14:textId="77777777" w:rsidR="00FF6B05" w:rsidRPr="004D2C41" w:rsidRDefault="00FF6B05" w:rsidP="00FF6B05">
                      <w:pPr>
                        <w:pStyle w:val="a8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AAA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8AE02C" wp14:editId="4FC99957">
                <wp:simplePos x="0" y="0"/>
                <wp:positionH relativeFrom="page">
                  <wp:posOffset>868045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A4F98" w14:textId="7D4C22CD" w:rsidR="000B4646" w:rsidRPr="00CD461E" w:rsidRDefault="00E21A7F" w:rsidP="00E21A7F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AE02C" id="Text Box 2" o:spid="_x0000_s1027" type="#_x0000_t202" style="position:absolute;left:0;text-align:left;margin-left:68.3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e53asuEAAAAKAQAADwAAAAAAAAAAAAAAAAB0BAAAZHJzL2Rvd25yZXYueG1s&#10;UEsFBgAAAAAEAAQA8wAAAIIFAAAAAA==&#10;">
                <v:textbox inset="5.85pt,.7pt,5.85pt,.7pt">
                  <w:txbxContent>
                    <w:p w14:paraId="4E9A4F98" w14:textId="7D4C22CD" w:rsidR="000B4646" w:rsidRPr="00CD461E" w:rsidRDefault="00E21A7F" w:rsidP="00E21A7F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CF5D522" w14:textId="25961D94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6DFE470D" w14:textId="77777777" w:rsidR="00E21A7F" w:rsidRPr="00890837" w:rsidRDefault="00E21A7F" w:rsidP="00E21A7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BEACF11" w14:textId="77777777" w:rsidR="00EB3216" w:rsidRDefault="00EB3216" w:rsidP="00EB3216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3A168276" w14:textId="1386153A" w:rsidR="00EB3216" w:rsidRDefault="00EB3216" w:rsidP="00EB3216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額改定請求却下</w:t>
      </w:r>
      <w:r w:rsidRPr="005A0657">
        <w:rPr>
          <w:rFonts w:hint="eastAsia"/>
          <w:sz w:val="28"/>
          <w:szCs w:val="28"/>
        </w:rPr>
        <w:t>通知書</w:t>
      </w:r>
    </w:p>
    <w:p w14:paraId="33EF090F" w14:textId="77777777" w:rsidR="00E21A7F" w:rsidRPr="00890837" w:rsidRDefault="00E21A7F" w:rsidP="00EB3216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06DF7A2A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465E6484" w14:textId="77777777" w:rsidR="00FC07D6" w:rsidRDefault="00FC07D6" w:rsidP="00FC07D6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2E42EBD4" w14:textId="7070DB12" w:rsidR="00FC07D6" w:rsidRDefault="00FC07D6" w:rsidP="00FC07D6">
      <w:pPr>
        <w:overflowPunct w:val="0"/>
        <w:autoSpaceDE w:val="0"/>
        <w:autoSpaceDN w:val="0"/>
        <w:ind w:rightChars="67" w:right="141" w:firstLineChars="85" w:firstLine="178"/>
      </w:pPr>
      <w:r w:rsidRPr="00E21A7F">
        <w:rPr>
          <w:rFonts w:hint="eastAsia"/>
          <w:bdr w:val="single" w:sz="4" w:space="0" w:color="auto"/>
        </w:rPr>
        <w:t>申　請　日</w:t>
      </w:r>
      <w:r>
        <w:t>付けで特別児童扶養手当の</w:t>
      </w:r>
      <w:r>
        <w:rPr>
          <w:rFonts w:hint="eastAsia"/>
        </w:rPr>
        <w:t>額の改定</w:t>
      </w:r>
      <w:r>
        <w:t>請求がありましたが、</w:t>
      </w:r>
      <w:r w:rsidR="00D45A44">
        <w:rPr>
          <w:rFonts w:hint="eastAsia"/>
        </w:rPr>
        <w:t>下記</w:t>
      </w:r>
      <w:r>
        <w:t>のとおり却下しましたので通知します。</w:t>
      </w:r>
    </w:p>
    <w:p w14:paraId="743B62B5" w14:textId="2BD7F959" w:rsidR="00B5542A" w:rsidRPr="00B7202B" w:rsidRDefault="00FC07D6" w:rsidP="00EB3216">
      <w:pPr>
        <w:pStyle w:val="a9"/>
        <w:rPr>
          <w:sz w:val="21"/>
          <w:szCs w:val="21"/>
        </w:rPr>
      </w:pPr>
      <w:r w:rsidRPr="00B7202B">
        <w:rPr>
          <w:rFonts w:hint="eastAsia"/>
          <w:sz w:val="21"/>
          <w:szCs w:val="21"/>
        </w:rPr>
        <w:t>記</w:t>
      </w:r>
      <w:r w:rsidR="00EA3EE1" w:rsidRPr="00B7202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020CD" wp14:editId="7968C2E4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DFE8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4BB9037E" w14:textId="2EF0F155" w:rsidR="00EB3216" w:rsidRPr="00EB3216" w:rsidRDefault="00EB3216" w:rsidP="00EB32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CEB285F" wp14:editId="032EE16F">
                <wp:simplePos x="0" y="0"/>
                <wp:positionH relativeFrom="column">
                  <wp:posOffset>-29845</wp:posOffset>
                </wp:positionH>
                <wp:positionV relativeFrom="page">
                  <wp:posOffset>6685915</wp:posOffset>
                </wp:positionV>
                <wp:extent cx="6067425" cy="2314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2314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E078C" w14:textId="2C5C6332" w:rsidR="00553F2C" w:rsidRPr="00EB3216" w:rsidRDefault="00553F2C" w:rsidP="00553F2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B285F" id="正方形/長方形 2" o:spid="_x0000_s1028" style="position:absolute;left:0;text-align:left;margin-left:-2.35pt;margin-top:526.45pt;width:477.75pt;height:18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" fillcolor="#92d050" strokecolor="#92d050" strokeweight="1pt">
                <v:fill opacity="52428f"/>
                <v:textbox>
                  <w:txbxContent>
                    <w:p w14:paraId="099E078C" w14:textId="2C5C6332" w:rsidR="00553F2C" w:rsidRPr="00EB3216" w:rsidRDefault="00553F2C" w:rsidP="00553F2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B321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3827"/>
        <w:gridCol w:w="1417"/>
        <w:gridCol w:w="2552"/>
      </w:tblGrid>
      <w:tr w:rsidR="002F10FA" w14:paraId="2F05E155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24BA5346" w14:textId="77777777" w:rsidR="002F10FA" w:rsidRDefault="002F10FA" w:rsidP="00547DF4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請求者氏名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B195DD4" w14:textId="251D16C1" w:rsidR="002F10FA" w:rsidRDefault="00EB3216" w:rsidP="00E21A7F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EDB815B" wp14:editId="0DE8B121">
                      <wp:simplePos x="0" y="0"/>
                      <wp:positionH relativeFrom="column">
                        <wp:posOffset>-1160780</wp:posOffset>
                      </wp:positionH>
                      <wp:positionV relativeFrom="page">
                        <wp:posOffset>1939925</wp:posOffset>
                      </wp:positionV>
                      <wp:extent cx="6067425" cy="762000"/>
                      <wp:effectExtent l="0" t="0" r="2857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6742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DB0F8F" w14:textId="2D290645" w:rsidR="00754043" w:rsidRPr="00EB3216" w:rsidRDefault="0042282D" w:rsidP="0075404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B321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B815B" id="正方形/長方形 4" o:spid="_x0000_s1029" style="position:absolute;left:0;text-align:left;margin-left:-91.4pt;margin-top:152.75pt;width:477.7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" fillcolor="#92d050" strokecolor="#92d050" strokeweight="1pt">
                      <v:fill opacity="52428f"/>
                      <v:textbox>
                        <w:txbxContent>
                          <w:p w14:paraId="4EDB0F8F" w14:textId="2D290645" w:rsidR="00754043" w:rsidRPr="00EB3216" w:rsidRDefault="0042282D" w:rsidP="007540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321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y="page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738764" w14:textId="7856B277" w:rsidR="002F10FA" w:rsidRDefault="005A2FBD" w:rsidP="002F10FA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625B6C">
              <w:rPr>
                <w:rFonts w:hint="eastAsia"/>
                <w:spacing w:val="105"/>
                <w:kern w:val="0"/>
                <w:fitText w:val="1050" w:id="-1000613376"/>
              </w:rPr>
              <w:t>受給</w:t>
            </w:r>
            <w:r w:rsidRPr="00625B6C">
              <w:rPr>
                <w:rFonts w:hint="eastAsia"/>
                <w:kern w:val="0"/>
                <w:fitText w:val="1050" w:id="-1000613376"/>
              </w:rPr>
              <w:t>者</w:t>
            </w:r>
            <w:r w:rsidR="002F10FA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1DF327" w14:textId="77777777" w:rsidR="002F10FA" w:rsidRDefault="002F10FA" w:rsidP="00547DF4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E21A7F">
              <w:rPr>
                <w:rFonts w:hint="eastAsia"/>
              </w:rPr>
              <w:t xml:space="preserve"> </w:t>
            </w:r>
            <w:r w:rsidR="00E21A7F">
              <w:t xml:space="preserve">  </w:t>
            </w:r>
            <w:r>
              <w:rPr>
                <w:rFonts w:hint="eastAsia"/>
              </w:rPr>
              <w:t xml:space="preserve">　　号</w:t>
            </w:r>
          </w:p>
        </w:tc>
      </w:tr>
      <w:tr w:rsidR="00793A52" w14:paraId="31BA20DD" w14:textId="77777777" w:rsidTr="00553F2C">
        <w:trPr>
          <w:trHeight w:val="510"/>
        </w:trPr>
        <w:tc>
          <w:tcPr>
            <w:tcW w:w="1673" w:type="dxa"/>
            <w:shd w:val="clear" w:color="auto" w:fill="auto"/>
            <w:vAlign w:val="center"/>
          </w:tcPr>
          <w:p w14:paraId="0FA23C45" w14:textId="77777777" w:rsidR="00793A52" w:rsidRPr="00FA2CDF" w:rsidRDefault="002F10FA" w:rsidP="00EB3216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請求者住所</w:t>
            </w:r>
          </w:p>
        </w:tc>
        <w:tc>
          <w:tcPr>
            <w:tcW w:w="7796" w:type="dxa"/>
            <w:gridSpan w:val="3"/>
            <w:shd w:val="clear" w:color="auto" w:fill="auto"/>
            <w:vAlign w:val="center"/>
          </w:tcPr>
          <w:p w14:paraId="5DEEEAFF" w14:textId="132C28BC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19090EEB" w14:textId="77777777" w:rsidTr="00553F2C">
        <w:trPr>
          <w:cantSplit/>
          <w:trHeight w:val="2041"/>
        </w:trPr>
        <w:tc>
          <w:tcPr>
            <w:tcW w:w="1673" w:type="dxa"/>
            <w:shd w:val="clear" w:color="auto" w:fill="auto"/>
            <w:textDirection w:val="tbRlV"/>
            <w:vAlign w:val="center"/>
          </w:tcPr>
          <w:p w14:paraId="4C8B8B29" w14:textId="77777777" w:rsidR="00FA2CDF" w:rsidRPr="00FA2CDF" w:rsidRDefault="00793A52" w:rsidP="002F10FA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E21A7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796" w:type="dxa"/>
            <w:gridSpan w:val="3"/>
            <w:shd w:val="clear" w:color="auto" w:fill="auto"/>
          </w:tcPr>
          <w:p w14:paraId="20668BAC" w14:textId="65D15132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203CE265" w14:textId="111E61CD" w:rsidR="00EB3216" w:rsidRDefault="00EB3216" w:rsidP="00EB3216">
      <w:pPr>
        <w:overflowPunct w:val="0"/>
        <w:autoSpaceDE w:val="0"/>
        <w:autoSpaceDN w:val="0"/>
        <w:ind w:firstLineChars="67" w:firstLine="141"/>
        <w:jc w:val="left"/>
      </w:pPr>
    </w:p>
    <w:p w14:paraId="559AAE6B" w14:textId="2A221A83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795FCCAF" w14:textId="6B3C3F25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014F6C1A" w14:textId="77777777" w:rsidR="000724B1" w:rsidRDefault="000724B1" w:rsidP="00EB3216">
      <w:pPr>
        <w:overflowPunct w:val="0"/>
        <w:autoSpaceDE w:val="0"/>
        <w:autoSpaceDN w:val="0"/>
        <w:ind w:firstLineChars="67" w:firstLine="141"/>
        <w:jc w:val="left"/>
      </w:pPr>
    </w:p>
    <w:p w14:paraId="2D02E32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 xml:space="preserve">これに不服があるときは、この通知書を受けた日の翌日から起算して3か月以内に、書面で、都道府県知事に対して審査請求をすることができます。 </w:t>
      </w:r>
    </w:p>
    <w:p w14:paraId="62D0E066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なお、この通知書を受けた日の翌日から起算して3か月以内であっても、この処分の日の翌日から起算して1年を経過したときは、審査請求をすることができません。</w:t>
      </w:r>
    </w:p>
    <w:p w14:paraId="023DA0B8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114B6965" w14:textId="77777777" w:rsidR="000724B1" w:rsidRDefault="000724B1" w:rsidP="000724B1">
      <w:pPr>
        <w:overflowPunct w:val="0"/>
        <w:autoSpaceDE w:val="0"/>
        <w:autoSpaceDN w:val="0"/>
        <w:ind w:leftChars="67" w:left="141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5FDB421A" w14:textId="340789C4" w:rsidR="00E21A7F" w:rsidRDefault="006B1AF2" w:rsidP="00E21A7F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E21A7F" w:rsidRPr="00890837" w14:paraId="4E7BEAC7" w14:textId="77777777" w:rsidTr="00E71403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83C079" w14:textId="5943A8D4" w:rsidR="00E21A7F" w:rsidRPr="00890837" w:rsidRDefault="00E21A7F" w:rsidP="00E71403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21A7F" w:rsidRPr="00890837" w14:paraId="7E4FB53B" w14:textId="77777777" w:rsidTr="00E71403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EAA1D9" w14:textId="34B5283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21A7F" w:rsidRPr="00890837" w14:paraId="37A4A63D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E88980" w14:textId="77777777" w:rsidR="00E21A7F" w:rsidRPr="00890837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DEFE804" w14:textId="77777777" w:rsidR="00E21A7F" w:rsidRPr="00890837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21A7F" w:rsidRPr="00931AC4" w14:paraId="3A22FCBB" w14:textId="77777777" w:rsidTr="00E71403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28A4242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1CBE7C" w14:textId="77777777" w:rsidR="00E21A7F" w:rsidRPr="00C502C6" w:rsidRDefault="00E21A7F" w:rsidP="00E71403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C47316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57FFD3E" w14:textId="77777777" w:rsidR="00E21A7F" w:rsidRPr="00C502C6" w:rsidRDefault="00E21A7F" w:rsidP="00E71403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02C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B46572A" w14:textId="77777777" w:rsidR="00E21A7F" w:rsidRPr="00E21A7F" w:rsidRDefault="00E21A7F" w:rsidP="00CE5DB4">
      <w:pPr>
        <w:overflowPunct w:val="0"/>
        <w:autoSpaceDE w:val="0"/>
        <w:autoSpaceDN w:val="0"/>
        <w:spacing w:line="20" w:lineRule="exact"/>
        <w:ind w:right="527"/>
      </w:pPr>
    </w:p>
    <w:sectPr w:rsidR="00E21A7F" w:rsidRPr="00E21A7F" w:rsidSect="00EA3EE1">
      <w:headerReference w:type="default" r:id="rId11"/>
      <w:pgSz w:w="11906" w:h="16838" w:code="9"/>
      <w:pgMar w:top="1701" w:right="1247" w:bottom="993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4CC6A" w14:textId="77777777" w:rsidR="002F60D7" w:rsidRDefault="002F60D7">
      <w:r>
        <w:separator/>
      </w:r>
    </w:p>
  </w:endnote>
  <w:endnote w:type="continuationSeparator" w:id="0">
    <w:p w14:paraId="556A4D02" w14:textId="77777777" w:rsidR="002F60D7" w:rsidRDefault="002F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168AD" w14:textId="77777777" w:rsidR="002F60D7" w:rsidRDefault="002F60D7">
      <w:r>
        <w:separator/>
      </w:r>
    </w:p>
  </w:footnote>
  <w:footnote w:type="continuationSeparator" w:id="0">
    <w:p w14:paraId="58D79A16" w14:textId="77777777" w:rsidR="002F60D7" w:rsidRDefault="002F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38DF1" w14:textId="77777777" w:rsidR="00E21A7F" w:rsidRDefault="00E21A7F" w:rsidP="00F20C33">
    <w:pPr>
      <w:pStyle w:val="a3"/>
      <w:jc w:val="right"/>
    </w:pPr>
    <w:r>
      <w:t>様式第十四号(第十九条関係)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561715503">
    <w:abstractNumId w:val="0"/>
  </w:num>
  <w:num w:numId="2" w16cid:durableId="16995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65B1E"/>
    <w:rsid w:val="00067CE4"/>
    <w:rsid w:val="000724B1"/>
    <w:rsid w:val="0008405D"/>
    <w:rsid w:val="00092646"/>
    <w:rsid w:val="000A2848"/>
    <w:rsid w:val="000A671B"/>
    <w:rsid w:val="000B4646"/>
    <w:rsid w:val="000B57F2"/>
    <w:rsid w:val="000C0913"/>
    <w:rsid w:val="000D0A5E"/>
    <w:rsid w:val="000D2546"/>
    <w:rsid w:val="000F74ED"/>
    <w:rsid w:val="001209B1"/>
    <w:rsid w:val="001309EA"/>
    <w:rsid w:val="00135C60"/>
    <w:rsid w:val="001466CE"/>
    <w:rsid w:val="00167783"/>
    <w:rsid w:val="00171425"/>
    <w:rsid w:val="001D3EE5"/>
    <w:rsid w:val="001D3F72"/>
    <w:rsid w:val="001F3314"/>
    <w:rsid w:val="00227EE9"/>
    <w:rsid w:val="002374BA"/>
    <w:rsid w:val="00247CD8"/>
    <w:rsid w:val="00266160"/>
    <w:rsid w:val="002A30E4"/>
    <w:rsid w:val="002C22C4"/>
    <w:rsid w:val="002C68EC"/>
    <w:rsid w:val="002C719D"/>
    <w:rsid w:val="002D29E7"/>
    <w:rsid w:val="002F10FA"/>
    <w:rsid w:val="002F60D7"/>
    <w:rsid w:val="00310DF4"/>
    <w:rsid w:val="00321B70"/>
    <w:rsid w:val="0032348C"/>
    <w:rsid w:val="00334F31"/>
    <w:rsid w:val="00345E9E"/>
    <w:rsid w:val="003A434E"/>
    <w:rsid w:val="003A6437"/>
    <w:rsid w:val="003B6F31"/>
    <w:rsid w:val="0042282D"/>
    <w:rsid w:val="0045334C"/>
    <w:rsid w:val="0046067B"/>
    <w:rsid w:val="00490573"/>
    <w:rsid w:val="00547DF4"/>
    <w:rsid w:val="00553F2C"/>
    <w:rsid w:val="00575B17"/>
    <w:rsid w:val="005A2FBD"/>
    <w:rsid w:val="005B1981"/>
    <w:rsid w:val="005B6077"/>
    <w:rsid w:val="005B79BB"/>
    <w:rsid w:val="005C199A"/>
    <w:rsid w:val="006078D4"/>
    <w:rsid w:val="00623EAA"/>
    <w:rsid w:val="00625B6C"/>
    <w:rsid w:val="006443EA"/>
    <w:rsid w:val="00673630"/>
    <w:rsid w:val="00675615"/>
    <w:rsid w:val="00681AE9"/>
    <w:rsid w:val="00683792"/>
    <w:rsid w:val="006877AE"/>
    <w:rsid w:val="006B1AF2"/>
    <w:rsid w:val="00714674"/>
    <w:rsid w:val="007210E9"/>
    <w:rsid w:val="00740A24"/>
    <w:rsid w:val="00747A3D"/>
    <w:rsid w:val="00754043"/>
    <w:rsid w:val="00760D70"/>
    <w:rsid w:val="007627D5"/>
    <w:rsid w:val="00775EB2"/>
    <w:rsid w:val="00780814"/>
    <w:rsid w:val="00780C84"/>
    <w:rsid w:val="00784322"/>
    <w:rsid w:val="00793A52"/>
    <w:rsid w:val="007C5F1A"/>
    <w:rsid w:val="007E1773"/>
    <w:rsid w:val="00801B5A"/>
    <w:rsid w:val="008074CF"/>
    <w:rsid w:val="008541F0"/>
    <w:rsid w:val="00865425"/>
    <w:rsid w:val="008B4004"/>
    <w:rsid w:val="00922322"/>
    <w:rsid w:val="009647CD"/>
    <w:rsid w:val="00981BCA"/>
    <w:rsid w:val="009C54E3"/>
    <w:rsid w:val="009D093D"/>
    <w:rsid w:val="009D1C61"/>
    <w:rsid w:val="009D723C"/>
    <w:rsid w:val="009E316A"/>
    <w:rsid w:val="009E4624"/>
    <w:rsid w:val="00A066F2"/>
    <w:rsid w:val="00A27966"/>
    <w:rsid w:val="00A561E4"/>
    <w:rsid w:val="00AC0156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7202B"/>
    <w:rsid w:val="00BB2BA4"/>
    <w:rsid w:val="00BB397E"/>
    <w:rsid w:val="00BE1BF3"/>
    <w:rsid w:val="00BE385E"/>
    <w:rsid w:val="00BF5405"/>
    <w:rsid w:val="00C27600"/>
    <w:rsid w:val="00C31714"/>
    <w:rsid w:val="00C502C6"/>
    <w:rsid w:val="00CA283D"/>
    <w:rsid w:val="00CB40BC"/>
    <w:rsid w:val="00CD1908"/>
    <w:rsid w:val="00CD2DD6"/>
    <w:rsid w:val="00CD3CFA"/>
    <w:rsid w:val="00CE2FC2"/>
    <w:rsid w:val="00CE5DB4"/>
    <w:rsid w:val="00D22322"/>
    <w:rsid w:val="00D24726"/>
    <w:rsid w:val="00D44AAA"/>
    <w:rsid w:val="00D45A44"/>
    <w:rsid w:val="00D6512C"/>
    <w:rsid w:val="00D72CAA"/>
    <w:rsid w:val="00D83528"/>
    <w:rsid w:val="00D84CE1"/>
    <w:rsid w:val="00D903CC"/>
    <w:rsid w:val="00DD5F5B"/>
    <w:rsid w:val="00DF699C"/>
    <w:rsid w:val="00E0460E"/>
    <w:rsid w:val="00E058CA"/>
    <w:rsid w:val="00E21A7F"/>
    <w:rsid w:val="00E22B67"/>
    <w:rsid w:val="00E71403"/>
    <w:rsid w:val="00E73BAD"/>
    <w:rsid w:val="00EA3EE1"/>
    <w:rsid w:val="00EB3216"/>
    <w:rsid w:val="00EB6B18"/>
    <w:rsid w:val="00ED2DC4"/>
    <w:rsid w:val="00ED5D1A"/>
    <w:rsid w:val="00F05652"/>
    <w:rsid w:val="00F0702D"/>
    <w:rsid w:val="00F20C33"/>
    <w:rsid w:val="00F2197C"/>
    <w:rsid w:val="00F27ECE"/>
    <w:rsid w:val="00F355EC"/>
    <w:rsid w:val="00F52A42"/>
    <w:rsid w:val="00F65E8A"/>
    <w:rsid w:val="00F92366"/>
    <w:rsid w:val="00F92C1C"/>
    <w:rsid w:val="00FA23E9"/>
    <w:rsid w:val="00FA2CDF"/>
    <w:rsid w:val="00FB40E5"/>
    <w:rsid w:val="00FC07D6"/>
    <w:rsid w:val="00FE15AC"/>
    <w:rsid w:val="00FF6B0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731762B"/>
  <w15:chartTrackingRefBased/>
  <w15:docId w15:val="{99B3C84A-5B28-402D-A600-E020B8BF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F6B05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FC07D6"/>
    <w:pPr>
      <w:jc w:val="center"/>
    </w:pPr>
    <w:rPr>
      <w:rFonts w:hAnsi="ＭＳ 明朝" w:cs="kiloji"/>
      <w:kern w:val="0"/>
      <w:sz w:val="20"/>
    </w:rPr>
  </w:style>
  <w:style w:type="character" w:customStyle="1" w:styleId="aa">
    <w:name w:val="記 (文字)"/>
    <w:basedOn w:val="a0"/>
    <w:link w:val="a9"/>
    <w:uiPriority w:val="99"/>
    <w:rsid w:val="00FC07D6"/>
    <w:rPr>
      <w:rFonts w:ascii="ＭＳ 明朝" w:hAnsi="ＭＳ 明朝" w:cs="kiloji"/>
    </w:rPr>
  </w:style>
  <w:style w:type="character" w:styleId="ab">
    <w:name w:val="annotation reference"/>
    <w:basedOn w:val="a0"/>
    <w:uiPriority w:val="99"/>
    <w:semiHidden/>
    <w:unhideWhenUsed/>
    <w:rsid w:val="00BB2BA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BB2BA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BB2BA4"/>
    <w:rPr>
      <w:rFonts w:ascii="ＭＳ 明朝" w:hAnsi="Courier New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B2BA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B2BA4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3C491B-AFB5-41F0-8DB4-602A2DC682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BF330-C791-4417-9079-A26D81055A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60BC1-8AB6-43A4-B84C-3295B19644B0}"/>
</file>

<file path=customXml/itemProps4.xml><?xml version="1.0" encoding="utf-8"?>
<ds:datastoreItem xmlns:ds="http://schemas.openxmlformats.org/officeDocument/2006/customXml" ds:itemID="{924CE660-A40F-4E7D-9AE2-05E281AA05A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32</TotalTime>
  <Pages>1</Pages>
  <Words>513</Words>
  <Characters>123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2021-12-21T02:47:00Z</cp:lastPrinted>
  <dcterms:created xsi:type="dcterms:W3CDTF">2021-10-20T07:41:00Z</dcterms:created>
  <dcterms:modified xsi:type="dcterms:W3CDTF">2024-11-24T02:53:00Z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