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C70CA6" w14:textId="38BD3BFA" w:rsidR="00AB15E5" w:rsidRPr="00890837" w:rsidRDefault="001C3831" w:rsidP="00AB15E5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  <w:r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BA90056" wp14:editId="6990BC8D">
                <wp:simplePos x="0" y="0"/>
                <wp:positionH relativeFrom="margin">
                  <wp:posOffset>4203700</wp:posOffset>
                </wp:positionH>
                <wp:positionV relativeFrom="paragraph">
                  <wp:posOffset>-673735</wp:posOffset>
                </wp:positionV>
                <wp:extent cx="1545590" cy="648335"/>
                <wp:effectExtent l="0" t="0" r="16510" b="1841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590" cy="648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66136A3" w14:textId="77777777" w:rsidR="001C3831" w:rsidRPr="004D2C41" w:rsidRDefault="001C3831" w:rsidP="001C3831">
                            <w:pPr>
                              <w:pStyle w:val="aa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4D2C41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Pr="004D2C41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　</w:t>
                            </w:r>
                            <w:r w:rsidRPr="004D2C41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0A7A06DA" w14:textId="77777777" w:rsidR="001C3831" w:rsidRPr="004D2C41" w:rsidRDefault="001C3831" w:rsidP="001C3831">
                            <w:pPr>
                              <w:pStyle w:val="aa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4D2C41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4D2C41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4D2C41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6658196" w14:textId="77777777" w:rsidR="001C3831" w:rsidRPr="004D2C41" w:rsidRDefault="001C3831" w:rsidP="001C3831">
                            <w:pPr>
                              <w:pStyle w:val="aa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A9005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331pt;margin-top:-53.05pt;width:121.7pt;height:51.0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" filled="f" stroked="f">
                <v:textbox inset="0,0,0,0">
                  <w:txbxContent>
                    <w:p w14:paraId="766136A3" w14:textId="77777777" w:rsidR="001C3831" w:rsidRPr="004D2C41" w:rsidRDefault="001C3831" w:rsidP="001C3831">
                      <w:pPr>
                        <w:pStyle w:val="aa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4D2C41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Pr="004D2C41">
                        <w:rPr>
                          <w:rFonts w:ascii="ＭＳ 明朝" w:eastAsia="ＭＳ 明朝" w:hAnsi="ＭＳ 明朝" w:hint="eastAsia"/>
                        </w:rPr>
                        <w:t xml:space="preserve">　　　　</w:t>
                      </w:r>
                      <w:r w:rsidRPr="004D2C41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0A7A06DA" w14:textId="77777777" w:rsidR="001C3831" w:rsidRPr="004D2C41" w:rsidRDefault="001C3831" w:rsidP="001C3831">
                      <w:pPr>
                        <w:pStyle w:val="aa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4D2C41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4D2C41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4D2C41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6658196" w14:textId="77777777" w:rsidR="001C3831" w:rsidRPr="004D2C41" w:rsidRDefault="001C3831" w:rsidP="001C3831">
                      <w:pPr>
                        <w:pStyle w:val="aa"/>
                        <w:jc w:val="right"/>
                        <w:rPr>
                          <w:rFonts w:ascii="ＭＳ 明朝" w:eastAsia="ＭＳ 明朝" w:hAnsi="ＭＳ 明朝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F667A5"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9D83756" wp14:editId="2A37FD88">
                <wp:simplePos x="0" y="0"/>
                <wp:positionH relativeFrom="page">
                  <wp:posOffset>864235</wp:posOffset>
                </wp:positionH>
                <wp:positionV relativeFrom="page">
                  <wp:posOffset>504190</wp:posOffset>
                </wp:positionV>
                <wp:extent cx="2340000" cy="1260000"/>
                <wp:effectExtent l="0" t="0" r="22225" b="1651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A96219" w14:textId="7416C3AC" w:rsidR="00636431" w:rsidRPr="00CD461E" w:rsidRDefault="00AB15E5" w:rsidP="00AB15E5">
                            <w:r>
                              <w:rPr>
                                <w:rFonts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D83756" id="Text Box 2" o:spid="_x0000_s1027" type="#_x0000_t202" style="position:absolute;left:0;text-align:left;margin-left:68.05pt;margin-top:39.7pt;width:184.25pt;height:99.2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">
                <v:textbox inset="5.85pt,.7pt,5.85pt,.7pt">
                  <w:txbxContent>
                    <w:p w14:paraId="42A96219" w14:textId="7416C3AC" w:rsidR="00636431" w:rsidRPr="00CD461E" w:rsidRDefault="00AB15E5" w:rsidP="00AB15E5">
                      <w:r>
                        <w:rPr>
                          <w:rFonts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553D10F9" w14:textId="77777777" w:rsidR="00AB15E5" w:rsidRPr="00890837" w:rsidRDefault="00AB15E5" w:rsidP="00AB15E5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</w:p>
    <w:p w14:paraId="22C1040A" w14:textId="77777777" w:rsidR="00AB15E5" w:rsidRPr="00890837" w:rsidRDefault="00AB15E5" w:rsidP="00AB15E5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</w:p>
    <w:p w14:paraId="7FE1AD37" w14:textId="77777777" w:rsidR="00343C7E" w:rsidRDefault="00343C7E" w:rsidP="00343C7E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</w:p>
    <w:p w14:paraId="0FBF23ED" w14:textId="04B3B8E6" w:rsidR="00343C7E" w:rsidRDefault="00343C7E" w:rsidP="00343C7E">
      <w:pPr>
        <w:overflowPunct w:val="0"/>
        <w:autoSpaceDE w:val="0"/>
        <w:autoSpaceDN w:val="0"/>
        <w:jc w:val="center"/>
        <w:rPr>
          <w:sz w:val="28"/>
          <w:szCs w:val="28"/>
        </w:rPr>
      </w:pPr>
      <w:r w:rsidRPr="005A0657">
        <w:rPr>
          <w:rFonts w:hint="eastAsia"/>
          <w:sz w:val="28"/>
          <w:szCs w:val="28"/>
        </w:rPr>
        <w:t>特別児童扶養手</w:t>
      </w:r>
      <w:r w:rsidR="007D10B0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DC8F278" wp14:editId="3AFD1EE8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2011601124" name="直線矢印コネクタ 2011601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D76FBC2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011601124" o:spid="_x0000_s1026" type="#_x0000_t32" style="position:absolute;margin-left:15.6pt;margin-top:316.1pt;width:7.1pt;height:0;z-index:25166540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">
                <w10:wrap anchorx="page" anchory="page"/>
              </v:shape>
            </w:pict>
          </mc:Fallback>
        </mc:AlternateContent>
      </w:r>
      <w:r w:rsidRPr="005A0657">
        <w:rPr>
          <w:rFonts w:hint="eastAsia"/>
          <w:sz w:val="28"/>
          <w:szCs w:val="28"/>
        </w:rPr>
        <w:t>当</w:t>
      </w:r>
      <w:r>
        <w:rPr>
          <w:rFonts w:hint="eastAsia"/>
          <w:sz w:val="28"/>
          <w:szCs w:val="28"/>
        </w:rPr>
        <w:t>額改定</w:t>
      </w:r>
      <w:r w:rsidRPr="005A0657">
        <w:rPr>
          <w:rFonts w:hint="eastAsia"/>
          <w:sz w:val="28"/>
          <w:szCs w:val="28"/>
        </w:rPr>
        <w:t>通知書</w:t>
      </w:r>
    </w:p>
    <w:p w14:paraId="61C4B678" w14:textId="77777777" w:rsidR="00AB15E5" w:rsidRPr="00343C7E" w:rsidRDefault="00AB15E5" w:rsidP="00343C7E">
      <w:pPr>
        <w:overflowPunct w:val="0"/>
        <w:autoSpaceDE w:val="0"/>
        <w:autoSpaceDN w:val="0"/>
        <w:jc w:val="center"/>
        <w:rPr>
          <w:rFonts w:hAnsi="ＭＳ 明朝"/>
          <w:szCs w:val="21"/>
        </w:rPr>
      </w:pPr>
    </w:p>
    <w:p w14:paraId="754C6BCC" w14:textId="77777777" w:rsidR="007E11F1" w:rsidRDefault="007E11F1" w:rsidP="007E11F1">
      <w:pPr>
        <w:overflowPunct w:val="0"/>
        <w:autoSpaceDE w:val="0"/>
        <w:autoSpaceDN w:val="0"/>
        <w:jc w:val="right"/>
        <w:rPr>
          <w:rFonts w:hAnsi="ＭＳ 明朝"/>
          <w:szCs w:val="21"/>
          <w:bdr w:val="single" w:sz="4" w:space="0" w:color="auto" w:frame="1"/>
        </w:rPr>
      </w:pPr>
      <w:r>
        <w:rPr>
          <w:rFonts w:hAnsi="ＭＳ 明朝" w:hint="eastAsia"/>
          <w:szCs w:val="21"/>
          <w:bdr w:val="single" w:sz="4" w:space="0" w:color="auto"/>
        </w:rPr>
        <w:t>都道府県</w:t>
      </w:r>
      <w:r w:rsidRPr="003C04D1">
        <w:rPr>
          <w:rFonts w:hAnsi="ＭＳ 明朝" w:hint="eastAsia"/>
          <w:szCs w:val="21"/>
        </w:rPr>
        <w:t>知事・</w:t>
      </w:r>
      <w:r>
        <w:rPr>
          <w:rFonts w:hAnsi="ＭＳ 明朝" w:hint="eastAsia"/>
          <w:szCs w:val="21"/>
          <w:bdr w:val="single" w:sz="4" w:space="0" w:color="auto"/>
        </w:rPr>
        <w:t>指定都市</w:t>
      </w:r>
      <w:r>
        <w:rPr>
          <w:rFonts w:hAnsi="ＭＳ 明朝" w:hint="eastAsia"/>
          <w:szCs w:val="21"/>
        </w:rPr>
        <w:t xml:space="preserve">市長　</w:t>
      </w:r>
      <w:r w:rsidRPr="007461B4">
        <w:rPr>
          <w:rFonts w:hAnsi="ＭＳ 明朝" w:hint="eastAsia"/>
        </w:rPr>
        <w:t xml:space="preserve">　</w:t>
      </w:r>
      <w:r>
        <w:rPr>
          <w:rFonts w:hAnsi="ＭＳ 明朝" w:hint="eastAsia"/>
          <w:szCs w:val="21"/>
          <w:bdr w:val="single" w:sz="4" w:space="0" w:color="auto" w:frame="1"/>
        </w:rPr>
        <w:t>印</w:t>
      </w:r>
    </w:p>
    <w:p w14:paraId="0FD06AF2" w14:textId="4B35B8F6" w:rsidR="007E11F1" w:rsidRDefault="007E11F1" w:rsidP="007E11F1">
      <w:pPr>
        <w:overflowPunct w:val="0"/>
        <w:autoSpaceDE w:val="0"/>
        <w:autoSpaceDN w:val="0"/>
        <w:jc w:val="right"/>
        <w:rPr>
          <w:rFonts w:hAnsi="ＭＳ 明朝"/>
          <w:szCs w:val="21"/>
          <w:bdr w:val="single" w:sz="4" w:space="0" w:color="auto" w:frame="1"/>
        </w:rPr>
      </w:pPr>
      <w:r>
        <w:rPr>
          <w:noProof/>
          <w:sz w:val="12"/>
          <w:szCs w:val="1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960CA3" wp14:editId="41987F6C">
                <wp:simplePos x="0" y="0"/>
                <wp:positionH relativeFrom="column">
                  <wp:posOffset>46355</wp:posOffset>
                </wp:positionH>
                <wp:positionV relativeFrom="paragraph">
                  <wp:posOffset>170815</wp:posOffset>
                </wp:positionV>
                <wp:extent cx="5962650" cy="266700"/>
                <wp:effectExtent l="0" t="0" r="19050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2650" cy="2667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CBE2E5B" w14:textId="37413689" w:rsidR="00874DC4" w:rsidRPr="00CA60DC" w:rsidRDefault="00874DC4" w:rsidP="00874DC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CA60D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</w:t>
                            </w:r>
                            <w:r w:rsidR="000837D2" w:rsidRPr="00CA60D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言</w:t>
                            </w:r>
                            <w:r w:rsidR="00244E19" w:rsidRPr="00CA60D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960CA3" id="正方形/長方形 3" o:spid="_x0000_s1028" style="position:absolute;left:0;text-align:left;margin-left:3.65pt;margin-top:13.45pt;width:469.5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" fillcolor="#92d050" strokecolor="#92d050" strokeweight="1pt">
                <v:fill opacity="52428f"/>
                <v:textbox>
                  <w:txbxContent>
                    <w:p w14:paraId="4CBE2E5B" w14:textId="37413689" w:rsidR="00874DC4" w:rsidRPr="00CA60DC" w:rsidRDefault="00874DC4" w:rsidP="00874DC4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CA60D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固定文</w:t>
                      </w:r>
                      <w:r w:rsidR="000837D2" w:rsidRPr="00CA60D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言</w:t>
                      </w:r>
                      <w:r w:rsidR="00244E19" w:rsidRPr="00CA60D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p w14:paraId="49A386E0" w14:textId="7E03DC20" w:rsidR="007E11F1" w:rsidRDefault="00244E19" w:rsidP="007E11F1">
      <w:pPr>
        <w:overflowPunct w:val="0"/>
        <w:autoSpaceDE w:val="0"/>
        <w:autoSpaceDN w:val="0"/>
        <w:ind w:rightChars="67" w:right="141" w:firstLineChars="85" w:firstLine="178"/>
      </w:pPr>
      <w:r>
        <w:rPr>
          <w:rFonts w:hint="eastAsia"/>
        </w:rPr>
        <w:t>下記</w:t>
      </w:r>
      <w:r w:rsidR="007E11F1">
        <w:t>のとおり、特別児童扶養手当の額を改定しましたので通知します。</w:t>
      </w:r>
    </w:p>
    <w:p w14:paraId="217A2BB9" w14:textId="316D5AD6" w:rsidR="007E11F1" w:rsidRPr="00150972" w:rsidRDefault="00194393" w:rsidP="007E11F1">
      <w:pPr>
        <w:pStyle w:val="ab"/>
        <w:rPr>
          <w:sz w:val="21"/>
          <w:szCs w:val="21"/>
        </w:rPr>
      </w:pPr>
      <w:r w:rsidRPr="00150972"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756E5E75" wp14:editId="750B3E1A">
                <wp:simplePos x="0" y="0"/>
                <wp:positionH relativeFrom="column">
                  <wp:posOffset>-10795</wp:posOffset>
                </wp:positionH>
                <wp:positionV relativeFrom="page">
                  <wp:posOffset>6515100</wp:posOffset>
                </wp:positionV>
                <wp:extent cx="6019800" cy="2266950"/>
                <wp:effectExtent l="0" t="0" r="19050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9800" cy="22669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895EAAF" w14:textId="252F2A96" w:rsidR="000F2704" w:rsidRPr="00B066B4" w:rsidRDefault="000F2704" w:rsidP="000F270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B066B4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教示文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6E5E75" id="正方形/長方形 2" o:spid="_x0000_s1029" style="position:absolute;left:0;text-align:left;margin-left:-.85pt;margin-top:513pt;width:474pt;height:17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" fillcolor="#92d050" strokecolor="#92d050" strokeweight="1pt">
                <v:fill opacity="52428f"/>
                <v:textbox>
                  <w:txbxContent>
                    <w:p w14:paraId="2895EAAF" w14:textId="252F2A96" w:rsidR="000F2704" w:rsidRPr="00B066B4" w:rsidRDefault="000F2704" w:rsidP="000F2704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B066B4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教示文</w:t>
                      </w:r>
                    </w:p>
                  </w:txbxContent>
                </v:textbox>
                <w10:wrap anchory="page"/>
                <w10:anchorlock/>
              </v:rect>
            </w:pict>
          </mc:Fallback>
        </mc:AlternateContent>
      </w:r>
      <w:r w:rsidR="007E11F1" w:rsidRPr="00150972">
        <w:rPr>
          <w:rFonts w:hint="eastAsia"/>
          <w:sz w:val="21"/>
          <w:szCs w:val="21"/>
        </w:rPr>
        <w:t>記</w:t>
      </w:r>
    </w:p>
    <w:p w14:paraId="09245DAE" w14:textId="1B5E95F6" w:rsidR="00343C7E" w:rsidRPr="00343C7E" w:rsidRDefault="00343C7E" w:rsidP="00343C7E"/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1701"/>
        <w:gridCol w:w="2693"/>
        <w:gridCol w:w="425"/>
        <w:gridCol w:w="1559"/>
        <w:gridCol w:w="2552"/>
      </w:tblGrid>
      <w:tr w:rsidR="005D6362" w14:paraId="557C2243" w14:textId="77777777" w:rsidTr="00054CD9">
        <w:trPr>
          <w:cantSplit/>
          <w:trHeight w:val="567"/>
        </w:trPr>
        <w:tc>
          <w:tcPr>
            <w:tcW w:w="539" w:type="dxa"/>
            <w:vMerge w:val="restart"/>
            <w:shd w:val="clear" w:color="auto" w:fill="auto"/>
            <w:textDirection w:val="tbRlV"/>
          </w:tcPr>
          <w:p w14:paraId="30F7F9B8" w14:textId="72F8F041" w:rsidR="00401961" w:rsidRDefault="00D63FB9" w:rsidP="00824EA7">
            <w:pPr>
              <w:overflowPunct w:val="0"/>
              <w:autoSpaceDE w:val="0"/>
              <w:autoSpaceDN w:val="0"/>
              <w:ind w:left="113" w:rightChars="67" w:right="141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77E26F4" wp14:editId="1DC47025">
                      <wp:simplePos x="0" y="0"/>
                      <wp:positionH relativeFrom="page">
                        <wp:posOffset>180340</wp:posOffset>
                      </wp:positionH>
                      <wp:positionV relativeFrom="page">
                        <wp:posOffset>4050665</wp:posOffset>
                      </wp:positionV>
                      <wp:extent cx="90360" cy="0"/>
                      <wp:effectExtent l="0" t="0" r="24130" b="38100"/>
                      <wp:wrapNone/>
                      <wp:docPr id="6" name="直線矢印コネクタ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03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526F0E76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6" o:spid="_x0000_s1026" type="#_x0000_t32" style="position:absolute;left:0;text-align:left;margin-left:14.2pt;margin-top:318.95pt;width:7.1pt;height:0;z-index: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">
                      <w10:wrap anchorx="page" anchory="page"/>
                    </v:shape>
                  </w:pict>
                </mc:Fallback>
              </mc:AlternateContent>
            </w:r>
            <w:r w:rsidR="00401961">
              <w:rPr>
                <w:rFonts w:hint="eastAsia"/>
              </w:rPr>
              <w:t>受</w:t>
            </w:r>
            <w:r w:rsidR="00B13A23">
              <w:rPr>
                <w:rFonts w:hint="eastAsia"/>
              </w:rPr>
              <w:t xml:space="preserve"> </w:t>
            </w:r>
            <w:r w:rsidR="00401961">
              <w:rPr>
                <w:rFonts w:hint="eastAsia"/>
              </w:rPr>
              <w:t>給</w:t>
            </w:r>
            <w:r w:rsidR="00B13A23">
              <w:rPr>
                <w:rFonts w:hint="eastAsia"/>
              </w:rPr>
              <w:t xml:space="preserve"> </w:t>
            </w:r>
            <w:r w:rsidR="00401961">
              <w:rPr>
                <w:rFonts w:hint="eastAsia"/>
              </w:rPr>
              <w:t>者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433DFE3" w14:textId="77777777" w:rsidR="00401961" w:rsidRDefault="00401961" w:rsidP="005D6362">
            <w:pPr>
              <w:overflowPunct w:val="0"/>
              <w:autoSpaceDE w:val="0"/>
              <w:autoSpaceDN w:val="0"/>
              <w:ind w:rightChars="67" w:right="141"/>
              <w:jc w:val="center"/>
            </w:pPr>
            <w:r>
              <w:rPr>
                <w:rFonts w:hint="eastAsia"/>
              </w:rPr>
              <w:t xml:space="preserve">氏　</w:t>
            </w:r>
            <w:r w:rsidR="005A09C8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 xml:space="preserve">　名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4520CB5A" w14:textId="14D451BB" w:rsidR="00401961" w:rsidRDefault="00401961" w:rsidP="00AB15E5">
            <w:pPr>
              <w:overflowPunct w:val="0"/>
              <w:autoSpaceDE w:val="0"/>
              <w:autoSpaceDN w:val="0"/>
              <w:ind w:rightChars="67" w:right="141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B96D727" w14:textId="3406C4B2" w:rsidR="00401961" w:rsidRDefault="00E873FF" w:rsidP="00D0154D">
            <w:pPr>
              <w:overflowPunct w:val="0"/>
              <w:autoSpaceDE w:val="0"/>
              <w:autoSpaceDN w:val="0"/>
              <w:ind w:rightChars="67" w:right="141"/>
              <w:jc w:val="center"/>
            </w:pPr>
            <w:r w:rsidRPr="00E873FF">
              <w:rPr>
                <w:rFonts w:hint="eastAsia"/>
                <w:spacing w:val="105"/>
                <w:kern w:val="0"/>
                <w:fitText w:val="1050" w:id="-1000613888"/>
              </w:rPr>
              <w:t>受給</w:t>
            </w:r>
            <w:r w:rsidRPr="00E873FF">
              <w:rPr>
                <w:rFonts w:hint="eastAsia"/>
                <w:kern w:val="0"/>
                <w:fitText w:val="1050" w:id="-1000613888"/>
              </w:rPr>
              <w:t>者</w:t>
            </w:r>
            <w:r w:rsidR="00401961">
              <w:rPr>
                <w:rFonts w:hint="eastAsia"/>
              </w:rPr>
              <w:t>記号・番号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4C8C6B6" w14:textId="64E0CD3E" w:rsidR="00401961" w:rsidRDefault="00401961" w:rsidP="00824EA7">
            <w:pPr>
              <w:overflowPunct w:val="0"/>
              <w:autoSpaceDE w:val="0"/>
              <w:autoSpaceDN w:val="0"/>
              <w:ind w:rightChars="67" w:right="141"/>
              <w:jc w:val="right"/>
            </w:pPr>
            <w:r>
              <w:rPr>
                <w:rFonts w:hint="eastAsia"/>
              </w:rPr>
              <w:t>第</w:t>
            </w:r>
            <w:r w:rsidR="00CA60DC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　</w:t>
            </w:r>
            <w:r w:rsidR="005D6362">
              <w:t xml:space="preserve"> </w:t>
            </w:r>
            <w:r>
              <w:rPr>
                <w:rFonts w:hint="eastAsia"/>
              </w:rPr>
              <w:t>号</w:t>
            </w:r>
          </w:p>
        </w:tc>
      </w:tr>
      <w:tr w:rsidR="00AB15E5" w14:paraId="1035E433" w14:textId="77777777" w:rsidTr="00054CD9">
        <w:trPr>
          <w:trHeight w:val="567"/>
        </w:trPr>
        <w:tc>
          <w:tcPr>
            <w:tcW w:w="539" w:type="dxa"/>
            <w:vMerge/>
            <w:shd w:val="clear" w:color="auto" w:fill="auto"/>
            <w:vAlign w:val="center"/>
          </w:tcPr>
          <w:p w14:paraId="163B3EC8" w14:textId="77777777" w:rsidR="00401961" w:rsidRDefault="00401961" w:rsidP="00FA23E9">
            <w:pPr>
              <w:overflowPunct w:val="0"/>
              <w:autoSpaceDE w:val="0"/>
              <w:autoSpaceDN w:val="0"/>
              <w:ind w:rightChars="67" w:right="141"/>
              <w:jc w:val="center"/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9E43B58" w14:textId="77777777" w:rsidR="00401961" w:rsidRDefault="00401961" w:rsidP="005D6362">
            <w:pPr>
              <w:overflowPunct w:val="0"/>
              <w:autoSpaceDE w:val="0"/>
              <w:autoSpaceDN w:val="0"/>
              <w:ind w:rightChars="67" w:right="141"/>
              <w:jc w:val="center"/>
            </w:pPr>
            <w:r>
              <w:rPr>
                <w:rFonts w:hint="eastAsia"/>
              </w:rPr>
              <w:t xml:space="preserve">住　</w:t>
            </w:r>
            <w:r w:rsidR="005A09C8">
              <w:rPr>
                <w:rFonts w:hint="eastAsia"/>
              </w:rPr>
              <w:t xml:space="preserve"> </w:t>
            </w:r>
            <w:r w:rsidR="005A09C8">
              <w:t xml:space="preserve"> </w:t>
            </w:r>
            <w:r>
              <w:rPr>
                <w:rFonts w:hint="eastAsia"/>
              </w:rPr>
              <w:t xml:space="preserve">　所</w:t>
            </w:r>
          </w:p>
        </w:tc>
        <w:tc>
          <w:tcPr>
            <w:tcW w:w="7229" w:type="dxa"/>
            <w:gridSpan w:val="4"/>
            <w:shd w:val="clear" w:color="auto" w:fill="auto"/>
            <w:vAlign w:val="center"/>
          </w:tcPr>
          <w:p w14:paraId="60D498A9" w14:textId="1BC272FF" w:rsidR="00401961" w:rsidRDefault="00401961" w:rsidP="00FA23E9">
            <w:pPr>
              <w:overflowPunct w:val="0"/>
              <w:autoSpaceDE w:val="0"/>
              <w:autoSpaceDN w:val="0"/>
              <w:ind w:rightChars="67" w:right="141"/>
              <w:rPr>
                <w:rFonts w:hAnsi="ＭＳ 明朝"/>
                <w:sz w:val="20"/>
              </w:rPr>
            </w:pPr>
          </w:p>
          <w:p w14:paraId="43C5A41E" w14:textId="7A105D34" w:rsidR="00797E12" w:rsidRDefault="00797E12" w:rsidP="00FA23E9">
            <w:pPr>
              <w:overflowPunct w:val="0"/>
              <w:autoSpaceDE w:val="0"/>
              <w:autoSpaceDN w:val="0"/>
              <w:ind w:rightChars="67" w:right="141"/>
            </w:pPr>
          </w:p>
        </w:tc>
      </w:tr>
      <w:tr w:rsidR="005D6362" w14:paraId="0F558A89" w14:textId="77777777" w:rsidTr="00B35C9F">
        <w:trPr>
          <w:trHeight w:val="567"/>
        </w:trPr>
        <w:tc>
          <w:tcPr>
            <w:tcW w:w="2240" w:type="dxa"/>
            <w:gridSpan w:val="2"/>
            <w:shd w:val="clear" w:color="auto" w:fill="auto"/>
            <w:vAlign w:val="center"/>
          </w:tcPr>
          <w:p w14:paraId="7E802F12" w14:textId="77777777" w:rsidR="005D6362" w:rsidRDefault="005D6362" w:rsidP="00B35C9F">
            <w:pPr>
              <w:overflowPunct w:val="0"/>
              <w:autoSpaceDE w:val="0"/>
              <w:autoSpaceDN w:val="0"/>
              <w:ind w:leftChars="-117" w:left="-246" w:rightChars="-65" w:right="-136"/>
              <w:jc w:val="center"/>
            </w:pPr>
            <w:r>
              <w:rPr>
                <w:rFonts w:hint="eastAsia"/>
              </w:rPr>
              <w:t>新たに対象となる</w:t>
            </w:r>
          </w:p>
          <w:p w14:paraId="169ACEBC" w14:textId="77777777" w:rsidR="005D6362" w:rsidRDefault="005D6362" w:rsidP="00B35C9F">
            <w:pPr>
              <w:overflowPunct w:val="0"/>
              <w:autoSpaceDE w:val="0"/>
              <w:autoSpaceDN w:val="0"/>
              <w:ind w:leftChars="-117" w:left="-246" w:rightChars="-65" w:right="-136"/>
              <w:jc w:val="center"/>
            </w:pPr>
            <w:r>
              <w:rPr>
                <w:rFonts w:hint="eastAsia"/>
              </w:rPr>
              <w:t xml:space="preserve">障 </w:t>
            </w:r>
            <w:r>
              <w:t xml:space="preserve"> </w:t>
            </w:r>
            <w:r w:rsidR="00B13A23">
              <w:t xml:space="preserve"> </w:t>
            </w:r>
            <w:r>
              <w:rPr>
                <w:rFonts w:hint="eastAsia"/>
              </w:rPr>
              <w:t xml:space="preserve">害 </w:t>
            </w:r>
            <w:r>
              <w:t xml:space="preserve"> </w:t>
            </w:r>
            <w:r>
              <w:rPr>
                <w:rFonts w:hint="eastAsia"/>
              </w:rPr>
              <w:t xml:space="preserve">児 </w:t>
            </w:r>
            <w:r>
              <w:t xml:space="preserve">  </w:t>
            </w:r>
            <w:r>
              <w:rPr>
                <w:rFonts w:hint="eastAsia"/>
              </w:rPr>
              <w:t>名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4BF9CC40" w14:textId="122E7ADF" w:rsidR="005D6362" w:rsidRDefault="005D6362" w:rsidP="005B3E3C">
            <w:pPr>
              <w:overflowPunct w:val="0"/>
              <w:autoSpaceDE w:val="0"/>
              <w:autoSpaceDN w:val="0"/>
              <w:ind w:rightChars="67" w:right="141"/>
            </w:pPr>
            <w:r>
              <w:rPr>
                <w:rFonts w:hint="eastAsia"/>
              </w:rPr>
              <w:t>(1)</w:t>
            </w:r>
          </w:p>
        </w:tc>
        <w:tc>
          <w:tcPr>
            <w:tcW w:w="4111" w:type="dxa"/>
            <w:gridSpan w:val="2"/>
            <w:shd w:val="clear" w:color="auto" w:fill="auto"/>
            <w:vAlign w:val="center"/>
          </w:tcPr>
          <w:p w14:paraId="491D97CE" w14:textId="77777777" w:rsidR="005D6362" w:rsidRDefault="005D6362" w:rsidP="00FA23E9">
            <w:pPr>
              <w:overflowPunct w:val="0"/>
              <w:autoSpaceDE w:val="0"/>
              <w:autoSpaceDN w:val="0"/>
              <w:ind w:rightChars="67" w:right="141"/>
            </w:pPr>
            <w:r>
              <w:rPr>
                <w:rFonts w:hint="eastAsia"/>
              </w:rPr>
              <w:t>(2)</w:t>
            </w:r>
          </w:p>
        </w:tc>
      </w:tr>
      <w:tr w:rsidR="00606D5E" w14:paraId="0305B627" w14:textId="77777777" w:rsidTr="00B35C9F">
        <w:trPr>
          <w:cantSplit/>
          <w:trHeight w:val="414"/>
        </w:trPr>
        <w:tc>
          <w:tcPr>
            <w:tcW w:w="539" w:type="dxa"/>
            <w:vMerge w:val="restart"/>
            <w:shd w:val="clear" w:color="auto" w:fill="auto"/>
            <w:textDirection w:val="tbRlV"/>
          </w:tcPr>
          <w:p w14:paraId="5FB0754C" w14:textId="70C44C53" w:rsidR="00606D5E" w:rsidRDefault="00606D5E" w:rsidP="00B35C9F">
            <w:pPr>
              <w:overflowPunct w:val="0"/>
              <w:autoSpaceDE w:val="0"/>
              <w:autoSpaceDN w:val="0"/>
              <w:ind w:left="57" w:rightChars="67" w:right="141"/>
              <w:jc w:val="right"/>
            </w:pPr>
            <w:r>
              <w:rPr>
                <w:rFonts w:hint="eastAsia"/>
              </w:rPr>
              <w:t>改</w:t>
            </w:r>
            <w:r w:rsidR="00B35C9F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定</w:t>
            </w:r>
            <w:r w:rsidR="00B35C9F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前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F90C20C" w14:textId="77777777" w:rsidR="00606D5E" w:rsidRDefault="00606D5E" w:rsidP="00606D5E">
            <w:pPr>
              <w:overflowPunct w:val="0"/>
              <w:autoSpaceDE w:val="0"/>
              <w:autoSpaceDN w:val="0"/>
              <w:ind w:leftChars="30" w:left="63" w:rightChars="67" w:right="141"/>
              <w:jc w:val="center"/>
            </w:pPr>
            <w:r>
              <w:rPr>
                <w:rFonts w:hint="eastAsia"/>
              </w:rPr>
              <w:t>支 給 対 象</w:t>
            </w:r>
          </w:p>
          <w:p w14:paraId="3F710D3E" w14:textId="77777777" w:rsidR="00606D5E" w:rsidRDefault="00606D5E" w:rsidP="00606D5E">
            <w:pPr>
              <w:overflowPunct w:val="0"/>
              <w:autoSpaceDE w:val="0"/>
              <w:autoSpaceDN w:val="0"/>
              <w:ind w:leftChars="30" w:left="63" w:rightChars="67" w:right="141"/>
              <w:jc w:val="center"/>
            </w:pPr>
            <w:r>
              <w:rPr>
                <w:rFonts w:hint="eastAsia"/>
              </w:rPr>
              <w:t>障 害 児 数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F15D6EB" w14:textId="422D070A" w:rsidR="00606D5E" w:rsidRDefault="00606D5E" w:rsidP="00B13A23">
            <w:pPr>
              <w:overflowPunct w:val="0"/>
              <w:autoSpaceDE w:val="0"/>
              <w:autoSpaceDN w:val="0"/>
              <w:ind w:rightChars="67" w:right="141"/>
              <w:jc w:val="center"/>
            </w:pPr>
            <w:r>
              <w:rPr>
                <w:rFonts w:hint="eastAsia"/>
              </w:rPr>
              <w:t xml:space="preserve">(1級)  </w:t>
            </w:r>
            <w:r>
              <w:t xml:space="preserve">   </w:t>
            </w:r>
            <w:r>
              <w:rPr>
                <w:rFonts w:hint="eastAsia"/>
              </w:rPr>
              <w:t xml:space="preserve">　　　　　人</w:t>
            </w:r>
          </w:p>
        </w:tc>
        <w:tc>
          <w:tcPr>
            <w:tcW w:w="425" w:type="dxa"/>
            <w:vMerge w:val="restart"/>
            <w:shd w:val="clear" w:color="auto" w:fill="auto"/>
            <w:textDirection w:val="tbRlV"/>
            <w:vAlign w:val="center"/>
          </w:tcPr>
          <w:p w14:paraId="33E2D595" w14:textId="1EE033D6" w:rsidR="00606D5E" w:rsidRDefault="00606D5E" w:rsidP="00B35C9F">
            <w:pPr>
              <w:overflowPunct w:val="0"/>
              <w:autoSpaceDE w:val="0"/>
              <w:autoSpaceDN w:val="0"/>
              <w:ind w:leftChars="-31" w:left="-65" w:rightChars="67" w:right="141" w:firstLineChars="5" w:firstLine="10"/>
              <w:jc w:val="right"/>
            </w:pPr>
            <w:r>
              <w:rPr>
                <w:rFonts w:hint="eastAsia"/>
              </w:rPr>
              <w:t>改</w:t>
            </w:r>
            <w:r w:rsidR="00B35C9F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定</w:t>
            </w:r>
            <w:r w:rsidR="00B35C9F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後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2028714C" w14:textId="77777777" w:rsidR="00606D5E" w:rsidRDefault="00606D5E" w:rsidP="00401961">
            <w:pPr>
              <w:overflowPunct w:val="0"/>
              <w:autoSpaceDE w:val="0"/>
              <w:autoSpaceDN w:val="0"/>
              <w:ind w:rightChars="67" w:right="141"/>
              <w:jc w:val="center"/>
            </w:pPr>
            <w:r>
              <w:rPr>
                <w:rFonts w:hint="eastAsia"/>
              </w:rPr>
              <w:t>支 給 対 象</w:t>
            </w:r>
          </w:p>
          <w:p w14:paraId="4A8F44FA" w14:textId="77777777" w:rsidR="00606D5E" w:rsidRDefault="00606D5E" w:rsidP="00401961">
            <w:pPr>
              <w:overflowPunct w:val="0"/>
              <w:autoSpaceDE w:val="0"/>
              <w:autoSpaceDN w:val="0"/>
              <w:ind w:rightChars="67" w:right="141"/>
              <w:jc w:val="center"/>
            </w:pPr>
            <w:r>
              <w:rPr>
                <w:rFonts w:hint="eastAsia"/>
              </w:rPr>
              <w:t>障 害 児 数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55618E3" w14:textId="77777777" w:rsidR="00606D5E" w:rsidRDefault="00606D5E" w:rsidP="00B13A23">
            <w:pPr>
              <w:overflowPunct w:val="0"/>
              <w:autoSpaceDE w:val="0"/>
              <w:autoSpaceDN w:val="0"/>
              <w:ind w:rightChars="67" w:right="141"/>
              <w:jc w:val="center"/>
            </w:pPr>
            <w:r>
              <w:rPr>
                <w:rFonts w:hint="eastAsia"/>
              </w:rPr>
              <w:t xml:space="preserve">(1級) </w:t>
            </w:r>
            <w:r>
              <w:t xml:space="preserve">    </w:t>
            </w:r>
            <w:r>
              <w:rPr>
                <w:rFonts w:hint="eastAsia"/>
              </w:rPr>
              <w:t xml:space="preserve">　　　　人</w:t>
            </w:r>
          </w:p>
        </w:tc>
      </w:tr>
      <w:tr w:rsidR="00606D5E" w14:paraId="40222890" w14:textId="77777777" w:rsidTr="00877A0C">
        <w:trPr>
          <w:trHeight w:val="405"/>
        </w:trPr>
        <w:tc>
          <w:tcPr>
            <w:tcW w:w="539" w:type="dxa"/>
            <w:vMerge/>
            <w:shd w:val="clear" w:color="auto" w:fill="auto"/>
            <w:vAlign w:val="center"/>
          </w:tcPr>
          <w:p w14:paraId="0D29A90C" w14:textId="77777777" w:rsidR="00606D5E" w:rsidRDefault="00606D5E" w:rsidP="00401961">
            <w:pPr>
              <w:overflowPunct w:val="0"/>
              <w:autoSpaceDE w:val="0"/>
              <w:autoSpaceDN w:val="0"/>
              <w:ind w:rightChars="67" w:right="141"/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1246F1A7" w14:textId="77777777" w:rsidR="00606D5E" w:rsidRDefault="00606D5E" w:rsidP="005D6362">
            <w:pPr>
              <w:overflowPunct w:val="0"/>
              <w:autoSpaceDE w:val="0"/>
              <w:autoSpaceDN w:val="0"/>
              <w:ind w:rightChars="67" w:right="141"/>
              <w:jc w:val="right"/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6B1584B" w14:textId="77777777" w:rsidR="00606D5E" w:rsidRDefault="00606D5E" w:rsidP="00B13A23">
            <w:pPr>
              <w:overflowPunct w:val="0"/>
              <w:autoSpaceDE w:val="0"/>
              <w:autoSpaceDN w:val="0"/>
              <w:ind w:rightChars="67" w:right="141"/>
              <w:jc w:val="center"/>
            </w:pPr>
            <w:r>
              <w:rPr>
                <w:rFonts w:hint="eastAsia"/>
              </w:rPr>
              <w:t>(2級)</w:t>
            </w:r>
            <w:r>
              <w:t xml:space="preserve"> </w:t>
            </w:r>
            <w:r>
              <w:rPr>
                <w:rFonts w:hint="eastAsia"/>
              </w:rPr>
              <w:t xml:space="preserve">　　　　　　　人</w:t>
            </w:r>
          </w:p>
        </w:tc>
        <w:tc>
          <w:tcPr>
            <w:tcW w:w="425" w:type="dxa"/>
            <w:vMerge/>
            <w:shd w:val="clear" w:color="auto" w:fill="auto"/>
          </w:tcPr>
          <w:p w14:paraId="1C950E87" w14:textId="77777777" w:rsidR="00606D5E" w:rsidRDefault="00606D5E" w:rsidP="00401961">
            <w:pPr>
              <w:overflowPunct w:val="0"/>
              <w:autoSpaceDE w:val="0"/>
              <w:autoSpaceDN w:val="0"/>
              <w:ind w:rightChars="67" w:right="141"/>
              <w:jc w:val="left"/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1D5B0199" w14:textId="77777777" w:rsidR="00606D5E" w:rsidRDefault="00606D5E" w:rsidP="00401961">
            <w:pPr>
              <w:overflowPunct w:val="0"/>
              <w:autoSpaceDE w:val="0"/>
              <w:autoSpaceDN w:val="0"/>
              <w:ind w:rightChars="67" w:right="141"/>
              <w:jc w:val="center"/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47591908" w14:textId="77777777" w:rsidR="00606D5E" w:rsidRDefault="00606D5E" w:rsidP="00B13A23">
            <w:pPr>
              <w:overflowPunct w:val="0"/>
              <w:autoSpaceDE w:val="0"/>
              <w:autoSpaceDN w:val="0"/>
              <w:ind w:rightChars="67" w:right="141"/>
              <w:jc w:val="center"/>
            </w:pPr>
            <w:r>
              <w:rPr>
                <w:rFonts w:hint="eastAsia"/>
              </w:rPr>
              <w:t xml:space="preserve">(2級） </w:t>
            </w:r>
            <w:r>
              <w:t xml:space="preserve">  </w:t>
            </w:r>
            <w:r>
              <w:rPr>
                <w:rFonts w:hint="eastAsia"/>
              </w:rPr>
              <w:t xml:space="preserve"> 　　　　人</w:t>
            </w:r>
          </w:p>
        </w:tc>
      </w:tr>
      <w:tr w:rsidR="00606D5E" w14:paraId="488BD1A1" w14:textId="77777777" w:rsidTr="00606D5E">
        <w:trPr>
          <w:trHeight w:val="405"/>
        </w:trPr>
        <w:tc>
          <w:tcPr>
            <w:tcW w:w="539" w:type="dxa"/>
            <w:vMerge/>
            <w:shd w:val="clear" w:color="auto" w:fill="auto"/>
            <w:vAlign w:val="center"/>
          </w:tcPr>
          <w:p w14:paraId="7462A6EC" w14:textId="77777777" w:rsidR="00606D5E" w:rsidRDefault="00606D5E" w:rsidP="00401961">
            <w:pPr>
              <w:overflowPunct w:val="0"/>
              <w:autoSpaceDE w:val="0"/>
              <w:autoSpaceDN w:val="0"/>
              <w:ind w:rightChars="67" w:right="141"/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7AA9576" w14:textId="471ECD8E" w:rsidR="00606D5E" w:rsidRDefault="00606D5E" w:rsidP="00606D5E">
            <w:pPr>
              <w:overflowPunct w:val="0"/>
              <w:autoSpaceDE w:val="0"/>
              <w:autoSpaceDN w:val="0"/>
              <w:ind w:leftChars="-104" w:left="-217" w:rightChars="-65" w:right="-136" w:hanging="1"/>
              <w:jc w:val="center"/>
            </w:pPr>
            <w:r w:rsidRPr="00FB6E77">
              <w:rPr>
                <w:rFonts w:hint="eastAsia"/>
                <w:spacing w:val="45"/>
                <w:kern w:val="0"/>
                <w:fitText w:val="1170" w:id="1009317126"/>
              </w:rPr>
              <w:t>手当月</w:t>
            </w:r>
            <w:r w:rsidRPr="00FB6E77">
              <w:rPr>
                <w:rFonts w:hint="eastAsia"/>
                <w:spacing w:val="30"/>
                <w:kern w:val="0"/>
                <w:fitText w:val="1170" w:id="1009317126"/>
              </w:rPr>
              <w:t>額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6348EBC" w14:textId="491FD3CD" w:rsidR="00606D5E" w:rsidRPr="00960390" w:rsidRDefault="00960390" w:rsidP="00960390">
            <w:pPr>
              <w:overflowPunct w:val="0"/>
              <w:autoSpaceDE w:val="0"/>
              <w:autoSpaceDN w:val="0"/>
              <w:ind w:rightChars="67" w:right="141"/>
              <w:jc w:val="right"/>
            </w:pPr>
            <w:r w:rsidRPr="00960390">
              <w:rPr>
                <w:rFonts w:hint="eastAsia"/>
              </w:rPr>
              <w:t>円</w:t>
            </w:r>
          </w:p>
        </w:tc>
        <w:tc>
          <w:tcPr>
            <w:tcW w:w="425" w:type="dxa"/>
            <w:vMerge/>
            <w:shd w:val="clear" w:color="auto" w:fill="auto"/>
          </w:tcPr>
          <w:p w14:paraId="195484FC" w14:textId="77777777" w:rsidR="00606D5E" w:rsidRDefault="00606D5E" w:rsidP="00401961">
            <w:pPr>
              <w:overflowPunct w:val="0"/>
              <w:autoSpaceDE w:val="0"/>
              <w:autoSpaceDN w:val="0"/>
              <w:ind w:rightChars="67" w:right="141"/>
              <w:jc w:val="left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A7E8459" w14:textId="510F94D4" w:rsidR="00606D5E" w:rsidRDefault="00606D5E" w:rsidP="00606D5E">
            <w:pPr>
              <w:overflowPunct w:val="0"/>
              <w:autoSpaceDE w:val="0"/>
              <w:autoSpaceDN w:val="0"/>
              <w:ind w:leftChars="-102" w:left="-214" w:rightChars="-64" w:right="-134"/>
              <w:jc w:val="center"/>
            </w:pPr>
            <w:r w:rsidRPr="00FB6E77">
              <w:rPr>
                <w:rFonts w:hint="eastAsia"/>
                <w:spacing w:val="45"/>
                <w:kern w:val="0"/>
                <w:fitText w:val="1170" w:id="1009317126"/>
              </w:rPr>
              <w:t>手当月</w:t>
            </w:r>
            <w:r w:rsidRPr="00FB6E77">
              <w:rPr>
                <w:rFonts w:hint="eastAsia"/>
                <w:spacing w:val="30"/>
                <w:kern w:val="0"/>
                <w:fitText w:val="1170" w:id="1009317126"/>
              </w:rPr>
              <w:t>額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2A82B24" w14:textId="73F088A7" w:rsidR="00606D5E" w:rsidRDefault="00960390" w:rsidP="00960390">
            <w:pPr>
              <w:overflowPunct w:val="0"/>
              <w:autoSpaceDE w:val="0"/>
              <w:autoSpaceDN w:val="0"/>
              <w:ind w:rightChars="67" w:right="141"/>
              <w:jc w:val="right"/>
            </w:pPr>
            <w:r w:rsidRPr="00960390">
              <w:rPr>
                <w:rFonts w:hint="eastAsia"/>
              </w:rPr>
              <w:t>円</w:t>
            </w:r>
          </w:p>
        </w:tc>
      </w:tr>
      <w:tr w:rsidR="00401961" w14:paraId="10B52319" w14:textId="77777777" w:rsidTr="00054CD9">
        <w:trPr>
          <w:trHeight w:val="397"/>
        </w:trPr>
        <w:tc>
          <w:tcPr>
            <w:tcW w:w="2240" w:type="dxa"/>
            <w:gridSpan w:val="2"/>
            <w:shd w:val="clear" w:color="auto" w:fill="auto"/>
            <w:vAlign w:val="center"/>
          </w:tcPr>
          <w:p w14:paraId="1C0B8C64" w14:textId="6CF62173" w:rsidR="00401961" w:rsidRDefault="00401961" w:rsidP="00F730FB">
            <w:pPr>
              <w:overflowPunct w:val="0"/>
              <w:autoSpaceDE w:val="0"/>
              <w:autoSpaceDN w:val="0"/>
              <w:ind w:rightChars="67" w:right="141"/>
              <w:jc w:val="center"/>
            </w:pPr>
            <w:r>
              <w:rPr>
                <w:rFonts w:hint="eastAsia"/>
              </w:rPr>
              <w:t xml:space="preserve">改　</w:t>
            </w:r>
            <w:r w:rsidR="00F50F65" w:rsidRPr="00606D5E">
              <w:rPr>
                <w:rFonts w:hint="eastAsia"/>
              </w:rPr>
              <w:t>定</w:t>
            </w:r>
            <w:r>
              <w:rPr>
                <w:rFonts w:hint="eastAsia"/>
              </w:rPr>
              <w:t xml:space="preserve">　年　月</w:t>
            </w:r>
          </w:p>
        </w:tc>
        <w:tc>
          <w:tcPr>
            <w:tcW w:w="7229" w:type="dxa"/>
            <w:gridSpan w:val="4"/>
            <w:shd w:val="clear" w:color="auto" w:fill="auto"/>
            <w:vAlign w:val="center"/>
          </w:tcPr>
          <w:p w14:paraId="02159300" w14:textId="77777777" w:rsidR="00401961" w:rsidRDefault="00401961" w:rsidP="00824EA7">
            <w:pPr>
              <w:overflowPunct w:val="0"/>
              <w:autoSpaceDE w:val="0"/>
              <w:autoSpaceDN w:val="0"/>
              <w:ind w:rightChars="67" w:right="141" w:firstLineChars="759" w:firstLine="1594"/>
            </w:pPr>
            <w:r>
              <w:rPr>
                <w:rFonts w:hint="eastAsia"/>
              </w:rPr>
              <w:t>年　　月分から</w:t>
            </w:r>
          </w:p>
        </w:tc>
      </w:tr>
      <w:tr w:rsidR="00401961" w14:paraId="2FAE8F99" w14:textId="77777777" w:rsidTr="00194393">
        <w:trPr>
          <w:trHeight w:val="1092"/>
        </w:trPr>
        <w:tc>
          <w:tcPr>
            <w:tcW w:w="2240" w:type="dxa"/>
            <w:gridSpan w:val="2"/>
            <w:shd w:val="clear" w:color="auto" w:fill="auto"/>
            <w:vAlign w:val="center"/>
          </w:tcPr>
          <w:p w14:paraId="10101D20" w14:textId="71C50935" w:rsidR="00401961" w:rsidRDefault="00401961" w:rsidP="00401961">
            <w:pPr>
              <w:overflowPunct w:val="0"/>
              <w:autoSpaceDE w:val="0"/>
              <w:autoSpaceDN w:val="0"/>
              <w:ind w:rightChars="67" w:right="141"/>
              <w:jc w:val="center"/>
            </w:pPr>
            <w:r>
              <w:rPr>
                <w:rFonts w:hint="eastAsia"/>
              </w:rPr>
              <w:t>備　　　　　考</w:t>
            </w:r>
          </w:p>
        </w:tc>
        <w:tc>
          <w:tcPr>
            <w:tcW w:w="7229" w:type="dxa"/>
            <w:gridSpan w:val="4"/>
            <w:shd w:val="clear" w:color="auto" w:fill="92D050"/>
            <w:vAlign w:val="center"/>
          </w:tcPr>
          <w:p w14:paraId="553A1117" w14:textId="72D416AF" w:rsidR="00401961" w:rsidRPr="00CA60DC" w:rsidRDefault="00054CD9" w:rsidP="00CA60DC">
            <w:pPr>
              <w:overflowPunct w:val="0"/>
              <w:autoSpaceDE w:val="0"/>
              <w:autoSpaceDN w:val="0"/>
              <w:ind w:rightChars="67" w:right="141"/>
              <w:jc w:val="center"/>
              <w:rPr>
                <w:rFonts w:ascii="ＭＳ ゴシック" w:eastAsia="ＭＳ ゴシック" w:hAnsi="ＭＳ ゴシック"/>
                <w:b/>
                <w:bCs/>
                <w:sz w:val="24"/>
                <w:szCs w:val="24"/>
              </w:rPr>
            </w:pPr>
            <w:r w:rsidRPr="00CA60DC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4"/>
                <w:szCs w:val="24"/>
              </w:rPr>
              <w:t>固定文</w:t>
            </w:r>
            <w:r w:rsidR="000837D2" w:rsidRPr="00CA60DC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4"/>
                <w:szCs w:val="24"/>
              </w:rPr>
              <w:t>言</w:t>
            </w:r>
            <w:r w:rsidR="00244E19" w:rsidRPr="00CA60DC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4"/>
                <w:szCs w:val="24"/>
              </w:rPr>
              <w:t>２</w:t>
            </w:r>
            <w:r w:rsidRPr="00CA60DC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4"/>
                <w:szCs w:val="24"/>
              </w:rPr>
              <w:t>＋編集１</w:t>
            </w:r>
          </w:p>
        </w:tc>
      </w:tr>
    </w:tbl>
    <w:p w14:paraId="342FFC50" w14:textId="54F0B570" w:rsidR="001466CE" w:rsidRDefault="00327AFD" w:rsidP="000F2704">
      <w:pPr>
        <w:overflowPunct w:val="0"/>
        <w:autoSpaceDE w:val="0"/>
        <w:autoSpaceDN w:val="0"/>
        <w:ind w:right="105" w:firstLineChars="67" w:firstLine="141"/>
        <w:jc w:val="right"/>
      </w:pPr>
      <w:r>
        <w:t>注意</w:t>
      </w:r>
      <w:r>
        <w:rPr>
          <w:rFonts w:hint="eastAsia"/>
        </w:rPr>
        <w:t xml:space="preserve">　　　　　　　　　　　　　　　　　　　　　　　　　　　　　　　　　　　　　</w:t>
      </w:r>
      <w:r w:rsidR="006B1AF2">
        <w:t>(A列4番)</w:t>
      </w:r>
    </w:p>
    <w:p w14:paraId="2FEF5471" w14:textId="77777777" w:rsidR="00824EA7" w:rsidRPr="00327AFD" w:rsidRDefault="00824EA7" w:rsidP="000F2704">
      <w:pPr>
        <w:overflowPunct w:val="0"/>
        <w:autoSpaceDE w:val="0"/>
        <w:autoSpaceDN w:val="0"/>
        <w:ind w:leftChars="150" w:left="455" w:hangingChars="70" w:hanging="140"/>
        <w:jc w:val="left"/>
        <w:rPr>
          <w:sz w:val="20"/>
        </w:rPr>
      </w:pPr>
      <w:r w:rsidRPr="00327AFD">
        <w:rPr>
          <w:sz w:val="20"/>
        </w:rPr>
        <w:t>1</w:t>
      </w:r>
      <w:r w:rsidRPr="00327AFD">
        <w:rPr>
          <w:rFonts w:hint="eastAsia"/>
          <w:sz w:val="20"/>
        </w:rPr>
        <w:t xml:space="preserve">　</w:t>
      </w:r>
      <w:r w:rsidRPr="00327AFD">
        <w:rPr>
          <w:sz w:val="20"/>
        </w:rPr>
        <w:t>これに不服があるときは、この通知書を受けた日の翌日から起算して3か月以内に、</w:t>
      </w:r>
      <w:r w:rsidRPr="00327AFD">
        <w:rPr>
          <w:rFonts w:hint="eastAsia"/>
          <w:sz w:val="20"/>
        </w:rPr>
        <w:t>書</w:t>
      </w:r>
      <w:r w:rsidRPr="00327AFD">
        <w:rPr>
          <w:sz w:val="20"/>
        </w:rPr>
        <w:t xml:space="preserve">面で、都道府県知事に対して審査請求をすることができます。 </w:t>
      </w:r>
    </w:p>
    <w:p w14:paraId="0B87428E" w14:textId="77777777" w:rsidR="00824EA7" w:rsidRPr="00327AFD" w:rsidRDefault="00824EA7" w:rsidP="00824EA7">
      <w:pPr>
        <w:overflowPunct w:val="0"/>
        <w:autoSpaceDE w:val="0"/>
        <w:autoSpaceDN w:val="0"/>
        <w:ind w:leftChars="270" w:left="567" w:firstLineChars="97" w:firstLine="194"/>
        <w:jc w:val="left"/>
        <w:rPr>
          <w:sz w:val="20"/>
        </w:rPr>
      </w:pPr>
      <w:r w:rsidRPr="00327AFD">
        <w:rPr>
          <w:sz w:val="20"/>
        </w:rPr>
        <w:t>なお、この通知書を受けた日の翌日から起算して3か月以内であっても、この処分の</w:t>
      </w:r>
      <w:r w:rsidRPr="00327AFD">
        <w:rPr>
          <w:rFonts w:hint="eastAsia"/>
          <w:sz w:val="20"/>
        </w:rPr>
        <w:t>日の</w:t>
      </w:r>
      <w:r w:rsidRPr="00327AFD">
        <w:rPr>
          <w:sz w:val="20"/>
        </w:rPr>
        <w:t xml:space="preserve">翌日から起算して1年を経過したときは、審査請求をすることができません。 </w:t>
      </w:r>
    </w:p>
    <w:p w14:paraId="5F10EA58" w14:textId="77777777" w:rsidR="00824EA7" w:rsidRPr="00327AFD" w:rsidRDefault="00824EA7" w:rsidP="000F2704">
      <w:pPr>
        <w:overflowPunct w:val="0"/>
        <w:autoSpaceDE w:val="0"/>
        <w:autoSpaceDN w:val="0"/>
        <w:ind w:leftChars="150" w:left="455" w:hangingChars="70" w:hanging="140"/>
        <w:jc w:val="left"/>
        <w:rPr>
          <w:sz w:val="20"/>
        </w:rPr>
      </w:pPr>
      <w:r w:rsidRPr="00327AFD">
        <w:rPr>
          <w:sz w:val="20"/>
        </w:rPr>
        <w:t>2</w:t>
      </w:r>
      <w:r w:rsidRPr="00327AFD">
        <w:rPr>
          <w:rFonts w:hint="eastAsia"/>
          <w:sz w:val="20"/>
        </w:rPr>
        <w:t xml:space="preserve">　</w:t>
      </w:r>
      <w:r w:rsidRPr="00327AFD">
        <w:rPr>
          <w:sz w:val="20"/>
        </w:rPr>
        <w:t>この処分の取消しを求める訴え(取消訴訟)は、この通知書を受けた日の翌日から起算</w:t>
      </w:r>
      <w:r w:rsidRPr="00327AFD">
        <w:rPr>
          <w:rFonts w:hint="eastAsia"/>
          <w:sz w:val="20"/>
        </w:rPr>
        <w:t>して</w:t>
      </w:r>
      <w:r w:rsidRPr="00327AFD">
        <w:rPr>
          <w:sz w:val="20"/>
        </w:rPr>
        <w:t>6か月以内に、都道府県(政令指定都市の場合は市)を被告として(訴訟において都道</w:t>
      </w:r>
      <w:r w:rsidRPr="00327AFD">
        <w:rPr>
          <w:rFonts w:hint="eastAsia"/>
          <w:sz w:val="20"/>
        </w:rPr>
        <w:t>府県を代</w:t>
      </w:r>
      <w:r w:rsidRPr="00327AFD">
        <w:rPr>
          <w:sz w:val="20"/>
        </w:rPr>
        <w:t>表する者は都道府県知事となり、政令指定都市を代表する者は市長となります。)、提起</w:t>
      </w:r>
      <w:r w:rsidRPr="00327AFD">
        <w:rPr>
          <w:rFonts w:hint="eastAsia"/>
          <w:sz w:val="20"/>
        </w:rPr>
        <w:t>す</w:t>
      </w:r>
      <w:r w:rsidRPr="00327AFD">
        <w:rPr>
          <w:sz w:val="20"/>
        </w:rPr>
        <w:t xml:space="preserve">ることができます。 </w:t>
      </w:r>
    </w:p>
    <w:p w14:paraId="01A99118" w14:textId="58808433" w:rsidR="000837D2" w:rsidRPr="00327AFD" w:rsidRDefault="00824EA7" w:rsidP="000837D2">
      <w:pPr>
        <w:overflowPunct w:val="0"/>
        <w:autoSpaceDE w:val="0"/>
        <w:autoSpaceDN w:val="0"/>
        <w:ind w:leftChars="270" w:left="567" w:firstLineChars="80" w:firstLine="160"/>
        <w:jc w:val="left"/>
        <w:rPr>
          <w:sz w:val="20"/>
        </w:rPr>
      </w:pPr>
      <w:r w:rsidRPr="00327AFD">
        <w:rPr>
          <w:sz w:val="20"/>
        </w:rPr>
        <w:t>なお、この通知書を受けた日の翌日から起算して6か月以内であっても、この処分の日の翌日から起算して1年を経過したときは、取消訴訟を提起することができません。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7229"/>
      </w:tblGrid>
      <w:tr w:rsidR="00217995" w:rsidRPr="00890837" w14:paraId="5585B7EB" w14:textId="77777777" w:rsidTr="00A67339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655F3487" w14:textId="77777777" w:rsidR="008615CE" w:rsidRDefault="008615CE" w:rsidP="00A67339">
            <w:pPr>
              <w:pStyle w:val="a5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0CACA013" w14:textId="54C003D0" w:rsidR="00217995" w:rsidRPr="00890837" w:rsidRDefault="00217995" w:rsidP="00A67339">
            <w:pPr>
              <w:pStyle w:val="a5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890837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217995" w:rsidRPr="00890837" w14:paraId="03C73533" w14:textId="77777777" w:rsidTr="00A67339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5ED82FF" w14:textId="77777777" w:rsidR="00217995" w:rsidRPr="00890837" w:rsidRDefault="00217995" w:rsidP="00A67339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89083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217995" w:rsidRPr="00890837" w14:paraId="0D260667" w14:textId="77777777" w:rsidTr="00A67339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C50A0B9" w14:textId="77777777" w:rsidR="00217995" w:rsidRPr="00890837" w:rsidRDefault="00217995" w:rsidP="00A67339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890837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0C329FB8" w14:textId="77777777" w:rsidR="00217995" w:rsidRPr="00890837" w:rsidRDefault="00217995" w:rsidP="00A67339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89083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217995" w:rsidRPr="00931AC4" w14:paraId="18957C71" w14:textId="77777777" w:rsidTr="00A67339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6D04582" w14:textId="77777777" w:rsidR="00217995" w:rsidRPr="00C737FF" w:rsidRDefault="00217995" w:rsidP="00A67339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C737FF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7F074684" w14:textId="77777777" w:rsidR="00217995" w:rsidRPr="00C737FF" w:rsidRDefault="00217995" w:rsidP="00A67339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C737FF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5529424B" w14:textId="77777777" w:rsidR="00217995" w:rsidRPr="00C737FF" w:rsidRDefault="00217995" w:rsidP="00A67339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C737FF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　FAX番号　123-456-7890</w:t>
            </w:r>
          </w:p>
          <w:p w14:paraId="2AE11954" w14:textId="037657E4" w:rsidR="00217995" w:rsidRPr="00C737FF" w:rsidRDefault="00C07B0C" w:rsidP="00A67339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hyperlink r:id="rId11" w:history="1">
              <w:r w:rsidRPr="00C737FF">
                <w:rPr>
                  <w:rStyle w:val="a8"/>
                  <w:rFonts w:ascii="ＭＳ 明朝" w:eastAsia="ＭＳ 明朝" w:hAnsi="ＭＳ 明朝" w:cs="ＭＳ 明朝" w:hint="eastAsia"/>
                  <w:color w:val="auto"/>
                  <w:sz w:val="21"/>
                  <w:szCs w:val="21"/>
                  <w:u w:val="none"/>
                </w:rPr>
                <w:t>xxxxxxxxxx@yyy.zzz.aaa</w:t>
              </w:r>
            </w:hyperlink>
          </w:p>
        </w:tc>
      </w:tr>
    </w:tbl>
    <w:p w14:paraId="39D3B51F" w14:textId="77777777" w:rsidR="00217995" w:rsidRPr="00C07B0C" w:rsidRDefault="00217995" w:rsidP="008615CE">
      <w:pPr>
        <w:overflowPunct w:val="0"/>
        <w:autoSpaceDE w:val="0"/>
        <w:autoSpaceDN w:val="0"/>
        <w:jc w:val="left"/>
      </w:pPr>
    </w:p>
    <w:sectPr w:rsidR="00217995" w:rsidRPr="00C07B0C" w:rsidSect="00D63FB9">
      <w:headerReference w:type="default" r:id="rId12"/>
      <w:pgSz w:w="11906" w:h="16838" w:code="9"/>
      <w:pgMar w:top="1701" w:right="1247" w:bottom="1135" w:left="1247" w:header="284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7529A4" w14:textId="77777777" w:rsidR="00CF5BAA" w:rsidRDefault="00CF5BAA">
      <w:r>
        <w:separator/>
      </w:r>
    </w:p>
  </w:endnote>
  <w:endnote w:type="continuationSeparator" w:id="0">
    <w:p w14:paraId="372168BE" w14:textId="77777777" w:rsidR="00CF5BAA" w:rsidRDefault="00CF5B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iloji">
    <w:altName w:val="Calibri"/>
    <w:charset w:val="00"/>
    <w:family w:val="modern"/>
    <w:pitch w:val="fixed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28F736" w14:textId="77777777" w:rsidR="00CF5BAA" w:rsidRDefault="00CF5BAA">
      <w:r>
        <w:separator/>
      </w:r>
    </w:p>
  </w:footnote>
  <w:footnote w:type="continuationSeparator" w:id="0">
    <w:p w14:paraId="061B529D" w14:textId="77777777" w:rsidR="00CF5BAA" w:rsidRDefault="00CF5B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EE9DC0" w14:textId="77777777" w:rsidR="00AB15E5" w:rsidRDefault="00AB15E5" w:rsidP="007D10B0">
    <w:pPr>
      <w:pStyle w:val="a3"/>
      <w:jc w:val="right"/>
    </w:pPr>
    <w:r>
      <w:t>様式第十三号(第十九条関係)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B87664"/>
    <w:multiLevelType w:val="hybridMultilevel"/>
    <w:tmpl w:val="4344F662"/>
    <w:lvl w:ilvl="0" w:tplc="7F00A70E">
      <w:start w:val="1"/>
      <w:numFmt w:val="decimalEnclosedCircle"/>
      <w:lvlText w:val="%1"/>
      <w:lvlJc w:val="left"/>
      <w:pPr>
        <w:ind w:left="360" w:hanging="360"/>
      </w:pPr>
      <w:rPr>
        <w:rFonts w:hAnsi="ＭＳ 明朝" w:cs="ＭＳ 明朝"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4880145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51"/>
  <w:drawingGridHorizontalSpacing w:val="105"/>
  <w:drawingGridVerticalSpacing w:val="335"/>
  <w:displayHorizont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83D"/>
    <w:rsid w:val="00052D0B"/>
    <w:rsid w:val="00054CD9"/>
    <w:rsid w:val="00065B1E"/>
    <w:rsid w:val="00067CE4"/>
    <w:rsid w:val="000837D2"/>
    <w:rsid w:val="0008405D"/>
    <w:rsid w:val="00092646"/>
    <w:rsid w:val="00094147"/>
    <w:rsid w:val="000A2848"/>
    <w:rsid w:val="000B57F2"/>
    <w:rsid w:val="000D2546"/>
    <w:rsid w:val="000F2704"/>
    <w:rsid w:val="000F74ED"/>
    <w:rsid w:val="001209B1"/>
    <w:rsid w:val="00135C60"/>
    <w:rsid w:val="001466CE"/>
    <w:rsid w:val="00150972"/>
    <w:rsid w:val="00167783"/>
    <w:rsid w:val="00171425"/>
    <w:rsid w:val="00194393"/>
    <w:rsid w:val="001A67E1"/>
    <w:rsid w:val="001B5E3A"/>
    <w:rsid w:val="001C3831"/>
    <w:rsid w:val="001D3EE5"/>
    <w:rsid w:val="001D3F72"/>
    <w:rsid w:val="001F3314"/>
    <w:rsid w:val="00217995"/>
    <w:rsid w:val="002374BA"/>
    <w:rsid w:val="00244E19"/>
    <w:rsid w:val="00247CD8"/>
    <w:rsid w:val="00266160"/>
    <w:rsid w:val="002A30E4"/>
    <w:rsid w:val="002C22C4"/>
    <w:rsid w:val="002C688E"/>
    <w:rsid w:val="002C68EC"/>
    <w:rsid w:val="002C719D"/>
    <w:rsid w:val="002D29E7"/>
    <w:rsid w:val="002D63C8"/>
    <w:rsid w:val="0032348C"/>
    <w:rsid w:val="00327AFD"/>
    <w:rsid w:val="00343C7E"/>
    <w:rsid w:val="00345E9E"/>
    <w:rsid w:val="0035309B"/>
    <w:rsid w:val="00371BDA"/>
    <w:rsid w:val="003B5022"/>
    <w:rsid w:val="003B6F31"/>
    <w:rsid w:val="003D4239"/>
    <w:rsid w:val="003F52FE"/>
    <w:rsid w:val="00401961"/>
    <w:rsid w:val="00431637"/>
    <w:rsid w:val="0045334C"/>
    <w:rsid w:val="0046067B"/>
    <w:rsid w:val="004934F6"/>
    <w:rsid w:val="004D1319"/>
    <w:rsid w:val="005412A4"/>
    <w:rsid w:val="00575B17"/>
    <w:rsid w:val="00575D56"/>
    <w:rsid w:val="005A09C8"/>
    <w:rsid w:val="005B3E3C"/>
    <w:rsid w:val="005C199A"/>
    <w:rsid w:val="005D6362"/>
    <w:rsid w:val="00606D5E"/>
    <w:rsid w:val="006078D4"/>
    <w:rsid w:val="00627BDF"/>
    <w:rsid w:val="00636431"/>
    <w:rsid w:val="006443EA"/>
    <w:rsid w:val="00673630"/>
    <w:rsid w:val="00681AE9"/>
    <w:rsid w:val="00683792"/>
    <w:rsid w:val="006A5FFA"/>
    <w:rsid w:val="006B1AF2"/>
    <w:rsid w:val="00714674"/>
    <w:rsid w:val="007210E9"/>
    <w:rsid w:val="00740A24"/>
    <w:rsid w:val="0074228F"/>
    <w:rsid w:val="00745EB0"/>
    <w:rsid w:val="00747A3D"/>
    <w:rsid w:val="00760D70"/>
    <w:rsid w:val="007627D5"/>
    <w:rsid w:val="00767A41"/>
    <w:rsid w:val="00775EB2"/>
    <w:rsid w:val="00780814"/>
    <w:rsid w:val="00780C84"/>
    <w:rsid w:val="00784322"/>
    <w:rsid w:val="00797E12"/>
    <w:rsid w:val="007C229B"/>
    <w:rsid w:val="007C5F1A"/>
    <w:rsid w:val="007D018C"/>
    <w:rsid w:val="007D10B0"/>
    <w:rsid w:val="007E11F1"/>
    <w:rsid w:val="00801B5A"/>
    <w:rsid w:val="008074CF"/>
    <w:rsid w:val="00824EA7"/>
    <w:rsid w:val="008541F0"/>
    <w:rsid w:val="008615CE"/>
    <w:rsid w:val="00865425"/>
    <w:rsid w:val="00874DC4"/>
    <w:rsid w:val="00877A0C"/>
    <w:rsid w:val="008B4004"/>
    <w:rsid w:val="00922322"/>
    <w:rsid w:val="0092276A"/>
    <w:rsid w:val="00960390"/>
    <w:rsid w:val="009647CD"/>
    <w:rsid w:val="00981BCA"/>
    <w:rsid w:val="00983D52"/>
    <w:rsid w:val="00986E9B"/>
    <w:rsid w:val="009D093D"/>
    <w:rsid w:val="009D1C61"/>
    <w:rsid w:val="009E316A"/>
    <w:rsid w:val="00A066F2"/>
    <w:rsid w:val="00A54D92"/>
    <w:rsid w:val="00A561E4"/>
    <w:rsid w:val="00A67339"/>
    <w:rsid w:val="00AB15E5"/>
    <w:rsid w:val="00AC0156"/>
    <w:rsid w:val="00B024B5"/>
    <w:rsid w:val="00B066B4"/>
    <w:rsid w:val="00B13A23"/>
    <w:rsid w:val="00B25607"/>
    <w:rsid w:val="00B26226"/>
    <w:rsid w:val="00B35C9F"/>
    <w:rsid w:val="00B4033C"/>
    <w:rsid w:val="00B4185C"/>
    <w:rsid w:val="00B442A5"/>
    <w:rsid w:val="00B5542A"/>
    <w:rsid w:val="00B56236"/>
    <w:rsid w:val="00B56459"/>
    <w:rsid w:val="00B64956"/>
    <w:rsid w:val="00B679B2"/>
    <w:rsid w:val="00BE1BF3"/>
    <w:rsid w:val="00BF5405"/>
    <w:rsid w:val="00C07B0C"/>
    <w:rsid w:val="00C27600"/>
    <w:rsid w:val="00C31714"/>
    <w:rsid w:val="00C701F1"/>
    <w:rsid w:val="00C737FF"/>
    <w:rsid w:val="00C761AB"/>
    <w:rsid w:val="00CA283D"/>
    <w:rsid w:val="00CA60DC"/>
    <w:rsid w:val="00CD1908"/>
    <w:rsid w:val="00CD2DD6"/>
    <w:rsid w:val="00CE2FC2"/>
    <w:rsid w:val="00CF5BAA"/>
    <w:rsid w:val="00D0154D"/>
    <w:rsid w:val="00D07B0B"/>
    <w:rsid w:val="00D22322"/>
    <w:rsid w:val="00D24726"/>
    <w:rsid w:val="00D472C5"/>
    <w:rsid w:val="00D63FB9"/>
    <w:rsid w:val="00D6512C"/>
    <w:rsid w:val="00D72CAA"/>
    <w:rsid w:val="00D744F5"/>
    <w:rsid w:val="00D83528"/>
    <w:rsid w:val="00D83E07"/>
    <w:rsid w:val="00D84CE1"/>
    <w:rsid w:val="00DD5F5B"/>
    <w:rsid w:val="00DF699C"/>
    <w:rsid w:val="00E0460E"/>
    <w:rsid w:val="00E058CA"/>
    <w:rsid w:val="00E13D82"/>
    <w:rsid w:val="00E22B67"/>
    <w:rsid w:val="00E533AC"/>
    <w:rsid w:val="00E73BAD"/>
    <w:rsid w:val="00E873FF"/>
    <w:rsid w:val="00EB6B18"/>
    <w:rsid w:val="00ED2DC4"/>
    <w:rsid w:val="00ED5D1A"/>
    <w:rsid w:val="00F05652"/>
    <w:rsid w:val="00F0702D"/>
    <w:rsid w:val="00F2197C"/>
    <w:rsid w:val="00F27ECE"/>
    <w:rsid w:val="00F355EC"/>
    <w:rsid w:val="00F50F65"/>
    <w:rsid w:val="00F65E8A"/>
    <w:rsid w:val="00F667A5"/>
    <w:rsid w:val="00F730FB"/>
    <w:rsid w:val="00F92366"/>
    <w:rsid w:val="00FA23E9"/>
    <w:rsid w:val="00FA2CDF"/>
    <w:rsid w:val="00FB40E5"/>
    <w:rsid w:val="00FB6E77"/>
    <w:rsid w:val="00FD0D7A"/>
    <w:rsid w:val="00FE15AC"/>
    <w:rsid w:val="00FF573D"/>
    <w:rsid w:val="00FF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524768A1"/>
  <w15:chartTrackingRefBased/>
  <w15:docId w15:val="{4A5DCF34-CFE3-4177-9A45-66CDC871B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link w:val="a6"/>
    <w:uiPriority w:val="1"/>
    <w:qFormat/>
    <w:rsid w:val="007627D5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6">
    <w:name w:val="本文 (文字)"/>
    <w:link w:val="a5"/>
    <w:uiPriority w:val="1"/>
    <w:rsid w:val="007627D5"/>
    <w:rPr>
      <w:rFonts w:ascii="kiloji" w:eastAsia="kiloji" w:hAnsi="kiloji" w:cs="kiloji"/>
    </w:rPr>
  </w:style>
  <w:style w:type="table" w:styleId="a7">
    <w:name w:val="Table Grid"/>
    <w:basedOn w:val="a1"/>
    <w:uiPriority w:val="59"/>
    <w:rsid w:val="00B442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C07B0C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C07B0C"/>
    <w:rPr>
      <w:color w:val="605E5C"/>
      <w:shd w:val="clear" w:color="auto" w:fill="E1DFDD"/>
    </w:rPr>
  </w:style>
  <w:style w:type="paragraph" w:styleId="aa">
    <w:name w:val="No Spacing"/>
    <w:uiPriority w:val="1"/>
    <w:qFormat/>
    <w:rsid w:val="001C3831"/>
    <w:pPr>
      <w:widowControl w:val="0"/>
      <w:jc w:val="both"/>
    </w:pPr>
    <w:rPr>
      <w:rFonts w:ascii="游明朝" w:eastAsia="游明朝" w:hAnsi="游明朝"/>
      <w:kern w:val="2"/>
      <w:sz w:val="21"/>
      <w:szCs w:val="22"/>
    </w:rPr>
  </w:style>
  <w:style w:type="paragraph" w:styleId="ab">
    <w:name w:val="Note Heading"/>
    <w:basedOn w:val="a"/>
    <w:next w:val="a"/>
    <w:link w:val="ac"/>
    <w:uiPriority w:val="99"/>
    <w:unhideWhenUsed/>
    <w:rsid w:val="007E11F1"/>
    <w:pPr>
      <w:jc w:val="center"/>
    </w:pPr>
    <w:rPr>
      <w:rFonts w:hAnsi="ＭＳ 明朝" w:cs="kiloji"/>
      <w:kern w:val="0"/>
      <w:sz w:val="20"/>
    </w:rPr>
  </w:style>
  <w:style w:type="character" w:customStyle="1" w:styleId="ac">
    <w:name w:val="記 (文字)"/>
    <w:basedOn w:val="a0"/>
    <w:link w:val="ab"/>
    <w:uiPriority w:val="99"/>
    <w:rsid w:val="007E11F1"/>
    <w:rPr>
      <w:rFonts w:ascii="ＭＳ 明朝" w:hAnsi="ＭＳ 明朝" w:cs="kiloji"/>
    </w:rPr>
  </w:style>
  <w:style w:type="character" w:styleId="ad">
    <w:name w:val="annotation reference"/>
    <w:basedOn w:val="a0"/>
    <w:uiPriority w:val="99"/>
    <w:semiHidden/>
    <w:unhideWhenUsed/>
    <w:rsid w:val="00767A41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767A41"/>
    <w:pPr>
      <w:jc w:val="left"/>
    </w:pPr>
  </w:style>
  <w:style w:type="character" w:customStyle="1" w:styleId="af">
    <w:name w:val="コメント文字列 (文字)"/>
    <w:basedOn w:val="a0"/>
    <w:link w:val="ae"/>
    <w:uiPriority w:val="99"/>
    <w:rsid w:val="00767A41"/>
    <w:rPr>
      <w:rFonts w:ascii="ＭＳ 明朝" w:hAnsi="Courier New"/>
      <w:kern w:val="2"/>
      <w:sz w:val="21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767A41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767A41"/>
    <w:rPr>
      <w:rFonts w:ascii="ＭＳ 明朝" w:hAnsi="Courier New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986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xxxxxxxxxx@yyy.zzz.aaa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1C4D0B9-D438-4BF7-88B5-6A64333B326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95FDBC1-373B-426A-A4C2-4108297EDF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804668-8999-46B0-8FA1-DA25BA56FB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ABFD133-0EDA-4DE6-9892-EE1396338EAA}"/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95</TotalTime>
  <Pages>1</Pages>
  <Words>566</Words>
  <Characters>320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様式第8号(第4条関係)</vt:lpstr>
    </vt:vector>
  </TitlesOfParts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2021-12-21T02:37:00Z</cp:lastPrinted>
  <dcterms:created xsi:type="dcterms:W3CDTF">2021-10-20T00:42:00Z</dcterms:created>
  <dcterms:modified xsi:type="dcterms:W3CDTF">2024-11-24T02:53:00Z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2021-09-17T06:38:18Z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c75f887a-cd24-43aa-8066-238ca39859bf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0x0101007E881F1D9E96D346B4A26C5F6FE48C89</vt:lpwstr>
  </property>
</Properties>
</file>