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007F8" w14:textId="766978CF" w:rsidR="003D329C" w:rsidRPr="00890837" w:rsidRDefault="00F1107A" w:rsidP="003D329C">
      <w:pPr>
        <w:wordWrap w:val="0"/>
        <w:overflowPunct w:val="0"/>
        <w:autoSpaceDE w:val="0"/>
        <w:autoSpaceDN w:val="0"/>
        <w:rPr>
          <w:rFonts w:hAnsi="ＭＳ 明朝"/>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432" behindDoc="0" locked="0" layoutInCell="1" allowOverlap="1" wp14:anchorId="11058961" wp14:editId="42F1FD1D">
                <wp:simplePos x="0" y="0"/>
                <wp:positionH relativeFrom="margin">
                  <wp:posOffset>4140200</wp:posOffset>
                </wp:positionH>
                <wp:positionV relativeFrom="paragraph">
                  <wp:posOffset>-965835</wp:posOffset>
                </wp:positionV>
                <wp:extent cx="1950720" cy="316230"/>
                <wp:effectExtent l="0" t="0" r="0" b="7620"/>
                <wp:wrapNone/>
                <wp:docPr id="1094625208"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072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41B1E" w14:textId="7CD4628A" w:rsidR="00F1107A" w:rsidRDefault="00F1107A" w:rsidP="00F1107A">
                            <w:pPr>
                              <w:jc w:val="center"/>
                              <w:rPr>
                                <w:rFonts w:hAnsi="ＭＳ 明朝"/>
                                <w:color w:val="808080"/>
                                <w:szCs w:val="21"/>
                              </w:rPr>
                            </w:pPr>
                            <w:r w:rsidRPr="00F1107A">
                              <w:rPr>
                                <w:rFonts w:hAnsi="ＭＳ 明朝" w:hint="eastAsia"/>
                                <w:color w:val="808080"/>
                                <w:szCs w:val="21"/>
                              </w:rPr>
                              <w:t>様式第十一号(第十七条関係)</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58961" id="_x0000_t202" coordsize="21600,21600" o:spt="202" path="m,l,21600r21600,l21600,xe">
                <v:stroke joinstyle="miter"/>
                <v:path gradientshapeok="t" o:connecttype="rect"/>
              </v:shapetype>
              <v:shape id="テキスト ボックス 7" o:spid="_x0000_s1026" type="#_x0000_t202" style="position:absolute;left:0;text-align:left;margin-left:326pt;margin-top:-76.05pt;width:153.6pt;height:24.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" filled="f" stroked="f">
                <v:textbox>
                  <w:txbxContent>
                    <w:p w14:paraId="1C741B1E" w14:textId="7CD4628A" w:rsidR="00F1107A" w:rsidRDefault="00F1107A" w:rsidP="00F1107A">
                      <w:pPr>
                        <w:jc w:val="center"/>
                        <w:rPr>
                          <w:rFonts w:hAnsi="ＭＳ 明朝"/>
                          <w:color w:val="808080"/>
                          <w:szCs w:val="21"/>
                        </w:rPr>
                      </w:pPr>
                      <w:r w:rsidRPr="00F1107A">
                        <w:rPr>
                          <w:rFonts w:hAnsi="ＭＳ 明朝" w:hint="eastAsia"/>
                          <w:color w:val="808080"/>
                          <w:szCs w:val="21"/>
                        </w:rPr>
                        <w:t>様式第十一号(第十七条関係)</w:t>
                      </w:r>
                    </w:p>
                  </w:txbxContent>
                </v:textbox>
                <w10:wrap anchorx="margin"/>
              </v:shape>
            </w:pict>
          </mc:Fallback>
        </mc:AlternateContent>
      </w:r>
      <w:r w:rsidR="00F4061D">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7C4EAA30" w:rsidR="003D329C" w:rsidRPr="00890837" w:rsidRDefault="003D329C" w:rsidP="003D329C">
      <w:pPr>
        <w:wordWrap w:val="0"/>
        <w:overflowPunct w:val="0"/>
        <w:autoSpaceDE w:val="0"/>
        <w:autoSpaceDN w:val="0"/>
        <w:rPr>
          <w:rFonts w:hAnsi="ＭＳ 明朝"/>
          <w:szCs w:val="21"/>
        </w:rPr>
      </w:pPr>
    </w:p>
    <w:p w14:paraId="3A56B8E7" w14:textId="7697A765"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3D2E14E3"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3F5336C8"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6A99D62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E97088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vAlign w:val="center"/>
          </w:tcPr>
          <w:p w14:paraId="4FCB98E5" w14:textId="77777777" w:rsidR="00FA23E9" w:rsidRDefault="00FA23E9" w:rsidP="005A0657">
            <w:pPr>
              <w:overflowPunct w:val="0"/>
              <w:autoSpaceDE w:val="0"/>
              <w:autoSpaceDN w:val="0"/>
              <w:ind w:rightChars="67" w:right="141"/>
            </w:pPr>
          </w:p>
        </w:tc>
        <w:tc>
          <w:tcPr>
            <w:tcW w:w="1444" w:type="dxa"/>
            <w:gridSpan w:val="2"/>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tcPr>
          <w:p w14:paraId="09A11EAD" w14:textId="77777777" w:rsidR="00FA23E9" w:rsidRDefault="00FA23E9" w:rsidP="00326D19">
            <w:pPr>
              <w:overflowPunct w:val="0"/>
              <w:autoSpaceDE w:val="0"/>
              <w:autoSpaceDN w:val="0"/>
              <w:ind w:rightChars="-50" w:right="-105"/>
            </w:pPr>
          </w:p>
        </w:tc>
        <w:tc>
          <w:tcPr>
            <w:tcW w:w="4004" w:type="dxa"/>
            <w:gridSpan w:val="5"/>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tcPr>
          <w:p w14:paraId="6E61F576" w14:textId="77777777" w:rsidR="00FA23E9" w:rsidRDefault="00FA23E9" w:rsidP="00326D19">
            <w:pPr>
              <w:overflowPunct w:val="0"/>
              <w:autoSpaceDE w:val="0"/>
              <w:autoSpaceDN w:val="0"/>
              <w:ind w:rightChars="-50" w:right="-105"/>
            </w:pPr>
          </w:p>
        </w:tc>
        <w:tc>
          <w:tcPr>
            <w:tcW w:w="4004" w:type="dxa"/>
            <w:gridSpan w:val="5"/>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vAlign w:val="center"/>
          </w:tcPr>
          <w:p w14:paraId="3B2D87B3" w14:textId="77777777" w:rsidR="00FA2CDF" w:rsidRDefault="00FA2CDF" w:rsidP="00326D19">
            <w:pPr>
              <w:overflowPunct w:val="0"/>
              <w:autoSpaceDE w:val="0"/>
              <w:autoSpaceDN w:val="0"/>
              <w:ind w:rightChars="-50" w:right="-105"/>
            </w:pPr>
          </w:p>
        </w:tc>
        <w:tc>
          <w:tcPr>
            <w:tcW w:w="4004" w:type="dxa"/>
            <w:gridSpan w:val="5"/>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tcPr>
          <w:p w14:paraId="294748C9" w14:textId="77777777" w:rsidR="00FA2CDF" w:rsidRDefault="00FA2CDF" w:rsidP="00CF0D4E">
            <w:pPr>
              <w:overflowPunct w:val="0"/>
              <w:autoSpaceDE w:val="0"/>
              <w:autoSpaceDN w:val="0"/>
              <w:ind w:right="-1" w:firstLineChars="1400" w:firstLine="2940"/>
            </w:pPr>
          </w:p>
        </w:tc>
        <w:tc>
          <w:tcPr>
            <w:tcW w:w="2486" w:type="dxa"/>
            <w:gridSpan w:val="2"/>
            <w:vMerge/>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AD0D3B" w:rsidP="00841C44">
            <w:pPr>
              <w:pStyle w:val="a5"/>
              <w:ind w:leftChars="-51" w:left="-107"/>
              <w:jc w:val="both"/>
              <w:rPr>
                <w:rFonts w:ascii="ＭＳ 明朝" w:eastAsia="ＭＳ 明朝" w:hAnsi="ＭＳ 明朝"/>
                <w:sz w:val="21"/>
                <w:szCs w:val="21"/>
              </w:rPr>
            </w:pPr>
            <w:hyperlink r:id="rId11" w:history="1">
              <w:r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9031E" w14:textId="77777777" w:rsidR="00B84A36" w:rsidRDefault="00B84A36">
      <w:r>
        <w:separator/>
      </w:r>
    </w:p>
  </w:endnote>
  <w:endnote w:type="continuationSeparator" w:id="0">
    <w:p w14:paraId="31D92159" w14:textId="77777777" w:rsidR="00B84A36" w:rsidRDefault="00B8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A155A" w14:textId="77777777" w:rsidR="00B84A36" w:rsidRDefault="00B84A36">
      <w:r>
        <w:separator/>
      </w:r>
    </w:p>
  </w:footnote>
  <w:footnote w:type="continuationSeparator" w:id="0">
    <w:p w14:paraId="119BA269" w14:textId="77777777" w:rsidR="00B84A36" w:rsidRDefault="00B84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51914"/>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B62D7"/>
    <w:rsid w:val="007C5F1A"/>
    <w:rsid w:val="007C6C3F"/>
    <w:rsid w:val="00801B5A"/>
    <w:rsid w:val="008074CF"/>
    <w:rsid w:val="00817B19"/>
    <w:rsid w:val="00841C44"/>
    <w:rsid w:val="008541F0"/>
    <w:rsid w:val="00865425"/>
    <w:rsid w:val="008911C4"/>
    <w:rsid w:val="008B4004"/>
    <w:rsid w:val="008E760C"/>
    <w:rsid w:val="00921BAC"/>
    <w:rsid w:val="00922322"/>
    <w:rsid w:val="00935EEC"/>
    <w:rsid w:val="00940669"/>
    <w:rsid w:val="009647CD"/>
    <w:rsid w:val="00966B25"/>
    <w:rsid w:val="00981BCA"/>
    <w:rsid w:val="009D093D"/>
    <w:rsid w:val="009D1C61"/>
    <w:rsid w:val="009D2C42"/>
    <w:rsid w:val="009D6F40"/>
    <w:rsid w:val="009E0D8A"/>
    <w:rsid w:val="009E316A"/>
    <w:rsid w:val="009E783C"/>
    <w:rsid w:val="009F1594"/>
    <w:rsid w:val="009F6803"/>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84A36"/>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07A"/>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C73829B0-7658-4976-BB1E-5CCF54E112D1}"/>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277</TotalTime>
  <Pages>2</Pages>
  <Words>573</Words>
  <Characters>609</Characters>
  <Application>Microsoft Office Word</Application>
  <DocSecurity>0</DocSecurity>
  <Lines>67</Lines>
  <Paragraphs>73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B2NEXT 関村 勝</cp:lastModifiedBy>
  <cp:revision>3</cp:revision>
  <cp:lastPrinted>2021-12-21T02:21:00Z</cp:lastPrinted>
  <dcterms:created xsi:type="dcterms:W3CDTF">2021-10-19T11:37:00Z</dcterms:created>
  <dcterms:modified xsi:type="dcterms:W3CDTF">2025-10-06T09:49:00Z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y fmtid="{D5CDD505-2E9C-101B-9397-08002B2CF9AE}" pid="10" name="MediaServiceImageTags">
    <vt:lpwstr/>
  </property>
</Properties>
</file>