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5A837B55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F049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314"/>
        <w:gridCol w:w="2079"/>
        <w:gridCol w:w="9"/>
      </w:tblGrid>
      <w:tr w:rsidR="00D6512C" w:rsidRPr="008F5E28" w14:paraId="288042B3" w14:textId="77777777" w:rsidTr="00740F4C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740F4C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14" w:type="dxa"/>
            <w:vAlign w:val="center"/>
          </w:tcPr>
          <w:p w14:paraId="2CCF683A" w14:textId="5FA7C07C" w:rsidR="00951796" w:rsidRPr="00E23839" w:rsidRDefault="00951796" w:rsidP="0095179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E23839">
              <w:rPr>
                <w:rFonts w:hAnsi="ＭＳ 明朝" w:hint="eastAsia"/>
                <w:spacing w:val="105"/>
                <w:kern w:val="0"/>
                <w:szCs w:val="21"/>
                <w:fitText w:val="1050" w:id="-1000625920"/>
              </w:rPr>
              <w:t>受給</w:t>
            </w:r>
            <w:r w:rsidRPr="00E23839">
              <w:rPr>
                <w:rFonts w:hAnsi="ＭＳ 明朝" w:hint="eastAsia"/>
                <w:kern w:val="0"/>
                <w:szCs w:val="21"/>
                <w:fitText w:val="1050" w:id="-1000625920"/>
              </w:rPr>
              <w:t>者</w:t>
            </w:r>
          </w:p>
          <w:p w14:paraId="4A1EFAB8" w14:textId="288C636F" w:rsidR="0053005F" w:rsidRPr="008F5E28" w:rsidRDefault="00740F4C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</w:t>
            </w:r>
            <w:r w:rsidR="0053005F" w:rsidRPr="008F5E28">
              <w:rPr>
                <w:rFonts w:hAnsi="ＭＳ 明朝" w:hint="eastAsia"/>
                <w:szCs w:val="21"/>
              </w:rPr>
              <w:t>番号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740F4C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740F4C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740F4C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740F4C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40F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10AE86D">
              <wp:simplePos x="0" y="0"/>
              <wp:positionH relativeFrom="margin">
                <wp:posOffset>4723765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371.9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I9zaQ3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43D61"/>
    <w:rsid w:val="00052D0B"/>
    <w:rsid w:val="00061A0F"/>
    <w:rsid w:val="00067CE4"/>
    <w:rsid w:val="000A7535"/>
    <w:rsid w:val="000D2546"/>
    <w:rsid w:val="000D6F9E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0F4C"/>
    <w:rsid w:val="00747A3D"/>
    <w:rsid w:val="007627D5"/>
    <w:rsid w:val="00801B5A"/>
    <w:rsid w:val="008074CF"/>
    <w:rsid w:val="0083152C"/>
    <w:rsid w:val="008F5E28"/>
    <w:rsid w:val="009222BE"/>
    <w:rsid w:val="00951796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AE3225"/>
    <w:rsid w:val="00B024B5"/>
    <w:rsid w:val="00B20915"/>
    <w:rsid w:val="00B56236"/>
    <w:rsid w:val="00B8541A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A5262"/>
    <w:rsid w:val="00DB315E"/>
    <w:rsid w:val="00DD5F5B"/>
    <w:rsid w:val="00DD6DA8"/>
    <w:rsid w:val="00DF699C"/>
    <w:rsid w:val="00E058CA"/>
    <w:rsid w:val="00E23839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B252A"/>
    <w:rsid w:val="00FC41D7"/>
    <w:rsid w:val="00FD4B7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B7884-AAE9-41D7-A85D-695FF68524CE}"/>
</file>

<file path=customXml/itemProps2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80</TotalTime>
  <Pages>1</Pages>
  <Words>425</Words>
  <Characters>154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2024-11-24T02:48:00Z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