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D2031" w14:textId="657785A8" w:rsidR="00AE67A1" w:rsidRPr="005A1F3F" w:rsidRDefault="00AE67A1">
      <w:pPr>
        <w:pStyle w:val="a3"/>
        <w:tabs>
          <w:tab w:val="clear" w:pos="4252"/>
          <w:tab w:val="clear" w:pos="8504"/>
        </w:tabs>
        <w:snapToGrid/>
        <w:jc w:val="center"/>
        <w:rPr>
          <w:rFonts w:asciiTheme="minorEastAsia" w:eastAsiaTheme="minorEastAsia" w:hAnsiTheme="minorEastAsia"/>
          <w:szCs w:val="21"/>
        </w:rPr>
      </w:pPr>
      <w:r w:rsidRPr="005A1F3F">
        <w:rPr>
          <w:rFonts w:asciiTheme="minorEastAsia" w:eastAsiaTheme="minorEastAsia" w:hAnsiTheme="minorEastAsia"/>
          <w:szCs w:val="21"/>
        </w:rPr>
        <w:t>(</w:t>
      </w:r>
      <w:r w:rsidRPr="005A1F3F">
        <w:rPr>
          <w:rFonts w:asciiTheme="minorEastAsia" w:eastAsiaTheme="minorEastAsia" w:hAnsiTheme="minorEastAsia" w:hint="eastAsia"/>
          <w:szCs w:val="21"/>
        </w:rPr>
        <w:t>裏</w:t>
      </w:r>
      <w:r w:rsidR="00121D5B" w:rsidRPr="005A1F3F">
        <w:rPr>
          <w:rFonts w:asciiTheme="minorEastAsia" w:eastAsiaTheme="minorEastAsia" w:hAnsiTheme="minorEastAsia" w:hint="eastAsia"/>
          <w:szCs w:val="21"/>
        </w:rPr>
        <w:t xml:space="preserve">　面</w:t>
      </w:r>
      <w:r w:rsidRPr="005A1F3F">
        <w:rPr>
          <w:rFonts w:asciiTheme="minorEastAsia" w:eastAsiaTheme="minorEastAsia" w:hAnsiTheme="minorEastAsia"/>
          <w:szCs w:val="21"/>
        </w:rPr>
        <w:t>)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"/>
        <w:gridCol w:w="348"/>
        <w:gridCol w:w="714"/>
        <w:gridCol w:w="273"/>
        <w:gridCol w:w="1110"/>
        <w:gridCol w:w="316"/>
        <w:gridCol w:w="1125"/>
        <w:gridCol w:w="301"/>
        <w:gridCol w:w="1125"/>
        <w:gridCol w:w="301"/>
        <w:gridCol w:w="1125"/>
        <w:gridCol w:w="293"/>
        <w:gridCol w:w="8"/>
        <w:gridCol w:w="364"/>
        <w:gridCol w:w="1072"/>
        <w:gridCol w:w="1110"/>
        <w:gridCol w:w="296"/>
        <w:gridCol w:w="1095"/>
        <w:gridCol w:w="311"/>
        <w:gridCol w:w="1110"/>
        <w:gridCol w:w="296"/>
        <w:gridCol w:w="1095"/>
        <w:gridCol w:w="312"/>
        <w:gridCol w:w="220"/>
      </w:tblGrid>
      <w:tr w:rsidR="00AE67A1" w:rsidRPr="005A1F3F" w14:paraId="211ECFDF" w14:textId="77777777">
        <w:trPr>
          <w:cantSplit/>
        </w:trPr>
        <w:tc>
          <w:tcPr>
            <w:tcW w:w="14560" w:type="dxa"/>
            <w:gridSpan w:val="24"/>
            <w:tcBorders>
              <w:bottom w:val="nil"/>
            </w:tcBorders>
          </w:tcPr>
          <w:p w14:paraId="67C8E5A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AE67A1" w:rsidRPr="005A1F3F" w14:paraId="4F866C53" w14:textId="77777777" w:rsidTr="00DA6C6C">
        <w:trPr>
          <w:cantSplit/>
          <w:trHeight w:val="501"/>
        </w:trPr>
        <w:tc>
          <w:tcPr>
            <w:tcW w:w="240" w:type="dxa"/>
            <w:vMerge w:val="restart"/>
            <w:tcBorders>
              <w:top w:val="nil"/>
            </w:tcBorders>
          </w:tcPr>
          <w:p w14:paraId="36196B3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62" w:type="dxa"/>
            <w:gridSpan w:val="2"/>
            <w:vAlign w:val="center"/>
          </w:tcPr>
          <w:p w14:paraId="0831EDB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5969" w:type="dxa"/>
            <w:gridSpan w:val="9"/>
          </w:tcPr>
          <w:p w14:paraId="7E79B18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444" w:type="dxa"/>
            <w:gridSpan w:val="3"/>
            <w:vAlign w:val="center"/>
          </w:tcPr>
          <w:p w14:paraId="1D9BF09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5625" w:type="dxa"/>
            <w:gridSpan w:val="8"/>
          </w:tcPr>
          <w:p w14:paraId="0269B06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 w:val="restart"/>
            <w:tcBorders>
              <w:top w:val="nil"/>
            </w:tcBorders>
          </w:tcPr>
          <w:p w14:paraId="2BA0B682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AE67A1" w:rsidRPr="005A1F3F" w14:paraId="48024D6F" w14:textId="77777777" w:rsidTr="00DA6C6C">
        <w:trPr>
          <w:cantSplit/>
          <w:trHeight w:val="566"/>
        </w:trPr>
        <w:tc>
          <w:tcPr>
            <w:tcW w:w="240" w:type="dxa"/>
            <w:vMerge/>
          </w:tcPr>
          <w:p w14:paraId="72F6877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00" w:type="dxa"/>
            <w:gridSpan w:val="22"/>
            <w:vAlign w:val="center"/>
          </w:tcPr>
          <w:p w14:paraId="76B8B05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pacing w:val="500"/>
                <w:szCs w:val="21"/>
              </w:rPr>
              <w:t>手当支払記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録</w:t>
            </w:r>
          </w:p>
        </w:tc>
        <w:tc>
          <w:tcPr>
            <w:tcW w:w="220" w:type="dxa"/>
            <w:vMerge/>
          </w:tcPr>
          <w:p w14:paraId="26528D45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146A1638" w14:textId="77777777" w:rsidTr="00DA6C6C">
        <w:trPr>
          <w:cantSplit/>
          <w:trHeight w:val="417"/>
        </w:trPr>
        <w:tc>
          <w:tcPr>
            <w:tcW w:w="240" w:type="dxa"/>
            <w:vMerge/>
          </w:tcPr>
          <w:p w14:paraId="1B616C1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35" w:type="dxa"/>
            <w:gridSpan w:val="3"/>
            <w:vAlign w:val="center"/>
          </w:tcPr>
          <w:p w14:paraId="037CCD9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1426" w:type="dxa"/>
            <w:gridSpan w:val="2"/>
            <w:vAlign w:val="center"/>
          </w:tcPr>
          <w:p w14:paraId="65E7801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5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26" w:type="dxa"/>
            <w:gridSpan w:val="2"/>
            <w:vAlign w:val="center"/>
          </w:tcPr>
          <w:p w14:paraId="7D296CE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8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26" w:type="dxa"/>
            <w:gridSpan w:val="2"/>
            <w:vAlign w:val="center"/>
          </w:tcPr>
          <w:p w14:paraId="3943105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/>
                <w:spacing w:val="735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26" w:type="dxa"/>
            <w:gridSpan w:val="3"/>
            <w:vAlign w:val="center"/>
          </w:tcPr>
          <w:p w14:paraId="5CD6A55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2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36" w:type="dxa"/>
            <w:gridSpan w:val="2"/>
            <w:vAlign w:val="center"/>
          </w:tcPr>
          <w:p w14:paraId="3192866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区分</w:t>
            </w:r>
          </w:p>
        </w:tc>
        <w:tc>
          <w:tcPr>
            <w:tcW w:w="1406" w:type="dxa"/>
            <w:gridSpan w:val="2"/>
            <w:vAlign w:val="center"/>
          </w:tcPr>
          <w:p w14:paraId="5D3AD7E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5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06" w:type="dxa"/>
            <w:gridSpan w:val="2"/>
            <w:vAlign w:val="center"/>
          </w:tcPr>
          <w:p w14:paraId="357AE6B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8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06" w:type="dxa"/>
            <w:gridSpan w:val="2"/>
            <w:vAlign w:val="center"/>
          </w:tcPr>
          <w:p w14:paraId="46F1836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/>
                <w:spacing w:val="735"/>
                <w:szCs w:val="21"/>
              </w:rPr>
              <w:t>1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1407" w:type="dxa"/>
            <w:gridSpan w:val="2"/>
            <w:vAlign w:val="center"/>
          </w:tcPr>
          <w:p w14:paraId="3A4AAB2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/>
                <w:spacing w:val="840"/>
                <w:szCs w:val="21"/>
              </w:rPr>
              <w:t>2</w:t>
            </w: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220" w:type="dxa"/>
            <w:vMerge/>
            <w:vAlign w:val="center"/>
          </w:tcPr>
          <w:p w14:paraId="5D941157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13EDCC70" w14:textId="77777777">
        <w:trPr>
          <w:cantSplit/>
          <w:trHeight w:val="585"/>
        </w:trPr>
        <w:tc>
          <w:tcPr>
            <w:tcW w:w="240" w:type="dxa"/>
            <w:vMerge/>
          </w:tcPr>
          <w:p w14:paraId="44E30D2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557B79F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7D02BD7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6D2A612E" w14:textId="435A701C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DDF065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40030F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507097B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0A78D47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587ADD2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7C82DC6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434F822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5C41583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51E19FA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57B69E90" w14:textId="77777777" w:rsidR="00AE67A1" w:rsidRPr="005A1F3F" w:rsidRDefault="00AE67A1">
            <w:pPr>
              <w:pStyle w:val="a3"/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7195C511" w14:textId="77777777">
        <w:trPr>
          <w:cantSplit/>
          <w:trHeight w:val="585"/>
        </w:trPr>
        <w:tc>
          <w:tcPr>
            <w:tcW w:w="240" w:type="dxa"/>
            <w:vMerge/>
          </w:tcPr>
          <w:p w14:paraId="24C89B2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3EF54FC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6401937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2B838C8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70B315B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156202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001C0AA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4ED2638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7840A28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62A832F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69B9103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7BAFF4E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28543E5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42E7FDB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58FC860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6AAFB29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7163D73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1E457E2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6B05782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4BDF762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56C4143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3B48C40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039928F5" w14:textId="77777777">
        <w:trPr>
          <w:cantSplit/>
          <w:trHeight w:val="585"/>
        </w:trPr>
        <w:tc>
          <w:tcPr>
            <w:tcW w:w="240" w:type="dxa"/>
            <w:vMerge/>
          </w:tcPr>
          <w:p w14:paraId="19B60CA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7810E0B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3A8AFD6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0128B96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125E76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4CEEEF7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0565002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0EC4CE5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2F2D7D9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7F38898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3700372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1E501DB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0291EEA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337DFE7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2CD196D8" w14:textId="77777777">
        <w:trPr>
          <w:cantSplit/>
          <w:trHeight w:val="585"/>
        </w:trPr>
        <w:tc>
          <w:tcPr>
            <w:tcW w:w="240" w:type="dxa"/>
            <w:vMerge/>
          </w:tcPr>
          <w:p w14:paraId="25C4E8D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0E245B0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23C5628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6662A5D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71813B8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05D50DF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5984D26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5788C34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34B8A9C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B55099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785E7DD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5C0F591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3DA482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780E2CB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52D59B8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67BC756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43F1488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1A779DB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79EB0E7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4996A48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33338D6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5BC4ED5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45E07FE8" w14:textId="77777777">
        <w:trPr>
          <w:cantSplit/>
          <w:trHeight w:val="585"/>
        </w:trPr>
        <w:tc>
          <w:tcPr>
            <w:tcW w:w="240" w:type="dxa"/>
            <w:vMerge/>
          </w:tcPr>
          <w:p w14:paraId="7F94A27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042908A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353D66F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0FA35D4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93E674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3A0DCE2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3EA9F46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1911C52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59C5F3D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1A28443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15CCD16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6D8A792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7457402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5245412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3BA0C481" w14:textId="77777777">
        <w:trPr>
          <w:cantSplit/>
          <w:trHeight w:val="585"/>
        </w:trPr>
        <w:tc>
          <w:tcPr>
            <w:tcW w:w="240" w:type="dxa"/>
            <w:vMerge/>
          </w:tcPr>
          <w:p w14:paraId="5097B6D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674EC5A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5401663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54BA4D6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0A39307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4F04B48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028E3F1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6180B7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037D66A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7CD6B2A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5391C40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1A1951E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866CD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7AE0BA6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1A5BF0E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5435FF4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368EF81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25D09E7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4F5CFF3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3DB7F11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54A7FE5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4BD4BE9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577DF220" w14:textId="77777777">
        <w:trPr>
          <w:cantSplit/>
          <w:trHeight w:val="585"/>
        </w:trPr>
        <w:tc>
          <w:tcPr>
            <w:tcW w:w="240" w:type="dxa"/>
            <w:vMerge/>
          </w:tcPr>
          <w:p w14:paraId="219F694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7B9759A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7858569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6FFE5B0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BF7381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262ECF4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6CD1936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3F0FD4D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5D66206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31F56AB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2F0B551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60CBCA5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051F336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19045D5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51C4BF57" w14:textId="77777777">
        <w:trPr>
          <w:cantSplit/>
          <w:trHeight w:val="585"/>
        </w:trPr>
        <w:tc>
          <w:tcPr>
            <w:tcW w:w="240" w:type="dxa"/>
            <w:vMerge/>
          </w:tcPr>
          <w:p w14:paraId="15BEAAD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4EABCAB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2F8C066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29DE5AF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5253618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63D18F0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7968B33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40B1381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69C20A8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541B732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3C1E68C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75A6758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0DF8AB9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17DAB19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3BDAE3F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5769325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79BDB7E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7E4519D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3BFE4AB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25852C1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00F85D0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vAlign w:val="center"/>
          </w:tcPr>
          <w:p w14:paraId="53146DCA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66FD9254" w14:textId="77777777">
        <w:trPr>
          <w:cantSplit/>
          <w:trHeight w:val="585"/>
        </w:trPr>
        <w:tc>
          <w:tcPr>
            <w:tcW w:w="240" w:type="dxa"/>
            <w:vMerge/>
          </w:tcPr>
          <w:p w14:paraId="03ED539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 w:val="restart"/>
            <w:vAlign w:val="bottom"/>
          </w:tcPr>
          <w:p w14:paraId="42AB5E7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987" w:type="dxa"/>
            <w:gridSpan w:val="2"/>
            <w:vAlign w:val="center"/>
          </w:tcPr>
          <w:p w14:paraId="4353693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26" w:type="dxa"/>
            <w:gridSpan w:val="2"/>
            <w:vAlign w:val="bottom"/>
          </w:tcPr>
          <w:p w14:paraId="71F97F4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0B95E95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2"/>
            <w:vAlign w:val="bottom"/>
          </w:tcPr>
          <w:p w14:paraId="1125A15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26" w:type="dxa"/>
            <w:gridSpan w:val="3"/>
            <w:vAlign w:val="bottom"/>
          </w:tcPr>
          <w:p w14:paraId="6BAAA42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364" w:type="dxa"/>
            <w:vMerge w:val="restart"/>
            <w:vAlign w:val="bottom"/>
          </w:tcPr>
          <w:p w14:paraId="0C682C16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072" w:type="dxa"/>
            <w:vAlign w:val="center"/>
          </w:tcPr>
          <w:p w14:paraId="136FF93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支払額</w:t>
            </w:r>
          </w:p>
        </w:tc>
        <w:tc>
          <w:tcPr>
            <w:tcW w:w="1406" w:type="dxa"/>
            <w:gridSpan w:val="2"/>
            <w:vAlign w:val="bottom"/>
          </w:tcPr>
          <w:p w14:paraId="49B8C025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4FB02D5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6" w:type="dxa"/>
            <w:gridSpan w:val="2"/>
            <w:vAlign w:val="bottom"/>
          </w:tcPr>
          <w:p w14:paraId="34C97ED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407" w:type="dxa"/>
            <w:gridSpan w:val="2"/>
            <w:vAlign w:val="bottom"/>
          </w:tcPr>
          <w:p w14:paraId="3114A69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220" w:type="dxa"/>
            <w:vMerge/>
            <w:vAlign w:val="center"/>
          </w:tcPr>
          <w:p w14:paraId="00480BE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2AEF3937" w14:textId="77777777">
        <w:trPr>
          <w:cantSplit/>
          <w:trHeight w:val="585"/>
        </w:trPr>
        <w:tc>
          <w:tcPr>
            <w:tcW w:w="240" w:type="dxa"/>
            <w:vMerge/>
            <w:tcBorders>
              <w:bottom w:val="nil"/>
            </w:tcBorders>
          </w:tcPr>
          <w:p w14:paraId="28E3928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8" w:type="dxa"/>
            <w:vMerge/>
          </w:tcPr>
          <w:p w14:paraId="3D7A4B5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87" w:type="dxa"/>
            <w:gridSpan w:val="2"/>
            <w:vAlign w:val="center"/>
          </w:tcPr>
          <w:p w14:paraId="17A94F2E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554F53E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6" w:type="dxa"/>
          </w:tcPr>
          <w:p w14:paraId="5F51B31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5C5100E0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2A9B8B0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2C3297B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</w:tcPr>
          <w:p w14:paraId="2BF2219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25" w:type="dxa"/>
            <w:vAlign w:val="center"/>
          </w:tcPr>
          <w:p w14:paraId="02FF71D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01" w:type="dxa"/>
            <w:gridSpan w:val="2"/>
          </w:tcPr>
          <w:p w14:paraId="1CBF836D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364" w:type="dxa"/>
            <w:vMerge/>
          </w:tcPr>
          <w:p w14:paraId="7A21AE2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79234943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支払済年月日</w:t>
            </w:r>
          </w:p>
        </w:tc>
        <w:tc>
          <w:tcPr>
            <w:tcW w:w="1110" w:type="dxa"/>
            <w:vAlign w:val="center"/>
          </w:tcPr>
          <w:p w14:paraId="59BE7E9B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7C0BF678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71FB4497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1" w:type="dxa"/>
          </w:tcPr>
          <w:p w14:paraId="4F833D61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110" w:type="dxa"/>
            <w:vAlign w:val="center"/>
          </w:tcPr>
          <w:p w14:paraId="78D69B0F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296" w:type="dxa"/>
          </w:tcPr>
          <w:p w14:paraId="5C079312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95" w:type="dxa"/>
            <w:vAlign w:val="center"/>
          </w:tcPr>
          <w:p w14:paraId="29A206D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>・　・</w:t>
            </w:r>
          </w:p>
        </w:tc>
        <w:tc>
          <w:tcPr>
            <w:tcW w:w="312" w:type="dxa"/>
          </w:tcPr>
          <w:p w14:paraId="47EE0049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0" w:type="dxa"/>
            <w:vMerge/>
            <w:tcBorders>
              <w:bottom w:val="nil"/>
            </w:tcBorders>
            <w:vAlign w:val="center"/>
          </w:tcPr>
          <w:p w14:paraId="108DCC9C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E67A1" w:rsidRPr="005A1F3F" w14:paraId="6BCF757A" w14:textId="77777777">
        <w:trPr>
          <w:cantSplit/>
          <w:trHeight w:val="151"/>
        </w:trPr>
        <w:tc>
          <w:tcPr>
            <w:tcW w:w="14560" w:type="dxa"/>
            <w:gridSpan w:val="24"/>
            <w:tcBorders>
              <w:top w:val="nil"/>
            </w:tcBorders>
          </w:tcPr>
          <w:p w14:paraId="3672C3D4" w14:textId="77777777" w:rsidR="00AE67A1" w:rsidRPr="005A1F3F" w:rsidRDefault="00AE67A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5A1F3F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</w:tbl>
    <w:p w14:paraId="10DAC4E1" w14:textId="77777777" w:rsidR="00AE67A1" w:rsidRPr="005A1F3F" w:rsidRDefault="00AE67A1">
      <w:pPr>
        <w:pStyle w:val="58"/>
        <w:ind w:left="0" w:firstLine="0"/>
        <w:rPr>
          <w:rFonts w:asciiTheme="minorEastAsia" w:eastAsiaTheme="minorEastAsia" w:hAnsiTheme="minorEastAsia"/>
          <w:szCs w:val="21"/>
        </w:rPr>
      </w:pPr>
    </w:p>
    <w:sectPr w:rsidR="00AE67A1" w:rsidRPr="005A1F3F">
      <w:pgSz w:w="16839" w:h="11907" w:orient="landscape" w:code="9"/>
      <w:pgMar w:top="1588" w:right="1134" w:bottom="158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7913B" w14:textId="77777777" w:rsidR="008B47DC" w:rsidRDefault="008B47DC" w:rsidP="00E23645">
      <w:r>
        <w:separator/>
      </w:r>
    </w:p>
  </w:endnote>
  <w:endnote w:type="continuationSeparator" w:id="0">
    <w:p w14:paraId="465BEE52" w14:textId="77777777" w:rsidR="008B47DC" w:rsidRDefault="008B47DC" w:rsidP="00E2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BFB372" w14:textId="77777777" w:rsidR="008B47DC" w:rsidRDefault="008B47DC" w:rsidP="00E23645">
      <w:r>
        <w:separator/>
      </w:r>
    </w:p>
  </w:footnote>
  <w:footnote w:type="continuationSeparator" w:id="0">
    <w:p w14:paraId="1B20D88A" w14:textId="77777777" w:rsidR="008B47DC" w:rsidRDefault="008B47DC" w:rsidP="00E23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B442590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57A49AA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11A15F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C3EA9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69CF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12AB34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0DA611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0A4A1B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CC8BBF2"/>
    <w:lvl w:ilvl="0">
      <w:start w:val="1"/>
      <w:numFmt w:val="decimal"/>
      <w:lvlText w:val="%1."/>
      <w:lvlJc w:val="left"/>
      <w:pPr>
        <w:tabs>
          <w:tab w:val="num" w:pos="-4301"/>
        </w:tabs>
        <w:ind w:left="-430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DB8C6E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38D6524"/>
    <w:multiLevelType w:val="singleLevel"/>
    <w:tmpl w:val="B27A9FA0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1" w15:restartNumberingAfterBreak="0">
    <w:nsid w:val="382D650C"/>
    <w:multiLevelType w:val="singleLevel"/>
    <w:tmpl w:val="9634C9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2" w15:restartNumberingAfterBreak="0">
    <w:nsid w:val="5D32072E"/>
    <w:multiLevelType w:val="multilevel"/>
    <w:tmpl w:val="3EEC6E36"/>
    <w:lvl w:ilvl="0">
      <w:start w:val="2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3" w15:restartNumberingAfterBreak="0">
    <w:nsid w:val="6B317528"/>
    <w:multiLevelType w:val="singleLevel"/>
    <w:tmpl w:val="890272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4" w15:restartNumberingAfterBreak="0">
    <w:nsid w:val="6C18311F"/>
    <w:multiLevelType w:val="singleLevel"/>
    <w:tmpl w:val="61D466E4"/>
    <w:lvl w:ilvl="0">
      <w:start w:val="3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5" w15:restartNumberingAfterBreak="0">
    <w:nsid w:val="7F292F42"/>
    <w:multiLevelType w:val="singleLevel"/>
    <w:tmpl w:val="762E39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4"/>
  </w:num>
  <w:num w:numId="13">
    <w:abstractNumId w:val="15"/>
  </w:num>
  <w:num w:numId="14">
    <w:abstractNumId w:val="13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/>
  <w:attachedTemplate r:id="rId1"/>
  <w:doNotTrackFormatting/>
  <w:defaultTabStop w:val="851"/>
  <w:drawingGridHorizontalSpacing w:val="105"/>
  <w:drawingGridVerticalSpacing w:val="335"/>
  <w:displayHorizontalDrawingGridEvery w:val="0"/>
  <w:noPunctuationKerning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7A1"/>
    <w:rsid w:val="00121D5B"/>
    <w:rsid w:val="00411309"/>
    <w:rsid w:val="004C021F"/>
    <w:rsid w:val="005A1F3F"/>
    <w:rsid w:val="006C1A01"/>
    <w:rsid w:val="00754C83"/>
    <w:rsid w:val="008B47DC"/>
    <w:rsid w:val="00996086"/>
    <w:rsid w:val="00A101E8"/>
    <w:rsid w:val="00AE67A1"/>
    <w:rsid w:val="00B15F10"/>
    <w:rsid w:val="00B64863"/>
    <w:rsid w:val="00CB2B5E"/>
    <w:rsid w:val="00DA6C6C"/>
    <w:rsid w:val="00E227BE"/>
    <w:rsid w:val="00E23645"/>
    <w:rsid w:val="00F46E4F"/>
    <w:rsid w:val="00FC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C2CAD0E"/>
  <w14:defaultImageDpi w14:val="0"/>
  <w15:docId w15:val="{A7CE97E0-B213-41CF-AC9D-BDA5EC76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wordWrap w:val="0"/>
      <w:overflowPunct w:val="0"/>
      <w:autoSpaceDE w:val="0"/>
      <w:autoSpaceDN w:val="0"/>
      <w:adjustRightInd w:val="0"/>
      <w:snapToGrid w:val="0"/>
    </w:pPr>
    <w:rPr>
      <w:rFonts w:hAnsi="Century"/>
      <w:kern w:val="0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customStyle="1" w:styleId="58">
    <w:name w:val="項58"/>
    <w:basedOn w:val="a"/>
    <w:pPr>
      <w:wordWrap w:val="0"/>
      <w:overflowPunct w:val="0"/>
      <w:autoSpaceDE w:val="0"/>
      <w:autoSpaceDN w:val="0"/>
      <w:ind w:left="210" w:hanging="210"/>
    </w:pPr>
    <w:rPr>
      <w:rFonts w:hAnsi="Century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yousiki2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525D57-D27F-49D0-A207-DD7299A16A74}"/>
</file>

<file path=customXml/itemProps2.xml><?xml version="1.0" encoding="utf-8"?>
<ds:datastoreItem xmlns:ds="http://schemas.openxmlformats.org/officeDocument/2006/customXml" ds:itemID="{2AD73D6D-2780-4CC7-96CF-922BB4C016DD}"/>
</file>

<file path=customXml/itemProps3.xml><?xml version="1.0" encoding="utf-8"?>
<ds:datastoreItem xmlns:ds="http://schemas.openxmlformats.org/officeDocument/2006/customXml" ds:itemID="{B4D95AEF-548E-4F8C-BFAA-19D8D9C8638A}"/>
</file>

<file path=docProps/app.xml><?xml version="1.0" encoding="utf-8"?>
<Properties xmlns="http://schemas.openxmlformats.org/officeDocument/2006/extended-properties" xmlns:vt="http://schemas.openxmlformats.org/officeDocument/2006/docPropsVTypes">
  <Template>RByousiki2.dot</Template>
  <TotalTime>9</TotalTime>
  <Pages>1</Pages>
  <Words>256</Words>
  <Characters>309</Characters>
  <DocSecurity>0</DocSecurity>
  <Lines>2</Lines>
  <Paragraphs>1</Paragraphs>
  <ScaleCrop>false</ScaleCrop>
  <Manager>_x000d_</Manager>
  <Company>　_x000d_</Company>
  <LinksUpToDate>false</LinksUpToDate>
  <CharactersWithSpaces>564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cp:keywords>_x000d_</cp:keywords>
  <dcterms:created xsi:type="dcterms:W3CDTF">2020-12-04T05:48:00Z</dcterms:created>
  <dcterms:modified xsi:type="dcterms:W3CDTF">2021-08-18T02:21:00Z</dcterms:modified>
  <cp:category>_x000d_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