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036D" w14:textId="79AFE5DA" w:rsidR="00D6512C" w:rsidRDefault="00521628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611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521628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4A9FAE55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05AE1FEA" w14:textId="77777777" w:rsidR="005932AB" w:rsidRDefault="005932AB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40AF594" w14:textId="7BBD92CD" w:rsidR="005932AB" w:rsidRPr="004D2C41" w:rsidRDefault="00521628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3.85pt;margin-top:10.9pt;width:425.25pt;height:34.35pt;z-index:251658752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2382E88F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D30509" w14:paraId="67066AEF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6F6A022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A40D5B" w14:paraId="0DB37459" w14:textId="77777777" w:rsidTr="00E57493">
        <w:trPr>
          <w:gridBefore w:val="1"/>
          <w:wBefore w:w="14" w:type="dxa"/>
          <w:cantSplit/>
          <w:trHeight w:val="2959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2374BA" w:rsidRDefault="00521628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16E7A745">
                <v:rect id="正方形/長方形 8" o:spid="_x0000_s1030" style="position:absolute;left:0;text-align:left;margin-left:-5.2pt;margin-top:8.5pt;width:425.25pt;height:131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801B5A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="002374BA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="002A202E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都道府県名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5EF6D99" w14:textId="374C899A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2374BA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374BA">
              <w:rPr>
                <w:rFonts w:hAnsi="ＭＳ 明朝" w:hint="eastAsia"/>
                <w:szCs w:val="21"/>
              </w:rPr>
              <w:t>この処分の取消しを求める訴えは、この</w:t>
            </w:r>
            <w:r w:rsidR="00801B5A">
              <w:rPr>
                <w:rFonts w:hAnsi="ＭＳ 明朝" w:hint="eastAsia"/>
                <w:szCs w:val="21"/>
              </w:rPr>
              <w:t>通知書を受けた日</w:t>
            </w:r>
            <w:r w:rsidRPr="002374BA">
              <w:rPr>
                <w:rFonts w:hAnsi="ＭＳ 明朝" w:hint="eastAsia"/>
                <w:szCs w:val="21"/>
              </w:rPr>
              <w:t>の翌日から起算して6</w:t>
            </w:r>
            <w:r>
              <w:rPr>
                <w:rFonts w:hAnsi="ＭＳ 明朝" w:hint="eastAsia"/>
                <w:szCs w:val="21"/>
              </w:rPr>
              <w:t>か</w:t>
            </w:r>
            <w:r w:rsidRPr="002374BA">
              <w:rPr>
                <w:rFonts w:hAnsi="ＭＳ 明朝" w:hint="eastAsia"/>
                <w:szCs w:val="21"/>
              </w:rPr>
              <w:t>月以内に、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１</w:t>
            </w:r>
            <w:r w:rsidRPr="002374BA">
              <w:rPr>
                <w:rFonts w:hAnsi="ＭＳ 明朝" w:hint="eastAsia"/>
                <w:szCs w:val="21"/>
              </w:rPr>
              <w:t>を被告として</w:t>
            </w:r>
            <w:r w:rsidRPr="002374BA">
              <w:rPr>
                <w:rFonts w:hAnsi="ＭＳ 明朝"/>
                <w:szCs w:val="21"/>
              </w:rPr>
              <w:t>(</w:t>
            </w:r>
            <w:r w:rsidRPr="002374BA">
              <w:rPr>
                <w:rFonts w:hAnsi="ＭＳ 明朝" w:hint="eastAsia"/>
                <w:szCs w:val="21"/>
              </w:rPr>
              <w:t>訴訟において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２</w:t>
            </w:r>
            <w:r w:rsidRPr="002374BA">
              <w:rPr>
                <w:rFonts w:hAnsi="ＭＳ 明朝" w:hint="eastAsia"/>
                <w:szCs w:val="21"/>
              </w:rPr>
              <w:t>を代表する者は</w:t>
            </w:r>
            <w:r w:rsidR="00D6187D">
              <w:rPr>
                <w:rFonts w:hAnsi="ＭＳ 明朝" w:hint="eastAsia"/>
                <w:szCs w:val="21"/>
                <w:bdr w:val="single" w:sz="4" w:space="0" w:color="auto"/>
              </w:rPr>
              <w:t>市町村長</w:t>
            </w:r>
            <w:r w:rsidRPr="002374BA">
              <w:rPr>
                <w:rFonts w:hAnsi="ＭＳ 明朝" w:hint="eastAsia"/>
                <w:szCs w:val="21"/>
              </w:rPr>
              <w:t>となります。</w:t>
            </w:r>
            <w:r w:rsidRPr="002374BA">
              <w:rPr>
                <w:rFonts w:hAnsi="ＭＳ 明朝"/>
                <w:szCs w:val="21"/>
              </w:rPr>
              <w:t>)</w:t>
            </w:r>
            <w:r w:rsidRPr="002374BA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BADA0C2" w14:textId="77777777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="006443EA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01C6" w14:textId="70959F08" w:rsidR="0066743C" w:rsidRDefault="00521628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456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B3772"/>
    <w:rsid w:val="001D1B11"/>
    <w:rsid w:val="001F3314"/>
    <w:rsid w:val="00204385"/>
    <w:rsid w:val="002374BA"/>
    <w:rsid w:val="00247CD8"/>
    <w:rsid w:val="00266160"/>
    <w:rsid w:val="002A202E"/>
    <w:rsid w:val="002B6D52"/>
    <w:rsid w:val="002D2EBD"/>
    <w:rsid w:val="002D58CA"/>
    <w:rsid w:val="002D7407"/>
    <w:rsid w:val="002E30E2"/>
    <w:rsid w:val="003050AA"/>
    <w:rsid w:val="00314AEA"/>
    <w:rsid w:val="00381A9A"/>
    <w:rsid w:val="00386F26"/>
    <w:rsid w:val="003A7DAB"/>
    <w:rsid w:val="003B4841"/>
    <w:rsid w:val="003D0813"/>
    <w:rsid w:val="004278A0"/>
    <w:rsid w:val="004303D0"/>
    <w:rsid w:val="00485FAF"/>
    <w:rsid w:val="004900C6"/>
    <w:rsid w:val="004D3939"/>
    <w:rsid w:val="00521628"/>
    <w:rsid w:val="00531B97"/>
    <w:rsid w:val="0055514F"/>
    <w:rsid w:val="00560815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558CE"/>
    <w:rsid w:val="00884E6B"/>
    <w:rsid w:val="008A61DC"/>
    <w:rsid w:val="008E177C"/>
    <w:rsid w:val="009647CD"/>
    <w:rsid w:val="00A1760A"/>
    <w:rsid w:val="00A20CD5"/>
    <w:rsid w:val="00A338A6"/>
    <w:rsid w:val="00A40D5B"/>
    <w:rsid w:val="00AA3CE2"/>
    <w:rsid w:val="00AB7B4B"/>
    <w:rsid w:val="00AD548E"/>
    <w:rsid w:val="00AD707B"/>
    <w:rsid w:val="00B024B5"/>
    <w:rsid w:val="00B161C7"/>
    <w:rsid w:val="00B533A3"/>
    <w:rsid w:val="00B56236"/>
    <w:rsid w:val="00B6035E"/>
    <w:rsid w:val="00B84A31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30509"/>
    <w:rsid w:val="00D3489D"/>
    <w:rsid w:val="00D6187D"/>
    <w:rsid w:val="00D6512C"/>
    <w:rsid w:val="00D83528"/>
    <w:rsid w:val="00D85A1E"/>
    <w:rsid w:val="00DA3E9C"/>
    <w:rsid w:val="00DC2DDA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4709D-8845-499B-B097-3D0F45769D12}"/>
</file>

<file path=customXml/itemProps2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39</TotalTime>
  <Pages>1</Pages>
  <Words>101</Words>
  <Characters>576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2024-11-24T01:17:00Z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