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6807D" w14:textId="4B621BC3" w:rsidR="00D6512C" w:rsidRPr="00CE2FC2" w:rsidRDefault="002B1349" w:rsidP="00415E49">
      <w:pPr>
        <w:wordWrap w:val="0"/>
        <w:overflowPunct w:val="0"/>
        <w:autoSpaceDE w:val="0"/>
        <w:autoSpaceDN w:val="0"/>
        <w:ind w:firstLine="851"/>
        <w:jc w:val="right"/>
        <w:rPr>
          <w:rFonts w:hAnsi="ＭＳ 明朝"/>
          <w:szCs w:val="21"/>
        </w:rPr>
      </w:pPr>
      <w:r>
        <w:rPr>
          <w:rFonts w:hAnsi="ＭＳ 明朝"/>
          <w:noProof/>
          <w:szCs w:val="21"/>
          <w:lang w:val="ja-JP"/>
        </w:rPr>
        <w:pict w14:anchorId="213F9F71">
          <v:rect id="正方形/長方形 9" o:spid="_x0000_s1036" style="position:absolute;left:0;text-align:left;margin-left:455.85pt;margin-top:10.5pt;width:1in;height:24.7pt;z-index:251660288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  <v:textbox>
              <w:txbxContent>
                <w:p w14:paraId="203934B7" w14:textId="77777777" w:rsidR="003C4D57" w:rsidRPr="00580864" w:rsidRDefault="003C4D57" w:rsidP="003C4D57">
                  <w:pPr>
                    <w:jc w:val="center"/>
                    <w:rPr>
                      <w:rFonts w:hAnsi="ＭＳ 明朝"/>
                      <w:color w:val="000000"/>
                      <w:sz w:val="20"/>
                    </w:rPr>
                  </w:pPr>
                  <w:r w:rsidRPr="00580864">
                    <w:rPr>
                      <w:rFonts w:hAnsi="ＭＳ 明朝" w:hint="eastAsia"/>
                      <w:color w:val="000000"/>
                      <w:sz w:val="18"/>
                      <w:bdr w:val="single" w:sz="4" w:space="0" w:color="auto"/>
                    </w:rPr>
                    <w:t>様式番号</w:t>
                  </w:r>
                </w:p>
              </w:txbxContent>
            </v:textbox>
            <w10:wrap anchorx="page" anchory="page"/>
          </v:rect>
        </w:pict>
      </w:r>
      <w:r>
        <w:rPr>
          <w:rFonts w:hAnsi="ＭＳ 明朝"/>
          <w:noProof/>
          <w:szCs w:val="21"/>
        </w:rPr>
        <w:pict w14:anchorId="5CBF9E8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8.3pt;width:184.25pt;height:99.2pt;z-index:251656192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53849FF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1D3F72" w:rsidRPr="00CE2FC2">
        <w:rPr>
          <w:rFonts w:hAnsi="ＭＳ 明朝" w:hint="eastAsia"/>
          <w:szCs w:val="21"/>
        </w:rPr>
        <w:t>第　　　　　号</w:t>
      </w:r>
    </w:p>
    <w:p w14:paraId="753C1A7E" w14:textId="26E21C3D" w:rsidR="00F2197C" w:rsidRPr="00CE2FC2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CE2FC2">
        <w:rPr>
          <w:rFonts w:hAnsi="ＭＳ 明朝" w:hint="eastAsia"/>
          <w:szCs w:val="21"/>
        </w:rPr>
        <w:t xml:space="preserve">　　年　　月　　日</w:t>
      </w:r>
    </w:p>
    <w:p w14:paraId="1DD140DF" w14:textId="77777777" w:rsidR="00F2197C" w:rsidRPr="00CE2FC2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7"/>
        <w:gridCol w:w="252"/>
        <w:gridCol w:w="9"/>
      </w:tblGrid>
      <w:tr w:rsidR="00D6512C" w:rsidRPr="00CE2FC2" w14:paraId="7DE88A68" w14:textId="77777777" w:rsidTr="007627D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7E7159F5" w14:textId="5255F896" w:rsidR="00EB6B18" w:rsidRPr="00CE2FC2" w:rsidRDefault="002B1349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07147EA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5.05pt;margin-top:317.5pt;width:7.1pt;height:0;z-index:251658240;mso-position-horizontal:absolute;mso-position-horizontal-relative:page;mso-position-vertical:absolute;mso-position-vertical-relative:page" o:connectortype="straight" o:allowincell="f">
                  <w10:wrap anchorx="page" anchory="page"/>
                </v:shape>
              </w:pict>
            </w:r>
          </w:p>
          <w:p w14:paraId="5D94FE92" w14:textId="77777777" w:rsidR="00D6512C" w:rsidRPr="00CE2FC2" w:rsidRDefault="00E73BA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所得状況届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の提出に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関するご案内</w:t>
            </w:r>
          </w:p>
          <w:p w14:paraId="0D7ED82B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5637AA0F" w14:textId="592D7854" w:rsidR="001D3F72" w:rsidRPr="00CE2FC2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福祉事務所長　</w:t>
            </w:r>
            <w:r w:rsidR="001409FE" w:rsidRPr="001409FE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  <w:p w14:paraId="4EB6E996" w14:textId="62422D4D" w:rsidR="001D3F72" w:rsidRPr="00CE2FC2" w:rsidRDefault="002B1349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ascii="kiloji" w:eastAsia="kiloji" w:hAnsi="ＭＳ 明朝"/>
                <w:noProof/>
                <w:sz w:val="20"/>
                <w:szCs w:val="21"/>
              </w:rPr>
              <w:pict w14:anchorId="3E318812">
                <v:rect id="_x0000_s1034" style="position:absolute;left:0;text-align:left;margin-left:3.85pt;margin-top:14.05pt;width:407.6pt;height:56.65pt;z-index:251659264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04BE7A7B" w14:textId="6D1893A6" w:rsidR="00E82C4C" w:rsidRPr="00415E49" w:rsidRDefault="00E82C4C" w:rsidP="00E82C4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固定文言１＋編集１</w:t>
                        </w:r>
                      </w:p>
                    </w:txbxContent>
                  </v:textbox>
                </v:rect>
              </w:pict>
            </w:r>
          </w:p>
          <w:p w14:paraId="5A2C082A" w14:textId="607E2444" w:rsidR="00B64956" w:rsidRDefault="001D3F72" w:rsidP="00E73BAD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2C22C4"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書類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</w:t>
            </w:r>
            <w:r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提出期限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までに、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提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出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に提出してく</w:t>
            </w:r>
            <w:r w:rsidR="00B64956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ださい。</w:t>
            </w:r>
          </w:p>
          <w:p w14:paraId="664229F1" w14:textId="77777777" w:rsidR="00747A3D" w:rsidRPr="00CE2FC2" w:rsidRDefault="001D3F72" w:rsidP="00576494">
            <w:pPr>
              <w:pStyle w:val="a5"/>
              <w:spacing w:before="144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なお、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所得状況届の提出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が提出期限内に提出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され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ない場合には、</w:t>
            </w:r>
            <w:r w:rsidR="00FF6E86"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該当年度</w:t>
            </w:r>
            <w:r w:rsidR="00FF6E86"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の8</w:t>
            </w:r>
            <w:r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分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以降の支給が遅れる場合がありますので注意してください。</w:t>
            </w:r>
          </w:p>
          <w:p w14:paraId="35FF5D64" w14:textId="4DA74813" w:rsidR="00831804" w:rsidRDefault="00831804" w:rsidP="0083180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  <w:p w14:paraId="20AE8671" w14:textId="77777777" w:rsidR="00831804" w:rsidRPr="0091156F" w:rsidRDefault="00831804" w:rsidP="00831804">
            <w:pPr>
              <w:pStyle w:val="ae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134FF7F7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D54260" w:rsidRPr="00CE2FC2" w14:paraId="12C5570F" w14:textId="77777777" w:rsidTr="00576494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D12A327" w14:textId="41AF66BE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F09F43F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7" w:type="dxa"/>
            <w:vAlign w:val="center"/>
          </w:tcPr>
          <w:p w14:paraId="2BEBF000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563050C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CE2FC2" w14:paraId="6603843A" w14:textId="77777777" w:rsidTr="00576494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7A988AE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DED57D2" w14:textId="77777777" w:rsidR="00D6512C" w:rsidRPr="00CE2FC2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</w:t>
            </w:r>
            <w:r w:rsidR="00D6512C" w:rsidRPr="00CE2FC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7" w:type="dxa"/>
            <w:vAlign w:val="center"/>
          </w:tcPr>
          <w:p w14:paraId="154F009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12D73B1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5173047" w14:textId="77777777" w:rsidTr="00576494">
        <w:trPr>
          <w:gridBefore w:val="1"/>
          <w:wBefore w:w="23" w:type="dxa"/>
          <w:cantSplit/>
          <w:trHeight w:val="102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FF483DB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27339C8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提出書類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297C839A" w14:textId="017DE25A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28D16B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6485BD4" w14:textId="77777777" w:rsidTr="00576494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5A3CE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8374731" w14:textId="315DB17B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6C9C">
              <w:rPr>
                <w:rFonts w:hAnsi="ＭＳ 明朝" w:hint="eastAsia"/>
                <w:sz w:val="20"/>
              </w:rPr>
              <w:t>提出を</w:t>
            </w:r>
            <w:r w:rsidRPr="00831804">
              <w:rPr>
                <w:rFonts w:hAnsi="ＭＳ 明朝" w:hint="eastAsia"/>
                <w:color w:val="000000" w:themeColor="text1"/>
                <w:sz w:val="20"/>
              </w:rPr>
              <w:t>要</w:t>
            </w:r>
            <w:r w:rsidRPr="00DD7ED0">
              <w:rPr>
                <w:rFonts w:hAnsi="ＭＳ 明朝" w:hint="eastAsia"/>
                <w:sz w:val="20"/>
              </w:rPr>
              <w:t>する</w:t>
            </w:r>
            <w:r w:rsidRPr="00486C9C">
              <w:rPr>
                <w:rFonts w:hAnsi="ＭＳ 明朝" w:hint="eastAsia"/>
                <w:sz w:val="20"/>
              </w:rPr>
              <w:t>理由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5BB31271" w14:textId="128F2FC8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0E032D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D76B9D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01633EBD" w14:textId="77777777" w:rsidTr="00576494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F775CF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34294C30" w14:textId="77777777" w:rsidR="00A57791" w:rsidRDefault="00D54260" w:rsidP="00E628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B4E569B" w14:textId="702170A0" w:rsidR="00E45198" w:rsidRPr="00E62895" w:rsidRDefault="00E45198" w:rsidP="005974D0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４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675D6135" w14:textId="2EE46625" w:rsidR="00A57791" w:rsidRPr="007B2675" w:rsidRDefault="00A57791" w:rsidP="00A57791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6074BD"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５</w:t>
            </w: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467137C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2B9AC2E4" w14:textId="77777777" w:rsidTr="007627D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76A7F19" w14:textId="2584DEA4" w:rsidR="00D6512C" w:rsidRPr="00CE2FC2" w:rsidRDefault="002B13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3E318812">
                <v:rect id="_x0000_s1030" style="position:absolute;left:0;text-align:left;margin-left:8.2pt;margin-top:3.45pt;width:398.5pt;height:74.65pt;z-index:251657216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1E30BD8D" w14:textId="114E8128" w:rsidR="00143B2B" w:rsidRPr="00415E49" w:rsidRDefault="00415E49" w:rsidP="00143B2B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415E4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55598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  <w:r w:rsidR="00D6512C"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CE2FC2" w14:paraId="316F9937" w14:textId="77777777" w:rsidTr="007627D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95FF8C8" w14:textId="77777777" w:rsidR="006443EA" w:rsidRDefault="006443EA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2F93E1E8" w14:textId="090FEA39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42993565" w14:textId="77777777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6B337DD7" w14:textId="6D56A20E" w:rsidR="00D6052B" w:rsidRPr="00CE2FC2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7627D5" w:rsidRPr="00CE2FC2" w14:paraId="3592AE23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155B36A" w14:textId="77777777" w:rsidR="001D3F72" w:rsidRPr="00CE2FC2" w:rsidRDefault="001D3F7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FD0BA94" w14:textId="77777777" w:rsidR="007627D5" w:rsidRPr="00CE2FC2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CE2FC2" w14:paraId="4A5BCC7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2F3D9E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CE2FC2" w14:paraId="6550713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EC09514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D23E68C" w14:textId="77777777" w:rsidR="007627D5" w:rsidRPr="00CE2FC2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CE2FC2" w14:paraId="1E0F33D0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14E5AF" w14:textId="77777777" w:rsidR="007C7C2B" w:rsidRPr="00116E9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EBC5113" w14:textId="77777777" w:rsidR="00A57791" w:rsidRPr="00116E91" w:rsidRDefault="00A5779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97F3253" w14:textId="77777777" w:rsidR="007C7C2B" w:rsidRPr="00116E91" w:rsidRDefault="007627D5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C7C2B"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FBA6DB3" w14:textId="77777777" w:rsidR="00A57791" w:rsidRPr="00116E91" w:rsidRDefault="00A57791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843667D" w14:textId="77777777" w:rsidR="00D6512C" w:rsidRPr="00CE2FC2" w:rsidRDefault="00D6512C" w:rsidP="00576494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CE2FC2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359EC" w14:textId="77777777" w:rsidR="009D7677" w:rsidRDefault="009D7677">
      <w:r>
        <w:separator/>
      </w:r>
    </w:p>
  </w:endnote>
  <w:endnote w:type="continuationSeparator" w:id="0">
    <w:p w14:paraId="316E6655" w14:textId="77777777" w:rsidR="009D7677" w:rsidRDefault="009D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62C3B" w14:textId="77777777" w:rsidR="009D7677" w:rsidRDefault="009D7677">
      <w:r>
        <w:separator/>
      </w:r>
    </w:p>
  </w:footnote>
  <w:footnote w:type="continuationSeparator" w:id="0">
    <w:p w14:paraId="4E961273" w14:textId="77777777" w:rsidR="009D7677" w:rsidRDefault="009D7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3ACA"/>
    <w:rsid w:val="00044193"/>
    <w:rsid w:val="00052D0B"/>
    <w:rsid w:val="00067CE4"/>
    <w:rsid w:val="000D2546"/>
    <w:rsid w:val="000E0082"/>
    <w:rsid w:val="00116E91"/>
    <w:rsid w:val="00135C60"/>
    <w:rsid w:val="001409FE"/>
    <w:rsid w:val="00143B2B"/>
    <w:rsid w:val="00171425"/>
    <w:rsid w:val="001D3F72"/>
    <w:rsid w:val="001F30E4"/>
    <w:rsid w:val="001F3314"/>
    <w:rsid w:val="002255D1"/>
    <w:rsid w:val="00226F54"/>
    <w:rsid w:val="002374BA"/>
    <w:rsid w:val="00247CD8"/>
    <w:rsid w:val="00266160"/>
    <w:rsid w:val="002B1349"/>
    <w:rsid w:val="002C22C4"/>
    <w:rsid w:val="002C68EC"/>
    <w:rsid w:val="003109E3"/>
    <w:rsid w:val="003C4D57"/>
    <w:rsid w:val="00414F45"/>
    <w:rsid w:val="00415E49"/>
    <w:rsid w:val="0046067B"/>
    <w:rsid w:val="00470C0F"/>
    <w:rsid w:val="0047696C"/>
    <w:rsid w:val="00486C9C"/>
    <w:rsid w:val="004D470E"/>
    <w:rsid w:val="004E2339"/>
    <w:rsid w:val="0055598C"/>
    <w:rsid w:val="00576494"/>
    <w:rsid w:val="005974D0"/>
    <w:rsid w:val="005C00B6"/>
    <w:rsid w:val="006074BD"/>
    <w:rsid w:val="006078D4"/>
    <w:rsid w:val="006443EA"/>
    <w:rsid w:val="00670D94"/>
    <w:rsid w:val="00683792"/>
    <w:rsid w:val="00714674"/>
    <w:rsid w:val="00747A3D"/>
    <w:rsid w:val="007627D5"/>
    <w:rsid w:val="007A03E7"/>
    <w:rsid w:val="007B2675"/>
    <w:rsid w:val="007C7C2B"/>
    <w:rsid w:val="00801B5A"/>
    <w:rsid w:val="008074CF"/>
    <w:rsid w:val="00831804"/>
    <w:rsid w:val="00861395"/>
    <w:rsid w:val="00877012"/>
    <w:rsid w:val="008C36F5"/>
    <w:rsid w:val="009037D8"/>
    <w:rsid w:val="009647CD"/>
    <w:rsid w:val="009871C2"/>
    <w:rsid w:val="0099159D"/>
    <w:rsid w:val="009A63B6"/>
    <w:rsid w:val="009B45DE"/>
    <w:rsid w:val="009D7677"/>
    <w:rsid w:val="00A06DB6"/>
    <w:rsid w:val="00A561E4"/>
    <w:rsid w:val="00A57791"/>
    <w:rsid w:val="00AE552E"/>
    <w:rsid w:val="00B024B5"/>
    <w:rsid w:val="00B17F2E"/>
    <w:rsid w:val="00B25A61"/>
    <w:rsid w:val="00B26226"/>
    <w:rsid w:val="00B56236"/>
    <w:rsid w:val="00B64956"/>
    <w:rsid w:val="00B74211"/>
    <w:rsid w:val="00BB5AB1"/>
    <w:rsid w:val="00BC3A0D"/>
    <w:rsid w:val="00BC5E34"/>
    <w:rsid w:val="00C27CB1"/>
    <w:rsid w:val="00CA283D"/>
    <w:rsid w:val="00CD2DD6"/>
    <w:rsid w:val="00CE2FC2"/>
    <w:rsid w:val="00D054FB"/>
    <w:rsid w:val="00D54260"/>
    <w:rsid w:val="00D6052B"/>
    <w:rsid w:val="00D6512C"/>
    <w:rsid w:val="00D72CAA"/>
    <w:rsid w:val="00D76C47"/>
    <w:rsid w:val="00D83528"/>
    <w:rsid w:val="00DC3814"/>
    <w:rsid w:val="00DD5F5B"/>
    <w:rsid w:val="00DD7ED0"/>
    <w:rsid w:val="00DF699C"/>
    <w:rsid w:val="00E058CA"/>
    <w:rsid w:val="00E45198"/>
    <w:rsid w:val="00E62895"/>
    <w:rsid w:val="00E73BAD"/>
    <w:rsid w:val="00E82C4C"/>
    <w:rsid w:val="00E82EFD"/>
    <w:rsid w:val="00EB6B18"/>
    <w:rsid w:val="00ED2DC4"/>
    <w:rsid w:val="00ED5D1A"/>
    <w:rsid w:val="00F05652"/>
    <w:rsid w:val="00F2197C"/>
    <w:rsid w:val="00F27ECE"/>
    <w:rsid w:val="00F3202A"/>
    <w:rsid w:val="00F65E8A"/>
    <w:rsid w:val="00FE473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  <w14:docId w14:val="6662475B"/>
  <w15:chartTrackingRefBased/>
  <w15:docId w15:val="{FF3FB722-54CC-430F-955A-230214E9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5C00B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5C00B6"/>
    <w:pPr>
      <w:jc w:val="left"/>
    </w:pPr>
  </w:style>
  <w:style w:type="character" w:customStyle="1" w:styleId="a9">
    <w:name w:val="コメント文字列 (文字)"/>
    <w:link w:val="a8"/>
    <w:uiPriority w:val="99"/>
    <w:rsid w:val="005C00B6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0B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5C00B6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C00B6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C00B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831804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3D80C6-0102-4386-82F8-9B45B5BEADF0}"/>
</file>

<file path=customXml/itemProps2.xml><?xml version="1.0" encoding="utf-8"?>
<ds:datastoreItem xmlns:ds="http://schemas.openxmlformats.org/officeDocument/2006/customXml" ds:itemID="{E40EB8A8-3776-46B7-A305-66F02255B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9FAC5-7022-4D99-B8D9-2785271F3A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55</TotalTime>
  <Pages>1</Pages>
  <Words>54</Words>
  <Characters>311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2021-12-20T05:20:00Z</cp:lastPrinted>
  <dcterms:created xsi:type="dcterms:W3CDTF">2021-10-21T04:40:00Z</dcterms:created>
  <dcterms:modified xsi:type="dcterms:W3CDTF">2024-11-24T01:13:00Z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2021-10-21T06:05:11Z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f3241a98-8938-4d38-a5df-951031e9017d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