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EF7E70" w14:textId="429D35A5" w:rsidR="00D6512C" w:rsidRPr="00120D01" w:rsidRDefault="007D4462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60" type="#_x0000_t202" style="position:absolute;left:0;text-align:left;margin-left:290.2pt;margin-top:-50.3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inset="0,0,0,0">
              <w:txbxContent>
                <w:p w14:paraId="75968960" w14:textId="77777777" w:rsidR="007D467C" w:rsidRPr="004D2C41" w:rsidRDefault="007D467C" w:rsidP="007D467C">
                  <w:pPr>
                    <w:pStyle w:val="af0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2B211366" w14:textId="77777777" w:rsidR="007D467C" w:rsidRPr="004D2C41" w:rsidRDefault="007D467C" w:rsidP="007D467C">
                  <w:pPr>
                    <w:pStyle w:val="af0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2EF1FCB5" w14:textId="77777777" w:rsidR="007D467C" w:rsidRPr="004D2C41" w:rsidRDefault="007D467C" w:rsidP="007D467C">
                  <w:pPr>
                    <w:pStyle w:val="af0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ＭＳ 明朝"/>
          <w:noProof/>
          <w:szCs w:val="21"/>
        </w:rPr>
        <w:pict w14:anchorId="652B102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8" type="#_x0000_t32" style="position:absolute;left:0;text-align:left;margin-left:14.45pt;margin-top:317.5pt;width:7.1pt;height:0;z-index:25165875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>
        <w:rPr>
          <w:rFonts w:hAnsi="ＭＳ 明朝"/>
          <w:noProof/>
          <w:szCs w:val="21"/>
        </w:rPr>
        <w:pict w14:anchorId="282AD510">
          <v:shape id="_x0000_s2053" type="#_x0000_t202" style="position:absolute;left:0;text-align:left;margin-left:68.9pt;margin-top:38.85pt;width:184.25pt;height:99.2pt;z-index:251655680;mso-position-horizontal:absolute;mso-position-horizontal-relative:page;mso-position-vertical:absolute;mso-position-vertical-relative:page" o:allowincell="f">
            <v:textbox inset="5.85pt,.7pt,5.85pt,.7pt">
              <w:txbxContent>
                <w:p w14:paraId="23BA7209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type="topAndBottom" anchorx="page" anchory="page"/>
          </v:shape>
        </w:pict>
      </w: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"/>
        <w:gridCol w:w="266"/>
        <w:gridCol w:w="987"/>
        <w:gridCol w:w="860"/>
        <w:gridCol w:w="6118"/>
        <w:gridCol w:w="251"/>
        <w:gridCol w:w="9"/>
      </w:tblGrid>
      <w:tr w:rsidR="00D6512C" w:rsidRPr="00120D01" w14:paraId="0A6BECD9" w14:textId="77777777" w:rsidTr="00E30D17">
        <w:trPr>
          <w:gridBefore w:val="1"/>
          <w:wBefore w:w="23" w:type="dxa"/>
          <w:cantSplit/>
          <w:trHeight w:val="1152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1121A6E2" w14:textId="397183F4" w:rsidR="00D6512C" w:rsidRDefault="009D4F44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E058CA" w:rsidRPr="00120D01">
              <w:rPr>
                <w:rFonts w:hAnsi="ＭＳ 明朝" w:hint="eastAsia"/>
                <w:sz w:val="28"/>
                <w:szCs w:val="28"/>
              </w:rPr>
              <w:t>資格喪失</w:t>
            </w:r>
            <w:r w:rsidR="00D6512C" w:rsidRPr="00120D01">
              <w:rPr>
                <w:rFonts w:hAnsi="ＭＳ 明朝" w:hint="eastAsia"/>
                <w:sz w:val="28"/>
                <w:szCs w:val="28"/>
              </w:rPr>
              <w:t>通知書</w:t>
            </w:r>
          </w:p>
          <w:p w14:paraId="52DFEDC6" w14:textId="77777777" w:rsidR="004A5E0B" w:rsidRDefault="004A5E0B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  <w:p w14:paraId="13EEAB85" w14:textId="77777777" w:rsidR="007A0E08" w:rsidRDefault="007A0E08" w:rsidP="007A0E08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 w:rsidRPr="004D2C41">
              <w:rPr>
                <w:rFonts w:hAnsi="ＭＳ 明朝" w:hint="eastAsia"/>
                <w:szCs w:val="21"/>
              </w:rPr>
              <w:t xml:space="preserve">福祉事務所長　　</w:t>
            </w:r>
            <w:r w:rsidRPr="004D2C41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</w:p>
          <w:p w14:paraId="4636D0C0" w14:textId="77777777" w:rsidR="007A0E08" w:rsidRPr="004D2C41" w:rsidRDefault="007A0E08" w:rsidP="007A0E08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</w:p>
          <w:p w14:paraId="3FF341DF" w14:textId="4687A3A8" w:rsidR="007A0E08" w:rsidRDefault="008067B4" w:rsidP="004A5E0B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下</w:t>
            </w:r>
            <w:r w:rsidR="007A0E08" w:rsidRPr="00120D01">
              <w:rPr>
                <w:rFonts w:hAnsi="ＭＳ 明朝" w:hint="eastAsia"/>
                <w:szCs w:val="21"/>
              </w:rPr>
              <w:t>記のとおり、</w:t>
            </w:r>
            <w:r w:rsidR="007A0E08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手　　当　　</w:t>
            </w:r>
            <w:r w:rsidR="007A0E08" w:rsidRPr="002A202E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名</w:t>
            </w:r>
            <w:r w:rsidR="007A0E08" w:rsidRPr="00120D01">
              <w:rPr>
                <w:rFonts w:hAnsi="ＭＳ 明朝" w:hint="eastAsia"/>
                <w:szCs w:val="21"/>
              </w:rPr>
              <w:t>の受給資格がなくなりましたので通知します。</w:t>
            </w:r>
          </w:p>
          <w:p w14:paraId="0F767ED1" w14:textId="77777777" w:rsidR="004A5E0B" w:rsidRDefault="004A5E0B" w:rsidP="004A5E0B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  <w:szCs w:val="21"/>
              </w:rPr>
            </w:pPr>
          </w:p>
          <w:p w14:paraId="7232E5F8" w14:textId="77777777" w:rsidR="007A0E08" w:rsidRDefault="007A0E08" w:rsidP="007A0E08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1DD4DE96" w14:textId="096F627A" w:rsidR="007A0E08" w:rsidRPr="00120D01" w:rsidRDefault="007A0E08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 w:val="28"/>
                <w:szCs w:val="28"/>
              </w:rPr>
            </w:pPr>
          </w:p>
        </w:tc>
      </w:tr>
      <w:tr w:rsidR="00E17EBE" w:rsidRPr="00120D01" w14:paraId="2208168A" w14:textId="77777777" w:rsidTr="00E30D17">
        <w:trPr>
          <w:gridBefore w:val="1"/>
          <w:wBefore w:w="23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6969F7D4" w14:textId="77777777" w:rsidR="00E17EBE" w:rsidRPr="00120D01" w:rsidRDefault="00E17EB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120D01">
              <w:rPr>
                <w:rFonts w:hAnsi="ＭＳ 明朝" w:hint="eastAsia"/>
                <w:szCs w:val="21"/>
              </w:rPr>
              <w:t xml:space="preserve">　</w:t>
            </w:r>
          </w:p>
        </w:tc>
        <w:tc>
          <w:tcPr>
            <w:tcW w:w="1847" w:type="dxa"/>
            <w:gridSpan w:val="2"/>
            <w:vAlign w:val="center"/>
          </w:tcPr>
          <w:p w14:paraId="2155664C" w14:textId="77777777" w:rsidR="00E17EBE" w:rsidRPr="00120D01" w:rsidRDefault="00E17EBE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20D01">
              <w:rPr>
                <w:rFonts w:hAnsi="ＭＳ 明朝" w:hint="eastAsia"/>
                <w:szCs w:val="21"/>
              </w:rPr>
              <w:t>受給者氏名</w:t>
            </w:r>
          </w:p>
        </w:tc>
        <w:tc>
          <w:tcPr>
            <w:tcW w:w="6118" w:type="dxa"/>
            <w:vAlign w:val="center"/>
          </w:tcPr>
          <w:p w14:paraId="644222C3" w14:textId="77777777" w:rsidR="00E17EBE" w:rsidRPr="00120D01" w:rsidRDefault="00E17EB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583C72AC" w14:textId="77777777" w:rsidR="00E17EBE" w:rsidRPr="00120D01" w:rsidRDefault="00E17EB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120D01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D6512C" w:rsidRPr="00120D01" w14:paraId="76E91197" w14:textId="77777777" w:rsidTr="00E30D17">
        <w:trPr>
          <w:gridBefore w:val="1"/>
          <w:wBefore w:w="23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2B556EBF" w14:textId="77777777" w:rsidR="00D6512C" w:rsidRPr="00120D01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07865B39" w14:textId="77777777" w:rsidR="00D6512C" w:rsidRPr="00120D01" w:rsidRDefault="007627D5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20D01">
              <w:rPr>
                <w:rFonts w:hAnsi="ＭＳ 明朝" w:hint="eastAsia"/>
                <w:szCs w:val="21"/>
              </w:rPr>
              <w:t>受給者</w:t>
            </w:r>
            <w:r w:rsidR="00D6512C" w:rsidRPr="00120D01">
              <w:rPr>
                <w:rFonts w:hAnsi="ＭＳ 明朝" w:hint="eastAsia"/>
                <w:szCs w:val="21"/>
              </w:rPr>
              <w:t>住所</w:t>
            </w:r>
          </w:p>
        </w:tc>
        <w:tc>
          <w:tcPr>
            <w:tcW w:w="6118" w:type="dxa"/>
            <w:vAlign w:val="center"/>
          </w:tcPr>
          <w:p w14:paraId="48665846" w14:textId="0C202326" w:rsidR="00D6512C" w:rsidRPr="002F54AB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1955429C" w14:textId="77777777" w:rsidR="00D6512C" w:rsidRPr="00120D01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266160" w:rsidRPr="00120D01" w14:paraId="5FB5FBE1" w14:textId="77777777" w:rsidTr="00E30D17">
        <w:trPr>
          <w:gridBefore w:val="1"/>
          <w:wBefore w:w="23" w:type="dxa"/>
          <w:cantSplit/>
          <w:trHeight w:val="1134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6654D387" w14:textId="77777777" w:rsidR="00266160" w:rsidRPr="00120D01" w:rsidRDefault="002661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5F43BDAE" w14:textId="77777777" w:rsidR="00266160" w:rsidRPr="00120D01" w:rsidRDefault="00E058CA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20D01">
              <w:rPr>
                <w:rFonts w:hAnsi="ＭＳ 明朝" w:hint="eastAsia"/>
                <w:szCs w:val="21"/>
              </w:rPr>
              <w:t>受給資格がなくなった</w:t>
            </w:r>
            <w:r w:rsidR="00266160" w:rsidRPr="00120D01">
              <w:rPr>
                <w:rFonts w:hAnsi="ＭＳ 明朝" w:hint="eastAsia"/>
                <w:szCs w:val="21"/>
              </w:rPr>
              <w:t>理由</w:t>
            </w:r>
          </w:p>
        </w:tc>
        <w:tc>
          <w:tcPr>
            <w:tcW w:w="6118" w:type="dxa"/>
            <w:vAlign w:val="center"/>
          </w:tcPr>
          <w:p w14:paraId="44D09BAB" w14:textId="77777777" w:rsidR="00266160" w:rsidRPr="00120D01" w:rsidRDefault="00266160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11F0D8B3" w14:textId="77777777" w:rsidR="00266160" w:rsidRPr="00120D01" w:rsidRDefault="002661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E17EBE" w:rsidRPr="00120D01" w14:paraId="767228B4" w14:textId="77777777" w:rsidTr="00E30D17">
        <w:trPr>
          <w:gridBefore w:val="1"/>
          <w:wBefore w:w="23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638CD10F" w14:textId="77777777" w:rsidR="00E17EBE" w:rsidRPr="00120D01" w:rsidRDefault="00E17EB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2C3D22FD" w14:textId="77777777" w:rsidR="00E17EBE" w:rsidRPr="00120D01" w:rsidRDefault="00E17EBE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20D01">
              <w:rPr>
                <w:rFonts w:hAnsi="ＭＳ 明朝" w:hint="eastAsia"/>
                <w:szCs w:val="21"/>
              </w:rPr>
              <w:t>受給資格がなくなった日</w:t>
            </w:r>
          </w:p>
        </w:tc>
        <w:tc>
          <w:tcPr>
            <w:tcW w:w="6118" w:type="dxa"/>
            <w:vAlign w:val="center"/>
          </w:tcPr>
          <w:p w14:paraId="40740506" w14:textId="38D76AC7" w:rsidR="00E17EBE" w:rsidRPr="00E30D17" w:rsidRDefault="00E30D17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　　　</w:t>
            </w:r>
            <w:r w:rsidRPr="00E30D17">
              <w:rPr>
                <w:rFonts w:hAnsi="ＭＳ 明朝" w:hint="eastAsia"/>
                <w:szCs w:val="21"/>
              </w:rPr>
              <w:t xml:space="preserve">　　　年　　月　　日</w:t>
            </w:r>
          </w:p>
        </w:tc>
        <w:tc>
          <w:tcPr>
            <w:tcW w:w="260" w:type="dxa"/>
            <w:gridSpan w:val="2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3DF18B1A" w14:textId="77777777" w:rsidR="00E17EBE" w:rsidRPr="00120D01" w:rsidRDefault="00E17EB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120D01" w14:paraId="4E0C3CF6" w14:textId="77777777" w:rsidTr="00E30D17">
        <w:trPr>
          <w:gridBefore w:val="1"/>
          <w:wBefore w:w="23" w:type="dxa"/>
          <w:cantSplit/>
          <w:trHeight w:val="1701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14906D71" w14:textId="77777777" w:rsidR="00D6512C" w:rsidRPr="00120D01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shd w:val="clear" w:color="auto" w:fill="92D050"/>
            <w:vAlign w:val="center"/>
          </w:tcPr>
          <w:p w14:paraId="0071C64D" w14:textId="77777777" w:rsidR="00E51ED4" w:rsidRDefault="00215355" w:rsidP="00215355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備考</w:t>
            </w:r>
          </w:p>
          <w:p w14:paraId="7368005E" w14:textId="66DD0A89" w:rsidR="00215355" w:rsidRPr="005F1AFA" w:rsidRDefault="00215355" w:rsidP="00215355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516BC3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固定文言１</w:t>
            </w:r>
          </w:p>
        </w:tc>
        <w:tc>
          <w:tcPr>
            <w:tcW w:w="6118" w:type="dxa"/>
            <w:shd w:val="clear" w:color="auto" w:fill="92D050"/>
            <w:vAlign w:val="center"/>
          </w:tcPr>
          <w:p w14:paraId="77E310CE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  <w:p w14:paraId="5D089603" w14:textId="7C1BF2A4" w:rsidR="00E17EBE" w:rsidRPr="00A855F1" w:rsidRDefault="006A2D83" w:rsidP="006A2D83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  <w:szCs w:val="21"/>
              </w:rPr>
            </w:pPr>
            <w:r w:rsidRPr="00A855F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</w:t>
            </w:r>
            <w:r w:rsidR="008C0035" w:rsidRPr="00A855F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文言</w:t>
            </w:r>
            <w:r w:rsidR="00215355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２</w:t>
            </w:r>
            <w:r w:rsidRPr="00A855F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＋編集</w:t>
            </w:r>
            <w:r w:rsidR="008C0035" w:rsidRPr="00A855F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１</w:t>
            </w:r>
          </w:p>
          <w:p w14:paraId="2D6FCF93" w14:textId="77777777" w:rsidR="00E17EBE" w:rsidRPr="00120D01" w:rsidRDefault="00E17EB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357B161E" w14:textId="77777777" w:rsidR="00D6512C" w:rsidRPr="00120D01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120D01" w14:paraId="72F2E5E1" w14:textId="77777777" w:rsidTr="00E30D17">
        <w:trPr>
          <w:gridBefore w:val="1"/>
          <w:wBefore w:w="23" w:type="dxa"/>
          <w:cantSplit/>
          <w:trHeight w:val="136"/>
        </w:trPr>
        <w:tc>
          <w:tcPr>
            <w:tcW w:w="8491" w:type="dxa"/>
            <w:gridSpan w:val="6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468B8ED2" w14:textId="30DAAA65" w:rsidR="00D6512C" w:rsidRPr="00120D01" w:rsidRDefault="007D4462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/>
                <w:noProof/>
                <w:szCs w:val="21"/>
              </w:rPr>
              <w:pict w14:anchorId="4371BEB2">
                <v:rect id="正方形/長方形 4" o:spid="_x0000_s2056" style="position:absolute;left:0;text-align:left;margin-left:-4pt;margin-top:1.9pt;width:424.85pt;height:47.6pt;z-index:251657728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>
                    <w:txbxContent>
                      <w:p w14:paraId="0CBFFAF5" w14:textId="77777777" w:rsidR="00E30D17" w:rsidRDefault="00E30D17" w:rsidP="006B63C5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2602BE5F" w14:textId="550DC80A" w:rsidR="006B63C5" w:rsidRPr="000A3C6A" w:rsidRDefault="000A3C6A" w:rsidP="006B63C5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 w:rsidRPr="000A3C6A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自由記載１</w:t>
                        </w:r>
                      </w:p>
                    </w:txbxContent>
                  </v:textbox>
                </v:rect>
              </w:pict>
            </w:r>
            <w:r w:rsidR="00D6512C" w:rsidRPr="00120D01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6443EA" w:rsidRPr="00120D01" w14:paraId="554BC310" w14:textId="77777777" w:rsidTr="00E30D17">
        <w:trPr>
          <w:gridBefore w:val="1"/>
          <w:wBefore w:w="23" w:type="dxa"/>
          <w:cantSplit/>
          <w:trHeight w:val="409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0FF8BB14" w14:textId="7B66C684" w:rsidR="006B63C5" w:rsidRDefault="006B63C5" w:rsidP="007A0E08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6B69CF8A" w14:textId="542DADF4" w:rsidR="006B63C5" w:rsidRPr="00120D01" w:rsidRDefault="006B63C5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</w:tc>
      </w:tr>
      <w:tr w:rsidR="00E30D17" w:rsidRPr="00BB10A4" w14:paraId="27209997" w14:textId="77777777" w:rsidTr="00E30D17">
        <w:trPr>
          <w:gridBefore w:val="1"/>
          <w:wBefore w:w="23" w:type="dxa"/>
          <w:cantSplit/>
          <w:trHeight w:val="3055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10BAAB4" w14:textId="77777777" w:rsidR="00E30D17" w:rsidRPr="00890837" w:rsidRDefault="007D4462" w:rsidP="00B94930">
            <w:pPr>
              <w:wordWrap w:val="0"/>
              <w:overflowPunct w:val="0"/>
              <w:autoSpaceDE w:val="0"/>
              <w:autoSpaceDN w:val="0"/>
              <w:spacing w:before="240"/>
              <w:ind w:firstLineChars="78" w:firstLine="164"/>
              <w:rPr>
                <w:rFonts w:hAnsi="ＭＳ 明朝" w:cs="FUJ-Minchotai"/>
                <w:kern w:val="0"/>
                <w:szCs w:val="21"/>
              </w:rPr>
            </w:pPr>
            <w:r>
              <w:rPr>
                <w:noProof/>
              </w:rPr>
              <w:pict w14:anchorId="6CF8E82C">
                <v:rect id="正方形/長方形 8" o:spid="_x0000_s2062" style="position:absolute;left:0;text-align:left;margin-left:-4.4pt;margin-top:10.4pt;width:425.25pt;height:142.5pt;z-index:251661824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23EFC956" w14:textId="77777777" w:rsidR="00E30D17" w:rsidRPr="00CC5C0C" w:rsidRDefault="00E30D17" w:rsidP="00E30D17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CC5C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E30D17" w:rsidRPr="00890837">
              <w:rPr>
                <w:rFonts w:hAnsi="ＭＳ 明朝" w:cs="FUJ-Minchotai" w:hint="eastAsia"/>
                <w:kern w:val="0"/>
                <w:szCs w:val="21"/>
              </w:rPr>
              <w:t>この</w:t>
            </w:r>
            <w:r w:rsidR="00E30D17">
              <w:rPr>
                <w:rFonts w:hAnsi="ＭＳ 明朝" w:cs="FUJ-Minchotai" w:hint="eastAsia"/>
                <w:kern w:val="0"/>
                <w:szCs w:val="21"/>
              </w:rPr>
              <w:t>処分</w:t>
            </w:r>
            <w:r w:rsidR="00E30D17" w:rsidRPr="00890837">
              <w:rPr>
                <w:rFonts w:hAnsi="ＭＳ 明朝" w:cs="FUJ-Minchotai" w:hint="eastAsia"/>
                <w:kern w:val="0"/>
                <w:szCs w:val="21"/>
              </w:rPr>
              <w:t>に不服があるときは、この通知書を受けた日の翌日から起算して3か月以内に、書面で、</w:t>
            </w:r>
            <w:r w:rsidR="00E30D17" w:rsidRPr="00281FA4">
              <w:rPr>
                <w:rFonts w:hAnsi="ＭＳ 明朝" w:cs="FUJ-Minchotai" w:hint="eastAsia"/>
                <w:kern w:val="0"/>
                <w:szCs w:val="21"/>
              </w:rPr>
              <w:t>都道府県</w:t>
            </w:r>
            <w:r w:rsidR="00E30D17" w:rsidRPr="00890837">
              <w:rPr>
                <w:rFonts w:hAnsi="ＭＳ 明朝" w:cs="FUJ-Minchotai" w:hint="eastAsia"/>
                <w:kern w:val="0"/>
                <w:szCs w:val="21"/>
              </w:rPr>
              <w:t>知事に対して審査請求をすることができます。</w:t>
            </w:r>
          </w:p>
          <w:p w14:paraId="77A099A6" w14:textId="77777777" w:rsidR="00E30D17" w:rsidRPr="00890837" w:rsidRDefault="00E30D17" w:rsidP="00B94930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 w:cs="FUJ-Minchotai"/>
                <w:kern w:val="0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ただし、この通知書を受けた日の翌日から起算して3か月以内であっても、この処分の日の翌日から起算して１年を経過したときは、審査請求をすることができません。</w:t>
            </w:r>
          </w:p>
          <w:p w14:paraId="67336279" w14:textId="77777777" w:rsidR="00E30D17" w:rsidRPr="00890837" w:rsidRDefault="00E30D17" w:rsidP="00B94930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Cs w:val="21"/>
              </w:rPr>
            </w:pPr>
            <w:r w:rsidRPr="00281FA4">
              <w:rPr>
                <w:rFonts w:hAnsi="ＭＳ 明朝" w:hint="eastAsia"/>
                <w:szCs w:val="21"/>
              </w:rPr>
              <w:t>この処分の取消しを求める訴え（取消訴訟）</w:t>
            </w:r>
            <w:r w:rsidRPr="00890837">
              <w:rPr>
                <w:rFonts w:hAnsi="ＭＳ 明朝" w:hint="eastAsia"/>
                <w:szCs w:val="21"/>
              </w:rPr>
              <w:t>は、この通知書を受けた日の翌日から起算して6か月以内に、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 w:rsidRPr="00281FA4">
              <w:rPr>
                <w:rFonts w:hAnsi="ＭＳ 明朝" w:hint="eastAsia"/>
                <w:szCs w:val="21"/>
              </w:rPr>
              <w:t>（都道府県がした処分については都道府県）</w:t>
            </w:r>
            <w:r w:rsidRPr="00890837">
              <w:rPr>
                <w:rFonts w:hAnsi="ＭＳ 明朝" w:hint="eastAsia"/>
                <w:szCs w:val="21"/>
              </w:rPr>
              <w:t>を被告として</w:t>
            </w:r>
            <w:r w:rsidRPr="00890837">
              <w:rPr>
                <w:rFonts w:hAnsi="ＭＳ 明朝"/>
                <w:szCs w:val="21"/>
              </w:rPr>
              <w:t>(</w:t>
            </w:r>
            <w:r w:rsidRPr="00890837">
              <w:rPr>
                <w:rFonts w:hAnsi="ＭＳ 明朝" w:hint="eastAsia"/>
                <w:szCs w:val="21"/>
              </w:rPr>
              <w:t>訴訟において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>
              <w:rPr>
                <w:rFonts w:hAnsi="ＭＳ 明朝" w:cs="FUJ-Minchotai" w:hint="eastAsia"/>
                <w:kern w:val="0"/>
                <w:szCs w:val="21"/>
              </w:rPr>
              <w:t>（都道府県）</w:t>
            </w:r>
            <w:r w:rsidRPr="00890837">
              <w:rPr>
                <w:rFonts w:hAnsi="ＭＳ 明朝" w:hint="eastAsia"/>
                <w:szCs w:val="21"/>
              </w:rPr>
              <w:t>を代表する者は</w:t>
            </w:r>
            <w:r w:rsidRPr="00281FA4">
              <w:rPr>
                <w:rFonts w:hAnsi="ＭＳ 明朝" w:hint="eastAsia"/>
                <w:szCs w:val="21"/>
              </w:rPr>
              <w:t>市町村長</w:t>
            </w:r>
            <w:r>
              <w:rPr>
                <w:rFonts w:hAnsi="ＭＳ 明朝" w:hint="eastAsia"/>
                <w:szCs w:val="21"/>
              </w:rPr>
              <w:t>（都道府県知事）</w:t>
            </w:r>
            <w:r w:rsidRPr="00890837">
              <w:rPr>
                <w:rFonts w:hAnsi="ＭＳ 明朝" w:hint="eastAsia"/>
                <w:szCs w:val="21"/>
              </w:rPr>
              <w:t>となります。</w:t>
            </w:r>
            <w:r w:rsidRPr="00890837">
              <w:rPr>
                <w:rFonts w:hAnsi="ＭＳ 明朝"/>
                <w:szCs w:val="21"/>
              </w:rPr>
              <w:t>)</w:t>
            </w:r>
            <w:r w:rsidRPr="00890837">
              <w:rPr>
                <w:rFonts w:hAnsi="ＭＳ 明朝" w:hint="eastAsia"/>
                <w:szCs w:val="21"/>
              </w:rPr>
              <w:t>、提起することができます。</w:t>
            </w:r>
          </w:p>
          <w:p w14:paraId="3955AED3" w14:textId="77777777" w:rsidR="00E30D17" w:rsidRPr="00BB10A4" w:rsidRDefault="00E30D17" w:rsidP="00727C5C">
            <w:pPr>
              <w:pStyle w:val="a3"/>
              <w:tabs>
                <w:tab w:val="clear" w:pos="4252"/>
                <w:tab w:val="clear" w:pos="8504"/>
              </w:tabs>
              <w:wordWrap w:val="0"/>
              <w:overflowPunct w:val="0"/>
              <w:autoSpaceDE w:val="0"/>
              <w:autoSpaceDN w:val="0"/>
              <w:snapToGrid/>
              <w:ind w:firstLineChars="78" w:firstLine="164"/>
              <w:rPr>
                <w:rFonts w:hAnsi="Century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ただし、この通知書を受けた日の翌日から起算して6か月以内であっても、この処分の日の翌日から起算して１年を経過したときは、取消訴訟を提起することができません。</w:t>
            </w:r>
          </w:p>
        </w:tc>
      </w:tr>
      <w:tr w:rsidR="007627D5" w:rsidRPr="00120D01" w14:paraId="426C6B9C" w14:textId="77777777" w:rsidTr="00E30D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DACBD9D" w14:textId="77777777" w:rsidR="00E30D17" w:rsidRPr="00727C5C" w:rsidRDefault="00E30D17" w:rsidP="00E30D17">
            <w:pPr>
              <w:pStyle w:val="a5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6B8AAF1A" w14:textId="43D1AB7D" w:rsidR="007627D5" w:rsidRPr="00120D01" w:rsidRDefault="007627D5" w:rsidP="00135C60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120D01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120D01" w14:paraId="6012BC1A" w14:textId="77777777" w:rsidTr="00E30D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469208E" w14:textId="77777777" w:rsidR="007627D5" w:rsidRPr="00120D01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20D0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120D01" w14:paraId="7C54EC54" w14:textId="77777777" w:rsidTr="00E30D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9C72D74" w14:textId="77777777" w:rsidR="007627D5" w:rsidRPr="00120D01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20D01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79278637" w14:textId="77777777" w:rsidR="007627D5" w:rsidRPr="00120D01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120D0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120D01" w14:paraId="6718CDF9" w14:textId="77777777" w:rsidTr="00E30D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0FB5890" w14:textId="77777777" w:rsidR="00875C27" w:rsidRPr="00225C62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225C62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25816481" w14:textId="77777777" w:rsidR="006A2D83" w:rsidRPr="00225C62" w:rsidRDefault="006A2D83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225C62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FF97AAF" w14:textId="77777777" w:rsidR="00875C27" w:rsidRPr="00225C62" w:rsidRDefault="007627D5" w:rsidP="00E17EBE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225C6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875C27" w:rsidRPr="00225C6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50E472E6" w14:textId="2E10A664" w:rsidR="006A2D83" w:rsidRPr="00225C62" w:rsidRDefault="00A855F1" w:rsidP="00E17EBE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hyperlink r:id="rId9" w:history="1">
              <w:r w:rsidRPr="00225C62">
                <w:rPr>
                  <w:rStyle w:val="ae"/>
                  <w:rFonts w:ascii="ＭＳ 明朝" w:eastAsia="ＭＳ 明朝" w:hAnsi="ＭＳ 明朝" w:cs="ＭＳ 明朝" w:hint="eastAsia"/>
                  <w:color w:val="auto"/>
                  <w:sz w:val="21"/>
                  <w:szCs w:val="21"/>
                  <w:u w:val="none"/>
                </w:rPr>
                <w:t>xxxxxxxxxx@yyy.zzz.aaa</w:t>
              </w:r>
            </w:hyperlink>
          </w:p>
        </w:tc>
      </w:tr>
    </w:tbl>
    <w:p w14:paraId="3DA2C34A" w14:textId="77777777" w:rsidR="00D6512C" w:rsidRPr="00A855F1" w:rsidRDefault="00D6512C" w:rsidP="00E30D17">
      <w:pPr>
        <w:wordWrap w:val="0"/>
        <w:overflowPunct w:val="0"/>
        <w:autoSpaceDE w:val="0"/>
        <w:autoSpaceDN w:val="0"/>
        <w:spacing w:line="240" w:lineRule="exact"/>
        <w:rPr>
          <w:rFonts w:hAnsi="ＭＳ 明朝"/>
          <w:szCs w:val="21"/>
        </w:rPr>
      </w:pPr>
    </w:p>
    <w:sectPr w:rsidR="00D6512C" w:rsidRPr="00A855F1" w:rsidSect="009D24D8">
      <w:headerReference w:type="default" r:id="rId10"/>
      <w:pgSz w:w="11906" w:h="16838" w:code="9"/>
      <w:pgMar w:top="1701" w:right="1701" w:bottom="709" w:left="1701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AFE317" w14:textId="77777777" w:rsidR="002B590F" w:rsidRDefault="002B590F">
      <w:r>
        <w:separator/>
      </w:r>
    </w:p>
  </w:endnote>
  <w:endnote w:type="continuationSeparator" w:id="0">
    <w:p w14:paraId="25BDA470" w14:textId="77777777" w:rsidR="002B590F" w:rsidRDefault="002B5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89127C" w14:textId="77777777" w:rsidR="002B590F" w:rsidRDefault="002B590F">
      <w:r>
        <w:separator/>
      </w:r>
    </w:p>
  </w:footnote>
  <w:footnote w:type="continuationSeparator" w:id="0">
    <w:p w14:paraId="46E521FB" w14:textId="77777777" w:rsidR="002B590F" w:rsidRDefault="002B59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FB3D0" w14:textId="77777777" w:rsidR="00F2197C" w:rsidRDefault="00F2197C" w:rsidP="007D4462">
    <w:pPr>
      <w:pStyle w:val="a3"/>
      <w:jc w:val="right"/>
    </w:pPr>
    <w:r>
      <w:rPr>
        <w:rFonts w:hAnsi="Century" w:hint="eastAsia"/>
      </w:rPr>
      <w:t>様式第</w:t>
    </w:r>
    <w:r w:rsidR="00D72CAA">
      <w:rPr>
        <w:rFonts w:hAnsi="Century" w:hint="eastAsia"/>
      </w:rPr>
      <w:t>9</w:t>
    </w:r>
    <w:r>
      <w:rPr>
        <w:rFonts w:hAnsi="Century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6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13687"/>
    <w:rsid w:val="000151D4"/>
    <w:rsid w:val="00052D0B"/>
    <w:rsid w:val="00076021"/>
    <w:rsid w:val="00095DF5"/>
    <w:rsid w:val="000A3C6A"/>
    <w:rsid w:val="000C3CC0"/>
    <w:rsid w:val="000D2546"/>
    <w:rsid w:val="00120D01"/>
    <w:rsid w:val="00135C60"/>
    <w:rsid w:val="001513FE"/>
    <w:rsid w:val="00171425"/>
    <w:rsid w:val="001C5BF5"/>
    <w:rsid w:val="001D5B71"/>
    <w:rsid w:val="001F3314"/>
    <w:rsid w:val="00215355"/>
    <w:rsid w:val="00225C62"/>
    <w:rsid w:val="002374BA"/>
    <w:rsid w:val="00247CD8"/>
    <w:rsid w:val="00266160"/>
    <w:rsid w:val="002B590F"/>
    <w:rsid w:val="002F230E"/>
    <w:rsid w:val="002F54AB"/>
    <w:rsid w:val="003A2C20"/>
    <w:rsid w:val="003A3FC8"/>
    <w:rsid w:val="003C1D36"/>
    <w:rsid w:val="004039A6"/>
    <w:rsid w:val="00426A7A"/>
    <w:rsid w:val="0043484A"/>
    <w:rsid w:val="00441674"/>
    <w:rsid w:val="004A0A80"/>
    <w:rsid w:val="004A5E0B"/>
    <w:rsid w:val="004D60A3"/>
    <w:rsid w:val="00531527"/>
    <w:rsid w:val="0056332C"/>
    <w:rsid w:val="005D025E"/>
    <w:rsid w:val="005D4909"/>
    <w:rsid w:val="005F1AFA"/>
    <w:rsid w:val="006078D4"/>
    <w:rsid w:val="00635AC5"/>
    <w:rsid w:val="006443EA"/>
    <w:rsid w:val="00653F0F"/>
    <w:rsid w:val="00681BEE"/>
    <w:rsid w:val="00683792"/>
    <w:rsid w:val="006A2D83"/>
    <w:rsid w:val="006B63C5"/>
    <w:rsid w:val="00710C00"/>
    <w:rsid w:val="00727C5C"/>
    <w:rsid w:val="007627D5"/>
    <w:rsid w:val="00774502"/>
    <w:rsid w:val="007A0E08"/>
    <w:rsid w:val="007D4462"/>
    <w:rsid w:val="007D467C"/>
    <w:rsid w:val="007E7BC3"/>
    <w:rsid w:val="00801B5A"/>
    <w:rsid w:val="008067B4"/>
    <w:rsid w:val="008074CF"/>
    <w:rsid w:val="008344E0"/>
    <w:rsid w:val="00875C27"/>
    <w:rsid w:val="008C0035"/>
    <w:rsid w:val="008E7107"/>
    <w:rsid w:val="009647CD"/>
    <w:rsid w:val="009B16C3"/>
    <w:rsid w:val="009D24D8"/>
    <w:rsid w:val="009D4F44"/>
    <w:rsid w:val="00A561E4"/>
    <w:rsid w:val="00A855F1"/>
    <w:rsid w:val="00B024B5"/>
    <w:rsid w:val="00B355F3"/>
    <w:rsid w:val="00B4671F"/>
    <w:rsid w:val="00B56236"/>
    <w:rsid w:val="00B85E04"/>
    <w:rsid w:val="00BE2D61"/>
    <w:rsid w:val="00CA283D"/>
    <w:rsid w:val="00CA7D09"/>
    <w:rsid w:val="00CD2DD6"/>
    <w:rsid w:val="00CD7B6F"/>
    <w:rsid w:val="00CE72DF"/>
    <w:rsid w:val="00D03A9D"/>
    <w:rsid w:val="00D30BEC"/>
    <w:rsid w:val="00D6512C"/>
    <w:rsid w:val="00D72CAA"/>
    <w:rsid w:val="00D83528"/>
    <w:rsid w:val="00DA629E"/>
    <w:rsid w:val="00DD5F5B"/>
    <w:rsid w:val="00DE1D73"/>
    <w:rsid w:val="00DF699C"/>
    <w:rsid w:val="00E058CA"/>
    <w:rsid w:val="00E17EBE"/>
    <w:rsid w:val="00E233B4"/>
    <w:rsid w:val="00E30D17"/>
    <w:rsid w:val="00E51ED4"/>
    <w:rsid w:val="00E876ED"/>
    <w:rsid w:val="00E969EB"/>
    <w:rsid w:val="00EB6B18"/>
    <w:rsid w:val="00ED2DC4"/>
    <w:rsid w:val="00ED5D1A"/>
    <w:rsid w:val="00EF7F4D"/>
    <w:rsid w:val="00F05652"/>
    <w:rsid w:val="00F2197C"/>
    <w:rsid w:val="00F27ECE"/>
    <w:rsid w:val="00F65E8A"/>
    <w:rsid w:val="00FC6B42"/>
    <w:rsid w:val="00FD5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4">
      <v:textbox inset="5.85pt,.7pt,5.85pt,.7pt"/>
    </o:shapedefaults>
    <o:shapelayout v:ext="edit">
      <o:idmap v:ext="edit" data="2"/>
      <o:rules v:ext="edit">
        <o:r id="V:Rule2" type="connector" idref="#_x0000_s2058"/>
      </o:rules>
    </o:shapelayout>
  </w:shapeDefaults>
  <w:decimalSymbol w:val="."/>
  <w:listSeparator w:val=","/>
  <w14:docId w14:val="4120C966"/>
  <w15:chartTrackingRefBased/>
  <w15:docId w15:val="{8CFA20B7-B32C-41BB-A9AD-865DE338A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875C27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875C27"/>
    <w:pPr>
      <w:jc w:val="left"/>
    </w:pPr>
  </w:style>
  <w:style w:type="character" w:customStyle="1" w:styleId="a9">
    <w:name w:val="コメント文字列 (文字)"/>
    <w:link w:val="a8"/>
    <w:uiPriority w:val="99"/>
    <w:rsid w:val="00875C27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75C27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875C27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531527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531527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e">
    <w:name w:val="Hyperlink"/>
    <w:uiPriority w:val="99"/>
    <w:unhideWhenUsed/>
    <w:rsid w:val="00A855F1"/>
    <w:rPr>
      <w:color w:val="0563C1"/>
      <w:u w:val="single"/>
    </w:rPr>
  </w:style>
  <w:style w:type="character" w:styleId="af">
    <w:name w:val="Unresolved Mention"/>
    <w:uiPriority w:val="99"/>
    <w:semiHidden/>
    <w:unhideWhenUsed/>
    <w:rsid w:val="00A855F1"/>
    <w:rPr>
      <w:color w:val="605E5C"/>
      <w:shd w:val="clear" w:color="auto" w:fill="E1DFDD"/>
    </w:rPr>
  </w:style>
  <w:style w:type="paragraph" w:styleId="af0">
    <w:name w:val="No Spacing"/>
    <w:uiPriority w:val="1"/>
    <w:qFormat/>
    <w:rsid w:val="007D467C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78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xxxxxxxxxx@yyy.zzz.aa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E8AD74-19CB-4D83-917B-9FE71F8672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5C9583-C528-4AE0-8F2A-37E073E553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20ADEA9-57B5-42F5-884D-B1895F68CAD8}"/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24</TotalTime>
  <Pages>1</Pages>
  <Words>103</Words>
  <Characters>592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2021-12-20T05:12:00Z</cp:lastPrinted>
  <dcterms:created xsi:type="dcterms:W3CDTF">2021-10-21T04:39:00Z</dcterms:created>
  <dcterms:modified xsi:type="dcterms:W3CDTF">2024-11-24T01:12:00Z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2021-10-23T03:23:48Z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3035cd30-8954-4ff7-92fb-a13bda01a5d0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