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25A91B84" w:rsidR="00D6512C" w:rsidRPr="003000F2" w:rsidRDefault="00125FA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B7E8C42" w:rsidR="00D6512C" w:rsidRDefault="009F493F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10D7715C" w14:textId="77777777" w:rsidR="00CE4588" w:rsidRDefault="00CE458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3643A76" w14:textId="77777777" w:rsidR="00B414D0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372381AE" w14:textId="77777777" w:rsidR="00B414D0" w:rsidRPr="004D2C41" w:rsidRDefault="00B414D0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32CE9E" w14:textId="7F0DB71E" w:rsidR="00B414D0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3000F2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3000F2">
              <w:rPr>
                <w:rFonts w:hAnsi="ＭＳ 明朝" w:hint="eastAsia"/>
                <w:szCs w:val="21"/>
              </w:rPr>
              <w:t>については、</w:t>
            </w:r>
            <w:r w:rsidR="007352B0">
              <w:rPr>
                <w:rFonts w:hAnsi="ＭＳ 明朝" w:hint="eastAsia"/>
                <w:szCs w:val="21"/>
              </w:rPr>
              <w:t>下</w:t>
            </w:r>
            <w:r w:rsidRPr="003000F2">
              <w:rPr>
                <w:rFonts w:hAnsi="ＭＳ 明朝" w:hint="eastAsia"/>
                <w:szCs w:val="21"/>
              </w:rPr>
              <w:t>記のとおり、支給停止解除しましたので通知します。</w:t>
            </w: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FC6408" w:rsidRPr="003000F2" w14:paraId="40AD9794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8B4E1B9" w14:textId="3EB98FF9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0E444E7A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8350BF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61BD9297" w14:textId="77777777" w:rsidR="00FC6408" w:rsidRPr="003000F2" w:rsidRDefault="00FC6408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3020F0" w:rsidRPr="003000F2" w14:paraId="53186237" w14:textId="77777777" w:rsidTr="00CE4588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118" w:type="dxa"/>
            <w:vAlign w:val="center"/>
          </w:tcPr>
          <w:p w14:paraId="1F10D62D" w14:textId="20FE6306" w:rsidR="003020F0" w:rsidRPr="00166B04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3F5430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37022B43" w14:textId="77777777" w:rsidTr="00CE4588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支給停止解除の理由</w:t>
            </w:r>
          </w:p>
        </w:tc>
        <w:tc>
          <w:tcPr>
            <w:tcW w:w="6118" w:type="dxa"/>
            <w:vAlign w:val="center"/>
          </w:tcPr>
          <w:p w14:paraId="2E759D6D" w14:textId="77777777" w:rsidR="003020F0" w:rsidRPr="003000F2" w:rsidRDefault="003020F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251777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0A17F5F7" w14:textId="77777777" w:rsidTr="00D75B2B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支給停止解除の期間</w:t>
            </w:r>
          </w:p>
        </w:tc>
        <w:tc>
          <w:tcPr>
            <w:tcW w:w="6118" w:type="dxa"/>
            <w:vAlign w:val="center"/>
          </w:tcPr>
          <w:p w14:paraId="37871B8F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5391643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020F0" w:rsidRPr="003000F2" w14:paraId="1E3EA1C4" w14:textId="77777777" w:rsidTr="00CE4588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28353D" w:rsidRPr="00331E94" w:rsidRDefault="003020F0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3020F0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3929D02E" w:rsidR="00EF0279" w:rsidRPr="00CF7276" w:rsidRDefault="00B11533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F531B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A17379"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739A7AB" w14:textId="77777777" w:rsidR="00EF0279" w:rsidRPr="003000F2" w:rsidRDefault="00EF027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69E2009E" w14:textId="77777777" w:rsidR="003020F0" w:rsidRPr="003000F2" w:rsidRDefault="003020F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A106E0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6FD527B5" w:rsidR="00D6512C" w:rsidRPr="003000F2" w:rsidRDefault="00125FA6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9pt;margin-top:3.95pt;width:424.85pt;height:47.8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3E999" w14:textId="5DF58705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52E33FD0" w:rsidR="00CE4588" w:rsidRPr="003000F2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00FE8C87" w14:textId="77777777" w:rsidTr="00CE4588">
        <w:trPr>
          <w:gridBefore w:val="1"/>
          <w:wBefore w:w="23" w:type="dxa"/>
          <w:cantSplit/>
          <w:trHeight w:val="292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D46443B" w14:textId="77777777" w:rsidR="00EE5C6B" w:rsidRPr="00890837" w:rsidRDefault="00125FA6" w:rsidP="00EE5C6B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00AE113D">
                <v:rect id="正方形/長方形 8" o:spid="_x0000_s2062" style="position:absolute;left:0;text-align:left;margin-left:-2.15pt;margin-top:12.4pt;width:425.25pt;height:136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0D8040A" w14:textId="77777777" w:rsidR="00EE5C6B" w:rsidRPr="00CC5C0C" w:rsidRDefault="00EE5C6B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E5C6B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E5C6B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E5C6B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BB46558" w14:textId="77777777" w:rsidR="00EE5C6B" w:rsidRPr="00890837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02A0DFFA" w14:textId="77777777" w:rsidR="00EE5C6B" w:rsidRPr="00890837" w:rsidRDefault="00EE5C6B" w:rsidP="00EE5C6B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981BB62" w14:textId="70BD28CC" w:rsidR="00EE5C6B" w:rsidRPr="003000F2" w:rsidRDefault="00EE5C6B" w:rsidP="00EE5C6B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7CC0C" w14:textId="77777777" w:rsidR="006B3DA7" w:rsidRDefault="006B3DA7">
      <w:r>
        <w:separator/>
      </w:r>
    </w:p>
  </w:endnote>
  <w:endnote w:type="continuationSeparator" w:id="0">
    <w:p w14:paraId="3F48A8E3" w14:textId="77777777" w:rsidR="006B3DA7" w:rsidRDefault="006B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A9FA" w14:textId="77777777" w:rsidR="006B3DA7" w:rsidRDefault="006B3DA7">
      <w:r>
        <w:separator/>
      </w:r>
    </w:p>
  </w:footnote>
  <w:footnote w:type="continuationSeparator" w:id="0">
    <w:p w14:paraId="7B75AA00" w14:textId="77777777" w:rsidR="006B3DA7" w:rsidRDefault="006B3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77777777" w:rsidR="00F2197C" w:rsidRDefault="00F2197C" w:rsidP="00125FA6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87C1E"/>
    <w:rsid w:val="000B5B19"/>
    <w:rsid w:val="000C79E7"/>
    <w:rsid w:val="00116570"/>
    <w:rsid w:val="001207B7"/>
    <w:rsid w:val="00125FA6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E5A5B"/>
    <w:rsid w:val="0050231D"/>
    <w:rsid w:val="00560ECA"/>
    <w:rsid w:val="00590C7C"/>
    <w:rsid w:val="005D4CB7"/>
    <w:rsid w:val="006078D4"/>
    <w:rsid w:val="00612FDB"/>
    <w:rsid w:val="006443EA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C219C6"/>
    <w:rsid w:val="00C6334C"/>
    <w:rsid w:val="00C77F7D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61107"/>
    <w:rsid w:val="00E839B9"/>
    <w:rsid w:val="00EA28F4"/>
    <w:rsid w:val="00EB6B18"/>
    <w:rsid w:val="00ED2DC4"/>
    <w:rsid w:val="00ED4F40"/>
    <w:rsid w:val="00ED5D1A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61C37-DD76-402D-ACA1-EDB8D0C247D3}"/>
</file>

<file path=customXml/itemProps4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44</TotalTime>
  <Pages>1</Pages>
  <Words>94</Words>
  <Characters>538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