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698F8" w14:textId="69E120CB" w:rsidR="00D6512C" w:rsidRPr="002A3440" w:rsidRDefault="00CB7E28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2F5FFF3A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10CF19AF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7418F83B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CB40E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6pt;margin-top:315.2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2017E19">
          <v:shape id="_x0000_s1029" type="#_x0000_t202" style="position:absolute;left:0;text-align:left;margin-left:70.05pt;margin-top:36pt;width:184.25pt;height:99.2pt;z-index:251655680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2CF2E256" w14:textId="77777777" w:rsidR="00F2197C" w:rsidRPr="00CD461E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544"/>
        <w:gridCol w:w="2205"/>
        <w:gridCol w:w="1728"/>
        <w:gridCol w:w="2469"/>
        <w:gridCol w:w="283"/>
      </w:tblGrid>
      <w:tr w:rsidR="00D6512C" w:rsidRPr="002A3440" w14:paraId="1B39976E" w14:textId="77777777" w:rsidTr="00D648EA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AFE8ED4" w14:textId="484D8074" w:rsidR="00D6512C" w:rsidRDefault="001C065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70206" w:rsidRPr="002A3440">
              <w:rPr>
                <w:rFonts w:hAnsi="ＭＳ 明朝" w:hint="eastAsia"/>
                <w:sz w:val="28"/>
                <w:szCs w:val="28"/>
              </w:rPr>
              <w:t>再</w:t>
            </w:r>
            <w:r w:rsidR="00D6512C" w:rsidRPr="002A3440">
              <w:rPr>
                <w:rFonts w:hAnsi="ＭＳ 明朝" w:hint="eastAsia"/>
                <w:sz w:val="28"/>
                <w:szCs w:val="28"/>
              </w:rPr>
              <w:t>認定通知書</w:t>
            </w:r>
          </w:p>
          <w:p w14:paraId="6045B4C9" w14:textId="77777777" w:rsidR="00304637" w:rsidRDefault="00304637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1CF8B65" w14:textId="77777777" w:rsidR="00216704" w:rsidRDefault="00216704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122358EB" w14:textId="20AD2902" w:rsidR="00216704" w:rsidRPr="004D2C41" w:rsidRDefault="00CB7E28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  <w:pict w14:anchorId="4371BEB2">
                <v:rect id="正方形/長方形 4" o:spid="_x0000_s1041" style="position:absolute;left:0;text-align:left;margin-left:-4.8pt;margin-top:11.45pt;width:427.8pt;height:30.8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154A8AD6" w14:textId="55EB0CE5" w:rsidR="009242DF" w:rsidRPr="00C309BF" w:rsidRDefault="00406359" w:rsidP="009242DF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C309BF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304637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7116DDD4" w14:textId="5E523B12" w:rsidR="00216704" w:rsidRDefault="00216704" w:rsidP="0055012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有期認定の標記手当について、障害程度について審査したところ、</w:t>
            </w:r>
            <w:r w:rsidR="00F746DB">
              <w:rPr>
                <w:rFonts w:hAnsi="ＭＳ 明朝" w:hint="eastAsia"/>
                <w:szCs w:val="21"/>
              </w:rPr>
              <w:t>下記</w:t>
            </w:r>
            <w:r w:rsidRPr="002A3440">
              <w:rPr>
                <w:rFonts w:hAnsi="ＭＳ 明朝" w:hint="eastAsia"/>
                <w:szCs w:val="21"/>
              </w:rPr>
              <w:t>のとおり継続支給することに認定しましたので通知します。</w:t>
            </w:r>
          </w:p>
          <w:p w14:paraId="1548F02D" w14:textId="77777777" w:rsidR="00216704" w:rsidRDefault="00216704" w:rsidP="00216704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6E5DC19" w14:textId="588AAC3D" w:rsidR="00D6512C" w:rsidRPr="002A3440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CD58BF" w:rsidRPr="002A3440" w14:paraId="6E4BE161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732377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40" w:type="dxa"/>
            <w:gridSpan w:val="2"/>
            <w:vAlign w:val="center"/>
          </w:tcPr>
          <w:p w14:paraId="5B24512A" w14:textId="4A1E314A" w:rsidR="00CD58BF" w:rsidRPr="002A3440" w:rsidRDefault="00CD58B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402" w:type="dxa"/>
            <w:gridSpan w:val="3"/>
            <w:vAlign w:val="center"/>
          </w:tcPr>
          <w:p w14:paraId="1B4A964C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7749384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2A3440" w14:paraId="01581E0C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012297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3CCC0C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402" w:type="dxa"/>
            <w:gridSpan w:val="3"/>
            <w:vAlign w:val="center"/>
          </w:tcPr>
          <w:p w14:paraId="610C34FC" w14:textId="10278EE0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2C598535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5B01CB89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855308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11CF14E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支給手当月額</w:t>
            </w:r>
          </w:p>
        </w:tc>
        <w:tc>
          <w:tcPr>
            <w:tcW w:w="2205" w:type="dxa"/>
            <w:vAlign w:val="center"/>
          </w:tcPr>
          <w:p w14:paraId="5060B8D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728" w:type="dxa"/>
            <w:vAlign w:val="center"/>
          </w:tcPr>
          <w:p w14:paraId="29A00209" w14:textId="27DEDCEE" w:rsidR="00D6512C" w:rsidRPr="002A3440" w:rsidRDefault="00D651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</w:t>
            </w:r>
            <w:r w:rsidR="009E4BA2">
              <w:rPr>
                <w:rFonts w:hAnsi="ＭＳ 明朝" w:hint="eastAsia"/>
                <w:szCs w:val="21"/>
              </w:rPr>
              <w:t>給</w:t>
            </w:r>
            <w:r w:rsidRPr="002A3440">
              <w:rPr>
                <w:rFonts w:hAnsi="ＭＳ 明朝" w:hint="eastAsia"/>
                <w:szCs w:val="21"/>
              </w:rPr>
              <w:t>開始年月</w:t>
            </w:r>
          </w:p>
        </w:tc>
        <w:tc>
          <w:tcPr>
            <w:tcW w:w="2469" w:type="dxa"/>
            <w:vAlign w:val="center"/>
          </w:tcPr>
          <w:p w14:paraId="7A7AE10B" w14:textId="77777777" w:rsidR="00D6512C" w:rsidRPr="002A3440" w:rsidRDefault="00D6512C" w:rsidP="00F2197C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から</w:t>
            </w: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571851AA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610230E1" w14:textId="77777777" w:rsidTr="00304637">
        <w:trPr>
          <w:gridBefore w:val="1"/>
          <w:wBefore w:w="14" w:type="dxa"/>
          <w:cantSplit/>
          <w:trHeight w:val="1242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EEA2C5F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58A1CE6C" w14:textId="77777777" w:rsidR="009E4BA2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振込先又は</w:t>
            </w:r>
          </w:p>
          <w:p w14:paraId="28B51E0B" w14:textId="0D4985E1" w:rsidR="00471E01" w:rsidRPr="00C51121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支払場所</w:t>
            </w:r>
          </w:p>
        </w:tc>
        <w:tc>
          <w:tcPr>
            <w:tcW w:w="6402" w:type="dxa"/>
            <w:gridSpan w:val="3"/>
            <w:vAlign w:val="center"/>
          </w:tcPr>
          <w:p w14:paraId="474E4444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09DCE5B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9463F" w:rsidRPr="002A3440" w14:paraId="6AEB1D98" w14:textId="77777777" w:rsidTr="00304637">
        <w:trPr>
          <w:gridBefore w:val="1"/>
          <w:wBefore w:w="14" w:type="dxa"/>
          <w:cantSplit/>
          <w:trHeight w:val="1683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C1A0DF1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92D050"/>
            <w:vAlign w:val="center"/>
          </w:tcPr>
          <w:p w14:paraId="00626481" w14:textId="77777777" w:rsidR="00D62476" w:rsidRDefault="0049463F" w:rsidP="00207E5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4E384E09" w14:textId="78FF12AB" w:rsidR="00A26B52" w:rsidRPr="00207E59" w:rsidRDefault="00A26B52" w:rsidP="00AA04A3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</w:p>
        </w:tc>
        <w:tc>
          <w:tcPr>
            <w:tcW w:w="6402" w:type="dxa"/>
            <w:gridSpan w:val="3"/>
            <w:shd w:val="clear" w:color="auto" w:fill="92D050"/>
            <w:vAlign w:val="center"/>
          </w:tcPr>
          <w:p w14:paraId="61169518" w14:textId="77777777" w:rsidR="0049463F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3A62B427" w14:textId="227FB61E" w:rsidR="0049463F" w:rsidRPr="00207E59" w:rsidRDefault="00D62476" w:rsidP="00D6247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77A60E5C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1E997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F7279" w:rsidRPr="002A3440" w14:paraId="06EEF1D2" w14:textId="77777777" w:rsidTr="00304637">
        <w:trPr>
          <w:gridBefore w:val="1"/>
          <w:wBefore w:w="14" w:type="dxa"/>
          <w:cantSplit/>
          <w:trHeight w:val="299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BD6BCE" w14:textId="77777777" w:rsidR="005F7279" w:rsidRPr="00890837" w:rsidRDefault="00CB7E28" w:rsidP="005F7279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50A2A9F0">
                <v:rect id="正方形/長方形 8" o:spid="_x0000_s1043" style="position:absolute;left:0;text-align:left;margin-left:-5.9pt;margin-top:6.95pt;width:425.25pt;height:150pt;z-index:251662848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969A0B2" w14:textId="77777777" w:rsidR="005F7279" w:rsidRPr="00CC5C0C" w:rsidRDefault="005F7279" w:rsidP="00E15243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この認定に不服があるときは、この通知書を受けた日の翌日から起算して3か月以内に、書面で、</w:t>
            </w:r>
            <w:r w:rsidR="005F7279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43DDA6E3" w14:textId="77777777" w:rsidR="005F7279" w:rsidRPr="00890837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9581F6B" w14:textId="77777777" w:rsidR="005F7279" w:rsidRPr="00890837" w:rsidRDefault="005F7279" w:rsidP="005F7279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77B0EAE" w14:textId="34BA1441" w:rsidR="005F7279" w:rsidRPr="002A3440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5F7279" w:rsidRPr="002A3440" w14:paraId="312E683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7263F" w14:textId="77777777" w:rsidR="005F7279" w:rsidRDefault="005F7279" w:rsidP="005F727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BFB924" w14:textId="67D328E8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F7279" w:rsidRPr="002A3440" w14:paraId="1F4E8872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350E95" w14:textId="77777777" w:rsidR="005F7279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</w:t>
            </w:r>
          </w:p>
          <w:p w14:paraId="5C616437" w14:textId="4260AF62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害福祉課</w:t>
            </w:r>
          </w:p>
        </w:tc>
      </w:tr>
      <w:tr w:rsidR="005F7279" w:rsidRPr="002A3440" w14:paraId="58E71428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D5378F" w14:textId="77777777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C140FD" w14:textId="77777777" w:rsidR="005F7279" w:rsidRPr="002A3440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F7279" w:rsidRPr="002A3440" w14:paraId="0DF6AA6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3FD321A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377D4AF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26EAC1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B08DC42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AF48790" w14:textId="743DD3D0" w:rsidR="0002010A" w:rsidRPr="00BF6DC1" w:rsidRDefault="0002010A" w:rsidP="00BF6DC1">
      <w:pPr>
        <w:wordWrap w:val="0"/>
        <w:overflowPunct w:val="0"/>
        <w:autoSpaceDE w:val="0"/>
        <w:autoSpaceDN w:val="0"/>
        <w:ind w:firstLineChars="100" w:firstLine="20"/>
        <w:rPr>
          <w:rFonts w:hAnsi="ＭＳ 明朝"/>
          <w:vanish/>
          <w:sz w:val="2"/>
          <w:szCs w:val="2"/>
        </w:rPr>
      </w:pPr>
    </w:p>
    <w:sectPr w:rsidR="0002010A" w:rsidRPr="00BF6DC1" w:rsidSect="00C67118">
      <w:headerReference w:type="default" r:id="rId9"/>
      <w:pgSz w:w="11906" w:h="16838" w:code="9"/>
      <w:pgMar w:top="1701" w:right="1701" w:bottom="170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78325" w14:textId="77777777" w:rsidR="00775BDB" w:rsidRDefault="00775BDB">
      <w:r>
        <w:separator/>
      </w:r>
    </w:p>
  </w:endnote>
  <w:endnote w:type="continuationSeparator" w:id="0">
    <w:p w14:paraId="0468331A" w14:textId="77777777" w:rsidR="00775BDB" w:rsidRDefault="00775BDB">
      <w:r>
        <w:continuationSeparator/>
      </w:r>
    </w:p>
  </w:endnote>
  <w:endnote w:type="continuationNotice" w:id="1">
    <w:p w14:paraId="546A12FF" w14:textId="77777777" w:rsidR="00775BDB" w:rsidRDefault="00775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09CF3" w14:textId="77777777" w:rsidR="00775BDB" w:rsidRDefault="00775BDB">
      <w:r>
        <w:separator/>
      </w:r>
    </w:p>
  </w:footnote>
  <w:footnote w:type="continuationSeparator" w:id="0">
    <w:p w14:paraId="3802095E" w14:textId="77777777" w:rsidR="00775BDB" w:rsidRDefault="00775BDB">
      <w:r>
        <w:continuationSeparator/>
      </w:r>
    </w:p>
  </w:footnote>
  <w:footnote w:type="continuationNotice" w:id="1">
    <w:p w14:paraId="20A30E66" w14:textId="77777777" w:rsidR="00775BDB" w:rsidRDefault="00775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368" w14:textId="4C3C58E2" w:rsidR="001A40C4" w:rsidRDefault="00CB7E28">
    <w:pPr>
      <w:pStyle w:val="a3"/>
    </w:pPr>
    <w:r>
      <w:rPr>
        <w:noProof/>
      </w:rPr>
      <w:pict w14:anchorId="31B6C8A6">
        <v:rect id="正方形/長方形 9" o:spid="_x0000_s12289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444830EA" w14:textId="77777777" w:rsidR="001A40C4" w:rsidRPr="001A40C4" w:rsidRDefault="001A40C4" w:rsidP="001A40C4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A40C4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010A"/>
    <w:rsid w:val="00022A3E"/>
    <w:rsid w:val="000455FF"/>
    <w:rsid w:val="00060B31"/>
    <w:rsid w:val="00094C4A"/>
    <w:rsid w:val="000A64A6"/>
    <w:rsid w:val="000D6417"/>
    <w:rsid w:val="001A40C4"/>
    <w:rsid w:val="001B604E"/>
    <w:rsid w:val="001C0652"/>
    <w:rsid w:val="001E5B5C"/>
    <w:rsid w:val="00207E59"/>
    <w:rsid w:val="00216704"/>
    <w:rsid w:val="002374BA"/>
    <w:rsid w:val="00247CD8"/>
    <w:rsid w:val="00263CB2"/>
    <w:rsid w:val="002876B0"/>
    <w:rsid w:val="002A3440"/>
    <w:rsid w:val="002B3E04"/>
    <w:rsid w:val="002C16D5"/>
    <w:rsid w:val="00304637"/>
    <w:rsid w:val="00304A58"/>
    <w:rsid w:val="00320F0C"/>
    <w:rsid w:val="003539E8"/>
    <w:rsid w:val="00392A15"/>
    <w:rsid w:val="003960C7"/>
    <w:rsid w:val="003C064B"/>
    <w:rsid w:val="003E5DB6"/>
    <w:rsid w:val="00406359"/>
    <w:rsid w:val="00413905"/>
    <w:rsid w:val="00423D01"/>
    <w:rsid w:val="00437DE1"/>
    <w:rsid w:val="00456463"/>
    <w:rsid w:val="00471E01"/>
    <w:rsid w:val="0049463F"/>
    <w:rsid w:val="0053671D"/>
    <w:rsid w:val="00550126"/>
    <w:rsid w:val="005810CD"/>
    <w:rsid w:val="005C383E"/>
    <w:rsid w:val="005F072F"/>
    <w:rsid w:val="005F7279"/>
    <w:rsid w:val="006078D4"/>
    <w:rsid w:val="006443EA"/>
    <w:rsid w:val="006636B7"/>
    <w:rsid w:val="00670206"/>
    <w:rsid w:val="00677B53"/>
    <w:rsid w:val="00680629"/>
    <w:rsid w:val="00680DF0"/>
    <w:rsid w:val="0068401C"/>
    <w:rsid w:val="006C22C0"/>
    <w:rsid w:val="006E7E2C"/>
    <w:rsid w:val="007005D3"/>
    <w:rsid w:val="00737AF6"/>
    <w:rsid w:val="00747ABB"/>
    <w:rsid w:val="0075177D"/>
    <w:rsid w:val="00775BDB"/>
    <w:rsid w:val="007B0A93"/>
    <w:rsid w:val="007F10B5"/>
    <w:rsid w:val="009242DF"/>
    <w:rsid w:val="00955F59"/>
    <w:rsid w:val="009647CD"/>
    <w:rsid w:val="009B61EB"/>
    <w:rsid w:val="009C46C1"/>
    <w:rsid w:val="009E3E2E"/>
    <w:rsid w:val="009E4BA2"/>
    <w:rsid w:val="00A115D8"/>
    <w:rsid w:val="00A26B52"/>
    <w:rsid w:val="00A46C86"/>
    <w:rsid w:val="00A57E8E"/>
    <w:rsid w:val="00AA04A3"/>
    <w:rsid w:val="00AA2C9A"/>
    <w:rsid w:val="00AA3814"/>
    <w:rsid w:val="00AE1886"/>
    <w:rsid w:val="00B024B5"/>
    <w:rsid w:val="00B0365C"/>
    <w:rsid w:val="00B06613"/>
    <w:rsid w:val="00B07C79"/>
    <w:rsid w:val="00B20A13"/>
    <w:rsid w:val="00B516AB"/>
    <w:rsid w:val="00B5417F"/>
    <w:rsid w:val="00B56236"/>
    <w:rsid w:val="00B56ADD"/>
    <w:rsid w:val="00BC52C4"/>
    <w:rsid w:val="00BD5354"/>
    <w:rsid w:val="00BE60AE"/>
    <w:rsid w:val="00BF1DD6"/>
    <w:rsid w:val="00BF6DC1"/>
    <w:rsid w:val="00BF6F18"/>
    <w:rsid w:val="00C309BF"/>
    <w:rsid w:val="00C51121"/>
    <w:rsid w:val="00C67118"/>
    <w:rsid w:val="00CA283D"/>
    <w:rsid w:val="00CB7E28"/>
    <w:rsid w:val="00CC2662"/>
    <w:rsid w:val="00CC63E3"/>
    <w:rsid w:val="00CD2DD6"/>
    <w:rsid w:val="00CD461E"/>
    <w:rsid w:val="00CD58BF"/>
    <w:rsid w:val="00CF45EC"/>
    <w:rsid w:val="00D02787"/>
    <w:rsid w:val="00D4578D"/>
    <w:rsid w:val="00D62476"/>
    <w:rsid w:val="00D648EA"/>
    <w:rsid w:val="00D6512C"/>
    <w:rsid w:val="00D909A1"/>
    <w:rsid w:val="00D96C00"/>
    <w:rsid w:val="00DC670C"/>
    <w:rsid w:val="00DD5F5B"/>
    <w:rsid w:val="00DF699C"/>
    <w:rsid w:val="00E20019"/>
    <w:rsid w:val="00E27E9C"/>
    <w:rsid w:val="00E42789"/>
    <w:rsid w:val="00E67879"/>
    <w:rsid w:val="00E906FE"/>
    <w:rsid w:val="00E93A0E"/>
    <w:rsid w:val="00EB6B18"/>
    <w:rsid w:val="00EC00E2"/>
    <w:rsid w:val="00EC3F52"/>
    <w:rsid w:val="00ED2DC4"/>
    <w:rsid w:val="00ED5D1A"/>
    <w:rsid w:val="00F05652"/>
    <w:rsid w:val="00F060C2"/>
    <w:rsid w:val="00F072A0"/>
    <w:rsid w:val="00F16891"/>
    <w:rsid w:val="00F2197C"/>
    <w:rsid w:val="00F27ECE"/>
    <w:rsid w:val="00F40DCD"/>
    <w:rsid w:val="00F44547"/>
    <w:rsid w:val="00F746DB"/>
    <w:rsid w:val="00F772AD"/>
    <w:rsid w:val="00F910E9"/>
    <w:rsid w:val="00F96597"/>
    <w:rsid w:val="00F972D6"/>
    <w:rsid w:val="00FD4F8D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>
      <v:textbox inset="5.85pt,.7pt,5.85pt,.7pt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  <w14:docId w14:val="21F7A229"/>
  <w15:chartTrackingRefBased/>
  <w15:docId w15:val="{8413A25B-1B0A-464F-808B-7469F256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02010A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02010A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02010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B07C7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07C79"/>
    <w:pPr>
      <w:jc w:val="left"/>
    </w:pPr>
  </w:style>
  <w:style w:type="character" w:customStyle="1" w:styleId="aa">
    <w:name w:val="コメント文字列 (文字)"/>
    <w:link w:val="a9"/>
    <w:uiPriority w:val="99"/>
    <w:rsid w:val="00B07C79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7C79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07C79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A46C86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46C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CC63E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1CA314-3BF5-4C80-B34B-ECD7A2259704}"/>
</file>

<file path=customXml/itemProps2.xml><?xml version="1.0" encoding="utf-8"?>
<ds:datastoreItem xmlns:ds="http://schemas.openxmlformats.org/officeDocument/2006/customXml" ds:itemID="{EE798732-E2A0-43B5-B130-0D5FFE186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4C3FB0-EDB5-41B0-9D76-23CC49753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62</TotalTime>
  <Pages>1</Pages>
  <Words>97</Words>
  <Characters>558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2021-12-20T01:55:00Z</cp:lastPrinted>
  <dcterms:created xsi:type="dcterms:W3CDTF">2021-10-21T04:38:00Z</dcterms:created>
  <dcterms:modified xsi:type="dcterms:W3CDTF">2024-11-24T01:09:00Z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2021-10-21T05:50:02Z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bd153f44-bdd0-4078-9fc9-4e60344d036b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