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71595" w14:textId="73C05715" w:rsidR="00D6512C" w:rsidRPr="00B5582A" w:rsidRDefault="00EC338A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C338A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C338A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A2161" w14:textId="77777777" w:rsidR="00F2197C" w:rsidRDefault="00F2197C" w:rsidP="00EC338A">
    <w:pPr>
      <w:pStyle w:val="a3"/>
      <w:jc w:val="right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25A18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C338A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  <w:rsid w:val="00FA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73DE5C-6AF5-4CFC-98EC-A493539971E5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2024-11-24T01:08:00Z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