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0C3D2B" w14:textId="77777777" w:rsidR="00F2197C" w:rsidRDefault="001D3F72" w:rsidP="001D3F72">
      <w:pPr>
        <w:wordWrap w:val="0"/>
        <w:overflowPunct w:val="0"/>
        <w:autoSpaceDE w:val="0"/>
        <w:autoSpaceDN w:val="0"/>
        <w:jc w:val="right"/>
        <w:rPr>
          <w:rFonts w:hAnsi="Century"/>
        </w:rPr>
      </w:pPr>
      <w:r>
        <w:rPr>
          <w:rFonts w:hAnsi="Century" w:hint="eastAsia"/>
        </w:rPr>
        <w:t xml:space="preserve">　　</w:t>
      </w:r>
      <w:r w:rsidR="00B43703">
        <w:rPr>
          <w:rFonts w:hAnsi="Century" w:hint="eastAsia"/>
        </w:rPr>
        <w:t>第</w:t>
      </w:r>
      <w:r>
        <w:rPr>
          <w:rFonts w:hAnsi="Century" w:hint="eastAsia"/>
        </w:rPr>
        <w:t xml:space="preserve">　　</w:t>
      </w:r>
      <w:r w:rsidR="00B43703">
        <w:rPr>
          <w:rFonts w:hAnsi="Century" w:hint="eastAsia"/>
        </w:rPr>
        <w:t xml:space="preserve">　</w:t>
      </w:r>
      <w:r>
        <w:rPr>
          <w:rFonts w:hAnsi="Century" w:hint="eastAsia"/>
        </w:rPr>
        <w:t xml:space="preserve">　　</w:t>
      </w:r>
      <w:r w:rsidR="00B43703">
        <w:rPr>
          <w:rFonts w:hAnsi="Century" w:hint="eastAsia"/>
        </w:rPr>
        <w:t>号</w:t>
      </w:r>
    </w:p>
    <w:p w14:paraId="42938DC9" w14:textId="77777777" w:rsidR="00B43703" w:rsidRDefault="00B43703" w:rsidP="00B43703">
      <w:pPr>
        <w:wordWrap w:val="0"/>
        <w:overflowPunct w:val="0"/>
        <w:autoSpaceDE w:val="0"/>
        <w:autoSpaceDN w:val="0"/>
        <w:jc w:val="right"/>
        <w:rPr>
          <w:rFonts w:hAnsi="Century"/>
        </w:rPr>
      </w:pPr>
      <w:r>
        <w:rPr>
          <w:rFonts w:hAnsi="Century" w:hint="eastAsia"/>
        </w:rPr>
        <w:t xml:space="preserve">　　年　　月　　日</w:t>
      </w:r>
    </w:p>
    <w:p w14:paraId="439ACA70" w14:textId="1A5B2917" w:rsidR="001D3F72" w:rsidRDefault="004C5DDF">
      <w:pPr>
        <w:wordWrap w:val="0"/>
        <w:overflowPunct w:val="0"/>
        <w:autoSpaceDE w:val="0"/>
        <w:autoSpaceDN w:val="0"/>
        <w:rPr>
          <w:rFonts w:hAnsi="Century"/>
        </w:rPr>
      </w:pPr>
      <w:r>
        <w:rPr>
          <w:rFonts w:hAnsi="ＭＳ 明朝" w:hint="eastAsia"/>
          <w:noProof/>
          <w:color w:val="00B0F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49A358" wp14:editId="6CE46B24">
                <wp:simplePos x="0" y="0"/>
                <wp:positionH relativeFrom="column">
                  <wp:posOffset>2540</wp:posOffset>
                </wp:positionH>
                <wp:positionV relativeFrom="paragraph">
                  <wp:posOffset>5638165</wp:posOffset>
                </wp:positionV>
                <wp:extent cx="5472430" cy="1314450"/>
                <wp:effectExtent l="0" t="0" r="1397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2430" cy="13144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2E657" w14:textId="77777777" w:rsidR="004C5DDF" w:rsidRPr="0051338E" w:rsidRDefault="004C5DDF" w:rsidP="004C5DD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自由記載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49A358" id="正方形/長方形 4" o:spid="_x0000_s1026" style="position:absolute;left:0;text-align:left;margin-left:.2pt;margin-top:443.95pt;width:430.9pt;height:10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" fillcolor="#92d050" strokecolor="#92d050" strokeweight="1pt">
                <v:fill opacity="52428f"/>
                <v:textbox>
                  <w:txbxContent>
                    <w:p w14:paraId="16E2E657" w14:textId="77777777" w:rsidR="004C5DDF" w:rsidRPr="0051338E" w:rsidRDefault="004C5DDF" w:rsidP="004C5DDF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51338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2"/>
                        </w:rPr>
                        <w:t>自由記載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2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1"/>
      </w:tblGrid>
      <w:tr w:rsidR="00D6512C" w14:paraId="2F5EB820" w14:textId="77777777" w:rsidTr="007627D5">
        <w:trPr>
          <w:cantSplit/>
          <w:trHeight w:val="1152"/>
        </w:trPr>
        <w:tc>
          <w:tcPr>
            <w:tcW w:w="8491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24550055" w14:textId="68E0AD39" w:rsidR="00D6512C" w:rsidRDefault="00C065A8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  <w:r>
              <w:rPr>
                <w:rFonts w:hAnsi="Century" w:hint="eastAsia"/>
                <w:sz w:val="28"/>
                <w:szCs w:val="28"/>
              </w:rPr>
              <w:t>障害者</w:t>
            </w:r>
            <w:r w:rsidR="00B43703">
              <w:rPr>
                <w:rFonts w:hAnsi="Century" w:hint="eastAsia"/>
                <w:sz w:val="28"/>
                <w:szCs w:val="28"/>
              </w:rPr>
              <w:t>手帳交付証明書</w:t>
            </w:r>
          </w:p>
          <w:p w14:paraId="053E9BFF" w14:textId="77777777" w:rsidR="001D3F72" w:rsidRDefault="001D3F72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</w:p>
          <w:p w14:paraId="4DF33EF5" w14:textId="48C566C4" w:rsidR="001D3F72" w:rsidRDefault="004C5DDF" w:rsidP="001D3F72">
            <w:pPr>
              <w:wordWrap w:val="0"/>
              <w:overflowPunct w:val="0"/>
              <w:autoSpaceDE w:val="0"/>
              <w:autoSpaceDN w:val="0"/>
              <w:spacing w:before="240"/>
              <w:ind w:right="37"/>
              <w:jc w:val="right"/>
              <w:rPr>
                <w:rFonts w:hAnsi="Century"/>
              </w:rPr>
            </w:pPr>
            <w:bookmarkStart w:id="0" w:name="_Hlk85721362"/>
            <w:r>
              <w:rPr>
                <w:rFonts w:hAnsi="ＭＳ 明朝" w:hint="eastAsia"/>
                <w:szCs w:val="21"/>
                <w:bdr w:val="single" w:sz="4" w:space="0" w:color="auto"/>
              </w:rPr>
              <w:t>都道府県</w:t>
            </w:r>
            <w:r w:rsidRPr="003C04D1">
              <w:rPr>
                <w:rFonts w:hAnsi="ＭＳ 明朝" w:hint="eastAsia"/>
                <w:szCs w:val="21"/>
              </w:rPr>
              <w:t>知事・</w:t>
            </w:r>
            <w:r>
              <w:rPr>
                <w:rFonts w:hAnsi="ＭＳ 明朝" w:hint="eastAsia"/>
                <w:szCs w:val="21"/>
                <w:bdr w:val="single" w:sz="4" w:space="0" w:color="auto"/>
              </w:rPr>
              <w:t>指定都市</w:t>
            </w:r>
            <w:r>
              <w:rPr>
                <w:rFonts w:hAnsi="ＭＳ 明朝" w:hint="eastAsia"/>
                <w:szCs w:val="21"/>
              </w:rPr>
              <w:t>市長</w:t>
            </w:r>
            <w:bookmarkEnd w:id="0"/>
            <w:r w:rsidRPr="00E02A0A">
              <w:rPr>
                <w:rFonts w:hAnsi="ＭＳ 明朝" w:hint="eastAsia"/>
                <w:szCs w:val="21"/>
              </w:rPr>
              <w:t xml:space="preserve">　</w:t>
            </w:r>
            <w:r w:rsidR="00B43703" w:rsidRPr="00B43703">
              <w:rPr>
                <w:rFonts w:hAnsi="Century" w:hint="eastAsia"/>
                <w:bdr w:val="single" w:sz="4" w:space="0" w:color="auto"/>
              </w:rPr>
              <w:t>印</w:t>
            </w:r>
          </w:p>
          <w:p w14:paraId="07C31520" w14:textId="416C94C7" w:rsidR="001D3F72" w:rsidRDefault="00C71EA2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  <w:r>
              <w:rPr>
                <w:rFonts w:hAnsi="ＭＳ 明朝" w:hint="eastAsia"/>
                <w:noProof/>
                <w:color w:val="00B0F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7052C46" wp14:editId="158E85C0">
                      <wp:simplePos x="0" y="0"/>
                      <wp:positionH relativeFrom="column">
                        <wp:posOffset>-123825</wp:posOffset>
                      </wp:positionH>
                      <wp:positionV relativeFrom="paragraph">
                        <wp:posOffset>173355</wp:posOffset>
                      </wp:positionV>
                      <wp:extent cx="5424805" cy="409575"/>
                      <wp:effectExtent l="0" t="0" r="23495" b="2857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480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2CE77C7" w14:textId="77777777" w:rsidR="00C71EA2" w:rsidRPr="0051338E" w:rsidRDefault="00C71EA2" w:rsidP="00C71EA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052C46" id="正方形/長方形 1" o:spid="_x0000_s1027" style="position:absolute;left:0;text-align:left;margin-left:-9.75pt;margin-top:13.65pt;width:427.15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" fillcolor="#92d050" strokecolor="#92d050" strokeweight="1pt">
                      <v:fill opacity="52428f"/>
                      <v:textbox>
                        <w:txbxContent>
                          <w:p w14:paraId="22CE77C7" w14:textId="77777777" w:rsidR="00C71EA2" w:rsidRPr="0051338E" w:rsidRDefault="00C71EA2" w:rsidP="00C71EA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固定文言１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20E111D" w14:textId="58DA1536" w:rsidR="001D3F72" w:rsidRPr="001D3F72" w:rsidRDefault="00B43703" w:rsidP="004414F2">
            <w:pPr>
              <w:pStyle w:val="a5"/>
              <w:spacing w:before="72" w:line="276" w:lineRule="auto"/>
              <w:ind w:left="164" w:firstLineChars="67" w:firstLine="141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下記の者は、</w:t>
            </w:r>
            <w:r w:rsidR="00C065A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障害者</w:t>
            </w: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手帳の交付者であること</w:t>
            </w:r>
            <w:r w:rsidR="004C5DD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（あったこと）</w:t>
            </w: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を証明</w:t>
            </w:r>
            <w:r w:rsidR="006E333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します</w:t>
            </w:r>
            <w:r w:rsidR="004414F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。</w:t>
            </w:r>
          </w:p>
          <w:p w14:paraId="50B370FB" w14:textId="77777777" w:rsidR="002C3373" w:rsidRPr="00086C86" w:rsidRDefault="002C3373" w:rsidP="002C3373">
            <w:pPr>
              <w:pStyle w:val="a7"/>
              <w:rPr>
                <w:rFonts w:ascii="ＭＳ 明朝" w:eastAsia="ＭＳ 明朝" w:hAnsi="ＭＳ 明朝"/>
              </w:rPr>
            </w:pPr>
          </w:p>
          <w:p w14:paraId="0F023929" w14:textId="77777777" w:rsidR="002C3373" w:rsidRPr="00F0555A" w:rsidRDefault="002C3373" w:rsidP="002C3373">
            <w:pPr>
              <w:pStyle w:val="a7"/>
              <w:ind w:firstLineChars="100" w:firstLine="21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6357838E" w14:textId="77777777" w:rsidR="001D3F72" w:rsidRPr="001D3F72" w:rsidRDefault="001D3F72" w:rsidP="002C3373">
            <w:pPr>
              <w:overflowPunct w:val="0"/>
              <w:autoSpaceDE w:val="0"/>
              <w:autoSpaceDN w:val="0"/>
              <w:rPr>
                <w:rFonts w:hAnsi="Century"/>
                <w:spacing w:val="210"/>
              </w:rPr>
            </w:pPr>
          </w:p>
        </w:tc>
      </w:tr>
    </w:tbl>
    <w:p w14:paraId="5FCA7FC9" w14:textId="77777777" w:rsidR="007F7F1E" w:rsidRPr="007F7F1E" w:rsidRDefault="007F7F1E" w:rsidP="007F7F1E">
      <w:pPr>
        <w:rPr>
          <w:vanish/>
        </w:rPr>
      </w:pPr>
    </w:p>
    <w:tbl>
      <w:tblPr>
        <w:tblW w:w="8637" w:type="dxa"/>
        <w:tblInd w:w="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6"/>
        <w:gridCol w:w="1134"/>
        <w:gridCol w:w="1134"/>
        <w:gridCol w:w="1134"/>
        <w:gridCol w:w="1559"/>
        <w:gridCol w:w="2410"/>
      </w:tblGrid>
      <w:tr w:rsidR="004C6369" w:rsidRPr="00DE6EBC" w14:paraId="16984F4A" w14:textId="77777777" w:rsidTr="004C5DDF">
        <w:trPr>
          <w:trHeight w:val="567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E1766" w14:textId="77777777" w:rsidR="004C6369" w:rsidRPr="007F7F1E" w:rsidRDefault="004C6369" w:rsidP="00F347D1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手帳番号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4688A" w14:textId="77777777" w:rsidR="004C6369" w:rsidRPr="007F7F1E" w:rsidRDefault="004C6369" w:rsidP="00F347D1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DB50B9" w14:textId="29D6AE79" w:rsidR="004C6369" w:rsidRPr="007F7F1E" w:rsidRDefault="00C065A8" w:rsidP="00E27183">
            <w:pPr>
              <w:pStyle w:val="TableParagraph"/>
              <w:spacing w:before="73"/>
              <w:ind w:left="-2" w:rightChars="-4" w:right="-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交</w:t>
            </w:r>
            <w:r w:rsidR="00E27183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付</w:t>
            </w:r>
            <w:r w:rsidR="00E27183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>日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CB493D6" w14:textId="77777777" w:rsidR="004C6369" w:rsidRPr="007F7F1E" w:rsidRDefault="004C6369" w:rsidP="00F347D1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B5F9F" w:rsidRPr="00DE6EBC" w14:paraId="435C77AA" w14:textId="77777777" w:rsidTr="00FB5F9F">
        <w:trPr>
          <w:trHeight w:val="567"/>
        </w:trPr>
        <w:tc>
          <w:tcPr>
            <w:tcW w:w="1266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6C26757D" w14:textId="373C4F11" w:rsidR="00FB5F9F" w:rsidRPr="007F7F1E" w:rsidRDefault="00FB5F9F" w:rsidP="00F347D1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障害等級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D460DE2" w14:textId="77777777" w:rsidR="00FB5F9F" w:rsidRPr="007F7F1E" w:rsidRDefault="00FB5F9F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238F5179" w14:textId="74571C78" w:rsidR="00FB5F9F" w:rsidRPr="007F7F1E" w:rsidRDefault="00FB5F9F" w:rsidP="00FB5F9F">
            <w:pPr>
              <w:pStyle w:val="TableParagraph"/>
              <w:spacing w:before="73"/>
              <w:ind w:left="138" w:rightChars="65" w:right="136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3D1D91">
              <w:rPr>
                <w:rFonts w:ascii="ＭＳ 明朝" w:eastAsia="ＭＳ 明朝" w:hAnsi="ＭＳ 明朝" w:hint="eastAsia"/>
                <w:sz w:val="21"/>
                <w:szCs w:val="21"/>
              </w:rPr>
              <w:t>旅客運賃</w:t>
            </w:r>
            <w:r w:rsidRPr="003D1D91">
              <w:rPr>
                <w:rFonts w:ascii="ＭＳ 明朝" w:eastAsia="ＭＳ 明朝" w:hAnsi="ＭＳ 明朝" w:hint="eastAsia"/>
                <w:spacing w:val="210"/>
                <w:sz w:val="21"/>
                <w:szCs w:val="21"/>
                <w:fitText w:val="840" w:id="-998479360"/>
              </w:rPr>
              <w:t>減</w:t>
            </w:r>
            <w:r w:rsidRPr="003D1D91">
              <w:rPr>
                <w:rFonts w:ascii="ＭＳ 明朝" w:eastAsia="ＭＳ 明朝" w:hAnsi="ＭＳ 明朝" w:hint="eastAsia"/>
                <w:sz w:val="21"/>
                <w:szCs w:val="21"/>
                <w:fitText w:val="840" w:id="-998479360"/>
              </w:rPr>
              <w:t>額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09B4974E" w14:textId="7639AA45" w:rsidR="00FB5F9F" w:rsidRPr="007F7F1E" w:rsidRDefault="00FB5F9F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59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701D4720" w14:textId="2BF018B2" w:rsidR="00FB5F9F" w:rsidRPr="007F7F1E" w:rsidRDefault="00FB5F9F" w:rsidP="00C065A8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再交付日</w:t>
            </w:r>
          </w:p>
        </w:tc>
        <w:tc>
          <w:tcPr>
            <w:tcW w:w="2410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A7631AD" w14:textId="33D83D4E" w:rsidR="00FB5F9F" w:rsidRPr="007F7F1E" w:rsidRDefault="00FB5F9F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27183" w:rsidRPr="00DE6EBC" w14:paraId="39A56136" w14:textId="77777777" w:rsidTr="004C5DDF">
        <w:trPr>
          <w:trHeight w:val="567"/>
        </w:trPr>
        <w:tc>
          <w:tcPr>
            <w:tcW w:w="1266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5C8FFDC8" w14:textId="40A57BB0" w:rsidR="00E27183" w:rsidRDefault="00E27183" w:rsidP="00F347D1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有効期限</w:t>
            </w:r>
          </w:p>
        </w:tc>
        <w:tc>
          <w:tcPr>
            <w:tcW w:w="3402" w:type="dxa"/>
            <w:gridSpan w:val="3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B07D4AC" w14:textId="77777777" w:rsidR="00E27183" w:rsidRPr="007F7F1E" w:rsidRDefault="00E27183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59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6769D5C" w14:textId="32E9F0FA" w:rsidR="00E27183" w:rsidRDefault="00E27183" w:rsidP="00C065A8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返 還 日</w:t>
            </w:r>
          </w:p>
        </w:tc>
        <w:tc>
          <w:tcPr>
            <w:tcW w:w="2410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5F7F81DA" w14:textId="77777777" w:rsidR="00E27183" w:rsidRPr="007F7F1E" w:rsidRDefault="00E27183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DE6EBC" w14:paraId="02399A47" w14:textId="77777777" w:rsidTr="004C5DDF">
        <w:trPr>
          <w:trHeight w:val="567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52BE4" w14:textId="77777777" w:rsidR="00C56F90" w:rsidRPr="007F7F1E" w:rsidRDefault="00C56F90" w:rsidP="007F7F1E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氏　　名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1BCEB" w14:textId="77777777" w:rsidR="00C56F90" w:rsidRPr="007F7F1E" w:rsidRDefault="00C56F90" w:rsidP="004C6369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795D36" w14:textId="77777777" w:rsidR="00C56F90" w:rsidRPr="007F7F1E" w:rsidRDefault="00C56F90" w:rsidP="004C6369">
            <w:pPr>
              <w:pStyle w:val="TableParagraph"/>
              <w:spacing w:before="73"/>
              <w:ind w:left="-2" w:rightChars="-4" w:right="-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生年月日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CF9B24A" w14:textId="77777777" w:rsidR="00C56F90" w:rsidRPr="007F7F1E" w:rsidRDefault="00C56F90" w:rsidP="004C6369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DE6EBC" w14:paraId="00DEFF01" w14:textId="77777777" w:rsidTr="004C5DDF">
        <w:trPr>
          <w:trHeight w:val="567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03DA7" w14:textId="77777777" w:rsidR="00C56F90" w:rsidRPr="007F7F1E" w:rsidRDefault="00C56F90" w:rsidP="007F7F1E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A21CA" w14:textId="77777777" w:rsidR="00C56F90" w:rsidRPr="007F7F1E" w:rsidRDefault="00C56F90" w:rsidP="004C6369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DE6EBC" w14:paraId="2C6A4A79" w14:textId="77777777" w:rsidTr="004C5DDF">
        <w:trPr>
          <w:trHeight w:val="2870"/>
        </w:trPr>
        <w:tc>
          <w:tcPr>
            <w:tcW w:w="1266" w:type="dxa"/>
            <w:shd w:val="clear" w:color="auto" w:fill="92D050"/>
            <w:vAlign w:val="center"/>
          </w:tcPr>
          <w:p w14:paraId="0A93128F" w14:textId="0056541B" w:rsidR="004C5DDF" w:rsidRPr="00594BF5" w:rsidRDefault="004C5DDF" w:rsidP="004C5DDF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594BF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7D2B16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</w:p>
          <w:p w14:paraId="473BBD1C" w14:textId="77777777" w:rsidR="004C5DDF" w:rsidRDefault="004C5DDF" w:rsidP="004C5DDF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  <w:p w14:paraId="389A5466" w14:textId="59D2A7BF" w:rsidR="00C56F90" w:rsidRPr="007F7F1E" w:rsidRDefault="004C5DDF" w:rsidP="004C5DDF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　　考</w:t>
            </w:r>
          </w:p>
        </w:tc>
        <w:tc>
          <w:tcPr>
            <w:tcW w:w="7371" w:type="dxa"/>
            <w:gridSpan w:val="5"/>
            <w:shd w:val="clear" w:color="auto" w:fill="92D050"/>
            <w:vAlign w:val="center"/>
          </w:tcPr>
          <w:p w14:paraId="13A49810" w14:textId="4B09DA69" w:rsidR="00C56F90" w:rsidRPr="007F7F1E" w:rsidRDefault="004C5DDF" w:rsidP="004C5DDF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594BF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7D2B16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３</w:t>
            </w:r>
            <w:r w:rsidRPr="00594BF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＋編集１</w:t>
            </w:r>
          </w:p>
        </w:tc>
      </w:tr>
    </w:tbl>
    <w:p w14:paraId="04B7C154" w14:textId="77777777" w:rsidR="007F7F1E" w:rsidRPr="007F7F1E" w:rsidRDefault="007F7F1E" w:rsidP="007F7F1E">
      <w:pPr>
        <w:rPr>
          <w:vanish/>
        </w:rPr>
      </w:pP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</w:tblGrid>
      <w:tr w:rsidR="007627D5" w:rsidRPr="006636B7" w14:paraId="0CE8E389" w14:textId="77777777" w:rsidTr="007627D5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A7F9434" w14:textId="186CA0A2" w:rsidR="000429F7" w:rsidRDefault="000429F7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ABD9322" w14:textId="4433652F" w:rsidR="000429F7" w:rsidRDefault="000429F7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D1810A3" w14:textId="57EDA2CD" w:rsidR="000429F7" w:rsidRDefault="000429F7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8EFC740" w14:textId="2F1A51C6" w:rsidR="000429F7" w:rsidRDefault="000429F7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3ED75A4E" w14:textId="77777777" w:rsidR="000429F7" w:rsidRDefault="000429F7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8EE6014" w14:textId="7D94802A" w:rsidR="00262258" w:rsidRDefault="00262258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505BE59" w14:textId="7D0C0B2B" w:rsidR="00C71EA2" w:rsidRDefault="00C71EA2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2156D87" w14:textId="77777777" w:rsidR="00C71EA2" w:rsidRDefault="00C71EA2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FA01F99" w14:textId="66F84A19" w:rsidR="007627D5" w:rsidRPr="006636B7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6636B7" w14:paraId="5752CA6A" w14:textId="77777777" w:rsidTr="007627D5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D6DC606" w14:textId="77777777" w:rsidR="007627D5" w:rsidRPr="006636B7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6636B7" w14:paraId="2ED8468C" w14:textId="77777777" w:rsidTr="007627D5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E2C367A" w14:textId="77777777" w:rsidR="007627D5" w:rsidRPr="006636B7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132A45D" w14:textId="77777777" w:rsidR="007627D5" w:rsidRPr="006636B7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6636B7" w14:paraId="7C9B9145" w14:textId="77777777" w:rsidTr="007627D5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0DDF5AE" w14:textId="77777777" w:rsidR="007627D5" w:rsidRPr="009B7CA3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9B7CA3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3A173CA1" w14:textId="3B63C8F8" w:rsidR="00ED1C2C" w:rsidRPr="009B7CA3" w:rsidRDefault="00ED1C2C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9B7CA3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A529BAB" w14:textId="77777777" w:rsidR="007627D5" w:rsidRPr="009B7CA3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B7CA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ED1C2C" w:rsidRPr="009B7CA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287DC92D" w14:textId="726D6E38" w:rsidR="00ED1C2C" w:rsidRPr="009B7CA3" w:rsidRDefault="00ED1C2C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9B7CA3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772100AB" w14:textId="77777777" w:rsidR="00D6512C" w:rsidRPr="008C3004" w:rsidRDefault="00D6512C" w:rsidP="006443EA">
      <w:pPr>
        <w:wordWrap w:val="0"/>
        <w:overflowPunct w:val="0"/>
        <w:autoSpaceDE w:val="0"/>
        <w:autoSpaceDN w:val="0"/>
        <w:rPr>
          <w:rFonts w:hAnsi="Century"/>
          <w:sz w:val="2"/>
          <w:szCs w:val="2"/>
        </w:rPr>
      </w:pPr>
    </w:p>
    <w:sectPr w:rsidR="00D6512C" w:rsidRPr="008C3004">
      <w:headerReference w:type="default" r:id="rId7"/>
      <w:pgSz w:w="11906" w:h="16838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B630F2" w14:textId="77777777" w:rsidR="00202A11" w:rsidRDefault="00202A11">
      <w:r>
        <w:separator/>
      </w:r>
    </w:p>
  </w:endnote>
  <w:endnote w:type="continuationSeparator" w:id="0">
    <w:p w14:paraId="30017449" w14:textId="77777777" w:rsidR="00202A11" w:rsidRDefault="00202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23A305" w14:textId="77777777" w:rsidR="00202A11" w:rsidRDefault="00202A11">
      <w:r>
        <w:separator/>
      </w:r>
    </w:p>
  </w:footnote>
  <w:footnote w:type="continuationSeparator" w:id="0">
    <w:p w14:paraId="060178FB" w14:textId="77777777" w:rsidR="00202A11" w:rsidRDefault="00202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EC388" w14:textId="17BE2908" w:rsidR="001E7242" w:rsidRDefault="001E7242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38DEDC" wp14:editId="21CA9EA7">
              <wp:simplePos x="0" y="0"/>
              <wp:positionH relativeFrom="page">
                <wp:posOffset>1080135</wp:posOffset>
              </wp:positionH>
              <wp:positionV relativeFrom="page">
                <wp:posOffset>540385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9B7151B" w14:textId="77777777" w:rsidR="001E7242" w:rsidRPr="00967DE7" w:rsidRDefault="001E7242" w:rsidP="001E7242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538DEDC" id="正方形/長方形 9" o:spid="_x0000_s1028" style="position:absolute;left:0;text-align:left;margin-left:85.05pt;margin-top:42.5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" filled="f" stroked="f" strokeweight="1pt">
              <v:textbox>
                <w:txbxContent>
                  <w:p w14:paraId="39B7151B" w14:textId="77777777" w:rsidR="001E7242" w:rsidRPr="00967DE7" w:rsidRDefault="001E7242" w:rsidP="001E7242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D4DAF"/>
    <w:multiLevelType w:val="hybridMultilevel"/>
    <w:tmpl w:val="07187E1A"/>
    <w:lvl w:ilvl="0" w:tplc="3AC2B4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47470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26658"/>
    <w:rsid w:val="000429F7"/>
    <w:rsid w:val="00052D0B"/>
    <w:rsid w:val="00067CE4"/>
    <w:rsid w:val="000A7535"/>
    <w:rsid w:val="000D2546"/>
    <w:rsid w:val="00110457"/>
    <w:rsid w:val="00135C60"/>
    <w:rsid w:val="0014483B"/>
    <w:rsid w:val="00171425"/>
    <w:rsid w:val="001D3F72"/>
    <w:rsid w:val="001E7242"/>
    <w:rsid w:val="001F3314"/>
    <w:rsid w:val="001F6B30"/>
    <w:rsid w:val="00202A11"/>
    <w:rsid w:val="002374BA"/>
    <w:rsid w:val="00247CD8"/>
    <w:rsid w:val="00262258"/>
    <w:rsid w:val="00266160"/>
    <w:rsid w:val="002C3373"/>
    <w:rsid w:val="0036078A"/>
    <w:rsid w:val="00387C62"/>
    <w:rsid w:val="003C4F76"/>
    <w:rsid w:val="003D1D91"/>
    <w:rsid w:val="00412F75"/>
    <w:rsid w:val="004414F2"/>
    <w:rsid w:val="00496E79"/>
    <w:rsid w:val="004C5DDF"/>
    <w:rsid w:val="004C6369"/>
    <w:rsid w:val="0053005F"/>
    <w:rsid w:val="00566B7E"/>
    <w:rsid w:val="0060292E"/>
    <w:rsid w:val="006078D4"/>
    <w:rsid w:val="006443EA"/>
    <w:rsid w:val="00683792"/>
    <w:rsid w:val="006E333A"/>
    <w:rsid w:val="007304BA"/>
    <w:rsid w:val="00747A3D"/>
    <w:rsid w:val="007627D5"/>
    <w:rsid w:val="007D2B16"/>
    <w:rsid w:val="007D5C02"/>
    <w:rsid w:val="007F7F1E"/>
    <w:rsid w:val="00801B5A"/>
    <w:rsid w:val="008074CF"/>
    <w:rsid w:val="008561BF"/>
    <w:rsid w:val="008C3004"/>
    <w:rsid w:val="009647CD"/>
    <w:rsid w:val="009B7CA3"/>
    <w:rsid w:val="009D2531"/>
    <w:rsid w:val="00A561E4"/>
    <w:rsid w:val="00B024B5"/>
    <w:rsid w:val="00B20915"/>
    <w:rsid w:val="00B43703"/>
    <w:rsid w:val="00B56236"/>
    <w:rsid w:val="00C065A8"/>
    <w:rsid w:val="00C56F90"/>
    <w:rsid w:val="00C71EA2"/>
    <w:rsid w:val="00CA283D"/>
    <w:rsid w:val="00CD2DD6"/>
    <w:rsid w:val="00D6512C"/>
    <w:rsid w:val="00D72CAA"/>
    <w:rsid w:val="00D80153"/>
    <w:rsid w:val="00D83528"/>
    <w:rsid w:val="00DA1C90"/>
    <w:rsid w:val="00DB2F31"/>
    <w:rsid w:val="00DD5F5B"/>
    <w:rsid w:val="00DF699C"/>
    <w:rsid w:val="00E058CA"/>
    <w:rsid w:val="00E27183"/>
    <w:rsid w:val="00E86529"/>
    <w:rsid w:val="00EB6B18"/>
    <w:rsid w:val="00ED1C2C"/>
    <w:rsid w:val="00ED2DC4"/>
    <w:rsid w:val="00ED5D1A"/>
    <w:rsid w:val="00F05652"/>
    <w:rsid w:val="00F2197C"/>
    <w:rsid w:val="00F27ECE"/>
    <w:rsid w:val="00F65E8A"/>
    <w:rsid w:val="00FB5F9F"/>
    <w:rsid w:val="00FC41D7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67EBDE08"/>
  <w15:chartTrackingRefBased/>
  <w15:docId w15:val="{C2B88E5F-C208-4D77-9626-5B2B23CE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paragraph" w:customStyle="1" w:styleId="TableParagraph">
    <w:name w:val="Table Paragraph"/>
    <w:basedOn w:val="a"/>
    <w:uiPriority w:val="1"/>
    <w:qFormat/>
    <w:rsid w:val="002C3373"/>
    <w:pPr>
      <w:autoSpaceDE w:val="0"/>
      <w:autoSpaceDN w:val="0"/>
      <w:jc w:val="left"/>
    </w:pPr>
    <w:rPr>
      <w:rFonts w:ascii="kiloji" w:eastAsia="kiloji" w:hAnsi="kiloji" w:cs="kiloji"/>
      <w:kern w:val="0"/>
      <w:sz w:val="22"/>
      <w:szCs w:val="22"/>
    </w:rPr>
  </w:style>
  <w:style w:type="paragraph" w:styleId="a7">
    <w:name w:val="No Spacing"/>
    <w:uiPriority w:val="1"/>
    <w:qFormat/>
    <w:rsid w:val="002C3373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table" w:customStyle="1" w:styleId="TableNormal">
    <w:name w:val="Table Normal"/>
    <w:uiPriority w:val="2"/>
    <w:semiHidden/>
    <w:unhideWhenUsed/>
    <w:qFormat/>
    <w:rsid w:val="00C56F90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ED1C2C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ED1C2C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ED1C2C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D1C2C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ED1C2C"/>
    <w:rPr>
      <w:rFonts w:ascii="ＭＳ 明朝" w:hAnsi="Courier New"/>
      <w:b/>
      <w:bCs/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E865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8652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997A8DE-5348-4110-ADC1-AE4D31B16DF2}"/>
</file>

<file path=customXml/itemProps2.xml><?xml version="1.0" encoding="utf-8"?>
<ds:datastoreItem xmlns:ds="http://schemas.openxmlformats.org/officeDocument/2006/customXml" ds:itemID="{CD261443-B7E2-41E4-BB10-C464C2B1BD0E}"/>
</file>

<file path=customXml/itemProps3.xml><?xml version="1.0" encoding="utf-8"?>
<ds:datastoreItem xmlns:ds="http://schemas.openxmlformats.org/officeDocument/2006/customXml" ds:itemID="{0C664469-8F67-4742-B6E4-A64BA8D8B462}"/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50</TotalTime>
  <Pages>1</Pages>
  <Words>160</Words>
  <Characters>149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2001-06-03T13:43:00Z</cp:lastPrinted>
  <dcterms:created xsi:type="dcterms:W3CDTF">2021-04-16T02:24:00Z</dcterms:created>
  <dcterms:modified xsi:type="dcterms:W3CDTF">2024-06-28T09:13:00Z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