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CABD6B2"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638B6BCE" w14:textId="77777777" w:rsidR="006F0286" w:rsidRPr="00B6714F" w:rsidRDefault="006F0286" w:rsidP="006F0286">
      <w:pPr>
        <w:rPr>
          <w:rFonts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2FD900BB" w14:textId="4BAA9772" w:rsidR="002B1E02" w:rsidRPr="002F33C2" w:rsidRDefault="00864068" w:rsidP="006E5919">
      <w:pPr>
        <w:kinsoku w:val="0"/>
        <w:adjustRightInd w:val="0"/>
        <w:snapToGrid w:val="0"/>
        <w:jc w:val="left"/>
        <w:rPr>
          <w:rFonts w:hAnsi="ＭＳ 明朝"/>
          <w:sz w:val="16"/>
        </w:rPr>
      </w:pPr>
      <w:r>
        <w:rPr>
          <w:rFonts w:hAnsi="ＭＳ 明朝"/>
          <w:noProof/>
        </w:rPr>
        <mc:AlternateContent>
          <mc:Choice Requires="wps">
            <w:drawing>
              <wp:anchor distT="0" distB="0" distL="114300" distR="114300" simplePos="0" relativeHeight="251685376" behindDoc="0" locked="0" layoutInCell="1" allowOverlap="1" wp14:anchorId="6A80C29C" wp14:editId="77DF022F">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80C29C" id="正方形/長方形 9" o:spid="_x0000_s1028" style="position:absolute;margin-left:17.85pt;margin-top:10.5pt;width:1in;height:24.7pt;z-index:2516853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32FDD043" w:rsidR="006F0286" w:rsidRDefault="006F0286" w:rsidP="009D331C">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00EF38B3" w:rsidRPr="00EF38B3">
        <w:rPr>
          <w:rFonts w:hAnsi="ＭＳ 明朝" w:hint="eastAsia"/>
          <w:b/>
          <w:sz w:val="28"/>
          <w:lang w:eastAsia="zh-CN"/>
        </w:rPr>
        <w:t>滞納保険料控除通知書</w:t>
      </w:r>
    </w:p>
    <w:p w14:paraId="4E2B7B5F" w14:textId="77777777" w:rsidR="002B1E02" w:rsidRPr="002F33C2" w:rsidRDefault="002B1E02" w:rsidP="002B1E02">
      <w:pPr>
        <w:adjustRightInd w:val="0"/>
        <w:snapToGrid w:val="0"/>
        <w:jc w:val="left"/>
        <w:rPr>
          <w:rFonts w:hAnsi="ＭＳ 明朝"/>
          <w:sz w:val="16"/>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0689C36">
                <wp:simplePos x="0" y="0"/>
                <wp:positionH relativeFrom="margin">
                  <wp:align>center</wp:align>
                </wp:positionH>
                <wp:positionV relativeFrom="paragraph">
                  <wp:posOffset>57785</wp:posOffset>
                </wp:positionV>
                <wp:extent cx="6877050" cy="1603169"/>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603169"/>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126.2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610D88DC" w14:textId="5DF42CFC" w:rsidR="00EF38B3" w:rsidRDefault="00EF38B3" w:rsidP="00AC25BA">
      <w:pPr>
        <w:spacing w:line="220" w:lineRule="exact"/>
        <w:rPr>
          <w:rFonts w:hAnsi="ＭＳ 明朝"/>
          <w:sz w:val="20"/>
        </w:rPr>
      </w:pP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sidR="00AF36D9">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sidR="00AF36D9">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74C90431" w14:textId="7894E995" w:rsidR="00EF38B3" w:rsidRPr="00EF38B3" w:rsidRDefault="00EF02D1" w:rsidP="00AC25BA">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3328" behindDoc="0" locked="0" layoutInCell="1" allowOverlap="1" wp14:anchorId="10EFE3B0" wp14:editId="2BB63C80">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CFED1"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EF38B3">
        <w:rPr>
          <w:rFonts w:hAnsi="ＭＳ 明朝" w:hint="eastAsia"/>
          <w:sz w:val="20"/>
        </w:rPr>
        <w:t xml:space="preserve">　</w:t>
      </w:r>
      <w:r w:rsidR="00EF38B3" w:rsidRPr="00EF38B3">
        <w:rPr>
          <w:rFonts w:hAnsi="ＭＳ 明朝" w:hint="eastAsia"/>
          <w:sz w:val="20"/>
        </w:rPr>
        <w:t>したがって、介護保険法第６７条第３項の規定に基づき、</w:t>
      </w:r>
      <w:r w:rsidR="008E3CF0">
        <w:rPr>
          <w:rFonts w:hAnsi="ＭＳ 明朝" w:hint="eastAsia"/>
          <w:sz w:val="20"/>
        </w:rPr>
        <w:t>次</w:t>
      </w:r>
      <w:r w:rsidR="00EF38B3" w:rsidRPr="00EF38B3">
        <w:rPr>
          <w:rFonts w:hAnsi="ＭＳ 明朝" w:hint="eastAsia"/>
          <w:sz w:val="20"/>
        </w:rPr>
        <w:t>の</w:t>
      </w:r>
      <w:r w:rsidR="00E31C29">
        <w:rPr>
          <w:rFonts w:hAnsi="ＭＳ 明朝" w:hint="eastAsia"/>
          <w:sz w:val="20"/>
        </w:rPr>
        <w:t>とお</w:t>
      </w:r>
      <w:r w:rsidR="00EF38B3" w:rsidRPr="00EF38B3">
        <w:rPr>
          <w:rFonts w:hAnsi="ＭＳ 明朝" w:hint="eastAsia"/>
          <w:sz w:val="20"/>
        </w:rPr>
        <w:t>り、あなたの、</w:t>
      </w:r>
      <w:r w:rsidR="00EF38B3">
        <w:rPr>
          <w:rFonts w:hAnsi="ＭＳ 明朝" w:hint="eastAsia"/>
          <w:sz w:val="20"/>
        </w:rPr>
        <w:t>一時</w:t>
      </w:r>
      <w:r w:rsidR="00EF38B3" w:rsidRPr="00EF38B3">
        <w:rPr>
          <w:rFonts w:hAnsi="ＭＳ 明朝" w:hint="eastAsia"/>
          <w:sz w:val="20"/>
        </w:rPr>
        <w:t>差止め対象となっている保険給付から保険料を控除することに決定しましたので、通知します。</w:t>
      </w:r>
    </w:p>
    <w:p w14:paraId="3B8E8001" w14:textId="54FEB9CF" w:rsidR="00EF38B3" w:rsidRDefault="00EF38B3" w:rsidP="00AC25BA">
      <w:pPr>
        <w:spacing w:line="220" w:lineRule="exact"/>
        <w:rPr>
          <w:rFonts w:hAnsi="ＭＳ 明朝"/>
          <w:sz w:val="20"/>
        </w:rPr>
      </w:pPr>
      <w:r w:rsidRPr="00EF38B3">
        <w:rPr>
          <w:rFonts w:hAnsi="ＭＳ 明朝" w:hint="eastAsia"/>
          <w:sz w:val="20"/>
        </w:rPr>
        <w:t xml:space="preserve">　なお、被保険者証の支払方法の変更の記載を消除しま</w:t>
      </w:r>
      <w:r w:rsidR="00BD383E">
        <w:rPr>
          <w:rFonts w:hAnsi="ＭＳ 明朝" w:hint="eastAsia"/>
          <w:sz w:val="20"/>
        </w:rPr>
        <w:t>す</w:t>
      </w:r>
      <w:r w:rsidRPr="00EF38B3">
        <w:rPr>
          <w:rFonts w:hAnsi="ＭＳ 明朝" w:hint="eastAsia"/>
          <w:sz w:val="20"/>
        </w:rPr>
        <w:t>ので、</w:t>
      </w:r>
      <w:r w:rsidR="008E3CF0">
        <w:rPr>
          <w:rFonts w:hAnsi="ＭＳ 明朝" w:hint="eastAsia"/>
          <w:sz w:val="20"/>
        </w:rPr>
        <w:t>以下</w:t>
      </w:r>
      <w:r w:rsidRPr="00EF38B3">
        <w:rPr>
          <w:rFonts w:hAnsi="ＭＳ 明朝" w:hint="eastAsia"/>
          <w:sz w:val="20"/>
        </w:rPr>
        <w:t>の期日までに被保険者証と</w:t>
      </w:r>
      <w:r>
        <w:rPr>
          <w:rFonts w:hAnsi="ＭＳ 明朝" w:hint="eastAsia"/>
          <w:sz w:val="20"/>
        </w:rPr>
        <w:t>印鑑</w:t>
      </w:r>
      <w:r w:rsidRPr="00EF38B3">
        <w:rPr>
          <w:rFonts w:hAnsi="ＭＳ 明朝" w:hint="eastAsia"/>
          <w:sz w:val="20"/>
        </w:rPr>
        <w:t>を</w:t>
      </w:r>
      <w:r w:rsidR="002E777B">
        <w:rPr>
          <w:rFonts w:hAnsi="ＭＳ 明朝" w:hint="eastAsia"/>
          <w:sz w:val="20"/>
        </w:rPr>
        <w:t>お</w:t>
      </w:r>
      <w:r w:rsidRPr="00EF38B3">
        <w:rPr>
          <w:rFonts w:hAnsi="ＭＳ 明朝" w:hint="eastAsia"/>
          <w:sz w:val="20"/>
        </w:rPr>
        <w:t>持</w:t>
      </w:r>
      <w:r w:rsidR="002E777B">
        <w:rPr>
          <w:rFonts w:hAnsi="ＭＳ 明朝" w:hint="eastAsia"/>
          <w:sz w:val="20"/>
        </w:rPr>
        <w:t>ち</w:t>
      </w:r>
      <w:r>
        <w:rPr>
          <w:rFonts w:hAnsi="ＭＳ 明朝" w:hint="eastAsia"/>
          <w:sz w:val="20"/>
        </w:rPr>
        <w:t>くだ</w:t>
      </w:r>
      <w:r w:rsidRPr="00EF38B3">
        <w:rPr>
          <w:rFonts w:hAnsi="ＭＳ 明朝" w:hint="eastAsia"/>
          <w:sz w:val="20"/>
        </w:rPr>
        <w:t>さい。</w:t>
      </w:r>
    </w:p>
    <w:p w14:paraId="3F1EA94F" w14:textId="77777777" w:rsidR="006E5919" w:rsidRPr="006E5919" w:rsidRDefault="006E5919" w:rsidP="006E5919">
      <w:pPr>
        <w:adjustRightInd w:val="0"/>
        <w:snapToGrid w:val="0"/>
        <w:rPr>
          <w:rFonts w:hAnsi="ＭＳ 明朝"/>
          <w:sz w:val="10"/>
        </w:rPr>
      </w:pPr>
    </w:p>
    <w:p w14:paraId="57D8968C" w14:textId="48F6CCE1" w:rsidR="00AD449E" w:rsidRPr="00B6714F" w:rsidRDefault="00AD449E" w:rsidP="00AD449E">
      <w:pPr>
        <w:spacing w:line="240" w:lineRule="exact"/>
        <w:rPr>
          <w:rFonts w:hAnsi="ＭＳ 明朝"/>
          <w:sz w:val="20"/>
        </w:rPr>
      </w:pPr>
      <w:r w:rsidRPr="00B6714F">
        <w:rPr>
          <w:rFonts w:hAnsi="ＭＳ 明朝" w:hint="eastAsia"/>
          <w:sz w:val="20"/>
        </w:rPr>
        <w:t xml:space="preserve">　　</w:t>
      </w:r>
      <w:r w:rsidRPr="00AD449E">
        <w:rPr>
          <w:rFonts w:hAnsi="ＭＳ 明朝" w:hint="eastAsia"/>
          <w:sz w:val="20"/>
        </w:rPr>
        <w:t>提出</w:t>
      </w:r>
      <w:r>
        <w:rPr>
          <w:rFonts w:hAnsi="ＭＳ 明朝" w:hint="eastAsia"/>
          <w:sz w:val="20"/>
        </w:rPr>
        <w:t xml:space="preserve">先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5A01FD9A" w14:textId="5E580B6E" w:rsidR="00EF38B3" w:rsidRPr="00B6714F" w:rsidRDefault="00EF38B3" w:rsidP="00AD449E">
      <w:pPr>
        <w:spacing w:line="240" w:lineRule="exact"/>
        <w:rPr>
          <w:rFonts w:hAnsi="ＭＳ 明朝"/>
          <w:sz w:val="20"/>
        </w:rPr>
      </w:pPr>
      <w:r w:rsidRPr="00B6714F">
        <w:rPr>
          <w:rFonts w:hAnsi="ＭＳ 明朝" w:hint="eastAsia"/>
          <w:sz w:val="20"/>
        </w:rPr>
        <w:t xml:space="preserve">　　</w:t>
      </w:r>
      <w:r w:rsidR="00AD449E" w:rsidRPr="00AD449E">
        <w:rPr>
          <w:rFonts w:hAnsi="ＭＳ 明朝" w:hint="eastAsia"/>
          <w:sz w:val="20"/>
        </w:rPr>
        <w:t>提出期限</w:t>
      </w:r>
      <w:r>
        <w:rPr>
          <w:rFonts w:hAnsi="ＭＳ 明朝" w:hint="eastAsia"/>
          <w:sz w:val="20"/>
        </w:rPr>
        <w:t xml:space="preserve">　</w:t>
      </w: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6A632B47" w14:textId="66CBD405" w:rsidR="006F0286" w:rsidRPr="006E5919" w:rsidRDefault="006F0286" w:rsidP="006E5919">
      <w:pPr>
        <w:adjustRightInd w:val="0"/>
        <w:snapToGrid w:val="0"/>
        <w:rPr>
          <w:rFonts w:hAnsi="ＭＳ 明朝"/>
          <w:sz w:val="1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BD383E">
        <w:tc>
          <w:tcPr>
            <w:tcW w:w="964" w:type="dxa"/>
            <w:vAlign w:val="center"/>
          </w:tcPr>
          <w:p w14:paraId="7952554D" w14:textId="6A7EA883" w:rsidR="00707E73" w:rsidRDefault="00707E73" w:rsidP="00F31C31">
            <w:pPr>
              <w:spacing w:line="240" w:lineRule="exact"/>
              <w:jc w:val="center"/>
              <w:rPr>
                <w:rFonts w:hAnsi="ＭＳ 明朝"/>
                <w:sz w:val="20"/>
                <w:szCs w:val="18"/>
              </w:rPr>
            </w:pPr>
            <w:r>
              <w:rPr>
                <w:rFonts w:hAnsi="ＭＳ 明朝" w:hint="eastAsia"/>
                <w:sz w:val="20"/>
                <w:szCs w:val="18"/>
              </w:rPr>
              <w:t>利用</w:t>
            </w:r>
            <w:r w:rsidR="00B141B4">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DF622C">
        <w:trPr>
          <w:trHeight w:val="255"/>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DF622C">
        <w:trPr>
          <w:trHeight w:val="255"/>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DF622C">
        <w:trPr>
          <w:trHeight w:val="255"/>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DF622C">
        <w:trPr>
          <w:trHeight w:val="255"/>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DF622C">
        <w:trPr>
          <w:trHeight w:val="255"/>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DF622C">
        <w:trPr>
          <w:trHeight w:val="255"/>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DF622C">
        <w:trPr>
          <w:trHeight w:val="255"/>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DF622C">
        <w:trPr>
          <w:trHeight w:val="255"/>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DF622C">
        <w:trPr>
          <w:trHeight w:val="255"/>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DF622C">
        <w:trPr>
          <w:trHeight w:val="255"/>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DF622C">
        <w:trPr>
          <w:trHeight w:val="255"/>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DF622C">
        <w:trPr>
          <w:trHeight w:val="255"/>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DF622C">
        <w:trPr>
          <w:trHeight w:val="255"/>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DF622C">
        <w:trPr>
          <w:trHeight w:val="255"/>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DF622C">
        <w:trPr>
          <w:trHeight w:val="255"/>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FA09DA">
              <w:rPr>
                <w:rFonts w:hAnsi="ＭＳ 明朝" w:hint="eastAsia"/>
                <w:spacing w:val="600"/>
                <w:kern w:val="0"/>
                <w:sz w:val="20"/>
                <w:szCs w:val="18"/>
                <w:fitText w:val="1600" w:id="-1854252800"/>
              </w:rPr>
              <w:t>合</w:t>
            </w:r>
            <w:r w:rsidRPr="00FA09DA">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4C37F2">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tcPr>
          <w:p w14:paraId="11AE2240" w14:textId="6FFD42CF" w:rsidR="004C37F2" w:rsidRDefault="004C37F2" w:rsidP="00F81E01">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DF622C">
        <w:trPr>
          <w:trHeight w:val="255"/>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DF622C">
        <w:trPr>
          <w:trHeight w:val="255"/>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DF622C">
        <w:trPr>
          <w:trHeight w:val="255"/>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DF622C">
        <w:trPr>
          <w:trHeight w:val="255"/>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DF622C">
        <w:trPr>
          <w:trHeight w:val="255"/>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DF622C">
        <w:trPr>
          <w:trHeight w:val="255"/>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DF622C">
        <w:trPr>
          <w:trHeight w:val="255"/>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DF622C">
        <w:trPr>
          <w:trHeight w:val="255"/>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DF622C">
        <w:trPr>
          <w:trHeight w:val="255"/>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DF622C">
        <w:trPr>
          <w:trHeight w:val="255"/>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DF622C">
        <w:trPr>
          <w:trHeight w:val="255"/>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DF622C">
        <w:trPr>
          <w:trHeight w:val="255"/>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DF622C">
        <w:trPr>
          <w:trHeight w:val="255"/>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4D3FE2">
        <w:trPr>
          <w:trHeight w:val="255"/>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4D3FE2">
        <w:trPr>
          <w:trHeight w:val="255"/>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984E21">
        <w:tc>
          <w:tcPr>
            <w:tcW w:w="4394" w:type="dxa"/>
            <w:vAlign w:val="center"/>
          </w:tcPr>
          <w:p w14:paraId="0D4EF251" w14:textId="6F781823" w:rsidR="00B10EC9" w:rsidRDefault="00B10EC9" w:rsidP="00B10EC9">
            <w:pPr>
              <w:spacing w:line="280" w:lineRule="exact"/>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p w14:paraId="2DF2A856" w14:textId="160BD4F6" w:rsidR="006F0286" w:rsidRDefault="00EF31CF" w:rsidP="00B10EC9">
      <w:pPr>
        <w:spacing w:line="280" w:lineRule="exact"/>
        <w:ind w:leftChars="200" w:left="420"/>
        <w:rPr>
          <w:sz w:val="18"/>
          <w:szCs w:val="16"/>
        </w:rPr>
      </w:pPr>
      <w:r>
        <w:rPr>
          <w:rFonts w:hint="eastAsia"/>
          <w:noProof/>
          <w:color w:val="00B0F0"/>
          <w:sz w:val="20"/>
        </w:rPr>
        <mc:AlternateContent>
          <mc:Choice Requires="wps">
            <w:drawing>
              <wp:anchor distT="0" distB="0" distL="114300" distR="114300" simplePos="0" relativeHeight="251682304" behindDoc="0" locked="0" layoutInCell="1" allowOverlap="1" wp14:anchorId="1C346844" wp14:editId="475F20F2">
                <wp:simplePos x="0" y="0"/>
                <wp:positionH relativeFrom="margin">
                  <wp:posOffset>-58420</wp:posOffset>
                </wp:positionH>
                <wp:positionV relativeFrom="paragraph">
                  <wp:posOffset>22699</wp:posOffset>
                </wp:positionV>
                <wp:extent cx="6762750" cy="279779"/>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6762750" cy="279779"/>
                        </a:xfrm>
                        <a:prstGeom prst="rect">
                          <a:avLst/>
                        </a:prstGeom>
                        <a:solidFill>
                          <a:srgbClr val="92D050">
                            <a:alpha val="80000"/>
                          </a:srgbClr>
                        </a:solidFill>
                        <a:ln w="6350">
                          <a:noFill/>
                        </a:ln>
                      </wps:spPr>
                      <wps:txbx>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46844" id="テキスト ボックス 1" o:spid="_x0000_s1030" type="#_x0000_t202" style="position:absolute;left:0;text-align:left;margin-left:-4.6pt;margin-top:1.8pt;width:532.5pt;height:22.0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" fillcolor="#92d050" stroked="f" strokeweight=".5pt">
                <v:fill opacity="52428f"/>
                <v:textbox inset=",0,,0">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v:textbox>
                <w10:wrap anchorx="margin"/>
              </v:shape>
            </w:pict>
          </mc:Fallback>
        </mc:AlternateContent>
      </w:r>
      <w:r w:rsidR="006F0286" w:rsidRPr="009D331C">
        <w:rPr>
          <w:rFonts w:hint="eastAsia"/>
          <w:sz w:val="18"/>
          <w:szCs w:val="16"/>
        </w:rPr>
        <w:t>※</w:t>
      </w:r>
      <w:r w:rsidR="00EF38B3" w:rsidRPr="00EF38B3">
        <w:rPr>
          <w:rFonts w:hint="eastAsia"/>
          <w:sz w:val="18"/>
          <w:szCs w:val="16"/>
        </w:rPr>
        <w:t>なお、滞納保険料控除後の保険給付費支給額に記載がある場合は、指定金融機関等の通帳を</w:t>
      </w:r>
      <w:r w:rsidR="002E777B">
        <w:rPr>
          <w:rFonts w:hint="eastAsia"/>
          <w:sz w:val="18"/>
          <w:szCs w:val="16"/>
        </w:rPr>
        <w:t>お持ち</w:t>
      </w:r>
      <w:r w:rsidR="00EF38B3" w:rsidRPr="00EF38B3">
        <w:rPr>
          <w:rFonts w:hint="eastAsia"/>
          <w:sz w:val="18"/>
          <w:szCs w:val="16"/>
        </w:rPr>
        <w:t>ください。</w:t>
      </w:r>
    </w:p>
    <w:p w14:paraId="5EF59A50" w14:textId="77777777" w:rsidR="00F81E01" w:rsidRPr="000A691B" w:rsidRDefault="00F81E01" w:rsidP="000A691B">
      <w:pPr>
        <w:adjustRightInd w:val="0"/>
        <w:snapToGrid w:val="0"/>
        <w:rPr>
          <w:sz w:val="12"/>
          <w:szCs w:val="16"/>
        </w:rPr>
      </w:pPr>
    </w:p>
    <w:tbl>
      <w:tblPr>
        <w:tblStyle w:val="a7"/>
        <w:tblpPr w:leftFromText="142" w:rightFromText="142" w:vertAnchor="text" w:horzAnchor="page" w:tblpX="1248" w:tblpY="60"/>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151253" w:rsidRPr="00151253" w14:paraId="12D5872B" w14:textId="77777777" w:rsidTr="000A691B">
        <w:trPr>
          <w:trHeight w:val="209"/>
        </w:trPr>
        <w:tc>
          <w:tcPr>
            <w:tcW w:w="5357" w:type="dxa"/>
            <w:gridSpan w:val="2"/>
          </w:tcPr>
          <w:p w14:paraId="6B78C2C9" w14:textId="63FE117A" w:rsidR="000A691B" w:rsidRPr="00151253" w:rsidRDefault="00BA3936" w:rsidP="000A691B">
            <w:pPr>
              <w:adjustRightInd w:val="0"/>
              <w:snapToGrid w:val="0"/>
              <w:ind w:leftChars="-100" w:left="-210"/>
              <w:rPr>
                <w:rFonts w:hAnsi="ＭＳ 明朝"/>
                <w:sz w:val="18"/>
                <w:szCs w:val="20"/>
              </w:rPr>
            </w:pPr>
            <w:r>
              <w:rPr>
                <w:rFonts w:hint="eastAsia"/>
                <w:noProof/>
                <w:color w:val="00B0F0"/>
                <w:sz w:val="20"/>
              </w:rPr>
              <mc:AlternateContent>
                <mc:Choice Requires="wps">
                  <w:drawing>
                    <wp:anchor distT="0" distB="0" distL="114300" distR="114300" simplePos="0" relativeHeight="251687424" behindDoc="0" locked="0" layoutInCell="1" allowOverlap="1" wp14:anchorId="6E85F1A8" wp14:editId="51BBF30A">
                      <wp:simplePos x="0" y="0"/>
                      <wp:positionH relativeFrom="margin">
                        <wp:posOffset>3006725</wp:posOffset>
                      </wp:positionH>
                      <wp:positionV relativeFrom="paragraph">
                        <wp:posOffset>8255</wp:posOffset>
                      </wp:positionV>
                      <wp:extent cx="3295650" cy="75565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3295650" cy="755650"/>
                              </a:xfrm>
                              <a:prstGeom prst="rect">
                                <a:avLst/>
                              </a:prstGeom>
                              <a:solidFill>
                                <a:srgbClr val="92D050">
                                  <a:alpha val="80000"/>
                                </a:srgbClr>
                              </a:solidFill>
                              <a:ln w="6350">
                                <a:noFill/>
                              </a:ln>
                            </wps:spPr>
                            <wps:txbx>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5F1A8" id="テキスト ボックス 6" o:spid="_x0000_s1031" type="#_x0000_t202" style="position:absolute;left:0;text-align:left;margin-left:236.75pt;margin-top:.65pt;width:259.5pt;height:59.5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" fillcolor="#92d050" stroked="f" strokeweight=".5pt">
                      <v:fill opacity="52428f"/>
                      <v:textbox inset=",0,,0">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r w:rsidR="000A691B" w:rsidRPr="00151253">
              <w:rPr>
                <w:rFonts w:hAnsi="ＭＳ 明朝" w:hint="eastAsia"/>
                <w:sz w:val="18"/>
                <w:szCs w:val="20"/>
              </w:rPr>
              <w:t>（お問合せ先）</w:t>
            </w:r>
          </w:p>
        </w:tc>
      </w:tr>
      <w:tr w:rsidR="00151253" w:rsidRPr="00151253" w14:paraId="6FEBFFB7" w14:textId="77777777" w:rsidTr="000A691B">
        <w:trPr>
          <w:trHeight w:val="196"/>
        </w:trPr>
        <w:tc>
          <w:tcPr>
            <w:tcW w:w="5357" w:type="dxa"/>
            <w:gridSpan w:val="2"/>
          </w:tcPr>
          <w:p w14:paraId="24AF30B3"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●●市介護保険課</w:t>
            </w:r>
          </w:p>
        </w:tc>
      </w:tr>
      <w:tr w:rsidR="00151253" w:rsidRPr="00151253" w14:paraId="2C5E3CEF" w14:textId="77777777" w:rsidTr="000A691B">
        <w:trPr>
          <w:trHeight w:val="209"/>
        </w:trPr>
        <w:tc>
          <w:tcPr>
            <w:tcW w:w="1143" w:type="dxa"/>
          </w:tcPr>
          <w:p w14:paraId="4BBE14A1"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住　　所</w:t>
            </w:r>
          </w:p>
        </w:tc>
        <w:tc>
          <w:tcPr>
            <w:tcW w:w="4214" w:type="dxa"/>
          </w:tcPr>
          <w:p w14:paraId="562A35C9"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123-4567　●●市●●１－２－３</w:t>
            </w:r>
          </w:p>
        </w:tc>
      </w:tr>
      <w:tr w:rsidR="00151253" w:rsidRPr="00151253" w14:paraId="6AFDCCD7" w14:textId="77777777" w:rsidTr="000A691B">
        <w:trPr>
          <w:trHeight w:val="405"/>
        </w:trPr>
        <w:tc>
          <w:tcPr>
            <w:tcW w:w="1143" w:type="dxa"/>
          </w:tcPr>
          <w:p w14:paraId="3654594B"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電話番号</w:t>
            </w:r>
          </w:p>
          <w:p w14:paraId="5CF25C20"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メール</w:t>
            </w:r>
          </w:p>
        </w:tc>
        <w:tc>
          <w:tcPr>
            <w:tcW w:w="4214" w:type="dxa"/>
          </w:tcPr>
          <w:p w14:paraId="58C51536" w14:textId="77777777" w:rsidR="000A691B" w:rsidRPr="00151253" w:rsidRDefault="000A691B" w:rsidP="000A691B">
            <w:pPr>
              <w:adjustRightInd w:val="0"/>
              <w:snapToGrid w:val="0"/>
              <w:rPr>
                <w:rFonts w:hAnsi="ＭＳ 明朝"/>
                <w:sz w:val="18"/>
                <w:szCs w:val="18"/>
              </w:rPr>
            </w:pPr>
            <w:r w:rsidRPr="00151253">
              <w:rPr>
                <w:rFonts w:hAnsi="ＭＳ 明朝" w:hint="eastAsia"/>
                <w:sz w:val="18"/>
                <w:szCs w:val="18"/>
              </w:rPr>
              <w:t>987-6543-2111　　F</w:t>
            </w:r>
            <w:r w:rsidRPr="00151253">
              <w:rPr>
                <w:rFonts w:hAnsi="ＭＳ 明朝"/>
                <w:sz w:val="18"/>
                <w:szCs w:val="18"/>
              </w:rPr>
              <w:t>AX</w:t>
            </w:r>
            <w:r w:rsidRPr="00151253">
              <w:rPr>
                <w:rFonts w:hAnsi="ＭＳ 明朝" w:hint="eastAsia"/>
                <w:sz w:val="18"/>
                <w:szCs w:val="18"/>
              </w:rPr>
              <w:t>番号　123-456-7890</w:t>
            </w:r>
          </w:p>
          <w:p w14:paraId="1BCB8D70" w14:textId="77777777" w:rsidR="000A691B" w:rsidRPr="00151253" w:rsidRDefault="000A691B" w:rsidP="000A691B">
            <w:pPr>
              <w:adjustRightInd w:val="0"/>
              <w:snapToGrid w:val="0"/>
              <w:rPr>
                <w:rFonts w:hAnsi="ＭＳ 明朝"/>
                <w:sz w:val="18"/>
                <w:szCs w:val="20"/>
              </w:rPr>
            </w:pPr>
            <w:r w:rsidRPr="00151253">
              <w:rPr>
                <w:rFonts w:hAnsi="ＭＳ 明朝"/>
                <w:sz w:val="18"/>
                <w:szCs w:val="18"/>
              </w:rPr>
              <w:t>xxxxxxxxxxx@yyy.zzz.aaa</w:t>
            </w:r>
          </w:p>
        </w:tc>
      </w:tr>
    </w:tbl>
    <w:p w14:paraId="57469967" w14:textId="7104E625" w:rsidR="000A691B" w:rsidRPr="000A691B" w:rsidRDefault="000A691B" w:rsidP="000A691B">
      <w:pPr>
        <w:adjustRightInd w:val="0"/>
        <w:snapToGrid w:val="0"/>
        <w:rPr>
          <w:sz w:val="12"/>
          <w:szCs w:val="16"/>
        </w:rPr>
      </w:pPr>
    </w:p>
    <w:p w14:paraId="4A77E5E6" w14:textId="25A4F63F" w:rsidR="000A691B" w:rsidRPr="000A691B" w:rsidRDefault="000A691B" w:rsidP="000A691B">
      <w:pPr>
        <w:adjustRightInd w:val="0"/>
        <w:snapToGrid w:val="0"/>
        <w:rPr>
          <w:sz w:val="12"/>
          <w:szCs w:val="16"/>
        </w:rPr>
      </w:pPr>
    </w:p>
    <w:p w14:paraId="74BB8E74" w14:textId="4B18895A" w:rsidR="000A691B" w:rsidRPr="000A691B" w:rsidRDefault="000A691B" w:rsidP="000A691B">
      <w:pPr>
        <w:adjustRightInd w:val="0"/>
        <w:snapToGrid w:val="0"/>
        <w:rPr>
          <w:sz w:val="12"/>
          <w:szCs w:val="16"/>
        </w:rPr>
      </w:pPr>
    </w:p>
    <w:p w14:paraId="5A54F98A" w14:textId="1096C187" w:rsidR="000A691B" w:rsidRPr="000A691B" w:rsidRDefault="000A691B" w:rsidP="000A691B">
      <w:pPr>
        <w:adjustRightInd w:val="0"/>
        <w:snapToGrid w:val="0"/>
        <w:rPr>
          <w:sz w:val="12"/>
          <w:szCs w:val="16"/>
        </w:rPr>
      </w:pPr>
    </w:p>
    <w:p w14:paraId="08F617A6" w14:textId="77777777" w:rsidR="000A691B" w:rsidRPr="000A691B" w:rsidRDefault="000A691B" w:rsidP="000A691B">
      <w:pPr>
        <w:adjustRightInd w:val="0"/>
        <w:snapToGrid w:val="0"/>
        <w:rPr>
          <w:sz w:val="12"/>
          <w:szCs w:val="16"/>
        </w:rPr>
      </w:pPr>
    </w:p>
    <w:p w14:paraId="27510E4B" w14:textId="77777777" w:rsidR="000A691B" w:rsidRPr="000A691B" w:rsidRDefault="000A691B" w:rsidP="000A691B">
      <w:pPr>
        <w:adjustRightInd w:val="0"/>
        <w:snapToGrid w:val="0"/>
        <w:rPr>
          <w:sz w:val="12"/>
          <w:szCs w:val="16"/>
        </w:rPr>
      </w:pPr>
    </w:p>
    <w:p w14:paraId="6B9E236B" w14:textId="77777777" w:rsidR="000A691B" w:rsidRPr="000A691B" w:rsidRDefault="000A691B" w:rsidP="000A691B">
      <w:pPr>
        <w:adjustRightInd w:val="0"/>
        <w:snapToGrid w:val="0"/>
        <w:rPr>
          <w:sz w:val="12"/>
          <w:szCs w:val="16"/>
        </w:rPr>
      </w:pPr>
    </w:p>
    <w:p w14:paraId="0B2DC2BF" w14:textId="2D39FE79" w:rsidR="000A691B" w:rsidRDefault="000A691B" w:rsidP="000A691B">
      <w:pPr>
        <w:adjustRightInd w:val="0"/>
        <w:snapToGrid w:val="0"/>
        <w:rPr>
          <w:sz w:val="12"/>
          <w:szCs w:val="16"/>
        </w:rPr>
      </w:pPr>
    </w:p>
    <w:p w14:paraId="41BC61AF" w14:textId="24E431EA" w:rsidR="006F0286" w:rsidRPr="000A691B" w:rsidRDefault="00145E75" w:rsidP="00C57B4A">
      <w:pPr>
        <w:spacing w:beforeLines="20" w:before="67" w:line="280" w:lineRule="exact"/>
        <w:ind w:firstLineChars="100" w:firstLine="200"/>
        <w:jc w:val="left"/>
        <w:rPr>
          <w:sz w:val="18"/>
          <w:szCs w:val="16"/>
        </w:rPr>
      </w:pPr>
      <w:r>
        <w:rPr>
          <w:rFonts w:hint="eastAsia"/>
          <w:noProof/>
          <w:color w:val="00B0F0"/>
          <w:sz w:val="20"/>
        </w:rPr>
        <mc:AlternateContent>
          <mc:Choice Requires="wps">
            <w:drawing>
              <wp:anchor distT="0" distB="0" distL="114300" distR="114300" simplePos="0" relativeHeight="251680256" behindDoc="0" locked="0" layoutInCell="1" allowOverlap="1" wp14:anchorId="686CC7DB" wp14:editId="1284213A">
                <wp:simplePos x="0" y="0"/>
                <wp:positionH relativeFrom="margin">
                  <wp:posOffset>-58420</wp:posOffset>
                </wp:positionH>
                <wp:positionV relativeFrom="paragraph">
                  <wp:posOffset>36195</wp:posOffset>
                </wp:positionV>
                <wp:extent cx="6762115" cy="1644015"/>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6762115" cy="1644015"/>
                        </a:xfrm>
                        <a:prstGeom prst="rect">
                          <a:avLst/>
                        </a:prstGeom>
                        <a:solidFill>
                          <a:srgbClr val="92D050">
                            <a:alpha val="80000"/>
                          </a:srgbClr>
                        </a:solidFill>
                        <a:ln w="6350">
                          <a:noFill/>
                        </a:ln>
                      </wps:spPr>
                      <wps:txb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CC7DB" id="テキスト ボックス 4" o:spid="_x0000_s1032" type="#_x0000_t202" style="position:absolute;left:0;text-align:left;margin-left:-4.6pt;margin-top:2.85pt;width:532.45pt;height:129.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" fillcolor="#92d050" stroked="f" strokeweight=".5pt">
                <v:fill opacity="52428f"/>
                <v:textbo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D032D" w:rsidRPr="000D032D">
        <w:rPr>
          <w:rFonts w:hAnsi="ＭＳ 明朝" w:hint="eastAsia"/>
          <w:sz w:val="18"/>
          <w:szCs w:val="16"/>
        </w:rPr>
        <w:t>不服の申立て及び取消訴訟</w:t>
      </w:r>
    </w:p>
    <w:p w14:paraId="72FC5727"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この通知について不服があるときは、この通知を受け取った日の翌日から起算して３か月以内に、</w:t>
      </w:r>
      <w:r w:rsidRPr="0035392F">
        <w:rPr>
          <w:rFonts w:hAnsi="ＭＳ 明朝" w:hint="eastAsia"/>
          <w:sz w:val="17"/>
          <w:szCs w:val="17"/>
          <w:bdr w:val="single" w:sz="4" w:space="0" w:color="auto"/>
        </w:rPr>
        <w:t>都道府県名</w:t>
      </w:r>
      <w:r w:rsidRPr="0035392F">
        <w:rPr>
          <w:rFonts w:hAnsi="ＭＳ 明朝" w:hint="eastAsia"/>
          <w:sz w:val="17"/>
          <w:szCs w:val="17"/>
        </w:rPr>
        <w:t xml:space="preserve"> 介護保険審査会（ </w:t>
      </w:r>
      <w:r w:rsidRPr="0035392F">
        <w:rPr>
          <w:rFonts w:hAnsi="ＭＳ 明朝" w:hint="eastAsia"/>
          <w:sz w:val="17"/>
          <w:szCs w:val="17"/>
          <w:bdr w:val="single" w:sz="4" w:space="0" w:color="auto"/>
        </w:rPr>
        <w:t>都道府県郵便番号</w:t>
      </w:r>
      <w:r w:rsidRPr="0035392F">
        <w:rPr>
          <w:rFonts w:hAnsi="ＭＳ 明朝" w:hint="eastAsia"/>
          <w:sz w:val="17"/>
          <w:szCs w:val="17"/>
        </w:rPr>
        <w:t xml:space="preserve">　</w:t>
      </w:r>
      <w:r w:rsidRPr="0035392F">
        <w:rPr>
          <w:rFonts w:hAnsi="ＭＳ 明朝" w:hint="eastAsia"/>
          <w:sz w:val="17"/>
          <w:szCs w:val="17"/>
          <w:bdr w:val="single" w:sz="4" w:space="0" w:color="auto"/>
        </w:rPr>
        <w:t>都道府県住所</w:t>
      </w:r>
      <w:r w:rsidRPr="0035392F">
        <w:rPr>
          <w:rFonts w:hAnsi="ＭＳ 明朝" w:hint="eastAsia"/>
          <w:sz w:val="17"/>
          <w:szCs w:val="17"/>
        </w:rPr>
        <w:t xml:space="preserve">　電話：</w:t>
      </w:r>
      <w:r w:rsidRPr="0035392F">
        <w:rPr>
          <w:rFonts w:hAnsi="ＭＳ 明朝" w:hint="eastAsia"/>
          <w:sz w:val="17"/>
          <w:szCs w:val="17"/>
          <w:bdr w:val="single" w:sz="4" w:space="0" w:color="auto"/>
        </w:rPr>
        <w:t>都道府県電話番号</w:t>
      </w:r>
      <w:r w:rsidRPr="0035392F">
        <w:rPr>
          <w:rFonts w:hAnsi="ＭＳ 明朝" w:hint="eastAsia"/>
          <w:sz w:val="17"/>
          <w:szCs w:val="17"/>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6330217F"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この処分の取消しを求める訴えは、</w:t>
      </w:r>
      <w:r w:rsidR="008E3CF0" w:rsidRPr="0035392F">
        <w:rPr>
          <w:rFonts w:hAnsi="ＭＳ 明朝" w:hint="eastAsia"/>
          <w:sz w:val="17"/>
          <w:szCs w:val="17"/>
        </w:rPr>
        <w:t>前述</w:t>
      </w:r>
      <w:r w:rsidRPr="0035392F">
        <w:rPr>
          <w:rFonts w:hAnsi="ＭＳ 明朝" w:hint="eastAsia"/>
          <w:sz w:val="17"/>
          <w:szCs w:val="17"/>
        </w:rPr>
        <w:t xml:space="preserve">の審査請求に対する裁決の通知を受けた日の翌日から起算して６か月以内に、 </w:t>
      </w:r>
      <w:r w:rsidRPr="0035392F">
        <w:rPr>
          <w:rFonts w:hAnsi="ＭＳ 明朝" w:hint="eastAsia"/>
          <w:sz w:val="17"/>
          <w:szCs w:val="17"/>
          <w:bdr w:val="single" w:sz="4" w:space="0" w:color="auto"/>
        </w:rPr>
        <w:t>市町村名１</w:t>
      </w:r>
      <w:r w:rsidRPr="0035392F">
        <w:rPr>
          <w:rFonts w:hAnsi="ＭＳ 明朝" w:hint="eastAsia"/>
          <w:sz w:val="17"/>
          <w:szCs w:val="17"/>
        </w:rPr>
        <w:t xml:space="preserve"> を被告として（訴訟において </w:t>
      </w:r>
      <w:r w:rsidRPr="0035392F">
        <w:rPr>
          <w:rFonts w:hAnsi="ＭＳ 明朝" w:hint="eastAsia"/>
          <w:sz w:val="17"/>
          <w:szCs w:val="17"/>
          <w:bdr w:val="single" w:sz="4" w:space="0" w:color="auto"/>
        </w:rPr>
        <w:t>市町村名２</w:t>
      </w:r>
      <w:r w:rsidRPr="0035392F">
        <w:rPr>
          <w:rFonts w:hAnsi="ＭＳ 明朝" w:hint="eastAsia"/>
          <w:sz w:val="17"/>
          <w:szCs w:val="17"/>
        </w:rPr>
        <w:t xml:space="preserve"> を代表する者は </w:t>
      </w:r>
      <w:r w:rsidRPr="0035392F">
        <w:rPr>
          <w:rFonts w:hAnsi="ＭＳ 明朝" w:hint="eastAsia"/>
          <w:sz w:val="17"/>
          <w:szCs w:val="17"/>
          <w:bdr w:val="single" w:sz="4" w:space="0" w:color="auto"/>
        </w:rPr>
        <w:t>市町村長</w:t>
      </w:r>
      <w:r w:rsidRPr="0035392F">
        <w:rPr>
          <w:rFonts w:hAnsi="ＭＳ 明朝" w:hint="eastAsia"/>
          <w:sz w:val="17"/>
          <w:szCs w:val="17"/>
        </w:rPr>
        <w:t xml:space="preserve"> となります。）提起することができます。</w:t>
      </w:r>
    </w:p>
    <w:p w14:paraId="3B252C43"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ただし、次の１から３のいずれかに該当するときは、審査請求に対する裁決を経ないで処分の取消しの訴えを提起することができます。</w:t>
      </w:r>
    </w:p>
    <w:p w14:paraId="1C1FCFEC"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１　審査請求があった日から３か月を経過しても裁決がないとき。</w:t>
      </w:r>
    </w:p>
    <w:p w14:paraId="0B785273" w14:textId="58838128"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２　処分、処分の執行又は手続の続行により生ずる著しい損害を避けるため緊急の必要があるとき。</w:t>
      </w:r>
    </w:p>
    <w:p w14:paraId="22AE2435" w14:textId="1CCB2CF4" w:rsidR="00F779A5"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３　その他裁決を経ないことにつき正当な理由があるとき。</w:t>
      </w:r>
    </w:p>
    <w:sectPr w:rsidR="00F779A5" w:rsidRPr="0035392F"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691B"/>
    <w:rsid w:val="000C7B61"/>
    <w:rsid w:val="000D032D"/>
    <w:rsid w:val="000F3298"/>
    <w:rsid w:val="00103990"/>
    <w:rsid w:val="0011331D"/>
    <w:rsid w:val="00145E75"/>
    <w:rsid w:val="00151253"/>
    <w:rsid w:val="00164980"/>
    <w:rsid w:val="001668A8"/>
    <w:rsid w:val="001C37AA"/>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4D3FE2"/>
    <w:rsid w:val="005D06A2"/>
    <w:rsid w:val="00617157"/>
    <w:rsid w:val="00681243"/>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B55D3"/>
    <w:rsid w:val="00AC25BA"/>
    <w:rsid w:val="00AD449E"/>
    <w:rsid w:val="00AE27BF"/>
    <w:rsid w:val="00AF36D9"/>
    <w:rsid w:val="00B10EC9"/>
    <w:rsid w:val="00B141B4"/>
    <w:rsid w:val="00B23E19"/>
    <w:rsid w:val="00B67B5F"/>
    <w:rsid w:val="00B97C09"/>
    <w:rsid w:val="00BA3936"/>
    <w:rsid w:val="00BC0401"/>
    <w:rsid w:val="00BD383E"/>
    <w:rsid w:val="00BD4C8B"/>
    <w:rsid w:val="00C4547B"/>
    <w:rsid w:val="00C57B4A"/>
    <w:rsid w:val="00C65D6F"/>
    <w:rsid w:val="00CE4AE8"/>
    <w:rsid w:val="00D61FEC"/>
    <w:rsid w:val="00D76DB1"/>
    <w:rsid w:val="00D86DE8"/>
    <w:rsid w:val="00DA3D1C"/>
    <w:rsid w:val="00DC6915"/>
    <w:rsid w:val="00DE4C22"/>
    <w:rsid w:val="00DF622C"/>
    <w:rsid w:val="00E31C29"/>
    <w:rsid w:val="00E71494"/>
    <w:rsid w:val="00E733EB"/>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7CF894088108243B701015C07253644" ma:contentTypeVersion="15" ma:contentTypeDescription="新しいドキュメントを作成します。" ma:contentTypeScope="" ma:versionID="97d646433f40977ed08411ff89985142">
  <xsd:schema xmlns:xsd="http://www.w3.org/2001/XMLSchema" xmlns:xs="http://www.w3.org/2001/XMLSchema" xmlns:p="http://schemas.microsoft.com/office/2006/metadata/properties" xmlns:ns2="ba954db6-8e98-4c99-b32f-7e23d9ecf8c6" xmlns:ns3="263dbbe5-076b-4606-a03b-9598f5f2f35a" targetNamespace="http://schemas.microsoft.com/office/2006/metadata/properties" ma:root="true" ma:fieldsID="f2ed05dc5eded970bc776f78d1a8ee27" ns2:_="" ns3:_="">
    <xsd:import namespace="ba954db6-8e98-4c99-b32f-7e23d9ecf8c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54db6-8e98-4c99-b32f-7e23d9ecf8c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496a13e-9de0-4bbd-a855-856674f6718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ba954db6-8e98-4c99-b32f-7e23d9ecf8c6">
      <Terms xmlns="http://schemas.microsoft.com/office/infopath/2007/PartnerControls"/>
    </lcf76f155ced4ddcb4097134ff3c332f>
    <Owner xmlns="ba954db6-8e98-4c99-b32f-7e23d9ecf8c6">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17CCC-001E-4AB7-8419-D8C7E986CCF8}"/>
</file>

<file path=customXml/itemProps2.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3.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C280D-9C55-4802-B9F6-32291567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211</TotalTime>
  <Pages>1</Pages>
  <Words>982</Words>
  <Characters>350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0x01010087CF894088108243B701015C07253644</vt:lpwstr>
  </property>
  <property fmtid="{D5CDD505-2E9C-101B-9397-08002B2CF9AE}" pid="10" name="Order">
    <vt:r8>745300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riggerFlowInfo">
    <vt:lpwstr/>
  </property>
  <property fmtid="{D5CDD505-2E9C-101B-9397-08002B2CF9AE}" pid="15" name="MediaServiceImageTags">
    <vt:lpwstr/>
  </property>
</Properties>
</file>