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2779F" w14:textId="34668675" w:rsidR="005E3382" w:rsidRPr="00314413" w:rsidRDefault="005E3382" w:rsidP="005E3382">
      <w:pPr>
        <w:jc w:val="right"/>
        <w:rPr>
          <w:rFonts w:hAnsi="ＭＳ 明朝"/>
          <w:snapToGrid w:val="0"/>
          <w:lang w:eastAsia="zh-CN"/>
        </w:rPr>
      </w:pPr>
      <w:bookmarkStart w:id="0" w:name="_GoBack"/>
      <w:bookmarkEnd w:id="0"/>
      <w:r>
        <w:rPr>
          <w:rFonts w:hAnsi="ＭＳ 明朝" w:hint="eastAsia"/>
          <w:snapToGrid w:val="0"/>
          <w:lang w:eastAsia="zh-CN"/>
        </w:rPr>
        <w:t>（２号被保険者用）</w:t>
      </w:r>
    </w:p>
    <w:p w14:paraId="2283DB33" w14:textId="77777777" w:rsidR="006F0286" w:rsidRPr="00B6714F" w:rsidRDefault="006F0286" w:rsidP="006F0286">
      <w:pPr>
        <w:kinsoku w:val="0"/>
        <w:jc w:val="right"/>
        <w:rPr>
          <w:rFonts w:hAnsi="ＭＳ 明朝"/>
          <w:color w:val="00B0F0"/>
          <w:lang w:eastAsia="zh-CN"/>
        </w:rPr>
      </w:pPr>
      <w:r w:rsidRPr="00B6714F">
        <w:rPr>
          <w:rFonts w:hAnsi="ＭＳ 明朝" w:hint="eastAsia"/>
          <w:lang w:eastAsia="zh-CN"/>
        </w:rPr>
        <w:t>第　　　　　　号</w:t>
      </w:r>
    </w:p>
    <w:p w14:paraId="377D0786" w14:textId="74343A4A" w:rsidR="006F0286" w:rsidRPr="00B6714F" w:rsidRDefault="006F0286" w:rsidP="006F0286">
      <w:pPr>
        <w:kinsoku w:val="0"/>
        <w:jc w:val="right"/>
        <w:rPr>
          <w:rFonts w:hAnsi="ＭＳ 明朝"/>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3040F347">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w:t>
      </w:r>
      <w:r w:rsidRPr="00B6714F">
        <w:rPr>
          <w:rFonts w:hAnsi="ＭＳ 明朝" w:hint="eastAsia"/>
        </w:rPr>
        <w:t>年　月　日</w:t>
      </w:r>
    </w:p>
    <w:p w14:paraId="52966AE8" w14:textId="77777777" w:rsidR="006F0286" w:rsidRPr="00B6714F" w:rsidRDefault="006F0286" w:rsidP="006F0286">
      <w:pPr>
        <w:rPr>
          <w:rFonts w:hAnsi="ＭＳ 明朝"/>
        </w:rPr>
      </w:pPr>
    </w:p>
    <w:p w14:paraId="09497EA0" w14:textId="77777777" w:rsidR="006F0286" w:rsidRPr="00B6714F" w:rsidRDefault="006F0286" w:rsidP="006F0286">
      <w:pPr>
        <w:rPr>
          <w:rFonts w:hAnsi="ＭＳ 明朝"/>
        </w:rPr>
      </w:pPr>
    </w:p>
    <w:p w14:paraId="67F5FE28" w14:textId="2D5E9092" w:rsidR="006F0286" w:rsidRPr="00B6714F" w:rsidRDefault="00FF0DD2" w:rsidP="006F0286">
      <w:pPr>
        <w:kinsoku w:val="0"/>
        <w:rPr>
          <w:rFonts w:hAnsi="ＭＳ 明朝"/>
          <w:lang w:eastAsia="zh-TW"/>
        </w:rPr>
      </w:pPr>
      <w:r>
        <w:rPr>
          <w:rFonts w:hAnsi="ＭＳ 明朝"/>
          <w:noProof/>
        </w:rPr>
        <mc:AlternateContent>
          <mc:Choice Requires="wps">
            <w:drawing>
              <wp:anchor distT="0" distB="0" distL="114300" distR="114300" simplePos="0" relativeHeight="251687424" behindDoc="0" locked="0" layoutInCell="1" allowOverlap="1" wp14:anchorId="1FDCEF4F" wp14:editId="6BBDEF7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DCEF4F" id="正方形/長方形 9" o:spid="_x0000_s1027" style="position:absolute;left:0;text-align:left;margin-left:17.85pt;margin-top:10.5pt;width:1in;height:24.65pt;z-index:2516874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02DCBEF7">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6YU2BkQCAABfBAAA&#10;DgAAAAAAAAAAAAAAAAAuAgAAZHJzL2Uyb0RvYy54bWxQSwECLQAUAAYACAAAACEAyF2fA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26DC587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6E3AEF73" w14:textId="77777777" w:rsidR="00CF76B5" w:rsidRPr="00B6714F" w:rsidRDefault="00CF76B5" w:rsidP="00CF76B5">
      <w:pPr>
        <w:kinsoku w:val="0"/>
        <w:ind w:rightChars="100" w:right="210"/>
        <w:jc w:val="left"/>
        <w:rPr>
          <w:rFonts w:hAnsi="ＭＳ 明朝"/>
        </w:rPr>
      </w:pPr>
    </w:p>
    <w:p w14:paraId="7F9C06EA" w14:textId="7DFE1ED1" w:rsidR="006F0286" w:rsidRPr="00B6714F" w:rsidRDefault="00891BC3" w:rsidP="009D331C">
      <w:pPr>
        <w:spacing w:line="480" w:lineRule="exact"/>
        <w:jc w:val="center"/>
        <w:rPr>
          <w:rFonts w:hAnsi="ＭＳ 明朝"/>
        </w:rPr>
      </w:pPr>
      <w:r w:rsidRPr="00891BC3">
        <w:rPr>
          <w:rFonts w:hAnsi="ＭＳ 明朝" w:hint="eastAsia"/>
          <w:b/>
          <w:sz w:val="28"/>
        </w:rPr>
        <w:t>介護保険給付の支払一時差止等処分通知書</w:t>
      </w:r>
    </w:p>
    <w:tbl>
      <w:tblPr>
        <w:tblStyle w:val="a7"/>
        <w:tblW w:w="9411" w:type="dxa"/>
        <w:jc w:val="center"/>
        <w:tblLook w:val="04A0" w:firstRow="1" w:lastRow="0" w:firstColumn="1" w:lastColumn="0" w:noHBand="0" w:noVBand="1"/>
      </w:tblPr>
      <w:tblGrid>
        <w:gridCol w:w="1587"/>
        <w:gridCol w:w="2835"/>
        <w:gridCol w:w="1587"/>
        <w:gridCol w:w="3402"/>
      </w:tblGrid>
      <w:tr w:rsidR="008C6D75" w:rsidRPr="00B6714F" w14:paraId="1C2199C9" w14:textId="77777777" w:rsidTr="00FB66E9">
        <w:trPr>
          <w:trHeight w:val="397"/>
          <w:jc w:val="center"/>
        </w:trPr>
        <w:tc>
          <w:tcPr>
            <w:tcW w:w="1587" w:type="dxa"/>
            <w:vAlign w:val="center"/>
          </w:tcPr>
          <w:p w14:paraId="1FC24E33" w14:textId="00E25619" w:rsidR="008C6D75" w:rsidRPr="00B6714F" w:rsidRDefault="008C6D75" w:rsidP="00CF76B5">
            <w:pPr>
              <w:jc w:val="distribute"/>
              <w:rPr>
                <w:rFonts w:hAnsi="ＭＳ 明朝"/>
                <w:kern w:val="0"/>
              </w:rPr>
            </w:pPr>
            <w:r w:rsidRPr="00B6714F">
              <w:rPr>
                <w:rFonts w:hAnsi="ＭＳ 明朝" w:hint="eastAsia"/>
                <w:kern w:val="0"/>
              </w:rPr>
              <w:t>被保険者</w:t>
            </w:r>
            <w:r w:rsidR="00FB66E9">
              <w:rPr>
                <w:rFonts w:hAnsi="ＭＳ 明朝" w:hint="eastAsia"/>
                <w:kern w:val="0"/>
              </w:rPr>
              <w:t>番号</w:t>
            </w:r>
          </w:p>
        </w:tc>
        <w:tc>
          <w:tcPr>
            <w:tcW w:w="2835" w:type="dxa"/>
            <w:vAlign w:val="center"/>
          </w:tcPr>
          <w:p w14:paraId="7C3EB27F" w14:textId="77777777" w:rsidR="008C6D75" w:rsidRPr="00B6714F" w:rsidRDefault="008C6D75" w:rsidP="00CF76B5">
            <w:pPr>
              <w:jc w:val="left"/>
              <w:rPr>
                <w:rFonts w:hAnsi="ＭＳ 明朝"/>
                <w:kern w:val="0"/>
              </w:rPr>
            </w:pPr>
          </w:p>
        </w:tc>
        <w:tc>
          <w:tcPr>
            <w:tcW w:w="1587" w:type="dxa"/>
            <w:vAlign w:val="center"/>
          </w:tcPr>
          <w:p w14:paraId="0C52A647" w14:textId="451E05D7" w:rsidR="008C6D75" w:rsidRPr="00B6714F" w:rsidRDefault="008C6D75" w:rsidP="00CF76B5">
            <w:pPr>
              <w:jc w:val="distribute"/>
              <w:rPr>
                <w:rFonts w:hAnsi="ＭＳ 明朝"/>
              </w:rPr>
            </w:pPr>
            <w:r w:rsidRPr="00B6714F">
              <w:rPr>
                <w:rFonts w:hAnsi="ＭＳ 明朝" w:hint="eastAsia"/>
                <w:kern w:val="0"/>
              </w:rPr>
              <w:t>被保険者</w:t>
            </w:r>
            <w:r w:rsidR="00FB66E9">
              <w:rPr>
                <w:rFonts w:hAnsi="ＭＳ 明朝" w:hint="eastAsia"/>
                <w:kern w:val="0"/>
              </w:rPr>
              <w:t>氏名</w:t>
            </w:r>
          </w:p>
        </w:tc>
        <w:tc>
          <w:tcPr>
            <w:tcW w:w="3402" w:type="dxa"/>
            <w:vAlign w:val="center"/>
          </w:tcPr>
          <w:p w14:paraId="1A0064A4" w14:textId="77777777" w:rsidR="008C6D75" w:rsidRPr="00B6714F" w:rsidRDefault="008C6D75" w:rsidP="008C6D75">
            <w:pPr>
              <w:rPr>
                <w:rFonts w:hAnsi="ＭＳ 明朝"/>
              </w:rPr>
            </w:pPr>
          </w:p>
        </w:tc>
      </w:tr>
    </w:tbl>
    <w:p w14:paraId="501572F5" w14:textId="571DFE07" w:rsidR="006F0286" w:rsidRPr="00B6714F" w:rsidRDefault="00E23E1E"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84352" behindDoc="0" locked="0" layoutInCell="1" allowOverlap="1" wp14:anchorId="2E3880C2" wp14:editId="2299ED36">
                <wp:simplePos x="0" y="0"/>
                <wp:positionH relativeFrom="margin">
                  <wp:align>center</wp:align>
                </wp:positionH>
                <wp:positionV relativeFrom="paragraph">
                  <wp:posOffset>70789</wp:posOffset>
                </wp:positionV>
                <wp:extent cx="6867525" cy="174307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6867525" cy="1743075"/>
                        </a:xfrm>
                        <a:prstGeom prst="rect">
                          <a:avLst/>
                        </a:prstGeom>
                        <a:solidFill>
                          <a:srgbClr val="92D050">
                            <a:alpha val="80000"/>
                          </a:srgbClr>
                        </a:solidFill>
                        <a:ln w="6350">
                          <a:noFill/>
                        </a:ln>
                      </wps:spPr>
                      <wps:txb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80C2" id="_x0000_s1029" type="#_x0000_t202" style="position:absolute;left:0;text-align:left;margin-left:0;margin-top:5.55pt;width:540.75pt;height:137.25pt;z-index:251684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" fillcolor="#92d050" stroked="f" strokeweight=".5pt">
                <v:fill opacity="52428f"/>
                <v:textbo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2F894C66" w14:textId="462F563C" w:rsidR="00891BC3" w:rsidRPr="00EF38B3" w:rsidRDefault="00F24654" w:rsidP="00731207">
      <w:pPr>
        <w:spacing w:line="240" w:lineRule="exact"/>
        <w:ind w:rightChars="56" w:right="118"/>
        <w:rPr>
          <w:rFonts w:hAnsi="ＭＳ 明朝"/>
          <w:sz w:val="20"/>
        </w:rPr>
      </w:pPr>
      <w:r>
        <w:rPr>
          <w:rFonts w:hAnsi="ＭＳ 明朝" w:hint="eastAsia"/>
          <w:noProof/>
          <w:lang w:val="zh-CN" w:eastAsia="zh-CN"/>
        </w:rPr>
        <mc:AlternateContent>
          <mc:Choice Requires="wps">
            <w:drawing>
              <wp:anchor distT="0" distB="0" distL="114300" distR="114300" simplePos="0" relativeHeight="251685376" behindDoc="0" locked="0" layoutInCell="1" allowOverlap="1" wp14:anchorId="10EFE3B0" wp14:editId="46C1C2D5">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5C941F5"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91BC3" w:rsidRPr="00B6714F">
        <w:rPr>
          <w:rFonts w:hAnsi="ＭＳ 明朝" w:hint="eastAsia"/>
          <w:sz w:val="20"/>
        </w:rPr>
        <w:t xml:space="preserve">　</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日付</w:t>
      </w:r>
      <w:r w:rsidR="00891BC3" w:rsidRPr="00B6714F">
        <w:rPr>
          <w:rFonts w:hAnsi="ＭＳ 明朝" w:hint="eastAsia"/>
          <w:sz w:val="20"/>
        </w:rPr>
        <w:t xml:space="preserve">　</w:t>
      </w:r>
      <w:r w:rsidR="00891BC3" w:rsidRPr="00B6714F">
        <w:rPr>
          <w:rFonts w:hAnsi="ＭＳ 明朝" w:hint="eastAsia"/>
          <w:sz w:val="20"/>
          <w:bdr w:val="single" w:sz="4" w:space="0" w:color="auto"/>
        </w:rPr>
        <w:t>第</w:t>
      </w:r>
      <w:r w:rsidR="008D7150">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号</w:t>
      </w:r>
      <w:r w:rsidR="00891BC3" w:rsidRPr="00B6714F">
        <w:rPr>
          <w:rFonts w:hAnsi="ＭＳ 明朝" w:hint="eastAsia"/>
          <w:sz w:val="20"/>
        </w:rPr>
        <w:t>で、</w:t>
      </w:r>
      <w:r w:rsidR="00891BC3">
        <w:rPr>
          <w:rFonts w:hAnsi="ＭＳ 明朝" w:hint="eastAsia"/>
          <w:sz w:val="20"/>
        </w:rPr>
        <w:t>「介護保険給付の支払一時差止等予告通知書」を送付しましたが、</w:t>
      </w:r>
      <w:r w:rsidR="00F962B3">
        <w:rPr>
          <w:rFonts w:hAnsi="ＭＳ 明朝" w:hint="eastAsia"/>
          <w:sz w:val="20"/>
        </w:rPr>
        <w:t>いま</w:t>
      </w:r>
      <w:r w:rsidR="00891BC3" w:rsidRPr="00EF38B3">
        <w:rPr>
          <w:rFonts w:hAnsi="ＭＳ 明朝" w:hint="eastAsia"/>
          <w:sz w:val="20"/>
        </w:rPr>
        <w:t>だに</w:t>
      </w:r>
      <w:r w:rsidR="00527387">
        <w:rPr>
          <w:rFonts w:hAnsi="ＭＳ 明朝" w:hint="eastAsia"/>
          <w:sz w:val="20"/>
        </w:rPr>
        <w:t>次</w:t>
      </w:r>
      <w:r w:rsidR="00891BC3">
        <w:rPr>
          <w:rFonts w:hAnsi="ＭＳ 明朝" w:hint="eastAsia"/>
          <w:sz w:val="20"/>
        </w:rPr>
        <w:t>の医療保険料等が滞納となっておりますので、</w:t>
      </w:r>
      <w:r w:rsidR="00891BC3" w:rsidRPr="00EF38B3">
        <w:rPr>
          <w:rFonts w:hAnsi="ＭＳ 明朝" w:hint="eastAsia"/>
          <w:sz w:val="20"/>
        </w:rPr>
        <w:t>介護保険法第６</w:t>
      </w:r>
      <w:r w:rsidR="00891BC3">
        <w:rPr>
          <w:rFonts w:hAnsi="ＭＳ 明朝" w:hint="eastAsia"/>
          <w:sz w:val="20"/>
        </w:rPr>
        <w:t>８</w:t>
      </w:r>
      <w:r w:rsidR="00891BC3" w:rsidRPr="00EF38B3">
        <w:rPr>
          <w:rFonts w:hAnsi="ＭＳ 明朝" w:hint="eastAsia"/>
          <w:sz w:val="20"/>
        </w:rPr>
        <w:t>条第</w:t>
      </w:r>
      <w:r w:rsidR="00891BC3">
        <w:rPr>
          <w:rFonts w:hAnsi="ＭＳ 明朝" w:hint="eastAsia"/>
          <w:sz w:val="20"/>
        </w:rPr>
        <w:t>１</w:t>
      </w:r>
      <w:r w:rsidR="00891BC3" w:rsidRPr="00EF38B3">
        <w:rPr>
          <w:rFonts w:hAnsi="ＭＳ 明朝" w:hint="eastAsia"/>
          <w:sz w:val="20"/>
        </w:rPr>
        <w:t>項の規定に基づき、</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w:t>
      </w:r>
      <w:r w:rsidR="00891BC3" w:rsidRPr="00891BC3">
        <w:rPr>
          <w:rFonts w:hAnsi="ＭＳ 明朝" w:hint="eastAsia"/>
          <w:sz w:val="20"/>
        </w:rPr>
        <w:t>以降</w:t>
      </w:r>
      <w:r w:rsidR="00891BC3">
        <w:rPr>
          <w:rFonts w:hAnsi="ＭＳ 明朝" w:hint="eastAsia"/>
          <w:sz w:val="20"/>
        </w:rPr>
        <w:t>にあなたが利用する介護サービスについて、「保険給付の支払方法変更（償還払い化）及び保険給付の支払の一時差止」の措置をとる</w:t>
      </w:r>
      <w:r w:rsidR="00891BC3" w:rsidRPr="00EF38B3">
        <w:rPr>
          <w:rFonts w:hAnsi="ＭＳ 明朝" w:hint="eastAsia"/>
          <w:sz w:val="20"/>
        </w:rPr>
        <w:t>ことに決定しましたので、通知します。</w:t>
      </w:r>
    </w:p>
    <w:p w14:paraId="4144A353" w14:textId="45FDBE28" w:rsidR="00891BC3" w:rsidRDefault="00891BC3" w:rsidP="00891BC3">
      <w:pPr>
        <w:spacing w:line="240" w:lineRule="exact"/>
        <w:rPr>
          <w:rFonts w:hAnsi="ＭＳ 明朝"/>
          <w:sz w:val="20"/>
        </w:rPr>
      </w:pPr>
      <w:r w:rsidRPr="00EF38B3">
        <w:rPr>
          <w:rFonts w:hAnsi="ＭＳ 明朝" w:hint="eastAsia"/>
          <w:sz w:val="20"/>
        </w:rPr>
        <w:t xml:space="preserve">　なお、</w:t>
      </w:r>
      <w:r>
        <w:rPr>
          <w:rFonts w:hAnsi="ＭＳ 明朝" w:hint="eastAsia"/>
          <w:sz w:val="20"/>
        </w:rPr>
        <w:t>保険給付差止の記載を行い</w:t>
      </w:r>
      <w:r w:rsidRPr="00EF38B3">
        <w:rPr>
          <w:rFonts w:hAnsi="ＭＳ 明朝" w:hint="eastAsia"/>
          <w:sz w:val="20"/>
        </w:rPr>
        <w:t>ま</w:t>
      </w:r>
      <w:r>
        <w:rPr>
          <w:rFonts w:hAnsi="ＭＳ 明朝" w:hint="eastAsia"/>
          <w:sz w:val="20"/>
        </w:rPr>
        <w:t>す</w:t>
      </w:r>
      <w:r w:rsidRPr="00EF38B3">
        <w:rPr>
          <w:rFonts w:hAnsi="ＭＳ 明朝" w:hint="eastAsia"/>
          <w:sz w:val="20"/>
        </w:rPr>
        <w:t>ので、</w:t>
      </w:r>
      <w:r w:rsidR="00527387">
        <w:rPr>
          <w:rFonts w:hAnsi="ＭＳ 明朝" w:hint="eastAsia"/>
          <w:sz w:val="20"/>
        </w:rPr>
        <w:t>以下</w:t>
      </w:r>
      <w:r w:rsidRPr="00EF38B3">
        <w:rPr>
          <w:rFonts w:hAnsi="ＭＳ 明朝" w:hint="eastAsia"/>
          <w:sz w:val="20"/>
        </w:rPr>
        <w:t>の期日までに被保険者証を</w:t>
      </w:r>
      <w:r>
        <w:rPr>
          <w:rFonts w:hAnsi="ＭＳ 明朝" w:hint="eastAsia"/>
          <w:sz w:val="20"/>
        </w:rPr>
        <w:t>提出してくだ</w:t>
      </w:r>
      <w:r w:rsidRPr="00EF38B3">
        <w:rPr>
          <w:rFonts w:hAnsi="ＭＳ 明朝" w:hint="eastAsia"/>
          <w:sz w:val="20"/>
        </w:rPr>
        <w:t>さい。</w:t>
      </w:r>
    </w:p>
    <w:p w14:paraId="09D7E65B" w14:textId="77777777"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提出先</w:t>
      </w:r>
      <w:r w:rsidRPr="00B6714F">
        <w:rPr>
          <w:rFonts w:hAnsi="ＭＳ 明朝" w:hint="eastAsia"/>
          <w:sz w:val="20"/>
        </w:rPr>
        <w:t xml:space="preserve">　</w:t>
      </w:r>
      <w:r>
        <w:rPr>
          <w:rFonts w:hAnsi="ＭＳ 明朝" w:hint="eastAsia"/>
          <w:sz w:val="20"/>
        </w:rPr>
        <w:t xml:space="preserve">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65248FE3" w14:textId="32C4A633"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 xml:space="preserve">提出期限　</w:t>
      </w:r>
      <w:r w:rsidRPr="00B6714F">
        <w:rPr>
          <w:rFonts w:hAnsi="ＭＳ 明朝" w:hint="eastAsia"/>
          <w:sz w:val="20"/>
        </w:rPr>
        <w:t xml:space="preserve">　</w:t>
      </w:r>
      <w:r w:rsidR="00BE67F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36F24BEE" w14:textId="77777777" w:rsidR="00891BC3" w:rsidRDefault="00891BC3" w:rsidP="006F0286">
      <w:pPr>
        <w:spacing w:line="240" w:lineRule="exact"/>
        <w:rPr>
          <w:rFonts w:hAnsi="ＭＳ 明朝"/>
          <w:sz w:val="20"/>
        </w:rPr>
      </w:pPr>
    </w:p>
    <w:p w14:paraId="2B2E2429" w14:textId="13462AB2" w:rsidR="00891BC3"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なお</w:t>
      </w:r>
      <w:r>
        <w:rPr>
          <w:rFonts w:hAnsi="ＭＳ 明朝" w:hint="eastAsia"/>
          <w:sz w:val="20"/>
        </w:rPr>
        <w:t>、</w:t>
      </w:r>
      <w:r w:rsidR="006F0286" w:rsidRPr="00FD6DC3">
        <w:rPr>
          <w:rFonts w:hAnsi="ＭＳ 明朝" w:hint="eastAsia"/>
          <w:sz w:val="20"/>
        </w:rPr>
        <w:t>この通知により、</w:t>
      </w:r>
      <w:r w:rsidR="00891BC3">
        <w:rPr>
          <w:rFonts w:hAnsi="ＭＳ 明朝" w:hint="eastAsia"/>
          <w:sz w:val="20"/>
        </w:rPr>
        <w:t>保険給付の支払方法変更（償還払い化）及び</w:t>
      </w:r>
      <w:r w:rsidR="006F0286" w:rsidRPr="00FD6DC3">
        <w:rPr>
          <w:rFonts w:hAnsi="ＭＳ 明朝" w:hint="eastAsia"/>
          <w:sz w:val="20"/>
        </w:rPr>
        <w:t>保険給付の支払の一時差止が行われた場合でも、災害その他特別な事情があると認められる場合にはこの措置を中止することになりますので、該当すると思われる方は</w:t>
      </w:r>
      <w:r w:rsidR="00F962B3">
        <w:rPr>
          <w:rFonts w:hAnsi="ＭＳ 明朝" w:hint="eastAsia"/>
          <w:sz w:val="20"/>
        </w:rPr>
        <w:t>速</w:t>
      </w:r>
      <w:r w:rsidR="006F0286" w:rsidRPr="00FD6DC3">
        <w:rPr>
          <w:rFonts w:hAnsi="ＭＳ 明朝" w:hint="eastAsia"/>
          <w:sz w:val="20"/>
        </w:rPr>
        <w:t>やかに被保険者証を添えて、</w:t>
      </w:r>
      <w:r w:rsidR="00BE67F9">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5E0AB23" w14:textId="362585F0" w:rsidR="00F9037F" w:rsidRDefault="00535486" w:rsidP="006F0286">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78208" behindDoc="0" locked="0" layoutInCell="1" allowOverlap="1" wp14:anchorId="57503111" wp14:editId="2107A047">
                <wp:simplePos x="0" y="0"/>
                <wp:positionH relativeFrom="margin">
                  <wp:posOffset>-314325</wp:posOffset>
                </wp:positionH>
                <wp:positionV relativeFrom="paragraph">
                  <wp:posOffset>65405</wp:posOffset>
                </wp:positionV>
                <wp:extent cx="7277100" cy="32099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277100" cy="3209925"/>
                        </a:xfrm>
                        <a:prstGeom prst="rect">
                          <a:avLst/>
                        </a:prstGeom>
                        <a:solidFill>
                          <a:srgbClr val="92D050">
                            <a:alpha val="80000"/>
                          </a:srgbClr>
                        </a:solidFill>
                        <a:ln w="6350">
                          <a:noFill/>
                        </a:ln>
                      </wps:spPr>
                      <wps:txb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3111" id="テキスト ボックス 1" o:spid="_x0000_s1030" type="#_x0000_t202" style="position:absolute;left:0;text-align:left;margin-left:-24.75pt;margin-top:5.15pt;width:573pt;height:252.7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" fillcolor="#92d050" stroked="f" strokeweight=".5pt">
                <v:fill opacity="52428f"/>
                <v:textbo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28C61205" w14:textId="18FD4F01" w:rsidR="00F9037F" w:rsidRPr="00E53214" w:rsidRDefault="00F9037F" w:rsidP="00467094">
      <w:pPr>
        <w:spacing w:line="240" w:lineRule="exact"/>
        <w:ind w:leftChars="-202" w:left="-424"/>
        <w:rPr>
          <w:rFonts w:hAnsi="ＭＳ 明朝"/>
          <w:sz w:val="16"/>
        </w:rPr>
      </w:pPr>
      <w:r w:rsidRPr="00E53214">
        <w:rPr>
          <w:rFonts w:hAnsi="ＭＳ 明朝" w:hint="eastAsia"/>
          <w:sz w:val="20"/>
          <w:szCs w:val="21"/>
        </w:rPr>
        <w:t>【医療保険料等の滞納状況】</w:t>
      </w:r>
    </w:p>
    <w:tbl>
      <w:tblPr>
        <w:tblStyle w:val="a7"/>
        <w:tblpPr w:leftFromText="142" w:rightFromText="142" w:vertAnchor="text" w:horzAnchor="margin" w:tblpXSpec="center" w:tblpY="14"/>
        <w:tblW w:w="11063" w:type="dxa"/>
        <w:tblLook w:val="04A0" w:firstRow="1" w:lastRow="0" w:firstColumn="1" w:lastColumn="0" w:noHBand="0" w:noVBand="1"/>
      </w:tblPr>
      <w:tblGrid>
        <w:gridCol w:w="1024"/>
        <w:gridCol w:w="672"/>
        <w:gridCol w:w="993"/>
        <w:gridCol w:w="996"/>
        <w:gridCol w:w="988"/>
        <w:gridCol w:w="709"/>
        <w:gridCol w:w="992"/>
        <w:gridCol w:w="1001"/>
        <w:gridCol w:w="984"/>
        <w:gridCol w:w="708"/>
        <w:gridCol w:w="993"/>
        <w:gridCol w:w="1003"/>
      </w:tblGrid>
      <w:tr w:rsidR="00E53214" w:rsidRPr="00E53214" w14:paraId="6E5B52C9" w14:textId="77777777" w:rsidTr="00F9037F">
        <w:trPr>
          <w:trHeight w:val="283"/>
        </w:trPr>
        <w:tc>
          <w:tcPr>
            <w:tcW w:w="3685" w:type="dxa"/>
            <w:gridSpan w:val="4"/>
            <w:vAlign w:val="center"/>
          </w:tcPr>
          <w:p w14:paraId="03CDB8AE" w14:textId="4DBC3725"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90" w:type="dxa"/>
            <w:gridSpan w:val="4"/>
            <w:vAlign w:val="center"/>
          </w:tcPr>
          <w:p w14:paraId="06328E6E"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88" w:type="dxa"/>
            <w:gridSpan w:val="4"/>
            <w:vAlign w:val="center"/>
          </w:tcPr>
          <w:p w14:paraId="5C8ED3AC"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r>
      <w:tr w:rsidR="00E53214" w:rsidRPr="00E53214" w14:paraId="1E486F4D" w14:textId="77777777" w:rsidTr="00F9037F">
        <w:trPr>
          <w:trHeight w:val="199"/>
        </w:trPr>
        <w:tc>
          <w:tcPr>
            <w:tcW w:w="1024" w:type="dxa"/>
            <w:vAlign w:val="center"/>
          </w:tcPr>
          <w:p w14:paraId="4083D90A"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672" w:type="dxa"/>
            <w:vAlign w:val="center"/>
          </w:tcPr>
          <w:p w14:paraId="1D2A1D64" w14:textId="7C5F1FF6"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73B6471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996" w:type="dxa"/>
            <w:vAlign w:val="center"/>
          </w:tcPr>
          <w:p w14:paraId="32D30FCF"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8" w:type="dxa"/>
            <w:vAlign w:val="center"/>
          </w:tcPr>
          <w:p w14:paraId="66123DC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9" w:type="dxa"/>
            <w:vAlign w:val="center"/>
          </w:tcPr>
          <w:p w14:paraId="64D9FE39"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2" w:type="dxa"/>
            <w:vAlign w:val="center"/>
          </w:tcPr>
          <w:p w14:paraId="19FAAA40"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1" w:type="dxa"/>
            <w:vAlign w:val="center"/>
          </w:tcPr>
          <w:p w14:paraId="40620F0C"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4" w:type="dxa"/>
            <w:vAlign w:val="center"/>
          </w:tcPr>
          <w:p w14:paraId="0CE8293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8" w:type="dxa"/>
            <w:vAlign w:val="center"/>
          </w:tcPr>
          <w:p w14:paraId="4182AF8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4D948185"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3" w:type="dxa"/>
            <w:vAlign w:val="center"/>
          </w:tcPr>
          <w:p w14:paraId="55399CF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r>
      <w:tr w:rsidR="00E53214" w:rsidRPr="00E53214" w14:paraId="691B5E2E" w14:textId="77777777" w:rsidTr="00F9037F">
        <w:trPr>
          <w:trHeight w:val="199"/>
        </w:trPr>
        <w:tc>
          <w:tcPr>
            <w:tcW w:w="1024" w:type="dxa"/>
            <w:vAlign w:val="center"/>
          </w:tcPr>
          <w:p w14:paraId="5BE2AB32"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1CE8F48"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C5B8923"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EA8BE3C"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A96D852"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F57112"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0DFF8A9F"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F75A96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FF01A92"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9384A8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3F90D246"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31DF931C" w14:textId="77777777" w:rsidR="00F9037F" w:rsidRPr="00E53214" w:rsidRDefault="00F9037F" w:rsidP="00F9037F">
            <w:pPr>
              <w:spacing w:line="240" w:lineRule="exact"/>
              <w:jc w:val="center"/>
              <w:rPr>
                <w:rFonts w:hAnsi="ＭＳ 明朝"/>
                <w:sz w:val="18"/>
                <w:szCs w:val="18"/>
              </w:rPr>
            </w:pPr>
          </w:p>
        </w:tc>
      </w:tr>
      <w:tr w:rsidR="00E53214" w:rsidRPr="00E53214" w14:paraId="671D2575" w14:textId="77777777" w:rsidTr="00F9037F">
        <w:trPr>
          <w:trHeight w:val="199"/>
        </w:trPr>
        <w:tc>
          <w:tcPr>
            <w:tcW w:w="1024" w:type="dxa"/>
            <w:vAlign w:val="center"/>
          </w:tcPr>
          <w:p w14:paraId="59F8EFB7"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E1113A0" w14:textId="02BCB75E" w:rsidR="00F9037F" w:rsidRPr="00E53214" w:rsidRDefault="00F9037F" w:rsidP="00F9037F">
            <w:pPr>
              <w:spacing w:line="240" w:lineRule="exact"/>
              <w:jc w:val="center"/>
              <w:rPr>
                <w:rFonts w:hAnsi="ＭＳ 明朝"/>
                <w:sz w:val="18"/>
                <w:szCs w:val="18"/>
              </w:rPr>
            </w:pPr>
          </w:p>
        </w:tc>
        <w:tc>
          <w:tcPr>
            <w:tcW w:w="993" w:type="dxa"/>
            <w:vAlign w:val="center"/>
          </w:tcPr>
          <w:p w14:paraId="302ABA4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2398890"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2438FACB"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8FA089A"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B28C107"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8215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80390D"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419883A"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28C1779"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136D6735" w14:textId="77777777" w:rsidR="00F9037F" w:rsidRPr="00E53214" w:rsidRDefault="00F9037F" w:rsidP="00F9037F">
            <w:pPr>
              <w:spacing w:line="240" w:lineRule="exact"/>
              <w:jc w:val="center"/>
              <w:rPr>
                <w:rFonts w:hAnsi="ＭＳ 明朝"/>
                <w:sz w:val="18"/>
                <w:szCs w:val="18"/>
              </w:rPr>
            </w:pPr>
          </w:p>
        </w:tc>
      </w:tr>
      <w:tr w:rsidR="00E53214" w:rsidRPr="00E53214" w14:paraId="54086F45" w14:textId="77777777" w:rsidTr="00F9037F">
        <w:trPr>
          <w:trHeight w:val="199"/>
        </w:trPr>
        <w:tc>
          <w:tcPr>
            <w:tcW w:w="1024" w:type="dxa"/>
            <w:vAlign w:val="center"/>
          </w:tcPr>
          <w:p w14:paraId="6432E51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0F8BE9F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59C7D0F"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765C5F"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AC2A3F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781A2E4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1F6F1073"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2D6C28E"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3F26C99"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63CE7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97A9FC8"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050BA51" w14:textId="77777777" w:rsidR="00F9037F" w:rsidRPr="00E53214" w:rsidRDefault="00F9037F" w:rsidP="00F9037F">
            <w:pPr>
              <w:spacing w:line="240" w:lineRule="exact"/>
              <w:jc w:val="center"/>
              <w:rPr>
                <w:rFonts w:hAnsi="ＭＳ 明朝"/>
                <w:sz w:val="18"/>
                <w:szCs w:val="18"/>
              </w:rPr>
            </w:pPr>
          </w:p>
        </w:tc>
      </w:tr>
      <w:tr w:rsidR="00E53214" w:rsidRPr="00E53214" w14:paraId="68CD45CC" w14:textId="77777777" w:rsidTr="00F9037F">
        <w:trPr>
          <w:trHeight w:val="199"/>
        </w:trPr>
        <w:tc>
          <w:tcPr>
            <w:tcW w:w="1024" w:type="dxa"/>
            <w:vAlign w:val="center"/>
          </w:tcPr>
          <w:p w14:paraId="62A18C98"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6A9B9DF3"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F07615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092E66A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424EDE8"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C7C3EF"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5B47BD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67FEF2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AA99E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DDE24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E1BF1B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11474AF" w14:textId="77777777" w:rsidR="00F9037F" w:rsidRPr="00E53214" w:rsidRDefault="00F9037F" w:rsidP="00F9037F">
            <w:pPr>
              <w:spacing w:line="240" w:lineRule="exact"/>
              <w:jc w:val="center"/>
              <w:rPr>
                <w:rFonts w:hAnsi="ＭＳ 明朝"/>
                <w:sz w:val="18"/>
                <w:szCs w:val="18"/>
              </w:rPr>
            </w:pPr>
          </w:p>
        </w:tc>
      </w:tr>
      <w:tr w:rsidR="00E53214" w:rsidRPr="00E53214" w14:paraId="1875D8E1" w14:textId="77777777" w:rsidTr="00F9037F">
        <w:trPr>
          <w:trHeight w:val="199"/>
        </w:trPr>
        <w:tc>
          <w:tcPr>
            <w:tcW w:w="1024" w:type="dxa"/>
            <w:vAlign w:val="center"/>
          </w:tcPr>
          <w:p w14:paraId="25FB965A"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FC3BC1C"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314479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C0BB915"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78C8482C"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685AF4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1A1206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D65472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167189B"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B27B4B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D4BE7F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40E6CEE" w14:textId="77777777" w:rsidR="00F9037F" w:rsidRPr="00E53214" w:rsidRDefault="00F9037F" w:rsidP="00F9037F">
            <w:pPr>
              <w:spacing w:line="240" w:lineRule="exact"/>
              <w:jc w:val="center"/>
              <w:rPr>
                <w:rFonts w:hAnsi="ＭＳ 明朝"/>
                <w:sz w:val="18"/>
                <w:szCs w:val="18"/>
              </w:rPr>
            </w:pPr>
          </w:p>
        </w:tc>
      </w:tr>
      <w:tr w:rsidR="00E53214" w:rsidRPr="00E53214" w14:paraId="15363650" w14:textId="77777777" w:rsidTr="00F9037F">
        <w:trPr>
          <w:trHeight w:val="199"/>
        </w:trPr>
        <w:tc>
          <w:tcPr>
            <w:tcW w:w="1024" w:type="dxa"/>
            <w:vAlign w:val="center"/>
          </w:tcPr>
          <w:p w14:paraId="7C0DF13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DEC0E78" w14:textId="72A38FFD" w:rsidR="00F9037F" w:rsidRPr="00E53214" w:rsidRDefault="00F9037F" w:rsidP="00F9037F">
            <w:pPr>
              <w:spacing w:line="240" w:lineRule="exact"/>
              <w:jc w:val="center"/>
              <w:rPr>
                <w:rFonts w:hAnsi="ＭＳ 明朝"/>
                <w:sz w:val="18"/>
                <w:szCs w:val="18"/>
              </w:rPr>
            </w:pPr>
          </w:p>
        </w:tc>
        <w:tc>
          <w:tcPr>
            <w:tcW w:w="993" w:type="dxa"/>
            <w:vAlign w:val="center"/>
          </w:tcPr>
          <w:p w14:paraId="23F3E7B0"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0C1976"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6E39AB7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574E2A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0271D04"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7911D2F"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5198224"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EA298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ECB4A1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7E5C7FF" w14:textId="77777777" w:rsidR="00F9037F" w:rsidRPr="00E53214" w:rsidRDefault="00F9037F" w:rsidP="00F9037F">
            <w:pPr>
              <w:spacing w:line="240" w:lineRule="exact"/>
              <w:jc w:val="center"/>
              <w:rPr>
                <w:rFonts w:hAnsi="ＭＳ 明朝"/>
                <w:sz w:val="18"/>
                <w:szCs w:val="18"/>
              </w:rPr>
            </w:pPr>
          </w:p>
        </w:tc>
      </w:tr>
      <w:tr w:rsidR="00E53214" w:rsidRPr="00E53214" w14:paraId="04799E75" w14:textId="77777777" w:rsidTr="00F9037F">
        <w:trPr>
          <w:trHeight w:val="199"/>
        </w:trPr>
        <w:tc>
          <w:tcPr>
            <w:tcW w:w="1024" w:type="dxa"/>
            <w:vAlign w:val="center"/>
          </w:tcPr>
          <w:p w14:paraId="5BCE6923"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18A447E6"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166F06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1521CC4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4CA69B6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EA5AA6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487B47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52250A2"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07C1AD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41D6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07ACC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97BFBD9" w14:textId="77777777" w:rsidR="00F9037F" w:rsidRPr="00E53214" w:rsidRDefault="00F9037F" w:rsidP="00F9037F">
            <w:pPr>
              <w:spacing w:line="240" w:lineRule="exact"/>
              <w:jc w:val="center"/>
              <w:rPr>
                <w:rFonts w:hAnsi="ＭＳ 明朝"/>
                <w:sz w:val="18"/>
                <w:szCs w:val="18"/>
              </w:rPr>
            </w:pPr>
          </w:p>
        </w:tc>
      </w:tr>
      <w:tr w:rsidR="00E53214" w:rsidRPr="00E53214" w14:paraId="74F42B8E" w14:textId="77777777" w:rsidTr="00F9037F">
        <w:trPr>
          <w:trHeight w:val="199"/>
        </w:trPr>
        <w:tc>
          <w:tcPr>
            <w:tcW w:w="1024" w:type="dxa"/>
            <w:vAlign w:val="center"/>
          </w:tcPr>
          <w:p w14:paraId="48C0B430"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3CD6C6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1AC58D6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7CD9EC7"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650F849"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B51C0A4"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A582F4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341B1050"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D4D8C28"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73068B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D2C7847"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E0F1DBA" w14:textId="77777777" w:rsidR="00F9037F" w:rsidRPr="00E53214" w:rsidRDefault="00F9037F" w:rsidP="00F9037F">
            <w:pPr>
              <w:spacing w:line="240" w:lineRule="exact"/>
              <w:jc w:val="center"/>
              <w:rPr>
                <w:rFonts w:hAnsi="ＭＳ 明朝"/>
                <w:sz w:val="18"/>
                <w:szCs w:val="18"/>
              </w:rPr>
            </w:pPr>
          </w:p>
        </w:tc>
      </w:tr>
      <w:tr w:rsidR="00E53214" w:rsidRPr="00E53214" w14:paraId="414B9AEA" w14:textId="77777777" w:rsidTr="00F9037F">
        <w:trPr>
          <w:trHeight w:val="199"/>
        </w:trPr>
        <w:tc>
          <w:tcPr>
            <w:tcW w:w="1024" w:type="dxa"/>
            <w:vAlign w:val="center"/>
          </w:tcPr>
          <w:p w14:paraId="5637CF42" w14:textId="6F91598E" w:rsidR="00F9037F" w:rsidRPr="00E53214" w:rsidRDefault="00F9037F" w:rsidP="00F9037F">
            <w:pPr>
              <w:spacing w:line="240" w:lineRule="exact"/>
              <w:jc w:val="center"/>
              <w:rPr>
                <w:rFonts w:hAnsi="ＭＳ 明朝"/>
                <w:sz w:val="18"/>
                <w:szCs w:val="18"/>
              </w:rPr>
            </w:pPr>
          </w:p>
        </w:tc>
        <w:tc>
          <w:tcPr>
            <w:tcW w:w="672" w:type="dxa"/>
            <w:vAlign w:val="center"/>
          </w:tcPr>
          <w:p w14:paraId="36170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D76E1AE"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4BC97C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21725F4"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D17BCC3"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2B14461"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5991846"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6D4529DE"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1640DD5"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673524F"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12987CD" w14:textId="77777777" w:rsidR="00F9037F" w:rsidRPr="00E53214" w:rsidRDefault="00F9037F" w:rsidP="00F9037F">
            <w:pPr>
              <w:spacing w:line="240" w:lineRule="exact"/>
              <w:jc w:val="center"/>
              <w:rPr>
                <w:rFonts w:hAnsi="ＭＳ 明朝"/>
                <w:sz w:val="18"/>
                <w:szCs w:val="18"/>
              </w:rPr>
            </w:pPr>
          </w:p>
        </w:tc>
      </w:tr>
      <w:tr w:rsidR="00E53214" w:rsidRPr="00E53214" w14:paraId="3293BF19" w14:textId="77777777" w:rsidTr="00F9037F">
        <w:trPr>
          <w:trHeight w:val="199"/>
        </w:trPr>
        <w:tc>
          <w:tcPr>
            <w:tcW w:w="1024" w:type="dxa"/>
            <w:vAlign w:val="center"/>
          </w:tcPr>
          <w:p w14:paraId="0C82DBE0" w14:textId="6431E1AC" w:rsidR="00F9037F" w:rsidRPr="00E53214" w:rsidRDefault="00F9037F" w:rsidP="00F9037F">
            <w:pPr>
              <w:spacing w:line="240" w:lineRule="exact"/>
              <w:jc w:val="center"/>
              <w:rPr>
                <w:rFonts w:hAnsi="ＭＳ 明朝"/>
                <w:sz w:val="18"/>
                <w:szCs w:val="18"/>
              </w:rPr>
            </w:pPr>
          </w:p>
        </w:tc>
        <w:tc>
          <w:tcPr>
            <w:tcW w:w="672" w:type="dxa"/>
            <w:vAlign w:val="center"/>
          </w:tcPr>
          <w:p w14:paraId="1339E430"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EF3C7AD"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940013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077AFB11"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3FE601E"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0BA276E"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20877A35"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8681587"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C0EA074"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2E55C2"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49CE897" w14:textId="77777777" w:rsidR="00F9037F" w:rsidRPr="00E53214" w:rsidRDefault="00F9037F" w:rsidP="00F9037F">
            <w:pPr>
              <w:spacing w:line="240" w:lineRule="exact"/>
              <w:jc w:val="center"/>
              <w:rPr>
                <w:rFonts w:hAnsi="ＭＳ 明朝"/>
                <w:sz w:val="18"/>
                <w:szCs w:val="18"/>
              </w:rPr>
            </w:pPr>
          </w:p>
        </w:tc>
      </w:tr>
      <w:tr w:rsidR="00E53214" w:rsidRPr="00E53214" w14:paraId="2A2385D4" w14:textId="77777777" w:rsidTr="00F9037F">
        <w:trPr>
          <w:trHeight w:val="199"/>
        </w:trPr>
        <w:tc>
          <w:tcPr>
            <w:tcW w:w="1696" w:type="dxa"/>
            <w:gridSpan w:val="2"/>
            <w:vAlign w:val="center"/>
          </w:tcPr>
          <w:p w14:paraId="6916FE8B" w14:textId="58F829FE"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322FF9E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5920F57" w14:textId="77777777" w:rsidR="00F9037F" w:rsidRPr="00E53214" w:rsidRDefault="00F9037F" w:rsidP="00F9037F">
            <w:pPr>
              <w:spacing w:line="240" w:lineRule="exact"/>
              <w:jc w:val="center"/>
              <w:rPr>
                <w:rFonts w:hAnsi="ＭＳ 明朝"/>
                <w:sz w:val="18"/>
                <w:szCs w:val="18"/>
              </w:rPr>
            </w:pPr>
          </w:p>
        </w:tc>
        <w:tc>
          <w:tcPr>
            <w:tcW w:w="1697" w:type="dxa"/>
            <w:gridSpan w:val="2"/>
            <w:vAlign w:val="center"/>
          </w:tcPr>
          <w:p w14:paraId="7F637E4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2" w:type="dxa"/>
            <w:vAlign w:val="center"/>
          </w:tcPr>
          <w:p w14:paraId="26F1605D"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0A842A" w14:textId="77777777" w:rsidR="00F9037F" w:rsidRPr="00E53214" w:rsidRDefault="00F9037F" w:rsidP="00F9037F">
            <w:pPr>
              <w:spacing w:line="240" w:lineRule="exact"/>
              <w:jc w:val="center"/>
              <w:rPr>
                <w:rFonts w:hAnsi="ＭＳ 明朝"/>
                <w:sz w:val="18"/>
                <w:szCs w:val="18"/>
              </w:rPr>
            </w:pPr>
          </w:p>
        </w:tc>
        <w:tc>
          <w:tcPr>
            <w:tcW w:w="1692" w:type="dxa"/>
            <w:gridSpan w:val="2"/>
            <w:vAlign w:val="center"/>
          </w:tcPr>
          <w:p w14:paraId="4F7CF17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07480A2C"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71BAE657" w14:textId="77777777" w:rsidR="00F9037F" w:rsidRPr="00E53214" w:rsidRDefault="00F9037F" w:rsidP="00F9037F">
            <w:pPr>
              <w:spacing w:line="240" w:lineRule="exact"/>
              <w:jc w:val="center"/>
              <w:rPr>
                <w:rFonts w:hAnsi="ＭＳ 明朝"/>
                <w:sz w:val="18"/>
                <w:szCs w:val="18"/>
              </w:rPr>
            </w:pPr>
          </w:p>
        </w:tc>
      </w:tr>
    </w:tbl>
    <w:p w14:paraId="7523BD24" w14:textId="058A7195" w:rsidR="00F9037F" w:rsidRDefault="00F9037F" w:rsidP="00F9037F">
      <w:pPr>
        <w:rPr>
          <w:sz w:val="20"/>
          <w:szCs w:val="18"/>
        </w:rPr>
      </w:pPr>
      <w:r w:rsidRPr="00891BC3">
        <w:rPr>
          <w:rFonts w:hint="eastAsia"/>
          <w:sz w:val="20"/>
          <w:szCs w:val="18"/>
        </w:rPr>
        <w:t>※上</w:t>
      </w:r>
      <w:r>
        <w:rPr>
          <w:rFonts w:hint="eastAsia"/>
          <w:sz w:val="20"/>
          <w:szCs w:val="18"/>
        </w:rPr>
        <w:t>表</w:t>
      </w:r>
      <w:r w:rsidRPr="00891BC3">
        <w:rPr>
          <w:rFonts w:hint="eastAsia"/>
          <w:sz w:val="20"/>
          <w:szCs w:val="18"/>
        </w:rPr>
        <w:t>は</w:t>
      </w:r>
      <w:r w:rsidRPr="00E53214">
        <w:rPr>
          <w:rFonts w:hint="eastAsia"/>
          <w:sz w:val="20"/>
          <w:szCs w:val="18"/>
          <w:bdr w:val="single" w:sz="4" w:space="0" w:color="auto"/>
        </w:rPr>
        <w:t xml:space="preserve">　 　年　月　日</w:t>
      </w:r>
      <w:r w:rsidRPr="00891BC3">
        <w:rPr>
          <w:rFonts w:hint="eastAsia"/>
          <w:sz w:val="20"/>
          <w:szCs w:val="18"/>
        </w:rPr>
        <w:t>現在の滞納額です。行き違いに納入された場合には、速やかに申し出て</w:t>
      </w:r>
      <w:r>
        <w:rPr>
          <w:rFonts w:hint="eastAsia"/>
          <w:sz w:val="20"/>
          <w:szCs w:val="18"/>
        </w:rPr>
        <w:t>くだ</w:t>
      </w:r>
      <w:r w:rsidRPr="00891BC3">
        <w:rPr>
          <w:rFonts w:hint="eastAsia"/>
          <w:sz w:val="20"/>
          <w:szCs w:val="18"/>
        </w:rPr>
        <w:t>さい。</w:t>
      </w:r>
    </w:p>
    <w:p w14:paraId="6C22295F" w14:textId="7C798978" w:rsidR="00F9037F" w:rsidRPr="00F9037F" w:rsidRDefault="00F9037F" w:rsidP="00F9037F">
      <w:pPr>
        <w:adjustRightInd w:val="0"/>
        <w:snapToGrid w:val="0"/>
        <w:rPr>
          <w:rFonts w:hAnsi="ＭＳ 明朝"/>
          <w:sz w:val="14"/>
        </w:rPr>
      </w:pPr>
    </w:p>
    <w:p w14:paraId="16791E51" w14:textId="77777777" w:rsidR="00F9037F" w:rsidRPr="00F9037F" w:rsidRDefault="00F9037F" w:rsidP="00F9037F">
      <w:pPr>
        <w:adjustRightInd w:val="0"/>
        <w:snapToGrid w:val="0"/>
        <w:rPr>
          <w:rFonts w:hAnsi="ＭＳ 明朝"/>
          <w:sz w:val="14"/>
        </w:rPr>
      </w:pPr>
    </w:p>
    <w:p w14:paraId="30B98D18" w14:textId="0638B5BB" w:rsidR="00F9037F" w:rsidRPr="00F9037F" w:rsidRDefault="00F9037F" w:rsidP="00F9037F">
      <w:pPr>
        <w:adjustRightInd w:val="0"/>
        <w:snapToGrid w:val="0"/>
        <w:rPr>
          <w:rFonts w:hAnsi="ＭＳ 明朝"/>
          <w:sz w:val="14"/>
        </w:rPr>
      </w:pPr>
    </w:p>
    <w:tbl>
      <w:tblPr>
        <w:tblStyle w:val="a7"/>
        <w:tblpPr w:leftFromText="142" w:rightFromText="142" w:vertAnchor="text" w:horzAnchor="margin" w:tblpY="74"/>
        <w:tblW w:w="4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778"/>
      </w:tblGrid>
      <w:tr w:rsidR="00D23BDB" w:rsidRPr="00D23BDB" w14:paraId="472275C8" w14:textId="77777777" w:rsidTr="004B6265">
        <w:trPr>
          <w:trHeight w:val="224"/>
        </w:trPr>
        <w:tc>
          <w:tcPr>
            <w:tcW w:w="4771" w:type="dxa"/>
            <w:gridSpan w:val="2"/>
          </w:tcPr>
          <w:p w14:paraId="4EFFD1DA" w14:textId="77777777" w:rsidR="004B6265" w:rsidRPr="00D23BDB" w:rsidRDefault="004B6265" w:rsidP="004B6265">
            <w:pPr>
              <w:ind w:leftChars="-100" w:left="-210"/>
              <w:rPr>
                <w:rFonts w:hAnsi="ＭＳ 明朝"/>
                <w:sz w:val="18"/>
                <w:szCs w:val="20"/>
              </w:rPr>
            </w:pPr>
            <w:r w:rsidRPr="00D23BDB">
              <w:rPr>
                <w:rFonts w:hAnsi="ＭＳ 明朝" w:hint="eastAsia"/>
                <w:sz w:val="18"/>
                <w:szCs w:val="20"/>
              </w:rPr>
              <w:t>（お問合せ先）</w:t>
            </w:r>
          </w:p>
        </w:tc>
      </w:tr>
      <w:tr w:rsidR="00D23BDB" w:rsidRPr="00D23BDB" w14:paraId="69886979" w14:textId="77777777" w:rsidTr="004B6265">
        <w:trPr>
          <w:trHeight w:val="210"/>
        </w:trPr>
        <w:tc>
          <w:tcPr>
            <w:tcW w:w="4771" w:type="dxa"/>
            <w:gridSpan w:val="2"/>
          </w:tcPr>
          <w:p w14:paraId="100D4E7A" w14:textId="77777777" w:rsidR="004B6265" w:rsidRPr="00D23BDB" w:rsidRDefault="004B6265" w:rsidP="004B6265">
            <w:pPr>
              <w:rPr>
                <w:rFonts w:hAnsi="ＭＳ 明朝"/>
                <w:sz w:val="18"/>
                <w:szCs w:val="20"/>
              </w:rPr>
            </w:pPr>
            <w:r w:rsidRPr="00D23BDB">
              <w:rPr>
                <w:rFonts w:hAnsi="ＭＳ 明朝" w:hint="eastAsia"/>
                <w:sz w:val="18"/>
                <w:szCs w:val="20"/>
              </w:rPr>
              <w:t>●●市介護保険課</w:t>
            </w:r>
          </w:p>
        </w:tc>
      </w:tr>
      <w:tr w:rsidR="00D23BDB" w:rsidRPr="00D23BDB" w14:paraId="731534A8" w14:textId="77777777" w:rsidTr="004B6265">
        <w:trPr>
          <w:trHeight w:val="224"/>
        </w:trPr>
        <w:tc>
          <w:tcPr>
            <w:tcW w:w="993" w:type="dxa"/>
          </w:tcPr>
          <w:p w14:paraId="314327EA" w14:textId="77777777" w:rsidR="004B6265" w:rsidRPr="00D23BDB" w:rsidRDefault="004B6265" w:rsidP="004B6265">
            <w:pPr>
              <w:rPr>
                <w:rFonts w:hAnsi="ＭＳ 明朝"/>
                <w:sz w:val="18"/>
                <w:szCs w:val="20"/>
              </w:rPr>
            </w:pPr>
            <w:r w:rsidRPr="00D23BDB">
              <w:rPr>
                <w:rFonts w:hAnsi="ＭＳ 明朝" w:hint="eastAsia"/>
                <w:sz w:val="18"/>
                <w:szCs w:val="20"/>
              </w:rPr>
              <w:t>住　　所</w:t>
            </w:r>
          </w:p>
        </w:tc>
        <w:tc>
          <w:tcPr>
            <w:tcW w:w="3778" w:type="dxa"/>
          </w:tcPr>
          <w:p w14:paraId="785F177E" w14:textId="79EA8C07" w:rsidR="004B6265" w:rsidRPr="00D23BDB" w:rsidRDefault="004B6265" w:rsidP="004B6265">
            <w:pPr>
              <w:rPr>
                <w:rFonts w:hAnsi="ＭＳ 明朝"/>
                <w:sz w:val="18"/>
                <w:szCs w:val="20"/>
              </w:rPr>
            </w:pPr>
            <w:r w:rsidRPr="00D23BDB">
              <w:rPr>
                <w:rFonts w:hAnsi="ＭＳ 明朝" w:hint="eastAsia"/>
                <w:sz w:val="18"/>
                <w:szCs w:val="20"/>
              </w:rPr>
              <w:t>123-4567　●●市●●１－２－３</w:t>
            </w:r>
          </w:p>
        </w:tc>
      </w:tr>
      <w:tr w:rsidR="00D23BDB" w:rsidRPr="00D23BDB" w14:paraId="0BB40DC8" w14:textId="77777777" w:rsidTr="004B6265">
        <w:trPr>
          <w:trHeight w:val="434"/>
        </w:trPr>
        <w:tc>
          <w:tcPr>
            <w:tcW w:w="993" w:type="dxa"/>
          </w:tcPr>
          <w:p w14:paraId="0F9202DA" w14:textId="77777777" w:rsidR="004B6265" w:rsidRPr="00D23BDB" w:rsidRDefault="004B6265" w:rsidP="004B6265">
            <w:pPr>
              <w:rPr>
                <w:rFonts w:hAnsi="ＭＳ 明朝"/>
                <w:sz w:val="18"/>
                <w:szCs w:val="20"/>
              </w:rPr>
            </w:pPr>
            <w:r w:rsidRPr="00D23BDB">
              <w:rPr>
                <w:rFonts w:hAnsi="ＭＳ 明朝" w:hint="eastAsia"/>
                <w:sz w:val="18"/>
                <w:szCs w:val="20"/>
              </w:rPr>
              <w:t>電話番号</w:t>
            </w:r>
          </w:p>
          <w:p w14:paraId="6F84155F" w14:textId="77777777" w:rsidR="004B6265" w:rsidRPr="00D23BDB" w:rsidRDefault="004B6265" w:rsidP="004B6265">
            <w:pPr>
              <w:rPr>
                <w:rFonts w:hAnsi="ＭＳ 明朝"/>
                <w:sz w:val="18"/>
                <w:szCs w:val="20"/>
              </w:rPr>
            </w:pPr>
            <w:r w:rsidRPr="00D23BDB">
              <w:rPr>
                <w:rFonts w:hAnsi="ＭＳ 明朝" w:hint="eastAsia"/>
                <w:sz w:val="18"/>
                <w:szCs w:val="20"/>
              </w:rPr>
              <w:t>メール</w:t>
            </w:r>
          </w:p>
        </w:tc>
        <w:tc>
          <w:tcPr>
            <w:tcW w:w="3778" w:type="dxa"/>
          </w:tcPr>
          <w:p w14:paraId="3934D5D9" w14:textId="77777777" w:rsidR="004B6265" w:rsidRPr="00D23BDB" w:rsidRDefault="004B6265" w:rsidP="004B6265">
            <w:pPr>
              <w:rPr>
                <w:rFonts w:hAnsi="ＭＳ 明朝"/>
                <w:sz w:val="18"/>
                <w:szCs w:val="18"/>
              </w:rPr>
            </w:pPr>
            <w:r w:rsidRPr="00D23BDB">
              <w:rPr>
                <w:rFonts w:hAnsi="ＭＳ 明朝" w:hint="eastAsia"/>
                <w:sz w:val="18"/>
                <w:szCs w:val="20"/>
              </w:rPr>
              <w:t xml:space="preserve">987-6543-2111　　</w:t>
            </w:r>
            <w:r w:rsidRPr="00D23BDB">
              <w:rPr>
                <w:rFonts w:hAnsi="ＭＳ 明朝" w:hint="eastAsia"/>
                <w:sz w:val="18"/>
                <w:szCs w:val="18"/>
              </w:rPr>
              <w:t>F</w:t>
            </w:r>
            <w:r w:rsidRPr="00D23BDB">
              <w:rPr>
                <w:rFonts w:hAnsi="ＭＳ 明朝"/>
                <w:sz w:val="18"/>
                <w:szCs w:val="18"/>
              </w:rPr>
              <w:t>AX</w:t>
            </w:r>
            <w:r w:rsidRPr="00D23BDB">
              <w:rPr>
                <w:rFonts w:hAnsi="ＭＳ 明朝" w:hint="eastAsia"/>
                <w:sz w:val="18"/>
                <w:szCs w:val="18"/>
              </w:rPr>
              <w:t>番号　123-456-7890</w:t>
            </w:r>
          </w:p>
          <w:p w14:paraId="3AFCB4E2" w14:textId="77777777" w:rsidR="004B6265" w:rsidRPr="00D23BDB" w:rsidRDefault="004B6265" w:rsidP="004B6265">
            <w:pPr>
              <w:rPr>
                <w:rFonts w:hAnsi="ＭＳ 明朝"/>
                <w:sz w:val="18"/>
                <w:szCs w:val="20"/>
              </w:rPr>
            </w:pPr>
            <w:r w:rsidRPr="00D23BDB">
              <w:rPr>
                <w:rFonts w:hAnsi="ＭＳ 明朝"/>
                <w:sz w:val="18"/>
                <w:szCs w:val="18"/>
              </w:rPr>
              <w:t>xxxxxxxxxxx@yyy.zzz.aaa</w:t>
            </w:r>
          </w:p>
        </w:tc>
      </w:tr>
    </w:tbl>
    <w:p w14:paraId="5130ABE8" w14:textId="668250C0" w:rsidR="006F0286" w:rsidRDefault="006F0286" w:rsidP="006F0286">
      <w:pPr>
        <w:spacing w:line="160" w:lineRule="exact"/>
        <w:rPr>
          <w:rFonts w:hAnsi="ＭＳ 明朝"/>
          <w:sz w:val="12"/>
          <w:szCs w:val="10"/>
        </w:rPr>
      </w:pPr>
    </w:p>
    <w:p w14:paraId="3060B5E2" w14:textId="161FAD7C" w:rsidR="009D331C" w:rsidRDefault="009D331C" w:rsidP="006F0286">
      <w:pPr>
        <w:spacing w:line="160" w:lineRule="exact"/>
        <w:rPr>
          <w:rFonts w:hAnsi="ＭＳ 明朝"/>
          <w:sz w:val="12"/>
          <w:szCs w:val="10"/>
        </w:rPr>
      </w:pPr>
    </w:p>
    <w:p w14:paraId="584F1BE7" w14:textId="77777777" w:rsidR="00CB7295" w:rsidRDefault="00CB7295" w:rsidP="006F0286">
      <w:pPr>
        <w:spacing w:line="160" w:lineRule="exact"/>
        <w:rPr>
          <w:rFonts w:hAnsi="ＭＳ 明朝"/>
          <w:sz w:val="12"/>
          <w:szCs w:val="10"/>
        </w:rPr>
      </w:pPr>
    </w:p>
    <w:p w14:paraId="446B7D52" w14:textId="7A771A9D" w:rsidR="00CB7295" w:rsidRDefault="00CB7295" w:rsidP="006F0286">
      <w:pPr>
        <w:spacing w:line="160" w:lineRule="exact"/>
        <w:rPr>
          <w:rFonts w:hAnsi="ＭＳ 明朝"/>
          <w:sz w:val="12"/>
          <w:szCs w:val="10"/>
        </w:rPr>
      </w:pPr>
    </w:p>
    <w:p w14:paraId="4644EFA6" w14:textId="5DAA7B76" w:rsidR="004B6265" w:rsidRDefault="004B6265" w:rsidP="006F0286">
      <w:pPr>
        <w:spacing w:line="160" w:lineRule="exact"/>
        <w:rPr>
          <w:rFonts w:hAnsi="ＭＳ 明朝"/>
          <w:sz w:val="12"/>
          <w:szCs w:val="10"/>
        </w:rPr>
      </w:pPr>
    </w:p>
    <w:p w14:paraId="704F34A2" w14:textId="29A311BB" w:rsidR="004B6265" w:rsidRDefault="004B6265" w:rsidP="006F0286">
      <w:pPr>
        <w:spacing w:line="160" w:lineRule="exact"/>
        <w:rPr>
          <w:rFonts w:hAnsi="ＭＳ 明朝"/>
          <w:sz w:val="12"/>
          <w:szCs w:val="10"/>
        </w:rPr>
      </w:pPr>
    </w:p>
    <w:p w14:paraId="6B20C565" w14:textId="009F4F00" w:rsidR="00E23E1E" w:rsidRDefault="00E23E1E" w:rsidP="006F0286">
      <w:pPr>
        <w:spacing w:line="160" w:lineRule="exact"/>
        <w:rPr>
          <w:rFonts w:hAnsi="ＭＳ 明朝"/>
          <w:sz w:val="12"/>
          <w:szCs w:val="10"/>
        </w:rPr>
      </w:pPr>
    </w:p>
    <w:p w14:paraId="66D0B5B4" w14:textId="7AA6723C" w:rsidR="00E23E1E" w:rsidRDefault="00476BC2" w:rsidP="006F0286">
      <w:pPr>
        <w:spacing w:line="160" w:lineRule="exact"/>
        <w:rPr>
          <w:rFonts w:hAnsi="ＭＳ 明朝"/>
          <w:sz w:val="12"/>
          <w:szCs w:val="10"/>
        </w:rPr>
      </w:pPr>
      <w:r>
        <w:rPr>
          <w:rFonts w:hint="eastAsia"/>
          <w:noProof/>
          <w:color w:val="00B0F0"/>
          <w:sz w:val="20"/>
        </w:rPr>
        <mc:AlternateContent>
          <mc:Choice Requires="wps">
            <w:drawing>
              <wp:anchor distT="0" distB="0" distL="114300" distR="114300" simplePos="0" relativeHeight="251680256" behindDoc="0" locked="0" layoutInCell="1" allowOverlap="1" wp14:anchorId="0EA78521" wp14:editId="741B7EC2">
                <wp:simplePos x="0" y="0"/>
                <wp:positionH relativeFrom="margin">
                  <wp:posOffset>-104775</wp:posOffset>
                </wp:positionH>
                <wp:positionV relativeFrom="paragraph">
                  <wp:posOffset>108585</wp:posOffset>
                </wp:positionV>
                <wp:extent cx="6858000" cy="1908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908000"/>
                        </a:xfrm>
                        <a:prstGeom prst="rect">
                          <a:avLst/>
                        </a:prstGeom>
                        <a:solidFill>
                          <a:srgbClr val="92D050">
                            <a:alpha val="80000"/>
                          </a:srgbClr>
                        </a:solidFill>
                        <a:ln w="6350">
                          <a:noFill/>
                        </a:ln>
                      </wps:spPr>
                      <wps:txb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78521" id="テキスト ボックス 4" o:spid="_x0000_s1031" type="#_x0000_t202" style="position:absolute;left:0;text-align:left;margin-left:-8.25pt;margin-top:8.55pt;width:540pt;height:150.2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" fillcolor="#92d050" stroked="f" strokeweight=".5pt">
                <v:fill opacity="52428f"/>
                <v:textbo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41BC61AF" w14:textId="0DDD9817" w:rsidR="006F0286" w:rsidRPr="00891BC3" w:rsidRDefault="00ED35D4" w:rsidP="006F0286">
      <w:pPr>
        <w:ind w:leftChars="100" w:left="210"/>
        <w:rPr>
          <w:rFonts w:hAnsi="ＭＳ 明朝"/>
          <w:sz w:val="20"/>
          <w:szCs w:val="18"/>
        </w:rPr>
      </w:pPr>
      <w:r w:rsidRPr="00ED35D4">
        <w:rPr>
          <w:rFonts w:hAnsi="ＭＳ 明朝" w:hint="eastAsia"/>
          <w:sz w:val="20"/>
          <w:szCs w:val="18"/>
        </w:rPr>
        <w:t>不服の申立て及び取消訴訟</w:t>
      </w:r>
    </w:p>
    <w:p w14:paraId="72FC5727" w14:textId="1976E3A6"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この通知について不服があるときは、この通知を受け取った日の翌日から起算して３か月以内に、</w:t>
      </w:r>
      <w:r w:rsidRPr="005E3382">
        <w:rPr>
          <w:rFonts w:hAnsi="ＭＳ 明朝" w:hint="eastAsia"/>
          <w:sz w:val="18"/>
          <w:szCs w:val="16"/>
          <w:bdr w:val="single" w:sz="4" w:space="0" w:color="auto"/>
        </w:rPr>
        <w:t>都道府県名</w:t>
      </w:r>
      <w:r w:rsidRPr="005E3382">
        <w:rPr>
          <w:rFonts w:hAnsi="ＭＳ 明朝" w:hint="eastAsia"/>
          <w:sz w:val="18"/>
          <w:szCs w:val="16"/>
        </w:rPr>
        <w:t xml:space="preserve"> 介護保険審査会（ </w:t>
      </w:r>
      <w:r w:rsidRPr="005E3382">
        <w:rPr>
          <w:rFonts w:hAnsi="ＭＳ 明朝" w:hint="eastAsia"/>
          <w:sz w:val="18"/>
          <w:szCs w:val="16"/>
          <w:bdr w:val="single" w:sz="4" w:space="0" w:color="auto"/>
        </w:rPr>
        <w:t>都道府県郵便番号</w:t>
      </w:r>
      <w:r w:rsidRPr="005E3382">
        <w:rPr>
          <w:rFonts w:hAnsi="ＭＳ 明朝" w:hint="eastAsia"/>
          <w:sz w:val="18"/>
          <w:szCs w:val="16"/>
        </w:rPr>
        <w:t xml:space="preserve">　</w:t>
      </w:r>
      <w:r w:rsidRPr="005E3382">
        <w:rPr>
          <w:rFonts w:hAnsi="ＭＳ 明朝" w:hint="eastAsia"/>
          <w:sz w:val="18"/>
          <w:szCs w:val="16"/>
          <w:bdr w:val="single" w:sz="4" w:space="0" w:color="auto"/>
        </w:rPr>
        <w:t>都道府県住所</w:t>
      </w:r>
      <w:r w:rsidRPr="005E3382">
        <w:rPr>
          <w:rFonts w:hAnsi="ＭＳ 明朝" w:hint="eastAsia"/>
          <w:sz w:val="18"/>
          <w:szCs w:val="16"/>
        </w:rPr>
        <w:t xml:space="preserve">　電話：</w:t>
      </w:r>
      <w:r w:rsidRPr="005E3382">
        <w:rPr>
          <w:rFonts w:hAnsi="ＭＳ 明朝" w:hint="eastAsia"/>
          <w:sz w:val="18"/>
          <w:szCs w:val="16"/>
          <w:bdr w:val="single" w:sz="4" w:space="0" w:color="auto"/>
        </w:rPr>
        <w:t>都道府県電話番号</w:t>
      </w:r>
      <w:r w:rsidRPr="005E3382">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5D198B81"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この処分の取消しを求める訴えは、</w:t>
      </w:r>
      <w:r w:rsidR="00527387">
        <w:rPr>
          <w:rFonts w:hAnsi="ＭＳ 明朝" w:hint="eastAsia"/>
          <w:sz w:val="18"/>
          <w:szCs w:val="16"/>
        </w:rPr>
        <w:t>前述</w:t>
      </w:r>
      <w:r w:rsidRPr="005E3382">
        <w:rPr>
          <w:rFonts w:hAnsi="ＭＳ 明朝" w:hint="eastAsia"/>
          <w:sz w:val="18"/>
          <w:szCs w:val="16"/>
        </w:rPr>
        <w:t xml:space="preserve">の審査請求に対する裁決の通知を受けた日の翌日から起算して６か月以内に、 </w:t>
      </w:r>
      <w:r w:rsidRPr="005E3382">
        <w:rPr>
          <w:rFonts w:hAnsi="ＭＳ 明朝" w:hint="eastAsia"/>
          <w:sz w:val="18"/>
          <w:szCs w:val="16"/>
          <w:bdr w:val="single" w:sz="4" w:space="0" w:color="auto"/>
        </w:rPr>
        <w:t>市町村名１</w:t>
      </w:r>
      <w:r w:rsidRPr="005E3382">
        <w:rPr>
          <w:rFonts w:hAnsi="ＭＳ 明朝" w:hint="eastAsia"/>
          <w:sz w:val="18"/>
          <w:szCs w:val="16"/>
        </w:rPr>
        <w:t xml:space="preserve"> を被告として（訴訟において </w:t>
      </w:r>
      <w:r w:rsidRPr="005E3382">
        <w:rPr>
          <w:rFonts w:hAnsi="ＭＳ 明朝" w:hint="eastAsia"/>
          <w:sz w:val="18"/>
          <w:szCs w:val="16"/>
          <w:bdr w:val="single" w:sz="4" w:space="0" w:color="auto"/>
        </w:rPr>
        <w:t>市町村名２</w:t>
      </w:r>
      <w:r w:rsidRPr="005E3382">
        <w:rPr>
          <w:rFonts w:hAnsi="ＭＳ 明朝" w:hint="eastAsia"/>
          <w:sz w:val="18"/>
          <w:szCs w:val="16"/>
        </w:rPr>
        <w:t xml:space="preserve"> を代表する者は </w:t>
      </w:r>
      <w:r w:rsidRPr="005E3382">
        <w:rPr>
          <w:rFonts w:hAnsi="ＭＳ 明朝" w:hint="eastAsia"/>
          <w:sz w:val="18"/>
          <w:szCs w:val="16"/>
          <w:bdr w:val="single" w:sz="4" w:space="0" w:color="auto"/>
        </w:rPr>
        <w:t>市町村長</w:t>
      </w:r>
      <w:r w:rsidRPr="005E3382">
        <w:rPr>
          <w:rFonts w:hAnsi="ＭＳ 明朝" w:hint="eastAsia"/>
          <w:sz w:val="18"/>
          <w:szCs w:val="16"/>
        </w:rPr>
        <w:t xml:space="preserve"> となります。）提起することができます。</w:t>
      </w:r>
    </w:p>
    <w:p w14:paraId="3B252C43" w14:textId="77777777"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50D0F47A"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１　審査請求があった日から３か月を経過しても裁決がないとき。</w:t>
      </w:r>
    </w:p>
    <w:p w14:paraId="0B785273" w14:textId="30656CB9"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２　処分、処分の執行又は手続の続行により生ずる著しい損害を避けるため緊急の必要があるとき。</w:t>
      </w:r>
    </w:p>
    <w:p w14:paraId="3E7CD8EB" w14:textId="5C24E661" w:rsidR="00E23E1E" w:rsidRPr="00535486" w:rsidRDefault="006F0286" w:rsidP="00535486">
      <w:pPr>
        <w:spacing w:line="240" w:lineRule="exact"/>
        <w:ind w:leftChars="100" w:left="210"/>
        <w:rPr>
          <w:rFonts w:hAnsi="ＭＳ 明朝"/>
          <w:sz w:val="18"/>
          <w:szCs w:val="16"/>
        </w:rPr>
      </w:pPr>
      <w:r w:rsidRPr="005E3382">
        <w:rPr>
          <w:rFonts w:hAnsi="ＭＳ 明朝" w:hint="eastAsia"/>
          <w:sz w:val="18"/>
          <w:szCs w:val="16"/>
        </w:rPr>
        <w:t xml:space="preserve">　３　その他裁決を経ないことにつき正当な理由があるとき。</w:t>
      </w:r>
    </w:p>
    <w:sectPr w:rsidR="00E23E1E" w:rsidRPr="00535486" w:rsidSect="004A6D0D">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40977" w14:textId="77777777" w:rsidR="00B065AB" w:rsidRDefault="00B065AB" w:rsidP="00F779A5">
      <w:r>
        <w:separator/>
      </w:r>
    </w:p>
  </w:endnote>
  <w:endnote w:type="continuationSeparator" w:id="0">
    <w:p w14:paraId="4C1DA285" w14:textId="77777777" w:rsidR="00B065AB" w:rsidRDefault="00B065AB"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ABF55" w14:textId="77777777" w:rsidR="00B065AB" w:rsidRDefault="00B065AB" w:rsidP="00F779A5">
      <w:r>
        <w:separator/>
      </w:r>
    </w:p>
  </w:footnote>
  <w:footnote w:type="continuationSeparator" w:id="0">
    <w:p w14:paraId="16A60E49" w14:textId="77777777" w:rsidR="00B065AB" w:rsidRDefault="00B065AB"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1D2E"/>
    <w:rsid w:val="000A69B5"/>
    <w:rsid w:val="000C7B61"/>
    <w:rsid w:val="00103990"/>
    <w:rsid w:val="0011331D"/>
    <w:rsid w:val="00164980"/>
    <w:rsid w:val="00187CD1"/>
    <w:rsid w:val="001C37AA"/>
    <w:rsid w:val="001F5EEF"/>
    <w:rsid w:val="00223379"/>
    <w:rsid w:val="002501B3"/>
    <w:rsid w:val="00265311"/>
    <w:rsid w:val="00371D30"/>
    <w:rsid w:val="00387FA2"/>
    <w:rsid w:val="003A2F2D"/>
    <w:rsid w:val="003D2BAE"/>
    <w:rsid w:val="00467094"/>
    <w:rsid w:val="00476BC2"/>
    <w:rsid w:val="00483578"/>
    <w:rsid w:val="0049780C"/>
    <w:rsid w:val="004A6D0D"/>
    <w:rsid w:val="004B6265"/>
    <w:rsid w:val="004C5E07"/>
    <w:rsid w:val="005236DC"/>
    <w:rsid w:val="00527387"/>
    <w:rsid w:val="00535486"/>
    <w:rsid w:val="00582067"/>
    <w:rsid w:val="005D06A2"/>
    <w:rsid w:val="005E3382"/>
    <w:rsid w:val="00617157"/>
    <w:rsid w:val="00646DE9"/>
    <w:rsid w:val="00681243"/>
    <w:rsid w:val="006F0286"/>
    <w:rsid w:val="00724696"/>
    <w:rsid w:val="00731207"/>
    <w:rsid w:val="00743B97"/>
    <w:rsid w:val="00783F1D"/>
    <w:rsid w:val="00807CD9"/>
    <w:rsid w:val="008323EA"/>
    <w:rsid w:val="00842059"/>
    <w:rsid w:val="00881A9A"/>
    <w:rsid w:val="00891BC3"/>
    <w:rsid w:val="008A0C43"/>
    <w:rsid w:val="008C6D75"/>
    <w:rsid w:val="008D7150"/>
    <w:rsid w:val="008E3D31"/>
    <w:rsid w:val="00924388"/>
    <w:rsid w:val="009B7D44"/>
    <w:rsid w:val="009D331C"/>
    <w:rsid w:val="00A5396E"/>
    <w:rsid w:val="00A87BDE"/>
    <w:rsid w:val="00AB55D3"/>
    <w:rsid w:val="00AE27BF"/>
    <w:rsid w:val="00B065AB"/>
    <w:rsid w:val="00B97C09"/>
    <w:rsid w:val="00BC0401"/>
    <w:rsid w:val="00BD7F20"/>
    <w:rsid w:val="00BE67F9"/>
    <w:rsid w:val="00C65D6F"/>
    <w:rsid w:val="00CB7295"/>
    <w:rsid w:val="00CE4AE8"/>
    <w:rsid w:val="00CF0563"/>
    <w:rsid w:val="00CF76B5"/>
    <w:rsid w:val="00D1304E"/>
    <w:rsid w:val="00D15DD5"/>
    <w:rsid w:val="00D23BDB"/>
    <w:rsid w:val="00D33CC1"/>
    <w:rsid w:val="00D40D06"/>
    <w:rsid w:val="00D61FEC"/>
    <w:rsid w:val="00D76DB1"/>
    <w:rsid w:val="00D86DE8"/>
    <w:rsid w:val="00DC6915"/>
    <w:rsid w:val="00E0121D"/>
    <w:rsid w:val="00E23E1E"/>
    <w:rsid w:val="00E53214"/>
    <w:rsid w:val="00E71494"/>
    <w:rsid w:val="00E733EB"/>
    <w:rsid w:val="00EB764A"/>
    <w:rsid w:val="00ED35D4"/>
    <w:rsid w:val="00ED69DA"/>
    <w:rsid w:val="00EE27F1"/>
    <w:rsid w:val="00EF7FBC"/>
    <w:rsid w:val="00F13BE5"/>
    <w:rsid w:val="00F24654"/>
    <w:rsid w:val="00F43A72"/>
    <w:rsid w:val="00F47D84"/>
    <w:rsid w:val="00F734A7"/>
    <w:rsid w:val="00F758C6"/>
    <w:rsid w:val="00F779A5"/>
    <w:rsid w:val="00F9037F"/>
    <w:rsid w:val="00F962B3"/>
    <w:rsid w:val="00FB66E9"/>
    <w:rsid w:val="00FD6DC3"/>
    <w:rsid w:val="00FF0DD2"/>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ED35D4"/>
    <w:rPr>
      <w:sz w:val="18"/>
      <w:szCs w:val="18"/>
    </w:rPr>
  </w:style>
  <w:style w:type="paragraph" w:styleId="a9">
    <w:name w:val="annotation text"/>
    <w:basedOn w:val="a"/>
    <w:link w:val="aa"/>
    <w:uiPriority w:val="99"/>
    <w:rsid w:val="00ED35D4"/>
    <w:pPr>
      <w:jc w:val="left"/>
    </w:pPr>
  </w:style>
  <w:style w:type="character" w:customStyle="1" w:styleId="aa">
    <w:name w:val="コメント文字列 (文字)"/>
    <w:basedOn w:val="a0"/>
    <w:link w:val="a9"/>
    <w:uiPriority w:val="99"/>
    <w:rsid w:val="00ED35D4"/>
    <w:rPr>
      <w:rFonts w:ascii="ＭＳ 明朝"/>
      <w:kern w:val="2"/>
      <w:sz w:val="21"/>
    </w:rPr>
  </w:style>
  <w:style w:type="paragraph" w:styleId="ab">
    <w:name w:val="annotation subject"/>
    <w:basedOn w:val="a9"/>
    <w:next w:val="a9"/>
    <w:link w:val="ac"/>
    <w:uiPriority w:val="99"/>
    <w:rsid w:val="00ED35D4"/>
    <w:rPr>
      <w:b/>
      <w:bCs/>
    </w:rPr>
  </w:style>
  <w:style w:type="character" w:customStyle="1" w:styleId="ac">
    <w:name w:val="コメント内容 (文字)"/>
    <w:basedOn w:val="aa"/>
    <w:link w:val="ab"/>
    <w:uiPriority w:val="99"/>
    <w:rsid w:val="00ED35D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0CE50-6870-483B-B07B-FCCF30C96D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B7A6B4-8329-4200-BA47-8571B24E7C17}"/>
</file>

<file path=customXml/itemProps3.xml><?xml version="1.0" encoding="utf-8"?>
<ds:datastoreItem xmlns:ds="http://schemas.openxmlformats.org/officeDocument/2006/customXml" ds:itemID="{455A107E-9844-4C19-97CA-2F94395CC7BA}">
  <ds:schemaRefs>
    <ds:schemaRef ds:uri="http://schemas.microsoft.com/sharepoint/v3/contenttype/forms"/>
  </ds:schemaRefs>
</ds:datastoreItem>
</file>

<file path=customXml/itemProps4.xml><?xml version="1.0" encoding="utf-8"?>
<ds:datastoreItem xmlns:ds="http://schemas.openxmlformats.org/officeDocument/2006/customXml" ds:itemID="{C9988FA9-7E75-435C-87D6-E454E2F6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187</TotalTime>
  <Pages>1</Pages>
  <Words>1070</Words>
  <Characters>367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2022-12-09T07:32:00Z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2021-05-25T09:40:04Z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dc98bc85-61aa-4418-97cf-b8fc61487308</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745000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