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B7734" w14:textId="0E11F855" w:rsidR="00E35FA0" w:rsidRDefault="00D07144" w:rsidP="00671945">
      <w:pPr>
        <w:pStyle w:val="a7"/>
        <w:spacing w:before="0" w:after="0" w:line="60" w:lineRule="auto"/>
        <w:jc w:val="both"/>
        <w:rPr>
          <w:rFonts w:ascii="ＭＳ 明朝" w:eastAsia="ＭＳ 明朝" w:hAnsi="ＭＳ 明朝"/>
          <w:bCs/>
          <w:sz w:val="24"/>
        </w:rPr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708368" wp14:editId="27B764B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58476" cy="1908000"/>
                <wp:effectExtent l="0" t="0" r="1460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8476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A208EC5" w14:textId="6CF3A47B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08368" id="正方形/長方形 6" o:spid="_x0000_s1026" style="position:absolute;left:0;text-align:left;margin-left:0;margin-top:0;width:768.4pt;height:1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3A208EC5" w14:textId="6CF3A47B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CD6C4F2" w14:textId="21FEC44D" w:rsidR="00E35FA0" w:rsidRDefault="00E35FA0" w:rsidP="00671945">
      <w:pPr>
        <w:spacing w:line="60" w:lineRule="auto"/>
      </w:pPr>
    </w:p>
    <w:p w14:paraId="53AF0149" w14:textId="0A843787" w:rsidR="00E35FA0" w:rsidRPr="00E35FA0" w:rsidRDefault="00E35FA0" w:rsidP="00671945">
      <w:pPr>
        <w:spacing w:line="60" w:lineRule="auto"/>
      </w:pPr>
    </w:p>
    <w:p w14:paraId="7412932D" w14:textId="54DC575D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654827D9" w14:textId="203D9355" w:rsidR="00E35FA0" w:rsidRDefault="00E35FA0" w:rsidP="00671945">
      <w:pPr>
        <w:pStyle w:val="a7"/>
        <w:spacing w:before="0" w:after="0" w:line="60" w:lineRule="auto"/>
        <w:rPr>
          <w:rFonts w:ascii="ＭＳ 明朝" w:eastAsia="ＭＳ 明朝" w:hAnsi="ＭＳ 明朝"/>
          <w:bCs/>
          <w:sz w:val="24"/>
        </w:rPr>
      </w:pPr>
    </w:p>
    <w:p w14:paraId="7549D900" w14:textId="247FEF13" w:rsidR="00D07144" w:rsidRPr="00D07144" w:rsidRDefault="00D07144" w:rsidP="00D07144"/>
    <w:p w14:paraId="03887CF6" w14:textId="7CF75CC9" w:rsidR="00F12BCE" w:rsidRPr="00A41CCB" w:rsidRDefault="00897C4B" w:rsidP="00A41CCB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18"/>
          <w:szCs w:val="18"/>
        </w:rPr>
      </w:pPr>
      <w:r w:rsidRPr="00A41CCB">
        <w:rPr>
          <w:rFonts w:ascii="ＭＳ 明朝" w:eastAsia="ＭＳ 明朝" w:hAnsi="ＭＳ 明朝" w:hint="eastAsia"/>
          <w:bCs/>
          <w:sz w:val="18"/>
          <w:szCs w:val="18"/>
        </w:rPr>
        <w:t>社会福祉法人等利用者負担軽減確認証</w:t>
      </w:r>
      <w:r w:rsidR="00A260FF" w:rsidRPr="00A41CCB">
        <w:rPr>
          <w:rFonts w:ascii="ＭＳ 明朝" w:eastAsia="ＭＳ 明朝" w:hAnsi="ＭＳ 明朝" w:hint="eastAsia"/>
          <w:bCs/>
          <w:sz w:val="18"/>
          <w:szCs w:val="18"/>
        </w:rPr>
        <w:t>（特例措置対象者）</w:t>
      </w:r>
    </w:p>
    <w:p w14:paraId="1D0C6648" w14:textId="3B16E395" w:rsidR="00E35FA0" w:rsidRPr="00A41CCB" w:rsidRDefault="00F12BCE" w:rsidP="00A41CCB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16"/>
          <w:szCs w:val="16"/>
        </w:rPr>
      </w:pPr>
      <w:r w:rsidRPr="00A41CCB">
        <w:rPr>
          <w:rFonts w:ascii="ＭＳ 明朝" w:eastAsia="ＭＳ 明朝" w:hAnsi="ＭＳ 明朝" w:hint="eastAsia"/>
          <w:bCs/>
          <w:sz w:val="16"/>
          <w:szCs w:val="16"/>
        </w:rPr>
        <w:t>（社会福祉法人等による利用者負担の軽減制度）</w:t>
      </w:r>
    </w:p>
    <w:tbl>
      <w:tblPr>
        <w:tblpPr w:leftFromText="142" w:rightFromText="142" w:vertAnchor="page" w:horzAnchor="margin" w:tblpX="10162" w:tblpY="3499"/>
        <w:tblW w:w="5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"/>
        <w:gridCol w:w="117"/>
        <w:gridCol w:w="1031"/>
        <w:gridCol w:w="448"/>
        <w:gridCol w:w="315"/>
        <w:gridCol w:w="314"/>
        <w:gridCol w:w="314"/>
        <w:gridCol w:w="314"/>
        <w:gridCol w:w="302"/>
        <w:gridCol w:w="13"/>
        <w:gridCol w:w="314"/>
        <w:gridCol w:w="824"/>
        <w:gridCol w:w="525"/>
        <w:gridCol w:w="14"/>
      </w:tblGrid>
      <w:tr w:rsidR="006449D5" w14:paraId="14C58F4F" w14:textId="77777777" w:rsidTr="000D3626">
        <w:trPr>
          <w:trHeight w:val="65"/>
        </w:trPr>
        <w:tc>
          <w:tcPr>
            <w:tcW w:w="517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0907E7ED" w:rsidR="006449D5" w:rsidRDefault="006449D5" w:rsidP="00665D3D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6449D5" w14:paraId="4C82172E" w14:textId="77777777" w:rsidTr="000D3626">
        <w:trPr>
          <w:gridAfter w:val="1"/>
          <w:wAfter w:w="14" w:type="dxa"/>
          <w:cantSplit/>
          <w:trHeight w:val="155"/>
        </w:trPr>
        <w:tc>
          <w:tcPr>
            <w:tcW w:w="5158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441650EF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621D4504" w14:textId="77777777" w:rsidTr="00772931">
        <w:trPr>
          <w:gridAfter w:val="1"/>
          <w:wAfter w:w="14" w:type="dxa"/>
          <w:cantSplit/>
          <w:trHeight w:val="652"/>
        </w:trPr>
        <w:tc>
          <w:tcPr>
            <w:tcW w:w="44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EA4BAC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  <w:tc>
          <w:tcPr>
            <w:tcW w:w="4189" w:type="dxa"/>
            <w:gridSpan w:val="10"/>
            <w:vAlign w:val="center"/>
          </w:tcPr>
          <w:p w14:paraId="2450B707" w14:textId="77777777" w:rsidR="006449D5" w:rsidRPr="006449D5" w:rsidRDefault="006449D5" w:rsidP="00313752">
            <w:pPr>
              <w:jc w:val="distribute"/>
              <w:rPr>
                <w:spacing w:val="28"/>
                <w:sz w:val="18"/>
                <w:szCs w:val="18"/>
              </w:rPr>
            </w:pPr>
            <w:r w:rsidRPr="00313752">
              <w:rPr>
                <w:rFonts w:hint="eastAsia"/>
                <w:kern w:val="0"/>
                <w:sz w:val="18"/>
                <w:szCs w:val="18"/>
              </w:rPr>
              <w:t>社会福祉法人等利用者負担軽減確認証</w:t>
            </w:r>
          </w:p>
          <w:p w14:paraId="478A5060" w14:textId="77777777" w:rsidR="006449D5" w:rsidRPr="006449D5" w:rsidRDefault="006449D5" w:rsidP="00665D3D">
            <w:pPr>
              <w:jc w:val="center"/>
              <w:rPr>
                <w:sz w:val="18"/>
                <w:szCs w:val="18"/>
              </w:rPr>
            </w:pPr>
            <w:r w:rsidRPr="001837F2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661C1779" w:rsidR="006449D5" w:rsidRPr="006449D5" w:rsidRDefault="006449D5" w:rsidP="00665D3D">
            <w:pPr>
              <w:rPr>
                <w:sz w:val="14"/>
                <w:szCs w:val="14"/>
              </w:rPr>
            </w:pPr>
          </w:p>
        </w:tc>
      </w:tr>
      <w:tr w:rsidR="006449D5" w14:paraId="538FC651" w14:textId="77777777" w:rsidTr="00772931">
        <w:trPr>
          <w:gridAfter w:val="1"/>
          <w:wAfter w:w="14" w:type="dxa"/>
          <w:cantSplit/>
          <w:trHeight w:val="396"/>
        </w:trPr>
        <w:tc>
          <w:tcPr>
            <w:tcW w:w="3482" w:type="dxa"/>
            <w:gridSpan w:val="9"/>
            <w:tcBorders>
              <w:top w:val="nil"/>
              <w:left w:val="single" w:sz="12" w:space="0" w:color="auto"/>
              <w:right w:val="nil"/>
            </w:tcBorders>
            <w:vAlign w:val="bottom"/>
          </w:tcPr>
          <w:p w14:paraId="3950C637" w14:textId="419FC16B" w:rsidR="006449D5" w:rsidRPr="00666ACC" w:rsidRDefault="006449D5" w:rsidP="00665D3D">
            <w:pPr>
              <w:ind w:firstLineChars="200" w:firstLine="320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交付年月日</w:t>
            </w:r>
          </w:p>
        </w:tc>
        <w:tc>
          <w:tcPr>
            <w:tcW w:w="1676" w:type="dxa"/>
            <w:gridSpan w:val="4"/>
            <w:tcBorders>
              <w:top w:val="nil"/>
              <w:left w:val="nil"/>
              <w:right w:val="single" w:sz="12" w:space="0" w:color="auto"/>
            </w:tcBorders>
          </w:tcPr>
          <w:p w14:paraId="17EDA0D8" w14:textId="7661202A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75F4091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60062A7B" w:rsidR="006449D5" w:rsidRPr="00666ACC" w:rsidRDefault="006449D5" w:rsidP="00665D3D">
            <w:pPr>
              <w:jc w:val="center"/>
              <w:rPr>
                <w:spacing w:val="34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299"/>
              </w:rPr>
              <w:t>確認番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299"/>
              </w:rPr>
              <w:t>号</w:t>
            </w:r>
          </w:p>
        </w:tc>
        <w:tc>
          <w:tcPr>
            <w:tcW w:w="3683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5EBD79B6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385C80CC" w14:textId="77777777" w:rsidTr="00772931">
        <w:trPr>
          <w:gridAfter w:val="1"/>
          <w:wAfter w:w="14" w:type="dxa"/>
          <w:cantSplit/>
          <w:trHeight w:val="804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324DDED" w:rsidR="006449D5" w:rsidRPr="00666ACC" w:rsidRDefault="006449D5" w:rsidP="00665D3D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7D2193">
              <w:rPr>
                <w:rFonts w:hint="eastAsia"/>
                <w:spacing w:val="120"/>
                <w:kern w:val="0"/>
                <w:sz w:val="16"/>
                <w:szCs w:val="16"/>
                <w:fitText w:val="960" w:id="-1704194047"/>
              </w:rPr>
              <w:t>受給</w:t>
            </w:r>
            <w:r w:rsidRPr="007D2193">
              <w:rPr>
                <w:rFonts w:hint="eastAsia"/>
                <w:kern w:val="0"/>
                <w:sz w:val="16"/>
                <w:szCs w:val="16"/>
                <w:fitText w:val="960" w:id="-1704194047"/>
              </w:rPr>
              <w:t>者</w:t>
            </w:r>
          </w:p>
        </w:tc>
        <w:tc>
          <w:tcPr>
            <w:tcW w:w="1148" w:type="dxa"/>
            <w:gridSpan w:val="2"/>
            <w:tcBorders>
              <w:bottom w:val="nil"/>
            </w:tcBorders>
            <w:vAlign w:val="center"/>
          </w:tcPr>
          <w:p w14:paraId="229535F1" w14:textId="08A12529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F419CA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21AC8AD" w14:textId="77777777" w:rsidTr="00772931">
        <w:trPr>
          <w:gridAfter w:val="1"/>
          <w:wAfter w:w="14" w:type="dxa"/>
          <w:cantSplit/>
          <w:trHeight w:val="326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7BF3101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7D7A88FF" w14:textId="77777777" w:rsidTr="00772931">
        <w:trPr>
          <w:gridAfter w:val="1"/>
          <w:wAfter w:w="14" w:type="dxa"/>
          <w:cantSplit/>
          <w:trHeight w:val="693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6449D5" w:rsidRPr="00666ACC" w:rsidRDefault="006449D5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36BD4C13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772931" w14:paraId="4D2363C6" w14:textId="77777777" w:rsidTr="00772931">
        <w:trPr>
          <w:gridAfter w:val="1"/>
          <w:wAfter w:w="14" w:type="dxa"/>
          <w:cantSplit/>
          <w:trHeight w:val="418"/>
        </w:trPr>
        <w:tc>
          <w:tcPr>
            <w:tcW w:w="32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772931" w:rsidRPr="00666ACC" w:rsidRDefault="00772931" w:rsidP="00665D3D">
            <w:pPr>
              <w:rPr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vAlign w:val="center"/>
          </w:tcPr>
          <w:p w14:paraId="06D37909" w14:textId="3A3A089C" w:rsidR="00772931" w:rsidRPr="00666ACC" w:rsidRDefault="00772931" w:rsidP="00665D3D">
            <w:pPr>
              <w:jc w:val="distribute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176A1A7B" w:rsidR="00772931" w:rsidRPr="00666ACC" w:rsidRDefault="00772931" w:rsidP="00311FBE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6449D5" w14:paraId="33C86F85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03D335" w14:textId="77777777" w:rsidR="006449D5" w:rsidRPr="007D2193" w:rsidRDefault="006449D5" w:rsidP="00DD26D5">
            <w:pPr>
              <w:jc w:val="center"/>
              <w:rPr>
                <w:spacing w:val="8"/>
                <w:w w:val="87"/>
                <w:kern w:val="0"/>
                <w:sz w:val="14"/>
                <w:szCs w:val="14"/>
              </w:rPr>
            </w:pPr>
            <w:r w:rsidRPr="00FC27D4">
              <w:rPr>
                <w:rFonts w:hint="eastAsia"/>
                <w:spacing w:val="3"/>
                <w:w w:val="87"/>
                <w:kern w:val="0"/>
                <w:sz w:val="14"/>
                <w:szCs w:val="14"/>
                <w:fitText w:val="1232" w:id="-1479881983"/>
              </w:rPr>
              <w:t>介護保険被保険者番</w:t>
            </w:r>
            <w:r w:rsidRPr="00FC27D4">
              <w:rPr>
                <w:rFonts w:hint="eastAsia"/>
                <w:spacing w:val="-11"/>
                <w:w w:val="87"/>
                <w:kern w:val="0"/>
                <w:sz w:val="14"/>
                <w:szCs w:val="14"/>
                <w:fitText w:val="1232" w:id="-1479881983"/>
              </w:rPr>
              <w:t>号</w:t>
            </w:r>
          </w:p>
          <w:p w14:paraId="61B78FA6" w14:textId="5BCA4F06" w:rsidR="007D2193" w:rsidRPr="007D2193" w:rsidRDefault="007D2193" w:rsidP="00DD26D5">
            <w:pPr>
              <w:jc w:val="center"/>
              <w:rPr>
                <w:spacing w:val="-10"/>
                <w:sz w:val="14"/>
                <w:szCs w:val="14"/>
              </w:rPr>
            </w:pPr>
            <w:r w:rsidRPr="007D2193">
              <w:rPr>
                <w:rFonts w:hint="eastAsia"/>
                <w:w w:val="88"/>
                <w:kern w:val="0"/>
                <w:sz w:val="14"/>
                <w:szCs w:val="14"/>
                <w:fitText w:val="1235" w:id="-1479881470"/>
              </w:rPr>
              <w:t>（被保険者のみ記載</w:t>
            </w:r>
            <w:r w:rsidRPr="007D2193">
              <w:rPr>
                <w:rFonts w:hint="eastAsia"/>
                <w:spacing w:val="7"/>
                <w:w w:val="88"/>
                <w:kern w:val="0"/>
                <w:sz w:val="14"/>
                <w:szCs w:val="14"/>
                <w:fitText w:val="1235" w:id="-1479881470"/>
              </w:rPr>
              <w:t>）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6341C6F3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6449D5" w:rsidRPr="00666ACC" w:rsidRDefault="006449D5" w:rsidP="00665D3D">
            <w:pPr>
              <w:jc w:val="center"/>
              <w:rPr>
                <w:spacing w:val="22"/>
                <w:sz w:val="16"/>
                <w:szCs w:val="16"/>
              </w:rPr>
            </w:pPr>
            <w:r w:rsidRPr="007D2193">
              <w:rPr>
                <w:rFonts w:hint="eastAsia"/>
                <w:spacing w:val="40"/>
                <w:kern w:val="0"/>
                <w:sz w:val="16"/>
                <w:szCs w:val="16"/>
                <w:fitText w:val="1120" w:id="-1704194302"/>
              </w:rPr>
              <w:t>適用年月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2"/>
              </w:rPr>
              <w:t>日</w:t>
            </w:r>
          </w:p>
        </w:tc>
        <w:tc>
          <w:tcPr>
            <w:tcW w:w="3683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66B35581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6449D5" w14:paraId="38BC6D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77777777" w:rsidR="006449D5" w:rsidRPr="00666ACC" w:rsidRDefault="006449D5" w:rsidP="00665D3D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7D2193">
              <w:rPr>
                <w:rFonts w:hint="eastAsia"/>
                <w:spacing w:val="80"/>
                <w:kern w:val="0"/>
                <w:sz w:val="16"/>
                <w:szCs w:val="16"/>
                <w:fitText w:val="1120" w:id="-1704194301"/>
              </w:rPr>
              <w:t>有効期</w:t>
            </w:r>
            <w:r w:rsidRPr="007D2193">
              <w:rPr>
                <w:rFonts w:hint="eastAsia"/>
                <w:kern w:val="0"/>
                <w:sz w:val="16"/>
                <w:szCs w:val="16"/>
                <w:fitText w:val="1120" w:id="-1704194301"/>
              </w:rPr>
              <w:t>限</w:t>
            </w:r>
          </w:p>
        </w:tc>
        <w:tc>
          <w:tcPr>
            <w:tcW w:w="3683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08E4158D" w:rsidR="006449D5" w:rsidRPr="00666ACC" w:rsidRDefault="006449D5" w:rsidP="00311FBE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666ACC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6449D5" w14:paraId="32EB4CAD" w14:textId="77777777" w:rsidTr="00772931">
        <w:trPr>
          <w:gridAfter w:val="1"/>
          <w:wAfter w:w="14" w:type="dxa"/>
          <w:cantSplit/>
          <w:trHeight w:val="418"/>
        </w:trPr>
        <w:tc>
          <w:tcPr>
            <w:tcW w:w="1475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6449D5" w:rsidRPr="00666ACC" w:rsidRDefault="006449D5" w:rsidP="00665D3D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754C2B">
              <w:rPr>
                <w:rFonts w:hint="eastAsia"/>
                <w:spacing w:val="80"/>
                <w:kern w:val="0"/>
                <w:sz w:val="16"/>
                <w:szCs w:val="16"/>
                <w:fitText w:val="1120" w:id="-1704194300"/>
              </w:rPr>
              <w:t>減額割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704194300"/>
              </w:rPr>
              <w:t>合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3573BFF2" w14:textId="125FDB31" w:rsidR="00091772" w:rsidRPr="00091772" w:rsidRDefault="00091772" w:rsidP="00091772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091772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05A7D6E8" w:rsidR="006449D5" w:rsidRPr="00666ACC" w:rsidRDefault="006449D5" w:rsidP="00091772">
            <w:pPr>
              <w:jc w:val="right"/>
              <w:rPr>
                <w:sz w:val="14"/>
                <w:szCs w:val="14"/>
              </w:rPr>
            </w:pPr>
            <w:r w:rsidRPr="00666ACC">
              <w:rPr>
                <w:rFonts w:hAnsi="ＭＳ 明朝" w:cs="ＭＳ 明朝" w:hint="eastAsia"/>
                <w:sz w:val="14"/>
                <w:szCs w:val="14"/>
              </w:rPr>
              <w:t>／１００（居住費については１００／１００）</w:t>
            </w:r>
          </w:p>
        </w:tc>
      </w:tr>
      <w:tr w:rsidR="006449D5" w14:paraId="3017177F" w14:textId="77777777" w:rsidTr="00772931">
        <w:trPr>
          <w:gridAfter w:val="1"/>
          <w:wAfter w:w="14" w:type="dxa"/>
          <w:cantSplit/>
          <w:trHeight w:val="57"/>
        </w:trPr>
        <w:tc>
          <w:tcPr>
            <w:tcW w:w="1475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CAB48AB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2"/>
              </w:rPr>
              <w:t>保険者番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2"/>
              </w:rPr>
              <w:t>号</w:t>
            </w:r>
          </w:p>
          <w:p w14:paraId="5BB13874" w14:textId="77777777" w:rsidR="00801BAC" w:rsidRDefault="006449D5" w:rsidP="00801BAC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1"/>
              </w:rPr>
              <w:t>並びに保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1"/>
              </w:rPr>
              <w:t>険</w:t>
            </w:r>
          </w:p>
          <w:p w14:paraId="466083DA" w14:textId="77777777" w:rsidR="00801BAC" w:rsidRDefault="006449D5" w:rsidP="00801BAC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者</w:t>
            </w:r>
            <w:r w:rsidR="00801BAC"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の</w:t>
            </w:r>
            <w:r w:rsidRPr="00754C2B">
              <w:rPr>
                <w:rFonts w:hint="eastAsia"/>
                <w:spacing w:val="40"/>
                <w:kern w:val="0"/>
                <w:sz w:val="16"/>
                <w:szCs w:val="16"/>
                <w:fitText w:val="1120" w:id="-1574173950"/>
              </w:rPr>
              <w:t>名称</w:t>
            </w:r>
            <w:r w:rsidRPr="00754C2B">
              <w:rPr>
                <w:rFonts w:hint="eastAsia"/>
                <w:kern w:val="0"/>
                <w:sz w:val="16"/>
                <w:szCs w:val="16"/>
                <w:fitText w:val="1120" w:id="-1574173950"/>
              </w:rPr>
              <w:t>及</w:t>
            </w:r>
          </w:p>
          <w:p w14:paraId="205EE165" w14:textId="541F0DC8" w:rsidR="006449D5" w:rsidRPr="00666ACC" w:rsidRDefault="006449D5" w:rsidP="00801BAC">
            <w:pPr>
              <w:ind w:rightChars="53" w:right="111" w:firstLineChars="10" w:firstLine="24"/>
              <w:rPr>
                <w:spacing w:val="20"/>
                <w:sz w:val="16"/>
                <w:szCs w:val="16"/>
              </w:rPr>
            </w:pPr>
            <w:r w:rsidRPr="000D3626">
              <w:rPr>
                <w:rFonts w:hint="eastAsia"/>
                <w:spacing w:val="40"/>
                <w:kern w:val="0"/>
                <w:sz w:val="16"/>
                <w:szCs w:val="16"/>
                <w:fitText w:val="360" w:id="-1574173696"/>
              </w:rPr>
              <w:t>び</w:t>
            </w:r>
            <w:r w:rsidRPr="000D3626">
              <w:rPr>
                <w:rFonts w:hint="eastAsia"/>
                <w:spacing w:val="-20"/>
                <w:kern w:val="0"/>
                <w:sz w:val="16"/>
                <w:szCs w:val="16"/>
                <w:fitText w:val="360" w:id="-1574173696"/>
              </w:rPr>
              <w:t>印</w:t>
            </w:r>
          </w:p>
        </w:tc>
        <w:tc>
          <w:tcPr>
            <w:tcW w:w="3683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4862A6B6" w:rsidR="006449D5" w:rsidRPr="000D3626" w:rsidRDefault="006449D5" w:rsidP="00665D3D">
            <w:pPr>
              <w:rPr>
                <w:sz w:val="9"/>
                <w:szCs w:val="9"/>
              </w:rPr>
            </w:pPr>
          </w:p>
        </w:tc>
      </w:tr>
      <w:tr w:rsidR="006449D5" w14:paraId="12A984B0" w14:textId="77777777" w:rsidTr="00772931">
        <w:trPr>
          <w:gridAfter w:val="1"/>
          <w:wAfter w:w="14" w:type="dxa"/>
          <w:cantSplit/>
          <w:trHeight w:val="425"/>
        </w:trPr>
        <w:tc>
          <w:tcPr>
            <w:tcW w:w="1475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0BA27740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vAlign w:val="center"/>
          </w:tcPr>
          <w:p w14:paraId="00DE66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right w:val="single" w:sz="18" w:space="0" w:color="auto"/>
            </w:tcBorders>
            <w:vAlign w:val="center"/>
          </w:tcPr>
          <w:p w14:paraId="6F1743F2" w14:textId="5CD07F1C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6138D85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2C26A29B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14" w:type="dxa"/>
            <w:tcBorders>
              <w:left w:val="single" w:sz="18" w:space="0" w:color="auto"/>
            </w:tcBorders>
            <w:vAlign w:val="center"/>
          </w:tcPr>
          <w:p w14:paraId="7DC4399F" w14:textId="20710DAE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02BDED2F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</w:tr>
      <w:tr w:rsidR="006449D5" w14:paraId="24DE1B29" w14:textId="77777777" w:rsidTr="00772931">
        <w:trPr>
          <w:gridAfter w:val="1"/>
          <w:wAfter w:w="14" w:type="dxa"/>
          <w:cantSplit/>
          <w:trHeight w:val="837"/>
        </w:trPr>
        <w:tc>
          <w:tcPr>
            <w:tcW w:w="147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6449D5" w:rsidRPr="00666ACC" w:rsidRDefault="006449D5" w:rsidP="00665D3D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70C4E6B9" w:rsidR="006449D5" w:rsidRPr="00367BC2" w:rsidRDefault="000D3626" w:rsidP="000D3626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</w: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A599314" w14:textId="6EB03A91" w:rsidR="000D3626" w:rsidRPr="00367BC2" w:rsidRDefault="00901D17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7DC296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14605</wp:posOffset>
                      </wp:positionV>
                      <wp:extent cx="361950" cy="361950"/>
                      <wp:effectExtent l="0" t="0" r="19050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6449D5" w:rsidRPr="004D7CFD" w:rsidRDefault="006449D5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D7CFD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7.15pt;margin-top:1.15pt;width:28.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6449D5" w:rsidRPr="004D7CFD" w:rsidRDefault="006449D5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D7CFD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449D5" w:rsidRPr="00367BC2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7EBE898F" w:rsidR="006449D5" w:rsidRPr="00367BC2" w:rsidRDefault="006449D5" w:rsidP="00665D3D">
            <w:pPr>
              <w:rPr>
                <w:rFonts w:hAnsi="ＭＳ 明朝"/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901D17" w:rsidRPr="00367BC2">
              <w:rPr>
                <w:rFonts w:hAnsi="ＭＳ 明朝" w:hint="eastAsia"/>
                <w:sz w:val="16"/>
                <w:szCs w:val="16"/>
              </w:rPr>
              <w:t xml:space="preserve">　 </w:t>
            </w:r>
            <w:r w:rsidR="000D3626" w:rsidRPr="00367BC2">
              <w:rPr>
                <w:rFonts w:hAnsi="ＭＳ 明朝" w:hint="eastAsia"/>
                <w:sz w:val="16"/>
                <w:szCs w:val="16"/>
              </w:rPr>
              <w:t>○○市（町村）</w:t>
            </w:r>
          </w:p>
          <w:p w14:paraId="1039ED56" w14:textId="65468836" w:rsidR="006449D5" w:rsidRPr="00666ACC" w:rsidRDefault="006449D5" w:rsidP="000D3626">
            <w:pPr>
              <w:spacing w:afterLines="10" w:after="33"/>
              <w:rPr>
                <w:sz w:val="16"/>
                <w:szCs w:val="16"/>
              </w:rPr>
            </w:pPr>
            <w:r w:rsidRPr="00367BC2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16D02052" w14:textId="5B0381B2" w:rsidR="006449D5" w:rsidRDefault="00C44C0B" w:rsidP="00F12BCE">
      <w:pPr>
        <w:spacing w:beforeLines="50" w:before="167"/>
        <w:ind w:leftChars="67" w:left="141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FDD3B" wp14:editId="0133A646">
                <wp:simplePos x="0" y="0"/>
                <wp:positionH relativeFrom="column">
                  <wp:posOffset>0</wp:posOffset>
                </wp:positionH>
                <wp:positionV relativeFrom="paragraph">
                  <wp:posOffset>203200</wp:posOffset>
                </wp:positionV>
                <wp:extent cx="6381750" cy="4672965"/>
                <wp:effectExtent l="0" t="0" r="19050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46729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B542D40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45365C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458C675" w14:textId="77777777" w:rsidR="00BA0DB6" w:rsidRDefault="00BA0DB6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7110455" w14:textId="2E7407B7" w:rsidR="00A939D2" w:rsidRPr="00BA0DB6" w:rsidRDefault="00A939D2" w:rsidP="00A939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BFDD3B" id="正方形/長方形 1" o:spid="_x0000_s1028" style="position:absolute;left:0;text-align:left;margin-left:0;margin-top:16pt;width:502.5pt;height:36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" fillcolor="#92d050" strokecolor="#92d050" strokeweight=".5pt">
                <v:fill opacity="52428f"/>
                <v:textbox>
                  <w:txbxContent>
                    <w:p w14:paraId="4B542D40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45365C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458C675" w14:textId="77777777" w:rsidR="00BA0DB6" w:rsidRDefault="00BA0DB6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7110455" w14:textId="2E7407B7" w:rsidR="00A939D2" w:rsidRPr="00BA0DB6" w:rsidRDefault="00A939D2" w:rsidP="00A939D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1287C2" w14:textId="55DE676A" w:rsidR="006449D5" w:rsidRDefault="006449D5" w:rsidP="00F12BCE">
      <w:pPr>
        <w:spacing w:beforeLines="50" w:before="167"/>
        <w:ind w:leftChars="67" w:left="141"/>
      </w:pPr>
    </w:p>
    <w:p w14:paraId="0BB6339C" w14:textId="31712A59" w:rsidR="006449D5" w:rsidRDefault="006449D5" w:rsidP="00F12BCE">
      <w:pPr>
        <w:spacing w:beforeLines="50" w:before="167"/>
        <w:ind w:leftChars="67" w:left="141"/>
      </w:pPr>
    </w:p>
    <w:p w14:paraId="37EEEE6A" w14:textId="13DDEEEC" w:rsidR="006449D5" w:rsidRDefault="006449D5" w:rsidP="006449D5">
      <w:pPr>
        <w:spacing w:beforeLines="50" w:before="167"/>
      </w:pPr>
    </w:p>
    <w:p w14:paraId="44238DE1" w14:textId="3324AFD4" w:rsidR="00671945" w:rsidRDefault="00C44C0B" w:rsidP="006449D5">
      <w:pPr>
        <w:spacing w:beforeLines="50" w:before="167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FB03F0" wp14:editId="67E00FD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62698" w14:textId="77777777" w:rsidR="00C44C0B" w:rsidRPr="00967DE7" w:rsidRDefault="00C44C0B" w:rsidP="00C44C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B03F0" id="正方形/長方形 9" o:spid="_x0000_s1029" style="position:absolute;left:0;text-align:left;margin-left:17.85pt;margin-top:10.5pt;width:1in;height:24.6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76862698" w14:textId="77777777" w:rsidR="00C44C0B" w:rsidRPr="00967DE7" w:rsidRDefault="00C44C0B" w:rsidP="00C44C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651648A" w14:textId="77777777" w:rsidR="00671945" w:rsidRDefault="00671945" w:rsidP="006449D5">
      <w:pPr>
        <w:spacing w:beforeLines="50" w:before="167"/>
      </w:pPr>
    </w:p>
    <w:p w14:paraId="219F11A1" w14:textId="5C6E5DFE" w:rsidR="006449D5" w:rsidRDefault="006449D5" w:rsidP="006449D5">
      <w:pPr>
        <w:spacing w:beforeLines="50" w:before="167"/>
      </w:pPr>
    </w:p>
    <w:p w14:paraId="1118C5B3" w14:textId="7E651121" w:rsidR="00D07144" w:rsidRDefault="00D07144" w:rsidP="006449D5">
      <w:pPr>
        <w:spacing w:beforeLines="50" w:before="167"/>
      </w:pPr>
    </w:p>
    <w:p w14:paraId="064F2C88" w14:textId="266C1588" w:rsidR="00D07144" w:rsidRDefault="00D07144" w:rsidP="006449D5">
      <w:pPr>
        <w:spacing w:beforeLines="50" w:before="167"/>
      </w:pPr>
    </w:p>
    <w:p w14:paraId="1B82B7C2" w14:textId="00D04D8B" w:rsidR="00D07144" w:rsidRDefault="00D07144" w:rsidP="006449D5">
      <w:pPr>
        <w:spacing w:beforeLines="50" w:before="167"/>
      </w:pPr>
    </w:p>
    <w:p w14:paraId="523B8C96" w14:textId="518D2E15" w:rsidR="00D07144" w:rsidRDefault="00D07144" w:rsidP="006449D5">
      <w:pPr>
        <w:spacing w:beforeLines="50" w:before="167"/>
      </w:pPr>
    </w:p>
    <w:p w14:paraId="302DCDE5" w14:textId="6840A41A" w:rsidR="00D07144" w:rsidRDefault="00D07144" w:rsidP="006449D5">
      <w:pPr>
        <w:spacing w:beforeLines="50" w:before="167"/>
      </w:pPr>
    </w:p>
    <w:p w14:paraId="12E47874" w14:textId="61EDA90B" w:rsidR="00D07144" w:rsidRDefault="00D07144" w:rsidP="006449D5">
      <w:pPr>
        <w:spacing w:beforeLines="50" w:before="167"/>
      </w:pPr>
    </w:p>
    <w:p w14:paraId="757AFFF5" w14:textId="0ABA489A" w:rsidR="00D07144" w:rsidRDefault="00D07144" w:rsidP="006449D5">
      <w:pPr>
        <w:spacing w:beforeLines="50" w:before="167"/>
      </w:pPr>
    </w:p>
    <w:p w14:paraId="277FF352" w14:textId="72A64D2E" w:rsidR="00D07144" w:rsidRDefault="00D07144" w:rsidP="006449D5">
      <w:pPr>
        <w:spacing w:beforeLines="50" w:before="167"/>
      </w:pPr>
    </w:p>
    <w:p w14:paraId="70EBC6FC" w14:textId="714D65ED" w:rsidR="00D07144" w:rsidRDefault="00D07144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4C390C" wp14:editId="2982BC1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780422" cy="1944000"/>
                <wp:effectExtent l="0" t="0" r="11430" b="1841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0422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F99171" w14:textId="231E107D" w:rsidR="00D07144" w:rsidRPr="0026175B" w:rsidRDefault="00D07144" w:rsidP="00D071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C390C" id="正方形/長方形 7" o:spid="_x0000_s1030" style="position:absolute;left:0;text-align:left;margin-left:0;margin-top:-.05pt;width:770.1pt;height:153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30F99171" w14:textId="231E107D" w:rsidR="00D07144" w:rsidRPr="0026175B" w:rsidRDefault="00D07144" w:rsidP="00D0714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EBEEBEB" w14:textId="5D6D6CD6" w:rsidR="00D07144" w:rsidRDefault="00D07144" w:rsidP="006449D5">
      <w:pPr>
        <w:spacing w:beforeLines="50" w:before="167"/>
      </w:pPr>
    </w:p>
    <w:p w14:paraId="49F53F1C" w14:textId="6082E831" w:rsidR="00D07144" w:rsidRDefault="00D07144" w:rsidP="006449D5">
      <w:pPr>
        <w:spacing w:beforeLines="50" w:before="167"/>
      </w:pPr>
    </w:p>
    <w:p w14:paraId="19128388" w14:textId="764CC92D" w:rsidR="00D07144" w:rsidRDefault="00D07144" w:rsidP="006449D5">
      <w:pPr>
        <w:spacing w:beforeLines="50" w:before="167"/>
      </w:pPr>
    </w:p>
    <w:p w14:paraId="7ACEBC34" w14:textId="4FD2F026" w:rsidR="00D07144" w:rsidRDefault="00D07144" w:rsidP="006449D5">
      <w:pPr>
        <w:spacing w:beforeLines="50" w:before="167"/>
      </w:pPr>
    </w:p>
    <w:p w14:paraId="05980765" w14:textId="49227927" w:rsidR="00E35FA0" w:rsidRDefault="00E35FA0" w:rsidP="006449D5">
      <w:pPr>
        <w:spacing w:beforeLines="50" w:before="167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0A5B66" w14:paraId="61FFCC92" w14:textId="77777777" w:rsidTr="006E178D">
        <w:trPr>
          <w:trHeight w:val="64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8AA09" w14:textId="59771047" w:rsidR="000A5B66" w:rsidRDefault="000A5B66" w:rsidP="000A5B66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0A5B66" w14:paraId="58BF42DE" w14:textId="77777777" w:rsidTr="006E178D">
        <w:trPr>
          <w:cantSplit/>
          <w:trHeight w:val="24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2D57EACF" w14:textId="0E7B9E1A" w:rsidR="000A5B66" w:rsidRDefault="000A5B66" w:rsidP="00E84EDE">
            <w:pPr>
              <w:adjustRightInd w:val="0"/>
              <w:snapToGrid w:val="0"/>
              <w:ind w:left="113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E84EDE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76CF6D4" w14:textId="77777777" w:rsidR="00E84EDE" w:rsidRPr="00962DA8" w:rsidRDefault="00E84EDE" w:rsidP="00E84EDE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20D7E503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754C2B">
              <w:rPr>
                <w:rFonts w:hint="eastAsia"/>
                <w:spacing w:val="18"/>
                <w:kern w:val="0"/>
                <w:sz w:val="16"/>
                <w:szCs w:val="16"/>
                <w:fitText w:val="6280" w:id="-1573119999"/>
              </w:rPr>
              <w:t>次の介護サービスを受けるときは、必ず事前に、この確認証を事業者</w:t>
            </w:r>
            <w:r w:rsidRPr="00754C2B">
              <w:rPr>
                <w:rFonts w:hint="eastAsia"/>
                <w:spacing w:val="22"/>
                <w:kern w:val="0"/>
                <w:sz w:val="16"/>
                <w:szCs w:val="16"/>
                <w:fitText w:val="6280" w:id="-1573119999"/>
              </w:rPr>
              <w:t>に</w:t>
            </w:r>
          </w:p>
          <w:p w14:paraId="15796774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6D828BE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280" w:id="-1573119998"/>
              </w:rPr>
              <w:t>対象となるサービスは、訪問介護、通所介護、短期入所生活介護、定期</w:t>
            </w:r>
            <w:r w:rsidRPr="00754C2B">
              <w:rPr>
                <w:rFonts w:hint="eastAsia"/>
                <w:spacing w:val="20"/>
                <w:kern w:val="0"/>
                <w:sz w:val="16"/>
                <w:szCs w:val="16"/>
                <w:fitText w:val="6280" w:id="-1573119998"/>
              </w:rPr>
              <w:t>巡</w:t>
            </w:r>
          </w:p>
          <w:p w14:paraId="443F0B8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7"/>
              </w:rPr>
              <w:t>回・随時対応型訪問介護看護、夜間対応型訪問介護、地域密着型通所介護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7"/>
              </w:rPr>
              <w:t>、</w:t>
            </w:r>
          </w:p>
          <w:p w14:paraId="41AAA47E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996"/>
              </w:rPr>
              <w:t>認知症対応型通所介護、小規模多機能型居宅介護、地域密着型介護老人福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996"/>
              </w:rPr>
              <w:t>祉</w:t>
            </w:r>
          </w:p>
          <w:p w14:paraId="4A755D2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施設入所者生活介護、看護小規模多機能型居宅介護、介護福祉施設サービス、</w:t>
            </w:r>
          </w:p>
          <w:p w14:paraId="1384544D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15"/>
                <w:kern w:val="0"/>
                <w:sz w:val="16"/>
                <w:szCs w:val="16"/>
                <w:fitText w:val="6440" w:id="-1573119744"/>
              </w:rPr>
              <w:t>介護予防短期入所生活介護、介護予防認知症対応型通所介護及び介護予防</w:t>
            </w:r>
            <w:r w:rsidRPr="00754C2B">
              <w:rPr>
                <w:rFonts w:hint="eastAsia"/>
                <w:spacing w:val="5"/>
                <w:kern w:val="0"/>
                <w:sz w:val="16"/>
                <w:szCs w:val="16"/>
                <w:fitText w:val="6440" w:id="-1573119744"/>
              </w:rPr>
              <w:t>小</w:t>
            </w:r>
          </w:p>
          <w:p w14:paraId="56A2D65A" w14:textId="77777777" w:rsidR="000A5B66" w:rsidRPr="00962DA8" w:rsidRDefault="000A5B66" w:rsidP="00962DA8">
            <w:pPr>
              <w:ind w:left="57"/>
              <w:rPr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754C2B">
              <w:rPr>
                <w:rFonts w:hint="eastAsia"/>
                <w:spacing w:val="9"/>
                <w:kern w:val="0"/>
                <w:sz w:val="16"/>
                <w:szCs w:val="16"/>
                <w:fitText w:val="6440" w:id="-1573119743"/>
              </w:rPr>
              <w:t>規模多機能型居宅介護</w:t>
            </w:r>
            <w:r w:rsidRPr="00754C2B">
              <w:rPr>
                <w:spacing w:val="9"/>
                <w:kern w:val="0"/>
                <w:sz w:val="16"/>
                <w:szCs w:val="16"/>
                <w:fitText w:val="6440" w:id="-1573119743"/>
              </w:rPr>
              <w:t>並びに第一号訪問事業のうち介護予防訪問介護に相当す</w:t>
            </w:r>
            <w:r w:rsidRPr="00754C2B">
              <w:rPr>
                <w:spacing w:val="25"/>
                <w:kern w:val="0"/>
                <w:sz w:val="16"/>
                <w:szCs w:val="16"/>
                <w:fitText w:val="6440" w:id="-1573119743"/>
              </w:rPr>
              <w:t>る</w:t>
            </w:r>
          </w:p>
          <w:p w14:paraId="4006265E" w14:textId="2DCD24E8" w:rsidR="000A5B66" w:rsidRPr="00962DA8" w:rsidRDefault="00427BF7" w:rsidP="00754C2B">
            <w:pPr>
              <w:ind w:left="113"/>
              <w:rPr>
                <w:spacing w:val="12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0A5B66" w:rsidRPr="00962DA8">
              <w:rPr>
                <w:sz w:val="16"/>
                <w:szCs w:val="16"/>
              </w:rPr>
              <w:t>事業及び第一号通所事業のうち介護予防通所介護に相当する事業</w: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46FABEA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C71436C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427BF7">
              <w:rPr>
                <w:rFonts w:hint="eastAsia"/>
                <w:spacing w:val="15"/>
                <w:kern w:val="0"/>
                <w:sz w:val="16"/>
                <w:szCs w:val="16"/>
                <w:fitText w:val="6280" w:id="-1573119742"/>
              </w:rPr>
              <w:t>前記のサービスの利用者負担額並びにこれらのサービスを利用した場合</w:t>
            </w:r>
            <w:r w:rsidRPr="00427BF7">
              <w:rPr>
                <w:rFonts w:hint="eastAsia"/>
                <w:spacing w:val="20"/>
                <w:kern w:val="0"/>
                <w:sz w:val="16"/>
                <w:szCs w:val="16"/>
                <w:fitText w:val="6280" w:id="-1573119742"/>
              </w:rPr>
              <w:t>の</w:t>
            </w:r>
          </w:p>
          <w:p w14:paraId="40343A89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440" w:id="-1573119488"/>
              </w:rPr>
              <w:t>食費、居住費（滞在費）及び宿泊費が、表面に記載されているそれぞれ</w:t>
            </w:r>
            <w:r w:rsidRPr="00427BF7">
              <w:rPr>
                <w:rFonts w:hint="eastAsia"/>
                <w:spacing w:val="4"/>
                <w:kern w:val="0"/>
                <w:sz w:val="16"/>
                <w:szCs w:val="16"/>
                <w:fitText w:val="6440" w:id="-1573119488"/>
              </w:rPr>
              <w:t>の</w:t>
            </w:r>
          </w:p>
          <w:p w14:paraId="2EB66B5E" w14:textId="3C92FCC1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741C792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19487"/>
              </w:rPr>
              <w:t>介護保険の被保険者の資格がなくなったとき、減額措置の要件に該当</w:t>
            </w:r>
            <w:r w:rsidRPr="00427BF7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19487"/>
              </w:rPr>
              <w:t>し</w:t>
            </w:r>
          </w:p>
          <w:p w14:paraId="2191FE63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427BF7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19486"/>
              </w:rPr>
              <w:t>なくなったとき、又は減額確認証の有効期限に至ったときは、遅滞なく</w:t>
            </w:r>
            <w:r w:rsidRPr="00427BF7">
              <w:rPr>
                <w:rFonts w:hAnsi="ＭＳ 明朝" w:cs="ＭＳ 明朝" w:hint="eastAsia"/>
                <w:spacing w:val="4"/>
                <w:kern w:val="0"/>
                <w:sz w:val="16"/>
                <w:szCs w:val="16"/>
                <w:fitText w:val="6440" w:id="-1573119486"/>
              </w:rPr>
              <w:t>、</w:t>
            </w:r>
          </w:p>
          <w:p w14:paraId="78D8E757" w14:textId="77777777" w:rsidR="000A5B66" w:rsidRPr="00962DA8" w:rsidRDefault="000A5B66" w:rsidP="00962DA8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この証を市町村に返してください。また、転出の届出をする際には、この証を</w:t>
            </w:r>
          </w:p>
          <w:p w14:paraId="342FEA78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D42CCC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427BF7">
              <w:rPr>
                <w:rFonts w:hint="eastAsia"/>
                <w:spacing w:val="18"/>
                <w:kern w:val="0"/>
                <w:sz w:val="16"/>
                <w:szCs w:val="16"/>
                <w:fitText w:val="6280" w:id="-1573119485"/>
              </w:rPr>
              <w:t>この証の表面の記載事項に変更があったときは、十四日以内に、この</w:t>
            </w:r>
            <w:r w:rsidRPr="00427BF7">
              <w:rPr>
                <w:rFonts w:hint="eastAsia"/>
                <w:spacing w:val="22"/>
                <w:kern w:val="0"/>
                <w:sz w:val="16"/>
                <w:szCs w:val="16"/>
                <w:fitText w:val="6280" w:id="-1573119485"/>
              </w:rPr>
              <w:t>証</w:t>
            </w:r>
          </w:p>
          <w:p w14:paraId="76B7615B" w14:textId="77777777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741EE98D" w14:textId="20880CE5" w:rsidR="000A5B66" w:rsidRPr="00962DA8" w:rsidRDefault="000A5B66" w:rsidP="00962DA8">
            <w:pPr>
              <w:ind w:left="57"/>
              <w:rPr>
                <w:spacing w:val="12"/>
                <w:sz w:val="16"/>
                <w:szCs w:val="16"/>
              </w:rPr>
            </w:pPr>
            <w:r w:rsidRPr="00962DA8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FC27D4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不正にこの証を使用した者は、刑法により詐欺罪として</w:t>
            </w:r>
            <w:r w:rsidR="00FC27D4" w:rsidRPr="00FC27D4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拘禁刑</w:t>
            </w:r>
            <w:r w:rsidRPr="00FC27D4">
              <w:rPr>
                <w:rFonts w:hint="eastAsia"/>
                <w:spacing w:val="18"/>
                <w:kern w:val="0"/>
                <w:sz w:val="16"/>
                <w:szCs w:val="16"/>
                <w:fitText w:val="6280" w:id="-1573119484"/>
              </w:rPr>
              <w:t>の処分</w:t>
            </w:r>
            <w:r w:rsidRPr="00FC27D4">
              <w:rPr>
                <w:rFonts w:hint="eastAsia"/>
                <w:spacing w:val="22"/>
                <w:kern w:val="0"/>
                <w:sz w:val="16"/>
                <w:szCs w:val="16"/>
                <w:fitText w:val="6280" w:id="-1573119484"/>
              </w:rPr>
              <w:t>を</w:t>
            </w:r>
          </w:p>
          <w:p w14:paraId="60F2AC0C" w14:textId="45F8EE43" w:rsidR="000A5B66" w:rsidRPr="00962DA8" w:rsidRDefault="00F57995" w:rsidP="00962DA8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E29BE40" wp14:editId="796F816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69895" cy="4600575"/>
                      <wp:effectExtent l="0" t="0" r="20955" b="285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895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2649177E" w14:textId="14A7749F" w:rsidR="00C02A71" w:rsidRPr="00BB2F6A" w:rsidRDefault="00C02A71" w:rsidP="00C02A7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227E7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29BE40" id="正方形/長方形 3" o:spid="_x0000_s1031" style="position:absolute;left:0;text-align:left;margin-left:-16.75pt;margin-top:.25pt;width:233.85pt;height:36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" fillcolor="#92d050" strokecolor="#92d050" strokeweight=".5pt">
                      <v:fill opacity="52428f"/>
                      <v:textbox>
                        <w:txbxContent>
                          <w:p w14:paraId="2649177E" w14:textId="14A7749F" w:rsidR="00C02A71" w:rsidRPr="00BB2F6A" w:rsidRDefault="00C02A71" w:rsidP="00C02A7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227E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="00FC27D4">
              <w:rPr>
                <w:rFonts w:hint="eastAsia"/>
                <w:spacing w:val="12"/>
                <w:sz w:val="16"/>
                <w:szCs w:val="16"/>
              </w:rPr>
              <w:t>受け</w:t>
            </w:r>
            <w:r w:rsidR="000A5B66" w:rsidRPr="00962DA8">
              <w:rPr>
                <w:rFonts w:hint="eastAsia"/>
                <w:spacing w:val="12"/>
                <w:sz w:val="16"/>
                <w:szCs w:val="16"/>
              </w:rPr>
              <w:t>ます。</w:t>
            </w:r>
          </w:p>
        </w:tc>
      </w:tr>
      <w:tr w:rsidR="000A5B66" w14:paraId="731F663E" w14:textId="77777777" w:rsidTr="006E178D">
        <w:trPr>
          <w:cantSplit/>
          <w:trHeight w:val="6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7517D0" w14:textId="77777777" w:rsidR="000A5B66" w:rsidRDefault="000A5B66" w:rsidP="000A5B66"/>
        </w:tc>
      </w:tr>
      <w:tr w:rsidR="000A5B66" w14:paraId="6CF08C37" w14:textId="77777777" w:rsidTr="006E178D">
        <w:trPr>
          <w:cantSplit/>
          <w:trHeight w:val="39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A25701" w14:textId="77777777" w:rsidR="000A5B66" w:rsidRDefault="000A5B66" w:rsidP="000A5B66"/>
        </w:tc>
      </w:tr>
      <w:tr w:rsidR="000A5B66" w14:paraId="2A1D12B9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40056D" w14:textId="77777777" w:rsidR="000A5B66" w:rsidRDefault="000A5B66" w:rsidP="000A5B66"/>
        </w:tc>
      </w:tr>
      <w:tr w:rsidR="000A5B66" w14:paraId="6E998221" w14:textId="77777777" w:rsidTr="006E178D">
        <w:trPr>
          <w:cantSplit/>
          <w:trHeight w:val="7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63FACE" w14:textId="77777777" w:rsidR="000A5B66" w:rsidRDefault="000A5B66" w:rsidP="000A5B66"/>
        </w:tc>
      </w:tr>
      <w:tr w:rsidR="000A5B66" w14:paraId="447C002C" w14:textId="77777777" w:rsidTr="006E178D">
        <w:trPr>
          <w:cantSplit/>
          <w:trHeight w:val="32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22F44" w14:textId="77777777" w:rsidR="000A5B66" w:rsidRDefault="000A5B66" w:rsidP="000A5B66"/>
        </w:tc>
      </w:tr>
      <w:tr w:rsidR="000A5B66" w14:paraId="22FA38DF" w14:textId="77777777" w:rsidTr="006E178D">
        <w:trPr>
          <w:cantSplit/>
          <w:trHeight w:val="6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1F61DD" w14:textId="77777777" w:rsidR="000A5B66" w:rsidRDefault="000A5B66" w:rsidP="000A5B66"/>
        </w:tc>
      </w:tr>
      <w:tr w:rsidR="000A5B66" w14:paraId="52219188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497D4" w14:textId="77777777" w:rsidR="000A5B66" w:rsidRDefault="000A5B66" w:rsidP="000A5B66"/>
        </w:tc>
      </w:tr>
      <w:tr w:rsidR="000A5B66" w14:paraId="59667E24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D8EF70" w14:textId="77777777" w:rsidR="000A5B66" w:rsidRDefault="000A5B66" w:rsidP="000A5B66"/>
        </w:tc>
      </w:tr>
      <w:tr w:rsidR="000A5B66" w14:paraId="086BD00B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21EFE" w14:textId="77777777" w:rsidR="000A5B66" w:rsidRDefault="000A5B66" w:rsidP="000A5B66"/>
        </w:tc>
      </w:tr>
      <w:tr w:rsidR="000A5B66" w14:paraId="737CF2C0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18DA57" w14:textId="77777777" w:rsidR="000A5B66" w:rsidRDefault="000A5B66" w:rsidP="000A5B66"/>
        </w:tc>
      </w:tr>
      <w:tr w:rsidR="000A5B66" w14:paraId="24940A15" w14:textId="77777777" w:rsidTr="006E178D">
        <w:trPr>
          <w:cantSplit/>
          <w:trHeight w:val="41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9A3F7" w14:textId="77777777" w:rsidR="000A5B66" w:rsidRDefault="000A5B66" w:rsidP="000A5B66"/>
        </w:tc>
      </w:tr>
      <w:tr w:rsidR="000A5B66" w14:paraId="45B494D0" w14:textId="77777777" w:rsidTr="006E178D">
        <w:trPr>
          <w:cantSplit/>
          <w:trHeight w:val="29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5388D1" w14:textId="77777777" w:rsidR="000A5B66" w:rsidRDefault="000A5B66" w:rsidP="000A5B66"/>
        </w:tc>
      </w:tr>
      <w:tr w:rsidR="000A5B66" w14:paraId="7CCA103B" w14:textId="77777777" w:rsidTr="006E178D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BDD611" w14:textId="77777777" w:rsidR="000A5B66" w:rsidRDefault="000A5B66" w:rsidP="000A5B66"/>
        </w:tc>
      </w:tr>
      <w:tr w:rsidR="000A5B66" w14:paraId="47809507" w14:textId="77777777" w:rsidTr="006E178D">
        <w:trPr>
          <w:cantSplit/>
          <w:trHeight w:val="82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DA144" w14:textId="77777777" w:rsidR="000A5B66" w:rsidRDefault="000A5B66" w:rsidP="000A5B66"/>
        </w:tc>
      </w:tr>
    </w:tbl>
    <w:p w14:paraId="6FCA484F" w14:textId="268F55A1" w:rsidR="00E35FA0" w:rsidRDefault="00C44C0B" w:rsidP="006449D5">
      <w:pPr>
        <w:spacing w:beforeLines="50" w:before="167"/>
      </w:pPr>
      <w:r w:rsidRPr="00A41CCB">
        <w:rPr>
          <w:rFonts w:hAnsi="ＭＳ 明朝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C90401" wp14:editId="08EAA02D">
                <wp:simplePos x="0" y="0"/>
                <wp:positionH relativeFrom="column">
                  <wp:posOffset>3371850</wp:posOffset>
                </wp:positionH>
                <wp:positionV relativeFrom="paragraph">
                  <wp:posOffset>136525</wp:posOffset>
                </wp:positionV>
                <wp:extent cx="6408420" cy="4662000"/>
                <wp:effectExtent l="0" t="0" r="1143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466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016629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B3EFB98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792FE68D" w14:textId="77777777" w:rsidR="00BA0DB6" w:rsidRDefault="00BA0DB6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657F8366" w14:textId="2A46CCEA" w:rsidR="0081426B" w:rsidRPr="00BA0DB6" w:rsidRDefault="0081426B" w:rsidP="008142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A0DB6" w:rsidRPr="00BA0DB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90401" id="正方形/長方形 2" o:spid="_x0000_s1032" style="position:absolute;left:0;text-align:left;margin-left:265.5pt;margin-top:10.75pt;width:504.6pt;height:36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" fillcolor="#92d050" strokecolor="#92d050" strokeweight=".5pt">
                <v:fill opacity="52428f"/>
                <v:textbox>
                  <w:txbxContent>
                    <w:p w14:paraId="08016629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B3EFB98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792FE68D" w14:textId="77777777" w:rsidR="00BA0DB6" w:rsidRDefault="00BA0DB6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657F8366" w14:textId="2A46CCEA" w:rsidR="0081426B" w:rsidRPr="00BA0DB6" w:rsidRDefault="0081426B" w:rsidP="0081426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A0DB6" w:rsidRPr="00BA0DB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EE4CF1" w14:textId="6095671E" w:rsidR="00E35FA0" w:rsidRDefault="00E35FA0" w:rsidP="006449D5">
      <w:pPr>
        <w:spacing w:beforeLines="50" w:before="167"/>
      </w:pPr>
    </w:p>
    <w:p w14:paraId="7DADB3A7" w14:textId="69A8C69F" w:rsidR="00E35FA0" w:rsidRDefault="00E35FA0" w:rsidP="006449D5">
      <w:pPr>
        <w:spacing w:beforeLines="50" w:before="167"/>
      </w:pPr>
    </w:p>
    <w:p w14:paraId="11B63501" w14:textId="2B6B623C" w:rsidR="00E35FA0" w:rsidRDefault="00E35FA0" w:rsidP="006449D5">
      <w:pPr>
        <w:spacing w:beforeLines="50" w:before="167"/>
      </w:pPr>
    </w:p>
    <w:p w14:paraId="50A00BDF" w14:textId="17AA8F0C" w:rsidR="00E35FA0" w:rsidRDefault="00E35FA0" w:rsidP="006449D5">
      <w:pPr>
        <w:spacing w:beforeLines="50" w:before="167"/>
      </w:pPr>
    </w:p>
    <w:p w14:paraId="029142BE" w14:textId="19BA339D" w:rsidR="00E35FA0" w:rsidRDefault="00E35FA0" w:rsidP="006449D5">
      <w:pPr>
        <w:spacing w:beforeLines="50" w:before="167"/>
      </w:pPr>
    </w:p>
    <w:p w14:paraId="175AD78C" w14:textId="130BC13F" w:rsidR="00E35FA0" w:rsidRDefault="00E35FA0" w:rsidP="006449D5">
      <w:pPr>
        <w:spacing w:beforeLines="50" w:before="167"/>
      </w:pPr>
    </w:p>
    <w:p w14:paraId="450147E2" w14:textId="5D2F7334" w:rsidR="00E35FA0" w:rsidRDefault="00E35FA0" w:rsidP="006449D5">
      <w:pPr>
        <w:spacing w:beforeLines="50" w:before="167"/>
      </w:pPr>
    </w:p>
    <w:p w14:paraId="00638463" w14:textId="04DA6C10" w:rsidR="00E35FA0" w:rsidRDefault="00E35FA0" w:rsidP="006449D5">
      <w:pPr>
        <w:spacing w:beforeLines="50" w:before="167"/>
      </w:pPr>
    </w:p>
    <w:p w14:paraId="4A7047BA" w14:textId="507C8F56" w:rsidR="00E35FA0" w:rsidRDefault="00E35FA0" w:rsidP="006449D5">
      <w:pPr>
        <w:spacing w:beforeLines="50" w:before="167"/>
      </w:pPr>
    </w:p>
    <w:p w14:paraId="09165F8E" w14:textId="3A5C90A5" w:rsidR="00E35FA0" w:rsidRDefault="00E35FA0" w:rsidP="006449D5">
      <w:pPr>
        <w:spacing w:beforeLines="50" w:before="167"/>
      </w:pPr>
    </w:p>
    <w:p w14:paraId="0C25DD6A" w14:textId="23ABEC53" w:rsidR="00E35FA0" w:rsidRDefault="00E35FA0" w:rsidP="006449D5">
      <w:pPr>
        <w:spacing w:beforeLines="50" w:before="167"/>
      </w:pPr>
    </w:p>
    <w:p w14:paraId="1595E434" w14:textId="5BBF7877" w:rsidR="00E35FA0" w:rsidRDefault="00E35FA0" w:rsidP="006449D5">
      <w:pPr>
        <w:spacing w:beforeLines="50" w:before="167"/>
      </w:pPr>
    </w:p>
    <w:p w14:paraId="5B7D48CB" w14:textId="77777777" w:rsidR="00E35FA0" w:rsidRDefault="00E35FA0" w:rsidP="006449D5">
      <w:pPr>
        <w:spacing w:beforeLines="50" w:before="167"/>
      </w:pPr>
    </w:p>
    <w:p w14:paraId="33813A9E" w14:textId="7004DB8F" w:rsidR="00E35FA0" w:rsidRPr="00E35FA0" w:rsidRDefault="00E35FA0" w:rsidP="00E35FA0">
      <w:pPr>
        <w:spacing w:beforeLines="50" w:before="167"/>
        <w:ind w:leftChars="67" w:left="141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E35FA0" w:rsidRPr="00E35FA0" w:rsidSect="00BD582A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91772"/>
    <w:rsid w:val="000A5B66"/>
    <w:rsid w:val="000D3626"/>
    <w:rsid w:val="00166C7C"/>
    <w:rsid w:val="001837F2"/>
    <w:rsid w:val="001D3DF5"/>
    <w:rsid w:val="002241C2"/>
    <w:rsid w:val="00225837"/>
    <w:rsid w:val="00227E77"/>
    <w:rsid w:val="00254D22"/>
    <w:rsid w:val="0026175B"/>
    <w:rsid w:val="002739AE"/>
    <w:rsid w:val="00283DF7"/>
    <w:rsid w:val="002B6B73"/>
    <w:rsid w:val="002F79F0"/>
    <w:rsid w:val="00311FBE"/>
    <w:rsid w:val="00313752"/>
    <w:rsid w:val="00367BC2"/>
    <w:rsid w:val="00371CAC"/>
    <w:rsid w:val="00383CB7"/>
    <w:rsid w:val="0042206D"/>
    <w:rsid w:val="0042587E"/>
    <w:rsid w:val="00427BF7"/>
    <w:rsid w:val="00453101"/>
    <w:rsid w:val="004D7CFD"/>
    <w:rsid w:val="005340FC"/>
    <w:rsid w:val="005765EA"/>
    <w:rsid w:val="005B2012"/>
    <w:rsid w:val="00607F21"/>
    <w:rsid w:val="0063531E"/>
    <w:rsid w:val="006449D5"/>
    <w:rsid w:val="00665D3D"/>
    <w:rsid w:val="00666ACC"/>
    <w:rsid w:val="00671945"/>
    <w:rsid w:val="0068540F"/>
    <w:rsid w:val="006A0AE8"/>
    <w:rsid w:val="006A642E"/>
    <w:rsid w:val="006D5369"/>
    <w:rsid w:val="006E178D"/>
    <w:rsid w:val="006F7D23"/>
    <w:rsid w:val="007036B5"/>
    <w:rsid w:val="00754C2B"/>
    <w:rsid w:val="00772931"/>
    <w:rsid w:val="007776A4"/>
    <w:rsid w:val="00781A11"/>
    <w:rsid w:val="00796E73"/>
    <w:rsid w:val="007D2193"/>
    <w:rsid w:val="007E7EBE"/>
    <w:rsid w:val="00801BAC"/>
    <w:rsid w:val="0081426B"/>
    <w:rsid w:val="00833223"/>
    <w:rsid w:val="00895322"/>
    <w:rsid w:val="00897C4B"/>
    <w:rsid w:val="008C2B2E"/>
    <w:rsid w:val="008E2F8C"/>
    <w:rsid w:val="00901D17"/>
    <w:rsid w:val="009220E0"/>
    <w:rsid w:val="00930025"/>
    <w:rsid w:val="00962DA8"/>
    <w:rsid w:val="009D6B39"/>
    <w:rsid w:val="00A03382"/>
    <w:rsid w:val="00A260FF"/>
    <w:rsid w:val="00A346CA"/>
    <w:rsid w:val="00A41CCB"/>
    <w:rsid w:val="00A4435E"/>
    <w:rsid w:val="00A713EA"/>
    <w:rsid w:val="00A92A2A"/>
    <w:rsid w:val="00A939D2"/>
    <w:rsid w:val="00AC166A"/>
    <w:rsid w:val="00AC51E0"/>
    <w:rsid w:val="00B401D1"/>
    <w:rsid w:val="00BA0DB6"/>
    <w:rsid w:val="00BB4F1C"/>
    <w:rsid w:val="00BD582A"/>
    <w:rsid w:val="00C02A71"/>
    <w:rsid w:val="00C1191C"/>
    <w:rsid w:val="00C36898"/>
    <w:rsid w:val="00C44C0B"/>
    <w:rsid w:val="00C74596"/>
    <w:rsid w:val="00CA29D0"/>
    <w:rsid w:val="00CF6C02"/>
    <w:rsid w:val="00D07144"/>
    <w:rsid w:val="00DA6BC7"/>
    <w:rsid w:val="00DD26D5"/>
    <w:rsid w:val="00E3016E"/>
    <w:rsid w:val="00E35FA0"/>
    <w:rsid w:val="00E46A2F"/>
    <w:rsid w:val="00E71B1D"/>
    <w:rsid w:val="00E7568B"/>
    <w:rsid w:val="00E75A78"/>
    <w:rsid w:val="00E84EDE"/>
    <w:rsid w:val="00E91F66"/>
    <w:rsid w:val="00ED23E9"/>
    <w:rsid w:val="00EE1C9A"/>
    <w:rsid w:val="00F12BCE"/>
    <w:rsid w:val="00F133BA"/>
    <w:rsid w:val="00F213ED"/>
    <w:rsid w:val="00F435BB"/>
    <w:rsid w:val="00F53A12"/>
    <w:rsid w:val="00F57995"/>
    <w:rsid w:val="00F9450F"/>
    <w:rsid w:val="00FC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283DF7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83DF7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83DF7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83DF7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83DF7"/>
    <w:rPr>
      <w:rFonts w:asci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64775-959E-45D0-8F0B-01236ED6AA15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19A0BFF4-6D3D-412A-B460-791CA4C858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EE391-9EB7-4590-8763-2E596582FCA7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135</TotalTime>
  <Pages>2</Pages>
  <Words>865</Words>
  <Characters>243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2021-10-18T05:30:00Z</cp:lastPrinted>
  <dcterms:created xsi:type="dcterms:W3CDTF">2020-12-22T07:22:00Z</dcterms:created>
  <dcterms:modified xsi:type="dcterms:W3CDTF">2025-06-10T02:19:00Z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2021-07-28T09:11:04Z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28c061fa-5dcf-48f6-8c0f-7058435945fa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MediaServiceImageTags">
    <vt:lpwstr/>
  </property>
  <property fmtid="{D5CDD505-2E9C-101B-9397-08002B2CF9AE}" pid="11" name="Order">
    <vt:r8>747600</vt:r8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riggerFlowInfo">
    <vt:lpwstr/>
  </property>
</Properties>
</file>