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83DB33" w14:textId="4ABA852D" w:rsidR="006F0286" w:rsidRPr="00B6714F" w:rsidRDefault="00B2360A" w:rsidP="006F0286">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7DF58D4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6F0286" w:rsidRPr="00B6714F">
        <w:rPr>
          <w:rFonts w:hAnsi="ＭＳ 明朝" w:hint="eastAsia"/>
          <w:lang w:eastAsia="zh-CN"/>
        </w:rPr>
        <w:t>第　　　　　　号</w:t>
      </w:r>
    </w:p>
    <w:p w14:paraId="377D0786" w14:textId="0E64AA4D" w:rsidR="006F0286" w:rsidRPr="00B6714F" w:rsidRDefault="006F0286" w:rsidP="006F0286">
      <w:pPr>
        <w:kinsoku w:val="0"/>
        <w:jc w:val="right"/>
        <w:rPr>
          <w:rFonts w:hAnsi="ＭＳ 明朝"/>
          <w:lang w:eastAsia="zh-CN"/>
        </w:rPr>
      </w:pPr>
      <w:r w:rsidRPr="00B6714F">
        <w:rPr>
          <w:rFonts w:hAnsi="ＭＳ 明朝" w:hint="eastAsia"/>
          <w:lang w:eastAsia="zh-CN"/>
        </w:rPr>
        <w:t xml:space="preserve">　年　月　日</w:t>
      </w:r>
    </w:p>
    <w:p w14:paraId="6F902E34" w14:textId="77777777" w:rsidR="006F0286" w:rsidRPr="00B6714F" w:rsidRDefault="006F0286" w:rsidP="006F0286">
      <w:pPr>
        <w:rPr>
          <w:rFonts w:hAnsi="ＭＳ 明朝"/>
          <w:lang w:eastAsia="zh-CN"/>
        </w:rPr>
      </w:pPr>
    </w:p>
    <w:p w14:paraId="09497EA0" w14:textId="77777777" w:rsidR="006F0286" w:rsidRPr="00B6714F" w:rsidRDefault="006F0286" w:rsidP="006F0286">
      <w:pPr>
        <w:rPr>
          <w:rFonts w:hAnsi="ＭＳ 明朝"/>
          <w:lang w:eastAsia="zh-CN"/>
        </w:rPr>
      </w:pPr>
    </w:p>
    <w:p w14:paraId="67F5FE28" w14:textId="77777777" w:rsidR="006F0286" w:rsidRPr="00B6714F" w:rsidRDefault="006F0286" w:rsidP="006F0286">
      <w:pPr>
        <w:kinsoku w:val="0"/>
        <w:rPr>
          <w:rFonts w:hAnsi="ＭＳ 明朝"/>
          <w:lang w:eastAsia="zh-TW"/>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691B6649">
                <wp:simplePos x="0" y="0"/>
                <wp:positionH relativeFrom="column">
                  <wp:posOffset>6076950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78.5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700B94AB"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0753544B" w14:textId="570A1D17" w:rsidR="00F81713" w:rsidRPr="00B6714F" w:rsidRDefault="00092F5D" w:rsidP="00F81713">
      <w:pPr>
        <w:kinsoku w:val="0"/>
        <w:ind w:rightChars="100" w:right="210"/>
        <w:jc w:val="left"/>
        <w:rPr>
          <w:rFonts w:hAnsi="ＭＳ 明朝"/>
        </w:rPr>
      </w:pPr>
      <w:r>
        <w:rPr>
          <w:rFonts w:hAnsi="ＭＳ 明朝"/>
          <w:noProof/>
        </w:rPr>
        <mc:AlternateContent>
          <mc:Choice Requires="wps">
            <w:drawing>
              <wp:anchor distT="0" distB="0" distL="114300" distR="114300" simplePos="0" relativeHeight="251691520" behindDoc="0" locked="0" layoutInCell="1" allowOverlap="1" wp14:anchorId="3A0AEC59" wp14:editId="7A45443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A0AEC59" id="正方形/長方形 9" o:spid="_x0000_s1028" style="position:absolute;margin-left:17.85pt;margin-top:10.5pt;width:1in;height:24.7pt;z-index:25169152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1F627827" w:rsidR="006F0286" w:rsidRPr="00B6714F" w:rsidRDefault="00520887" w:rsidP="009D331C">
      <w:pPr>
        <w:spacing w:line="480" w:lineRule="exact"/>
        <w:jc w:val="center"/>
        <w:rPr>
          <w:rFonts w:hAnsi="ＭＳ 明朝"/>
        </w:rPr>
      </w:pPr>
      <w:r w:rsidRPr="00520887">
        <w:rPr>
          <w:rFonts w:hAnsi="ＭＳ 明朝" w:hint="eastAsia"/>
          <w:b/>
          <w:sz w:val="28"/>
        </w:rPr>
        <w:t>介護保険給付の支払一時差止予告通知書</w:t>
      </w:r>
    </w:p>
    <w:tbl>
      <w:tblPr>
        <w:tblStyle w:val="a7"/>
        <w:tblW w:w="9411" w:type="dxa"/>
        <w:jc w:val="center"/>
        <w:tblLook w:val="04A0" w:firstRow="1" w:lastRow="0" w:firstColumn="1" w:lastColumn="0" w:noHBand="0" w:noVBand="1"/>
      </w:tblPr>
      <w:tblGrid>
        <w:gridCol w:w="1587"/>
        <w:gridCol w:w="2835"/>
        <w:gridCol w:w="1587"/>
        <w:gridCol w:w="3402"/>
      </w:tblGrid>
      <w:tr w:rsidR="004A2FAC" w:rsidRPr="00B6714F" w14:paraId="1C2199C9" w14:textId="77777777" w:rsidTr="00402131">
        <w:trPr>
          <w:trHeight w:val="397"/>
          <w:jc w:val="center"/>
        </w:trPr>
        <w:tc>
          <w:tcPr>
            <w:tcW w:w="1587" w:type="dxa"/>
            <w:vAlign w:val="center"/>
          </w:tcPr>
          <w:p w14:paraId="1FC24E33" w14:textId="43BA18C1" w:rsidR="004A2FAC" w:rsidRPr="00B6714F" w:rsidRDefault="004A2FAC" w:rsidP="00CE62D4">
            <w:pPr>
              <w:jc w:val="distribute"/>
              <w:rPr>
                <w:rFonts w:hAnsi="ＭＳ 明朝"/>
                <w:kern w:val="0"/>
              </w:rPr>
            </w:pPr>
            <w:r w:rsidRPr="00B6714F">
              <w:rPr>
                <w:rFonts w:hAnsi="ＭＳ 明朝" w:hint="eastAsia"/>
                <w:kern w:val="0"/>
              </w:rPr>
              <w:t>被保険者</w:t>
            </w:r>
            <w:r w:rsidR="00402131">
              <w:rPr>
                <w:rFonts w:hAnsi="ＭＳ 明朝" w:hint="eastAsia"/>
                <w:kern w:val="0"/>
              </w:rPr>
              <w:t>番号</w:t>
            </w:r>
          </w:p>
        </w:tc>
        <w:tc>
          <w:tcPr>
            <w:tcW w:w="2835" w:type="dxa"/>
            <w:vAlign w:val="center"/>
          </w:tcPr>
          <w:p w14:paraId="7C3EB27F" w14:textId="77777777" w:rsidR="004A2FAC" w:rsidRPr="00B6714F" w:rsidRDefault="004A2FAC" w:rsidP="00CE62D4">
            <w:pPr>
              <w:jc w:val="left"/>
              <w:rPr>
                <w:rFonts w:hAnsi="ＭＳ 明朝"/>
                <w:kern w:val="0"/>
              </w:rPr>
            </w:pPr>
          </w:p>
        </w:tc>
        <w:tc>
          <w:tcPr>
            <w:tcW w:w="1587" w:type="dxa"/>
            <w:vAlign w:val="center"/>
          </w:tcPr>
          <w:p w14:paraId="0C52A647" w14:textId="5C3F03C0" w:rsidR="004A2FAC" w:rsidRPr="00B6714F" w:rsidRDefault="004A2FAC" w:rsidP="00CE62D4">
            <w:pPr>
              <w:jc w:val="distribute"/>
              <w:rPr>
                <w:rFonts w:hAnsi="ＭＳ 明朝"/>
              </w:rPr>
            </w:pPr>
            <w:r w:rsidRPr="00B6714F">
              <w:rPr>
                <w:rFonts w:hAnsi="ＭＳ 明朝" w:hint="eastAsia"/>
                <w:kern w:val="0"/>
              </w:rPr>
              <w:t>被保険者</w:t>
            </w:r>
            <w:r w:rsidR="00402131">
              <w:rPr>
                <w:rFonts w:hAnsi="ＭＳ 明朝" w:hint="eastAsia"/>
                <w:kern w:val="0"/>
              </w:rPr>
              <w:t>氏名</w:t>
            </w:r>
          </w:p>
        </w:tc>
        <w:tc>
          <w:tcPr>
            <w:tcW w:w="3402" w:type="dxa"/>
            <w:vAlign w:val="center"/>
          </w:tcPr>
          <w:p w14:paraId="1A0064A4" w14:textId="77777777" w:rsidR="004A2FAC" w:rsidRPr="00B6714F" w:rsidRDefault="004A2FAC" w:rsidP="004A2FAC">
            <w:pPr>
              <w:rPr>
                <w:rFonts w:hAnsi="ＭＳ 明朝"/>
              </w:rPr>
            </w:pPr>
          </w:p>
        </w:tc>
      </w:tr>
    </w:tbl>
    <w:p w14:paraId="501572F5" w14:textId="1FA83E18" w:rsidR="006F0286" w:rsidRPr="00B6714F" w:rsidRDefault="005220E0"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11B7AA65" wp14:editId="54A18BE5">
                <wp:simplePos x="0" y="0"/>
                <wp:positionH relativeFrom="margin">
                  <wp:align>center</wp:align>
                </wp:positionH>
                <wp:positionV relativeFrom="paragraph">
                  <wp:posOffset>46355</wp:posOffset>
                </wp:positionV>
                <wp:extent cx="6858000" cy="134302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58000" cy="1343025"/>
                        </a:xfrm>
                        <a:prstGeom prst="rect">
                          <a:avLst/>
                        </a:prstGeom>
                        <a:solidFill>
                          <a:srgbClr val="92D050">
                            <a:alpha val="80000"/>
                          </a:srgbClr>
                        </a:solidFill>
                        <a:ln w="6350">
                          <a:noFill/>
                        </a:ln>
                      </wps:spPr>
                      <wps:txb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1B7AA65" id="_x0000_s1029" type="#_x0000_t202" style="position:absolute;left:0;text-align:left;margin-left:0;margin-top:3.65pt;width:540pt;height:105.7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" fillcolor="#92d050" stroked="f" strokeweight=".5pt">
                <v:fill opacity="52428f"/>
                <v:textbo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5F48CBD8"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w:t>
      </w:r>
      <w:r w:rsidR="00520887" w:rsidRPr="00520887">
        <w:rPr>
          <w:rFonts w:hAnsi="ＭＳ 明朝" w:hint="eastAsia"/>
          <w:sz w:val="20"/>
        </w:rPr>
        <w:t>要介護（更新）認定・要支援（更新）申請</w:t>
      </w:r>
      <w:r w:rsidRPr="006F0286">
        <w:rPr>
          <w:rFonts w:hAnsi="ＭＳ 明朝" w:hint="eastAsia"/>
          <w:sz w:val="20"/>
        </w:rPr>
        <w:t>をしましたが、あなたの介護保険料は</w:t>
      </w:r>
      <w:r w:rsidR="001A37CB">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440BE5">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7038341A" w:rsidR="006F0286" w:rsidRPr="006F0286" w:rsidRDefault="006F0286" w:rsidP="006F0286">
      <w:pPr>
        <w:spacing w:line="240" w:lineRule="exact"/>
        <w:rPr>
          <w:rFonts w:hAnsi="ＭＳ 明朝"/>
          <w:sz w:val="20"/>
        </w:rPr>
      </w:pPr>
      <w:r w:rsidRPr="006F0286">
        <w:rPr>
          <w:rFonts w:hAnsi="ＭＳ 明朝" w:hint="eastAsia"/>
          <w:sz w:val="20"/>
        </w:rPr>
        <w:t xml:space="preserve">　したがって、</w:t>
      </w:r>
      <w:r w:rsidR="001A37CB">
        <w:rPr>
          <w:rFonts w:hAnsi="ＭＳ 明朝" w:hint="eastAsia"/>
          <w:sz w:val="20"/>
        </w:rPr>
        <w:t>以下</w:t>
      </w:r>
      <w:r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Pr="006F0286">
        <w:rPr>
          <w:rFonts w:hAnsi="ＭＳ 明朝" w:hint="eastAsia"/>
          <w:sz w:val="20"/>
        </w:rPr>
        <w:t>第２項の規定に基づき、保険給付の支払の一時差止を行うことに</w:t>
      </w:r>
      <w:r w:rsidR="00520887">
        <w:rPr>
          <w:rFonts w:hAnsi="ＭＳ 明朝" w:hint="eastAsia"/>
          <w:sz w:val="20"/>
        </w:rPr>
        <w:t>なりますので、予告します。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7093E67D" w:rsidR="006F0286" w:rsidRPr="00FD6DC3" w:rsidRDefault="0080613E" w:rsidP="000E68ED">
      <w:pPr>
        <w:adjustRightInd w:val="0"/>
        <w:snapToGrid w:val="0"/>
        <w:jc w:val="center"/>
        <w:rPr>
          <w:rFonts w:hAnsi="ＭＳ 明朝"/>
          <w:sz w:val="20"/>
          <w:u w:val="single"/>
        </w:rPr>
      </w:pPr>
      <w:r>
        <w:rPr>
          <w:rFonts w:hAnsi="ＭＳ 明朝" w:hint="eastAsia"/>
          <w:noProof/>
        </w:rPr>
        <mc:AlternateContent>
          <mc:Choice Requires="wps">
            <w:drawing>
              <wp:anchor distT="0" distB="0" distL="114300" distR="114300" simplePos="0" relativeHeight="251689472" behindDoc="0" locked="0" layoutInCell="1" allowOverlap="1" wp14:anchorId="10EFE3B0" wp14:editId="5EF76522">
                <wp:simplePos x="0" y="0"/>
                <wp:positionH relativeFrom="margin">
                  <wp:posOffset>-277495</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CBBAC8" id="_x0000_t32" coordsize="21600,21600" o:spt="32" o:oned="t" path="m,l21600,21600e" filled="f">
                <v:path arrowok="t" fillok="f" o:connecttype="none"/>
                <o:lock v:ext="edit" shapetype="t"/>
              </v:shapetype>
              <v:shape id="直線矢印コネクタ 8" o:spid="_x0000_s1026" type="#_x0000_t32" style="position:absolute;left:0;text-align:left;margin-left:-21.85pt;margin-top:278.95pt;width:7.1pt;height:0;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rwSdD0YC&#10;AABIBAAADgAAAAAAAAAAAAAAAAAuAgAAZHJzL2Uyb0RvYy54bWxQSwECLQAUAAYACAAAACEAwgbm&#10;Et8AAAALAQAADwAAAAAAAAAAAAAAAACgBAAAZHJzL2Rvd25yZXYueG1sUEsFBgAAAAAEAAQA8wAA&#10;AKwFAAAAAA==&#10;" strokeweight=".5pt">
                <w10:wrap anchorx="margin" anchory="margin"/>
              </v:shape>
            </w:pict>
          </mc:Fallback>
        </mc:AlternateContent>
      </w:r>
      <w:r w:rsidR="006F0286"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日</w:t>
      </w:r>
    </w:p>
    <w:p w14:paraId="4C1DA98B" w14:textId="7F4C0600" w:rsidR="006F0286" w:rsidRPr="00FD6DC3" w:rsidRDefault="006F0286" w:rsidP="000E68ED">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480D52">
        <w:trPr>
          <w:trHeight w:val="340"/>
          <w:jc w:val="center"/>
        </w:trPr>
        <w:tc>
          <w:tcPr>
            <w:tcW w:w="10060" w:type="dxa"/>
            <w:vAlign w:val="center"/>
          </w:tcPr>
          <w:p w14:paraId="7B59F89F" w14:textId="2C1238F5"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480D52">
        <w:trPr>
          <w:trHeight w:val="340"/>
          <w:jc w:val="center"/>
        </w:trPr>
        <w:tc>
          <w:tcPr>
            <w:tcW w:w="10060" w:type="dxa"/>
            <w:vAlign w:val="center"/>
          </w:tcPr>
          <w:p w14:paraId="3D696B6D" w14:textId="4B221F69"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782851F0" w14:textId="083B774C" w:rsidR="0098238B" w:rsidRDefault="0098238B" w:rsidP="0098238B">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7CA71777" wp14:editId="7C3D8A3A">
                <wp:simplePos x="0" y="0"/>
                <wp:positionH relativeFrom="margin">
                  <wp:align>center</wp:align>
                </wp:positionH>
                <wp:positionV relativeFrom="paragraph">
                  <wp:posOffset>29210</wp:posOffset>
                </wp:positionV>
                <wp:extent cx="6858000" cy="47520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6858000" cy="475200"/>
                        </a:xfrm>
                        <a:prstGeom prst="rect">
                          <a:avLst/>
                        </a:prstGeom>
                        <a:solidFill>
                          <a:srgbClr val="92D050">
                            <a:alpha val="80000"/>
                          </a:srgbClr>
                        </a:solidFill>
                        <a:ln w="6350">
                          <a:noFill/>
                        </a:ln>
                      </wps:spPr>
                      <wps:txb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CA71777" id="テキスト ボックス 3" o:spid="_x0000_s1030" type="#_x0000_t202" style="position:absolute;left:0;text-align:left;margin-left:0;margin-top:2.3pt;width:540pt;height:37.4pt;z-index:251680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" fillcolor="#92d050" stroked="f" strokeweight=".5pt">
                <v:fill opacity="52428f"/>
                <v:textbo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11A4C417"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440BE5">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778BEAF" w14:textId="3B36D286" w:rsidR="0098238B" w:rsidRPr="00FD6DC3" w:rsidRDefault="00DA06AF" w:rsidP="0098238B">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3568" behindDoc="0" locked="0" layoutInCell="1" allowOverlap="1" wp14:anchorId="4CDB7DC7" wp14:editId="7A20D4DB">
                <wp:simplePos x="0" y="0"/>
                <wp:positionH relativeFrom="margin">
                  <wp:posOffset>-142875</wp:posOffset>
                </wp:positionH>
                <wp:positionV relativeFrom="paragraph">
                  <wp:posOffset>59690</wp:posOffset>
                </wp:positionV>
                <wp:extent cx="6912000" cy="2412000"/>
                <wp:effectExtent l="0" t="0" r="3175" b="7620"/>
                <wp:wrapNone/>
                <wp:docPr id="10" name="テキスト ボックス 10"/>
                <wp:cNvGraphicFramePr/>
                <a:graphic xmlns:a="http://schemas.openxmlformats.org/drawingml/2006/main">
                  <a:graphicData uri="http://schemas.microsoft.com/office/word/2010/wordprocessingShape">
                    <wps:wsp>
                      <wps:cNvSpPr txBox="1"/>
                      <wps:spPr>
                        <a:xfrm>
                          <a:off x="0" y="0"/>
                          <a:ext cx="6912000" cy="2412000"/>
                        </a:xfrm>
                        <a:prstGeom prst="rect">
                          <a:avLst/>
                        </a:prstGeom>
                        <a:solidFill>
                          <a:srgbClr val="92D050">
                            <a:alpha val="80000"/>
                          </a:srgbClr>
                        </a:solidFill>
                        <a:ln w="6350">
                          <a:noFill/>
                        </a:ln>
                      </wps:spPr>
                      <wps:txb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B7DC7" id="_x0000_t202" coordsize="21600,21600" o:spt="202" path="m,l,21600r21600,l21600,xe">
                <v:stroke joinstyle="miter"/>
                <v:path gradientshapeok="t" o:connecttype="rect"/>
              </v:shapetype>
              <v:shape id="テキスト ボックス 10" o:spid="_x0000_s1031" type="#_x0000_t202" style="position:absolute;left:0;text-align:left;margin-left:-11.25pt;margin-top:4.7pt;width:544.25pt;height:189.9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" fillcolor="#92d050" stroked="f" strokeweight=".5pt">
                <v:fill opacity="52428f"/>
                <v:textbo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1866B9A9" w:rsidR="006F0286" w:rsidRPr="0066616D" w:rsidRDefault="00DA06AF" w:rsidP="006F298D">
      <w:pPr>
        <w:spacing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5A7E815B" wp14:editId="6FF323B7">
                <wp:simplePos x="0" y="0"/>
                <wp:positionH relativeFrom="margin">
                  <wp:posOffset>-142875</wp:posOffset>
                </wp:positionH>
                <wp:positionV relativeFrom="paragraph">
                  <wp:posOffset>2361565</wp:posOffset>
                </wp:positionV>
                <wp:extent cx="3800475" cy="57912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800475" cy="579120"/>
                        </a:xfrm>
                        <a:prstGeom prst="rect">
                          <a:avLst/>
                        </a:prstGeom>
                        <a:solidFill>
                          <a:srgbClr val="92D050">
                            <a:alpha val="80000"/>
                          </a:srgbClr>
                        </a:solidFill>
                        <a:ln w="6350">
                          <a:noFill/>
                        </a:ln>
                      </wps:spPr>
                      <wps:txb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A7E815B" id="テキスト ボックス 1" o:spid="_x0000_s1032" type="#_x0000_t202" style="position:absolute;left:0;text-align:left;margin-left:-11.25pt;margin-top:185.95pt;width:299.25pt;height:45.6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" fillcolor="#92d050" stroked="f" strokeweight=".5pt">
                <v:fill opacity="52428f"/>
                <v:textbo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66616D">
        <w:rPr>
          <w:rFonts w:hAnsi="ＭＳ 明朝" w:hint="eastAsia"/>
          <w:sz w:val="20"/>
          <w:szCs w:val="21"/>
        </w:rPr>
        <w:t>【保険料の滞納状況】</w:t>
      </w:r>
    </w:p>
    <w:tbl>
      <w:tblPr>
        <w:tblStyle w:val="a7"/>
        <w:tblW w:w="10740" w:type="dxa"/>
        <w:jc w:val="center"/>
        <w:tblLook w:val="04A0" w:firstRow="1" w:lastRow="0" w:firstColumn="1" w:lastColumn="0" w:noHBand="0" w:noVBand="1"/>
      </w:tblPr>
      <w:tblGrid>
        <w:gridCol w:w="988"/>
        <w:gridCol w:w="708"/>
        <w:gridCol w:w="993"/>
        <w:gridCol w:w="886"/>
        <w:gridCol w:w="956"/>
        <w:gridCol w:w="709"/>
        <w:gridCol w:w="992"/>
        <w:gridCol w:w="927"/>
        <w:gridCol w:w="1058"/>
        <w:gridCol w:w="709"/>
        <w:gridCol w:w="992"/>
        <w:gridCol w:w="822"/>
      </w:tblGrid>
      <w:tr w:rsidR="00CF5A6B" w14:paraId="63831F3F" w14:textId="77777777" w:rsidTr="004549B3">
        <w:trPr>
          <w:trHeight w:val="283"/>
          <w:jc w:val="center"/>
        </w:trPr>
        <w:tc>
          <w:tcPr>
            <w:tcW w:w="3575" w:type="dxa"/>
            <w:gridSpan w:val="4"/>
            <w:vAlign w:val="center"/>
          </w:tcPr>
          <w:p w14:paraId="0CE04E82" w14:textId="7BA553A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4" w:type="dxa"/>
            <w:gridSpan w:val="4"/>
            <w:vAlign w:val="center"/>
          </w:tcPr>
          <w:p w14:paraId="14308109" w14:textId="0888DD3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1" w:type="dxa"/>
            <w:gridSpan w:val="4"/>
            <w:vAlign w:val="center"/>
          </w:tcPr>
          <w:p w14:paraId="30C07CDE" w14:textId="3A960537"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r>
      <w:tr w:rsidR="00756AF7" w14:paraId="50A751AB" w14:textId="77777777" w:rsidTr="00756AF7">
        <w:trPr>
          <w:trHeight w:val="223"/>
          <w:jc w:val="center"/>
        </w:trPr>
        <w:tc>
          <w:tcPr>
            <w:tcW w:w="988" w:type="dxa"/>
            <w:vAlign w:val="center"/>
          </w:tcPr>
          <w:p w14:paraId="29C1F69B" w14:textId="4C404B6C"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111E500F" w14:textId="1F6669E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52F20852" w14:textId="26CA536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86" w:type="dxa"/>
            <w:shd w:val="clear" w:color="auto" w:fill="auto"/>
            <w:vAlign w:val="center"/>
          </w:tcPr>
          <w:p w14:paraId="3AEDFA52"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2A360676" w14:textId="56A8F135"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956" w:type="dxa"/>
            <w:vAlign w:val="center"/>
          </w:tcPr>
          <w:p w14:paraId="75A29A15" w14:textId="2509CA03" w:rsidR="00756AF7" w:rsidRPr="00CF5A6B" w:rsidRDefault="00756AF7" w:rsidP="00756AF7">
            <w:pPr>
              <w:spacing w:line="240" w:lineRule="exact"/>
              <w:jc w:val="center"/>
              <w:rPr>
                <w:rFonts w:hAnsi="ＭＳ 明朝"/>
                <w:color w:val="00B0F0"/>
                <w:sz w:val="18"/>
                <w:szCs w:val="18"/>
              </w:rPr>
            </w:pPr>
            <w:r>
              <w:rPr>
                <w:rFonts w:hAnsi="ＭＳ 明朝" w:hint="eastAsia"/>
                <w:sz w:val="18"/>
                <w:szCs w:val="16"/>
              </w:rPr>
              <w:t>調定年度</w:t>
            </w:r>
          </w:p>
        </w:tc>
        <w:tc>
          <w:tcPr>
            <w:tcW w:w="709" w:type="dxa"/>
            <w:vAlign w:val="center"/>
          </w:tcPr>
          <w:p w14:paraId="79FE00D3" w14:textId="2CA1413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0729FC2" w14:textId="43B1C441"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927" w:type="dxa"/>
            <w:shd w:val="clear" w:color="auto" w:fill="auto"/>
            <w:vAlign w:val="center"/>
          </w:tcPr>
          <w:p w14:paraId="15C2C011"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686787C0" w14:textId="6B4F0678"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1058" w:type="dxa"/>
            <w:vAlign w:val="center"/>
          </w:tcPr>
          <w:p w14:paraId="66CFCC61" w14:textId="69F6F679"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4CE09A33" w14:textId="0305D4F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5F88851F" w14:textId="5097E436"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22" w:type="dxa"/>
            <w:shd w:val="clear" w:color="auto" w:fill="auto"/>
            <w:vAlign w:val="center"/>
          </w:tcPr>
          <w:p w14:paraId="6E1AC468"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18D8CFC4" w14:textId="13EDACFD"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r>
      <w:tr w:rsidR="00186DF4" w14:paraId="7AEDB6DF" w14:textId="77777777" w:rsidTr="00756AF7">
        <w:trPr>
          <w:trHeight w:val="223"/>
          <w:jc w:val="center"/>
        </w:trPr>
        <w:tc>
          <w:tcPr>
            <w:tcW w:w="988" w:type="dxa"/>
            <w:vAlign w:val="center"/>
          </w:tcPr>
          <w:p w14:paraId="11E370CF" w14:textId="77777777" w:rsidR="00186DF4" w:rsidRPr="00CF5A6B" w:rsidRDefault="00186DF4" w:rsidP="00186DF4">
            <w:pPr>
              <w:spacing w:line="240" w:lineRule="exact"/>
              <w:jc w:val="center"/>
              <w:rPr>
                <w:rFonts w:hAnsi="ＭＳ 明朝"/>
                <w:sz w:val="18"/>
                <w:szCs w:val="18"/>
              </w:rPr>
            </w:pPr>
          </w:p>
        </w:tc>
        <w:tc>
          <w:tcPr>
            <w:tcW w:w="708" w:type="dxa"/>
            <w:vAlign w:val="center"/>
          </w:tcPr>
          <w:p w14:paraId="5D6B5D22" w14:textId="77777777" w:rsidR="00186DF4" w:rsidRPr="00CF5A6B" w:rsidRDefault="00186DF4" w:rsidP="00186DF4">
            <w:pPr>
              <w:spacing w:line="240" w:lineRule="exact"/>
              <w:jc w:val="center"/>
              <w:rPr>
                <w:rFonts w:hAnsi="ＭＳ 明朝"/>
                <w:sz w:val="18"/>
                <w:szCs w:val="18"/>
              </w:rPr>
            </w:pPr>
          </w:p>
        </w:tc>
        <w:tc>
          <w:tcPr>
            <w:tcW w:w="993" w:type="dxa"/>
            <w:vAlign w:val="center"/>
          </w:tcPr>
          <w:p w14:paraId="7AE0DA6F" w14:textId="77777777" w:rsidR="00186DF4" w:rsidRPr="00CF5A6B" w:rsidRDefault="00186DF4" w:rsidP="00186DF4">
            <w:pPr>
              <w:spacing w:line="240" w:lineRule="exact"/>
              <w:jc w:val="center"/>
              <w:rPr>
                <w:rFonts w:hAnsi="ＭＳ 明朝"/>
                <w:sz w:val="18"/>
                <w:szCs w:val="18"/>
              </w:rPr>
            </w:pPr>
          </w:p>
        </w:tc>
        <w:tc>
          <w:tcPr>
            <w:tcW w:w="886" w:type="dxa"/>
            <w:shd w:val="clear" w:color="auto" w:fill="auto"/>
            <w:vAlign w:val="center"/>
          </w:tcPr>
          <w:p w14:paraId="1F28C28C" w14:textId="7EA9A66A" w:rsidR="00186DF4" w:rsidRPr="00CF5A6B" w:rsidRDefault="00186DF4" w:rsidP="00186DF4">
            <w:pPr>
              <w:spacing w:line="240" w:lineRule="exact"/>
              <w:jc w:val="center"/>
              <w:rPr>
                <w:rFonts w:hAnsi="ＭＳ 明朝"/>
                <w:sz w:val="18"/>
                <w:szCs w:val="18"/>
              </w:rPr>
            </w:pPr>
          </w:p>
        </w:tc>
        <w:tc>
          <w:tcPr>
            <w:tcW w:w="956" w:type="dxa"/>
            <w:vAlign w:val="center"/>
          </w:tcPr>
          <w:p w14:paraId="79BC2FD3"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383AFFB"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2E03139D" w14:textId="77777777" w:rsidR="00186DF4" w:rsidRPr="00CF5A6B" w:rsidRDefault="00186DF4" w:rsidP="00186DF4">
            <w:pPr>
              <w:spacing w:line="240" w:lineRule="exact"/>
              <w:jc w:val="center"/>
              <w:rPr>
                <w:rFonts w:hAnsi="ＭＳ 明朝"/>
                <w:sz w:val="18"/>
                <w:szCs w:val="18"/>
              </w:rPr>
            </w:pPr>
          </w:p>
        </w:tc>
        <w:tc>
          <w:tcPr>
            <w:tcW w:w="927" w:type="dxa"/>
            <w:shd w:val="clear" w:color="auto" w:fill="auto"/>
            <w:vAlign w:val="center"/>
          </w:tcPr>
          <w:p w14:paraId="4714494C" w14:textId="32A68DF0" w:rsidR="00186DF4" w:rsidRPr="00CF5A6B" w:rsidRDefault="00186DF4" w:rsidP="00186DF4">
            <w:pPr>
              <w:spacing w:line="240" w:lineRule="exact"/>
              <w:jc w:val="center"/>
              <w:rPr>
                <w:rFonts w:hAnsi="ＭＳ 明朝"/>
                <w:sz w:val="18"/>
                <w:szCs w:val="18"/>
              </w:rPr>
            </w:pPr>
          </w:p>
        </w:tc>
        <w:tc>
          <w:tcPr>
            <w:tcW w:w="1058" w:type="dxa"/>
            <w:vAlign w:val="center"/>
          </w:tcPr>
          <w:p w14:paraId="704CCB96"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D2B37AC"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0E0396D5" w14:textId="77777777" w:rsidR="00186DF4" w:rsidRPr="00CF5A6B" w:rsidRDefault="00186DF4" w:rsidP="00186DF4">
            <w:pPr>
              <w:spacing w:line="240" w:lineRule="exact"/>
              <w:jc w:val="center"/>
              <w:rPr>
                <w:rFonts w:hAnsi="ＭＳ 明朝"/>
                <w:sz w:val="18"/>
                <w:szCs w:val="18"/>
              </w:rPr>
            </w:pPr>
          </w:p>
        </w:tc>
        <w:tc>
          <w:tcPr>
            <w:tcW w:w="822" w:type="dxa"/>
            <w:shd w:val="clear" w:color="auto" w:fill="auto"/>
            <w:vAlign w:val="center"/>
          </w:tcPr>
          <w:p w14:paraId="235E7CFD" w14:textId="26B956B8" w:rsidR="00186DF4" w:rsidRPr="00CF5A6B" w:rsidRDefault="00186DF4" w:rsidP="00186DF4">
            <w:pPr>
              <w:spacing w:line="240" w:lineRule="exact"/>
              <w:jc w:val="center"/>
              <w:rPr>
                <w:rFonts w:hAnsi="ＭＳ 明朝"/>
                <w:sz w:val="18"/>
                <w:szCs w:val="18"/>
              </w:rPr>
            </w:pPr>
          </w:p>
        </w:tc>
      </w:tr>
      <w:tr w:rsidR="00CF5A6B" w14:paraId="29DC1713" w14:textId="77777777" w:rsidTr="00756AF7">
        <w:trPr>
          <w:trHeight w:val="223"/>
          <w:jc w:val="center"/>
        </w:trPr>
        <w:tc>
          <w:tcPr>
            <w:tcW w:w="988" w:type="dxa"/>
            <w:vAlign w:val="center"/>
          </w:tcPr>
          <w:p w14:paraId="7174846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1E0928F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7607D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188B98"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7B005A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6D6DEA4"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C283223"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84C86"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83C620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F8AA7D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555237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C8D755D" w14:textId="624AFA63" w:rsidR="00CF5A6B" w:rsidRPr="00CF5A6B" w:rsidRDefault="00CF5A6B" w:rsidP="00CF5A6B">
            <w:pPr>
              <w:spacing w:line="240" w:lineRule="exact"/>
              <w:jc w:val="center"/>
              <w:rPr>
                <w:rFonts w:hAnsi="ＭＳ 明朝"/>
                <w:sz w:val="18"/>
                <w:szCs w:val="18"/>
              </w:rPr>
            </w:pPr>
          </w:p>
        </w:tc>
      </w:tr>
      <w:tr w:rsidR="00CF5A6B" w14:paraId="4706AFB9" w14:textId="77777777" w:rsidTr="00756AF7">
        <w:trPr>
          <w:trHeight w:val="223"/>
          <w:jc w:val="center"/>
        </w:trPr>
        <w:tc>
          <w:tcPr>
            <w:tcW w:w="988" w:type="dxa"/>
            <w:vAlign w:val="center"/>
          </w:tcPr>
          <w:p w14:paraId="16D9F8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430D21A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9D1AA5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8174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058530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775A98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7F486A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7ADF08A3"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95B502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F1F84A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731886A"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B6E06C5" w14:textId="5193315F" w:rsidR="00CF5A6B" w:rsidRPr="00CF5A6B" w:rsidRDefault="00CF5A6B" w:rsidP="00CF5A6B">
            <w:pPr>
              <w:spacing w:line="240" w:lineRule="exact"/>
              <w:jc w:val="center"/>
              <w:rPr>
                <w:rFonts w:hAnsi="ＭＳ 明朝"/>
                <w:sz w:val="18"/>
                <w:szCs w:val="18"/>
              </w:rPr>
            </w:pPr>
          </w:p>
        </w:tc>
      </w:tr>
      <w:tr w:rsidR="00CF5A6B" w14:paraId="42F3AD53" w14:textId="77777777" w:rsidTr="00756AF7">
        <w:trPr>
          <w:trHeight w:val="223"/>
          <w:jc w:val="center"/>
        </w:trPr>
        <w:tc>
          <w:tcPr>
            <w:tcW w:w="988" w:type="dxa"/>
            <w:vAlign w:val="center"/>
          </w:tcPr>
          <w:p w14:paraId="62B46B65"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E88E4B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4BC522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7A93334"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11E4E32"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2AABB1D"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AD93767"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A2F4B8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3713D1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A41FE1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0BD849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6690254B" w14:textId="11D63B7A" w:rsidR="00CF5A6B" w:rsidRPr="00CF5A6B" w:rsidRDefault="00CF5A6B" w:rsidP="00CF5A6B">
            <w:pPr>
              <w:spacing w:line="240" w:lineRule="exact"/>
              <w:jc w:val="center"/>
              <w:rPr>
                <w:rFonts w:hAnsi="ＭＳ 明朝"/>
                <w:sz w:val="18"/>
                <w:szCs w:val="18"/>
              </w:rPr>
            </w:pPr>
          </w:p>
        </w:tc>
      </w:tr>
      <w:tr w:rsidR="00CF5A6B" w14:paraId="3FA037CF" w14:textId="77777777" w:rsidTr="00756AF7">
        <w:trPr>
          <w:trHeight w:val="223"/>
          <w:jc w:val="center"/>
        </w:trPr>
        <w:tc>
          <w:tcPr>
            <w:tcW w:w="988" w:type="dxa"/>
            <w:vAlign w:val="center"/>
          </w:tcPr>
          <w:p w14:paraId="5EF74DD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072D3E7"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381CBB"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3B32DA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BEAC22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826EFEB"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8CEC231"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2EFCB801"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302BCEE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BADA49A"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F906742"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194D2564" w14:textId="37C6C16D" w:rsidR="00CF5A6B" w:rsidRPr="00CF5A6B" w:rsidRDefault="00CF5A6B" w:rsidP="00CF5A6B">
            <w:pPr>
              <w:spacing w:line="240" w:lineRule="exact"/>
              <w:jc w:val="center"/>
              <w:rPr>
                <w:rFonts w:hAnsi="ＭＳ 明朝"/>
                <w:sz w:val="18"/>
                <w:szCs w:val="18"/>
              </w:rPr>
            </w:pPr>
          </w:p>
        </w:tc>
      </w:tr>
      <w:tr w:rsidR="00CF5A6B" w14:paraId="40E9610D" w14:textId="77777777" w:rsidTr="00756AF7">
        <w:trPr>
          <w:trHeight w:val="223"/>
          <w:jc w:val="center"/>
        </w:trPr>
        <w:tc>
          <w:tcPr>
            <w:tcW w:w="988" w:type="dxa"/>
            <w:vAlign w:val="center"/>
          </w:tcPr>
          <w:p w14:paraId="325AA6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AA0822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5AAE1F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4E962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86E03F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F9BC1B9"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563B49D"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4E625"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5CDDDB3"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5BF0812"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3CA5980B"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089C8CF" w14:textId="09D458AD" w:rsidR="00CF5A6B" w:rsidRPr="00CF5A6B" w:rsidRDefault="00CF5A6B" w:rsidP="00CF5A6B">
            <w:pPr>
              <w:spacing w:line="240" w:lineRule="exact"/>
              <w:jc w:val="center"/>
              <w:rPr>
                <w:rFonts w:hAnsi="ＭＳ 明朝"/>
                <w:sz w:val="18"/>
                <w:szCs w:val="18"/>
              </w:rPr>
            </w:pPr>
          </w:p>
        </w:tc>
      </w:tr>
      <w:tr w:rsidR="00CF5A6B" w14:paraId="42E44AA0" w14:textId="77777777" w:rsidTr="00756AF7">
        <w:trPr>
          <w:trHeight w:val="223"/>
          <w:jc w:val="center"/>
        </w:trPr>
        <w:tc>
          <w:tcPr>
            <w:tcW w:w="988" w:type="dxa"/>
            <w:vAlign w:val="center"/>
          </w:tcPr>
          <w:p w14:paraId="690FFDDE"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258B26C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65CA206"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AC09D5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A5FFDC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F985EF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380EE9F"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4F1404"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BFB78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DF0298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176136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43CFDE0" w14:textId="319981A9" w:rsidR="00CF5A6B" w:rsidRPr="00CF5A6B" w:rsidRDefault="00CF5A6B" w:rsidP="00CF5A6B">
            <w:pPr>
              <w:spacing w:line="240" w:lineRule="exact"/>
              <w:jc w:val="center"/>
              <w:rPr>
                <w:rFonts w:hAnsi="ＭＳ 明朝"/>
                <w:sz w:val="18"/>
                <w:szCs w:val="18"/>
              </w:rPr>
            </w:pPr>
          </w:p>
        </w:tc>
      </w:tr>
      <w:tr w:rsidR="00CF5A6B" w14:paraId="321B550E" w14:textId="77777777" w:rsidTr="00756AF7">
        <w:trPr>
          <w:trHeight w:val="223"/>
          <w:jc w:val="center"/>
        </w:trPr>
        <w:tc>
          <w:tcPr>
            <w:tcW w:w="988" w:type="dxa"/>
            <w:vAlign w:val="center"/>
          </w:tcPr>
          <w:p w14:paraId="449DB036"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707DD82A"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6DAA737"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D4DA87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743F17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493F43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0DD254"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3C4AB842"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198B8A5B"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947786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5E231B3"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4B0FA435" w14:textId="77B70DEA" w:rsidR="00CF5A6B" w:rsidRPr="00CF5A6B" w:rsidRDefault="00CF5A6B" w:rsidP="00CF5A6B">
            <w:pPr>
              <w:spacing w:line="240" w:lineRule="exact"/>
              <w:jc w:val="center"/>
              <w:rPr>
                <w:rFonts w:hAnsi="ＭＳ 明朝"/>
                <w:sz w:val="18"/>
                <w:szCs w:val="18"/>
              </w:rPr>
            </w:pPr>
          </w:p>
        </w:tc>
      </w:tr>
      <w:tr w:rsidR="00CF5A6B" w14:paraId="1493815F" w14:textId="77777777" w:rsidTr="00756AF7">
        <w:trPr>
          <w:trHeight w:val="223"/>
          <w:jc w:val="center"/>
        </w:trPr>
        <w:tc>
          <w:tcPr>
            <w:tcW w:w="988" w:type="dxa"/>
            <w:vAlign w:val="center"/>
          </w:tcPr>
          <w:p w14:paraId="4877B4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3434565"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36C9F2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7C56FB8A"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FFCC6C8"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0F62C4F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2C120C"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BD450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C0E0240"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079098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E6F1CF7"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D9ABEB8" w14:textId="2980ACF3" w:rsidR="00CF5A6B" w:rsidRPr="00CF5A6B" w:rsidRDefault="00CF5A6B" w:rsidP="00CF5A6B">
            <w:pPr>
              <w:spacing w:line="240" w:lineRule="exact"/>
              <w:jc w:val="center"/>
              <w:rPr>
                <w:rFonts w:hAnsi="ＭＳ 明朝"/>
                <w:sz w:val="18"/>
                <w:szCs w:val="18"/>
              </w:rPr>
            </w:pPr>
          </w:p>
        </w:tc>
      </w:tr>
      <w:tr w:rsidR="00CF5A6B" w14:paraId="42BEDDD9" w14:textId="77777777" w:rsidTr="00756AF7">
        <w:trPr>
          <w:trHeight w:val="223"/>
          <w:jc w:val="center"/>
        </w:trPr>
        <w:tc>
          <w:tcPr>
            <w:tcW w:w="988" w:type="dxa"/>
            <w:vAlign w:val="center"/>
          </w:tcPr>
          <w:p w14:paraId="52A3B5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6D659CD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E3F0499"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A064C9"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5E472897"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AED243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6923588"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21C720E"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506026"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E855C3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D2F4541"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9D6DBE5" w14:textId="76310BEF" w:rsidR="00CF5A6B" w:rsidRPr="00CF5A6B" w:rsidRDefault="00CF5A6B" w:rsidP="00CF5A6B">
            <w:pPr>
              <w:spacing w:line="240" w:lineRule="exact"/>
              <w:jc w:val="center"/>
              <w:rPr>
                <w:rFonts w:hAnsi="ＭＳ 明朝"/>
                <w:sz w:val="18"/>
                <w:szCs w:val="18"/>
              </w:rPr>
            </w:pPr>
          </w:p>
        </w:tc>
      </w:tr>
      <w:tr w:rsidR="00CF5A6B" w14:paraId="4381D9D0" w14:textId="77777777" w:rsidTr="00756AF7">
        <w:trPr>
          <w:trHeight w:val="223"/>
          <w:jc w:val="center"/>
        </w:trPr>
        <w:tc>
          <w:tcPr>
            <w:tcW w:w="1696" w:type="dxa"/>
            <w:gridSpan w:val="2"/>
            <w:vAlign w:val="center"/>
          </w:tcPr>
          <w:p w14:paraId="6DDBFD79" w14:textId="01205BFF"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2B98083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80DA9D" w14:textId="77777777" w:rsidR="00CF5A6B" w:rsidRPr="00CF5A6B" w:rsidRDefault="00CF5A6B" w:rsidP="00CF5A6B">
            <w:pPr>
              <w:spacing w:line="240" w:lineRule="exact"/>
              <w:jc w:val="center"/>
              <w:rPr>
                <w:rFonts w:hAnsi="ＭＳ 明朝"/>
                <w:sz w:val="18"/>
                <w:szCs w:val="18"/>
              </w:rPr>
            </w:pPr>
          </w:p>
        </w:tc>
        <w:tc>
          <w:tcPr>
            <w:tcW w:w="1665" w:type="dxa"/>
            <w:gridSpan w:val="2"/>
            <w:vAlign w:val="center"/>
          </w:tcPr>
          <w:p w14:paraId="17084380" w14:textId="4ACA7EEA"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31231C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C0CACE8" w14:textId="77777777" w:rsidR="00CF5A6B" w:rsidRPr="00CF5A6B" w:rsidRDefault="00CF5A6B" w:rsidP="00CF5A6B">
            <w:pPr>
              <w:spacing w:line="240" w:lineRule="exact"/>
              <w:jc w:val="center"/>
              <w:rPr>
                <w:rFonts w:hAnsi="ＭＳ 明朝"/>
                <w:sz w:val="18"/>
                <w:szCs w:val="18"/>
              </w:rPr>
            </w:pPr>
          </w:p>
        </w:tc>
        <w:tc>
          <w:tcPr>
            <w:tcW w:w="1767" w:type="dxa"/>
            <w:gridSpan w:val="2"/>
            <w:vAlign w:val="center"/>
          </w:tcPr>
          <w:p w14:paraId="037B9505" w14:textId="7AB661B6"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710A56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0994891" w14:textId="6A124A5D" w:rsidR="00CF5A6B" w:rsidRPr="00CF5A6B" w:rsidRDefault="00CF5A6B" w:rsidP="00CF5A6B">
            <w:pPr>
              <w:spacing w:line="240" w:lineRule="exact"/>
              <w:jc w:val="center"/>
              <w:rPr>
                <w:rFonts w:hAnsi="ＭＳ 明朝"/>
                <w:sz w:val="18"/>
                <w:szCs w:val="18"/>
              </w:rPr>
            </w:pPr>
          </w:p>
        </w:tc>
      </w:tr>
    </w:tbl>
    <w:tbl>
      <w:tblPr>
        <w:tblStyle w:val="a7"/>
        <w:tblpPr w:leftFromText="142" w:rightFromText="142" w:vertAnchor="text" w:horzAnchor="page" w:tblpX="6676" w:tblpY="14"/>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828"/>
      </w:tblGrid>
      <w:tr w:rsidR="00AA5A14" w:rsidRPr="00AA5A14" w14:paraId="7850BB06" w14:textId="77777777" w:rsidTr="00D71EF4">
        <w:trPr>
          <w:trHeight w:val="190"/>
        </w:trPr>
        <w:tc>
          <w:tcPr>
            <w:tcW w:w="4962" w:type="dxa"/>
            <w:gridSpan w:val="2"/>
          </w:tcPr>
          <w:p w14:paraId="63636CC5" w14:textId="77777777" w:rsidR="00D71EF4" w:rsidRPr="00AA5A14" w:rsidRDefault="00D71EF4" w:rsidP="00D71EF4">
            <w:pPr>
              <w:ind w:leftChars="-100" w:left="-210"/>
              <w:rPr>
                <w:rFonts w:hAnsi="ＭＳ 明朝"/>
                <w:sz w:val="18"/>
                <w:szCs w:val="20"/>
              </w:rPr>
            </w:pPr>
            <w:r w:rsidRPr="00AA5A14">
              <w:rPr>
                <w:rFonts w:hAnsi="ＭＳ 明朝" w:hint="eastAsia"/>
                <w:sz w:val="18"/>
                <w:szCs w:val="20"/>
              </w:rPr>
              <w:t>（お問合せ先）</w:t>
            </w:r>
          </w:p>
        </w:tc>
      </w:tr>
      <w:tr w:rsidR="00AA5A14" w:rsidRPr="00AA5A14" w14:paraId="1284E765" w14:textId="77777777" w:rsidTr="00D71EF4">
        <w:trPr>
          <w:trHeight w:val="202"/>
        </w:trPr>
        <w:tc>
          <w:tcPr>
            <w:tcW w:w="4962" w:type="dxa"/>
            <w:gridSpan w:val="2"/>
          </w:tcPr>
          <w:p w14:paraId="4C23BFE1" w14:textId="77777777" w:rsidR="00D71EF4" w:rsidRPr="00AA5A14" w:rsidRDefault="00D71EF4" w:rsidP="00D71EF4">
            <w:pPr>
              <w:rPr>
                <w:rFonts w:hAnsi="ＭＳ 明朝"/>
                <w:sz w:val="18"/>
                <w:szCs w:val="20"/>
              </w:rPr>
            </w:pPr>
            <w:r w:rsidRPr="00AA5A14">
              <w:rPr>
                <w:rFonts w:hAnsi="ＭＳ 明朝" w:hint="eastAsia"/>
                <w:sz w:val="18"/>
                <w:szCs w:val="20"/>
              </w:rPr>
              <w:t>●●市介護保険課</w:t>
            </w:r>
          </w:p>
        </w:tc>
      </w:tr>
      <w:tr w:rsidR="00AA5A14" w:rsidRPr="00AA5A14" w14:paraId="535E7ECE" w14:textId="77777777" w:rsidTr="00D71EF4">
        <w:trPr>
          <w:trHeight w:val="190"/>
        </w:trPr>
        <w:tc>
          <w:tcPr>
            <w:tcW w:w="1134" w:type="dxa"/>
          </w:tcPr>
          <w:p w14:paraId="0FADBA34" w14:textId="77777777" w:rsidR="00D71EF4" w:rsidRPr="00AA5A14" w:rsidRDefault="00D71EF4" w:rsidP="00D71EF4">
            <w:pPr>
              <w:rPr>
                <w:rFonts w:hAnsi="ＭＳ 明朝"/>
                <w:sz w:val="18"/>
                <w:szCs w:val="20"/>
              </w:rPr>
            </w:pPr>
            <w:r w:rsidRPr="00AA5A14">
              <w:rPr>
                <w:rFonts w:hAnsi="ＭＳ 明朝" w:hint="eastAsia"/>
                <w:sz w:val="18"/>
                <w:szCs w:val="20"/>
              </w:rPr>
              <w:t>住　　所</w:t>
            </w:r>
          </w:p>
        </w:tc>
        <w:tc>
          <w:tcPr>
            <w:tcW w:w="3828" w:type="dxa"/>
          </w:tcPr>
          <w:p w14:paraId="16CD0C53" w14:textId="77777777" w:rsidR="00D71EF4" w:rsidRPr="00AA5A14" w:rsidRDefault="00D71EF4" w:rsidP="00D71EF4">
            <w:pPr>
              <w:rPr>
                <w:rFonts w:hAnsi="ＭＳ 明朝"/>
                <w:sz w:val="18"/>
                <w:szCs w:val="20"/>
              </w:rPr>
            </w:pPr>
            <w:r w:rsidRPr="00AA5A14">
              <w:rPr>
                <w:rFonts w:hAnsi="ＭＳ 明朝" w:hint="eastAsia"/>
                <w:sz w:val="18"/>
                <w:szCs w:val="20"/>
              </w:rPr>
              <w:t>123-4567　●●市●●１－２－３</w:t>
            </w:r>
          </w:p>
        </w:tc>
      </w:tr>
      <w:tr w:rsidR="00AA5A14" w:rsidRPr="00AA5A14" w14:paraId="52284CDD" w14:textId="77777777" w:rsidTr="00D71EF4">
        <w:trPr>
          <w:trHeight w:val="381"/>
        </w:trPr>
        <w:tc>
          <w:tcPr>
            <w:tcW w:w="1134" w:type="dxa"/>
          </w:tcPr>
          <w:p w14:paraId="6B337695" w14:textId="77777777" w:rsidR="00D71EF4" w:rsidRPr="00AA5A14" w:rsidRDefault="00D71EF4" w:rsidP="00D71EF4">
            <w:pPr>
              <w:rPr>
                <w:rFonts w:hAnsi="ＭＳ 明朝"/>
                <w:sz w:val="18"/>
                <w:szCs w:val="20"/>
              </w:rPr>
            </w:pPr>
            <w:r w:rsidRPr="00AA5A14">
              <w:rPr>
                <w:rFonts w:hAnsi="ＭＳ 明朝" w:hint="eastAsia"/>
                <w:sz w:val="18"/>
                <w:szCs w:val="20"/>
              </w:rPr>
              <w:t>電話番号</w:t>
            </w:r>
          </w:p>
          <w:p w14:paraId="3059127D" w14:textId="77777777" w:rsidR="00D71EF4" w:rsidRPr="00AA5A14" w:rsidRDefault="00D71EF4" w:rsidP="00D71EF4">
            <w:pPr>
              <w:rPr>
                <w:rFonts w:hAnsi="ＭＳ 明朝"/>
                <w:sz w:val="18"/>
                <w:szCs w:val="20"/>
              </w:rPr>
            </w:pPr>
            <w:r w:rsidRPr="00AA5A14">
              <w:rPr>
                <w:rFonts w:hAnsi="ＭＳ 明朝" w:hint="eastAsia"/>
                <w:sz w:val="18"/>
                <w:szCs w:val="20"/>
              </w:rPr>
              <w:t>メール</w:t>
            </w:r>
          </w:p>
        </w:tc>
        <w:tc>
          <w:tcPr>
            <w:tcW w:w="3828" w:type="dxa"/>
          </w:tcPr>
          <w:p w14:paraId="64270FAA" w14:textId="77777777" w:rsidR="00D71EF4" w:rsidRPr="00AA5A14" w:rsidRDefault="00D71EF4" w:rsidP="00D71EF4">
            <w:pPr>
              <w:rPr>
                <w:rFonts w:hAnsi="ＭＳ 明朝"/>
                <w:sz w:val="18"/>
                <w:szCs w:val="20"/>
              </w:rPr>
            </w:pPr>
            <w:r w:rsidRPr="00AA5A14">
              <w:rPr>
                <w:rFonts w:hAnsi="ＭＳ 明朝" w:hint="eastAsia"/>
                <w:sz w:val="18"/>
                <w:szCs w:val="20"/>
              </w:rPr>
              <w:t>987-6543-2111　F</w:t>
            </w:r>
            <w:r w:rsidRPr="00AA5A14">
              <w:rPr>
                <w:rFonts w:hAnsi="ＭＳ 明朝"/>
                <w:sz w:val="18"/>
                <w:szCs w:val="20"/>
              </w:rPr>
              <w:t>AX</w:t>
            </w:r>
            <w:r w:rsidRPr="00AA5A14">
              <w:rPr>
                <w:rFonts w:hAnsi="ＭＳ 明朝" w:hint="eastAsia"/>
                <w:sz w:val="18"/>
                <w:szCs w:val="20"/>
              </w:rPr>
              <w:t>番号　123-456-789</w:t>
            </w:r>
            <w:r w:rsidRPr="00AA5A14">
              <w:rPr>
                <w:rFonts w:hAnsi="ＭＳ 明朝"/>
                <w:sz w:val="18"/>
                <w:szCs w:val="20"/>
              </w:rPr>
              <w:t>0</w:t>
            </w:r>
          </w:p>
          <w:p w14:paraId="4990C6D2" w14:textId="77777777" w:rsidR="00D71EF4" w:rsidRPr="00AA5A14" w:rsidRDefault="00D71EF4" w:rsidP="00D71EF4">
            <w:pPr>
              <w:rPr>
                <w:rFonts w:hAnsi="ＭＳ 明朝"/>
                <w:sz w:val="18"/>
                <w:szCs w:val="20"/>
              </w:rPr>
            </w:pPr>
            <w:r w:rsidRPr="00AA5A14">
              <w:rPr>
                <w:rFonts w:hAnsi="ＭＳ 明朝"/>
                <w:sz w:val="18"/>
                <w:szCs w:val="20"/>
              </w:rPr>
              <w:t>xxxxxxxxxxx@yyy.zzz.aaa</w:t>
            </w:r>
          </w:p>
        </w:tc>
      </w:tr>
    </w:tbl>
    <w:p w14:paraId="191014F9" w14:textId="397353E8" w:rsidR="009D331C" w:rsidRPr="00B2360A" w:rsidRDefault="006F0286" w:rsidP="006F0286">
      <w:pPr>
        <w:spacing w:line="280" w:lineRule="exact"/>
        <w:ind w:leftChars="100" w:left="210"/>
        <w:rPr>
          <w:sz w:val="18"/>
          <w:szCs w:val="16"/>
        </w:rPr>
      </w:pPr>
      <w:r w:rsidRPr="00B2360A">
        <w:rPr>
          <w:rFonts w:hint="eastAsia"/>
          <w:sz w:val="18"/>
          <w:szCs w:val="16"/>
        </w:rPr>
        <w:t>※上</w:t>
      </w:r>
      <w:r w:rsidR="00B922A6">
        <w:rPr>
          <w:rFonts w:hint="eastAsia"/>
          <w:sz w:val="18"/>
          <w:szCs w:val="16"/>
        </w:rPr>
        <w:t>表</w:t>
      </w:r>
      <w:r w:rsidRPr="00B2360A">
        <w:rPr>
          <w:rFonts w:hint="eastAsia"/>
          <w:sz w:val="18"/>
          <w:szCs w:val="16"/>
        </w:rPr>
        <w:t>は</w:t>
      </w:r>
      <w:r w:rsidR="00A41223" w:rsidRPr="00B2360A">
        <w:rPr>
          <w:rFonts w:hint="eastAsia"/>
          <w:sz w:val="18"/>
          <w:szCs w:val="16"/>
          <w:bdr w:val="single" w:sz="4" w:space="0" w:color="auto"/>
        </w:rPr>
        <w:t xml:space="preserve">　</w:t>
      </w:r>
      <w:r w:rsidRPr="00B2360A">
        <w:rPr>
          <w:rFonts w:hint="eastAsia"/>
          <w:sz w:val="18"/>
          <w:szCs w:val="16"/>
          <w:bdr w:val="single" w:sz="4" w:space="0" w:color="auto"/>
        </w:rPr>
        <w:t xml:space="preserve"> 　年　月　日</w:t>
      </w:r>
      <w:r w:rsidRPr="00B2360A">
        <w:rPr>
          <w:rFonts w:hint="eastAsia"/>
          <w:sz w:val="18"/>
          <w:szCs w:val="16"/>
        </w:rPr>
        <w:t>現在の滞納額です。</w:t>
      </w:r>
    </w:p>
    <w:p w14:paraId="2DF2A856" w14:textId="6633D09D" w:rsidR="006F0286" w:rsidRPr="00B2360A" w:rsidRDefault="009D331C" w:rsidP="006F0286">
      <w:pPr>
        <w:spacing w:line="280" w:lineRule="exact"/>
        <w:ind w:leftChars="100" w:left="210"/>
        <w:rPr>
          <w:sz w:val="18"/>
          <w:szCs w:val="16"/>
        </w:rPr>
      </w:pPr>
      <w:r w:rsidRPr="00B2360A">
        <w:rPr>
          <w:rFonts w:hint="eastAsia"/>
          <w:sz w:val="18"/>
          <w:szCs w:val="16"/>
        </w:rPr>
        <w:t xml:space="preserve">　</w:t>
      </w:r>
      <w:r w:rsidR="006F0286" w:rsidRPr="00B2360A">
        <w:rPr>
          <w:rFonts w:hint="eastAsia"/>
          <w:sz w:val="18"/>
          <w:szCs w:val="16"/>
        </w:rPr>
        <w:t>行き違いに納入された場合には、</w:t>
      </w:r>
      <w:r w:rsidRPr="00B2360A">
        <w:rPr>
          <w:rFonts w:hint="eastAsia"/>
          <w:sz w:val="18"/>
          <w:szCs w:val="16"/>
        </w:rPr>
        <w:t>速やかに</w:t>
      </w:r>
      <w:r w:rsidR="006F0286" w:rsidRPr="00B2360A">
        <w:rPr>
          <w:rFonts w:hint="eastAsia"/>
          <w:sz w:val="18"/>
          <w:szCs w:val="16"/>
        </w:rPr>
        <w:t>申し出て</w:t>
      </w:r>
      <w:r w:rsidR="00440BE5" w:rsidRPr="00B2360A">
        <w:rPr>
          <w:rFonts w:hint="eastAsia"/>
          <w:sz w:val="18"/>
          <w:szCs w:val="16"/>
        </w:rPr>
        <w:t>くだ</w:t>
      </w:r>
      <w:r w:rsidR="006F0286" w:rsidRPr="00B2360A">
        <w:rPr>
          <w:rFonts w:hint="eastAsia"/>
          <w:sz w:val="18"/>
          <w:szCs w:val="16"/>
        </w:rPr>
        <w:t>さい。</w:t>
      </w:r>
    </w:p>
    <w:p w14:paraId="5130ABE8" w14:textId="668250C0" w:rsidR="006F0286" w:rsidRDefault="006F0286" w:rsidP="006F0286">
      <w:pPr>
        <w:spacing w:line="160" w:lineRule="exact"/>
        <w:rPr>
          <w:rFonts w:hAnsi="ＭＳ 明朝"/>
          <w:sz w:val="12"/>
          <w:szCs w:val="10"/>
        </w:rPr>
      </w:pPr>
    </w:p>
    <w:p w14:paraId="3A6799A1" w14:textId="1CF5C7F4" w:rsidR="008E11B8" w:rsidRDefault="008E11B8" w:rsidP="006F0286">
      <w:pPr>
        <w:spacing w:line="160" w:lineRule="exact"/>
        <w:rPr>
          <w:rFonts w:hAnsi="ＭＳ 明朝"/>
          <w:sz w:val="12"/>
          <w:szCs w:val="10"/>
        </w:rPr>
      </w:pPr>
    </w:p>
    <w:p w14:paraId="41BC61AF" w14:textId="1C049A35" w:rsidR="006F0286" w:rsidRPr="00B2360A" w:rsidRDefault="00D71EF4" w:rsidP="006F0286">
      <w:pPr>
        <w:ind w:leftChars="100" w:left="210"/>
        <w:rPr>
          <w:rFonts w:hAnsi="ＭＳ 明朝"/>
          <w:sz w:val="18"/>
          <w:szCs w:val="16"/>
        </w:rPr>
      </w:pPr>
      <w:r>
        <w:rPr>
          <w:rFonts w:hint="eastAsia"/>
          <w:noProof/>
          <w:color w:val="00B0F0"/>
          <w:sz w:val="20"/>
        </w:rPr>
        <mc:AlternateContent>
          <mc:Choice Requires="wps">
            <w:drawing>
              <wp:anchor distT="0" distB="0" distL="114300" distR="114300" simplePos="0" relativeHeight="251686400" behindDoc="0" locked="0" layoutInCell="1" allowOverlap="1" wp14:anchorId="60F1D32B" wp14:editId="718094A8">
                <wp:simplePos x="0" y="0"/>
                <wp:positionH relativeFrom="margin">
                  <wp:posOffset>0</wp:posOffset>
                </wp:positionH>
                <wp:positionV relativeFrom="paragraph">
                  <wp:posOffset>20955</wp:posOffset>
                </wp:positionV>
                <wp:extent cx="3667125" cy="180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667125" cy="180975"/>
                        </a:xfrm>
                        <a:prstGeom prst="rect">
                          <a:avLst/>
                        </a:prstGeom>
                        <a:solidFill>
                          <a:srgbClr val="92D050">
                            <a:alpha val="80000"/>
                          </a:srgbClr>
                        </a:solidFill>
                        <a:ln w="6350">
                          <a:noFill/>
                        </a:ln>
                      </wps:spPr>
                      <wps:txbx>
                        <w:txbxContent>
                          <w:p w14:paraId="237265AF" w14:textId="300FBA94" w:rsidR="005220E0" w:rsidRPr="009027D6" w:rsidRDefault="005220E0" w:rsidP="006F298D">
                            <w:pPr>
                              <w:ind w:leftChars="-337" w:left="-425" w:hangingChars="135" w:hanging="283"/>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0F1D32B" id="テキスト ボックス 6" o:spid="_x0000_s1032" type="#_x0000_t202" style="position:absolute;left:0;text-align:left;margin-left:0;margin-top:1.65pt;width:288.75pt;height:14.2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" fillcolor="#92d050" stroked="f" strokeweight=".5pt">
                <v:fill opacity="52428f"/>
                <v:textbox>
                  <w:txbxContent>
                    <w:p w14:paraId="237265AF" w14:textId="300FBA94" w:rsidR="005220E0" w:rsidRPr="009027D6" w:rsidRDefault="005220E0" w:rsidP="006F298D">
                      <w:pPr>
                        <w:ind w:leftChars="-337" w:left="-425" w:hangingChars="135" w:hanging="283"/>
                        <w:jc w:val="center"/>
                        <w:rPr>
                          <w:color w:val="FFFFFF" w:themeColor="background1"/>
                        </w:rPr>
                      </w:pPr>
                    </w:p>
                  </w:txbxContent>
                </v:textbox>
                <w10:wrap anchorx="margin"/>
              </v:shape>
            </w:pict>
          </mc:Fallback>
        </mc:AlternateContent>
      </w:r>
      <w:r w:rsidR="005220E0">
        <w:rPr>
          <w:rFonts w:hint="eastAsia"/>
          <w:noProof/>
          <w:color w:val="00B0F0"/>
          <w:sz w:val="20"/>
        </w:rPr>
        <mc:AlternateContent>
          <mc:Choice Requires="wps">
            <w:drawing>
              <wp:anchor distT="0" distB="0" distL="114300" distR="114300" simplePos="0" relativeHeight="251684352" behindDoc="0" locked="0" layoutInCell="1" allowOverlap="1" wp14:anchorId="34788561" wp14:editId="2C975415">
                <wp:simplePos x="0" y="0"/>
                <wp:positionH relativeFrom="margin">
                  <wp:align>right</wp:align>
                </wp:positionH>
                <wp:positionV relativeFrom="paragraph">
                  <wp:posOffset>195580</wp:posOffset>
                </wp:positionV>
                <wp:extent cx="6648450" cy="1419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6648450" cy="1419225"/>
                        </a:xfrm>
                        <a:prstGeom prst="rect">
                          <a:avLst/>
                        </a:prstGeom>
                        <a:solidFill>
                          <a:srgbClr val="92D050">
                            <a:alpha val="80000"/>
                          </a:srgbClr>
                        </a:solidFill>
                        <a:ln w="6350">
                          <a:noFill/>
                        </a:ln>
                      </wps:spPr>
                      <wps:txb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4788561" id="テキスト ボックス 4" o:spid="_x0000_s1033" type="#_x0000_t202" style="position:absolute;left:0;text-align:left;margin-left:472.3pt;margin-top:15.4pt;width:523.5pt;height:111.75pt;z-index:251684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" fillcolor="#92d050" stroked="f" strokeweight=".5pt">
                <v:fill opacity="52428f"/>
                <v:textbo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23AFC" w:rsidRPr="00B2360A">
        <w:rPr>
          <w:rFonts w:hAnsi="ＭＳ 明朝" w:hint="eastAsia"/>
          <w:sz w:val="18"/>
          <w:szCs w:val="16"/>
        </w:rPr>
        <w:t>不服の申立て及び取消訴訟</w:t>
      </w:r>
    </w:p>
    <w:p w14:paraId="72FC5727" w14:textId="7777777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この通知について不服があるときは、この通知を受け取った日の翌日から起算して３か月以内に、</w:t>
      </w:r>
      <w:r w:rsidRPr="00B2360A">
        <w:rPr>
          <w:rFonts w:hAnsi="ＭＳ 明朝" w:hint="eastAsia"/>
          <w:sz w:val="16"/>
          <w:szCs w:val="14"/>
          <w:bdr w:val="single" w:sz="4" w:space="0" w:color="auto"/>
        </w:rPr>
        <w:t>都道府県名</w:t>
      </w:r>
      <w:r w:rsidRPr="00B2360A">
        <w:rPr>
          <w:rFonts w:hAnsi="ＭＳ 明朝" w:hint="eastAsia"/>
          <w:sz w:val="16"/>
          <w:szCs w:val="14"/>
        </w:rPr>
        <w:t xml:space="preserve"> 介護保険審査会（ </w:t>
      </w:r>
      <w:r w:rsidRPr="00B2360A">
        <w:rPr>
          <w:rFonts w:hAnsi="ＭＳ 明朝" w:hint="eastAsia"/>
          <w:sz w:val="16"/>
          <w:szCs w:val="14"/>
          <w:bdr w:val="single" w:sz="4" w:space="0" w:color="auto"/>
        </w:rPr>
        <w:t>都道府県郵便番号</w:t>
      </w:r>
      <w:r w:rsidRPr="00B2360A">
        <w:rPr>
          <w:rFonts w:hAnsi="ＭＳ 明朝" w:hint="eastAsia"/>
          <w:sz w:val="16"/>
          <w:szCs w:val="14"/>
        </w:rPr>
        <w:t xml:space="preserve">　</w:t>
      </w:r>
      <w:r w:rsidRPr="00B2360A">
        <w:rPr>
          <w:rFonts w:hAnsi="ＭＳ 明朝" w:hint="eastAsia"/>
          <w:sz w:val="16"/>
          <w:szCs w:val="14"/>
          <w:bdr w:val="single" w:sz="4" w:space="0" w:color="auto"/>
        </w:rPr>
        <w:t>都道府県住所</w:t>
      </w:r>
      <w:r w:rsidRPr="00B2360A">
        <w:rPr>
          <w:rFonts w:hAnsi="ＭＳ 明朝" w:hint="eastAsia"/>
          <w:sz w:val="16"/>
          <w:szCs w:val="14"/>
        </w:rPr>
        <w:t xml:space="preserve">　電話：</w:t>
      </w:r>
      <w:r w:rsidRPr="00B2360A">
        <w:rPr>
          <w:rFonts w:hAnsi="ＭＳ 明朝" w:hint="eastAsia"/>
          <w:sz w:val="16"/>
          <w:szCs w:val="14"/>
          <w:bdr w:val="single" w:sz="4" w:space="0" w:color="auto"/>
        </w:rPr>
        <w:t>都道府県電話番号</w:t>
      </w:r>
      <w:r w:rsidRPr="00B2360A">
        <w:rPr>
          <w:rFonts w:hAnsi="ＭＳ 明朝"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78E42FF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この処分の取消しを求める訴えは、</w:t>
      </w:r>
      <w:r w:rsidR="00F27F3A">
        <w:rPr>
          <w:rFonts w:hAnsi="ＭＳ 明朝" w:hint="eastAsia"/>
          <w:sz w:val="16"/>
          <w:szCs w:val="14"/>
        </w:rPr>
        <w:t>前述</w:t>
      </w:r>
      <w:r w:rsidRPr="00B2360A">
        <w:rPr>
          <w:rFonts w:hAnsi="ＭＳ 明朝" w:hint="eastAsia"/>
          <w:sz w:val="16"/>
          <w:szCs w:val="14"/>
        </w:rPr>
        <w:t xml:space="preserve">の審査請求に対する裁決の通知を受けた日の翌日から起算して６か月以内に、 </w:t>
      </w:r>
      <w:r w:rsidRPr="00B2360A">
        <w:rPr>
          <w:rFonts w:hAnsi="ＭＳ 明朝" w:hint="eastAsia"/>
          <w:sz w:val="16"/>
          <w:szCs w:val="14"/>
          <w:bdr w:val="single" w:sz="4" w:space="0" w:color="auto"/>
        </w:rPr>
        <w:t>市町村名１</w:t>
      </w:r>
      <w:r w:rsidRPr="00B2360A">
        <w:rPr>
          <w:rFonts w:hAnsi="ＭＳ 明朝" w:hint="eastAsia"/>
          <w:sz w:val="16"/>
          <w:szCs w:val="14"/>
        </w:rPr>
        <w:t xml:space="preserve"> を被告として（訴訟において </w:t>
      </w:r>
      <w:r w:rsidRPr="00B2360A">
        <w:rPr>
          <w:rFonts w:hAnsi="ＭＳ 明朝" w:hint="eastAsia"/>
          <w:sz w:val="16"/>
          <w:szCs w:val="14"/>
          <w:bdr w:val="single" w:sz="4" w:space="0" w:color="auto"/>
        </w:rPr>
        <w:t>市町村名２</w:t>
      </w:r>
      <w:r w:rsidRPr="00B2360A">
        <w:rPr>
          <w:rFonts w:hAnsi="ＭＳ 明朝" w:hint="eastAsia"/>
          <w:sz w:val="16"/>
          <w:szCs w:val="14"/>
        </w:rPr>
        <w:t xml:space="preserve"> を代表する者は </w:t>
      </w:r>
      <w:r w:rsidRPr="00B2360A">
        <w:rPr>
          <w:rFonts w:hAnsi="ＭＳ 明朝" w:hint="eastAsia"/>
          <w:sz w:val="16"/>
          <w:szCs w:val="14"/>
          <w:bdr w:val="single" w:sz="4" w:space="0" w:color="auto"/>
        </w:rPr>
        <w:t>市町村長</w:t>
      </w:r>
      <w:r w:rsidRPr="00B2360A">
        <w:rPr>
          <w:rFonts w:hAnsi="ＭＳ 明朝" w:hint="eastAsia"/>
          <w:sz w:val="16"/>
          <w:szCs w:val="14"/>
        </w:rPr>
        <w:t xml:space="preserve"> となります。）提起することができます。</w:t>
      </w:r>
    </w:p>
    <w:p w14:paraId="3B252C43" w14:textId="74C3396C"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ただし、次の１から３のいずれかに該当するときは、審査請求に対する裁決を経ないで処分の取消しの訴えを提起することができます。</w:t>
      </w:r>
    </w:p>
    <w:p w14:paraId="1C1FCFEC" w14:textId="34775C65"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１　審査請求があった日から３か月を経過しても裁決がないとき。</w:t>
      </w:r>
    </w:p>
    <w:p w14:paraId="0B785273" w14:textId="314D3CDE"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２　処分、処分の執行又は手続の続行により生ずる著しい損害を避けるため緊急の必要があるとき。</w:t>
      </w:r>
    </w:p>
    <w:p w14:paraId="22AE2435" w14:textId="61F773D0" w:rsidR="00F779A5"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３　その他裁決を経ないことにつき正当な理由があるとき。</w:t>
      </w:r>
    </w:p>
    <w:p w14:paraId="77A74736" w14:textId="6D22E5E0" w:rsidR="00B2360A" w:rsidRPr="00B2360A" w:rsidRDefault="00A21E51" w:rsidP="00512A11">
      <w:pPr>
        <w:pStyle w:val="ad"/>
        <w:spacing w:before="80"/>
        <w:ind w:leftChars="135" w:left="799" w:hangingChars="258" w:hanging="516"/>
        <w:rPr>
          <w:sz w:val="18"/>
          <w:szCs w:val="18"/>
        </w:rPr>
      </w:pPr>
      <w:r>
        <w:rPr>
          <w:rFonts w:hint="eastAsia"/>
          <w:noProof/>
          <w:color w:val="00B0F0"/>
        </w:rPr>
        <mc:AlternateContent>
          <mc:Choice Requires="wps">
            <w:drawing>
              <wp:anchor distT="0" distB="0" distL="114300" distR="114300" simplePos="0" relativeHeight="251688448" behindDoc="0" locked="0" layoutInCell="1" allowOverlap="1" wp14:anchorId="041A0497" wp14:editId="0BC0B87E">
                <wp:simplePos x="0" y="0"/>
                <wp:positionH relativeFrom="margin">
                  <wp:posOffset>-1270</wp:posOffset>
                </wp:positionH>
                <wp:positionV relativeFrom="paragraph">
                  <wp:posOffset>59055</wp:posOffset>
                </wp:positionV>
                <wp:extent cx="6638925" cy="666000"/>
                <wp:effectExtent l="0" t="0" r="9525" b="1270"/>
                <wp:wrapNone/>
                <wp:docPr id="7" name="テキスト ボックス 7"/>
                <wp:cNvGraphicFramePr/>
                <a:graphic xmlns:a="http://schemas.openxmlformats.org/drawingml/2006/main">
                  <a:graphicData uri="http://schemas.microsoft.com/office/word/2010/wordprocessingShape">
                    <wps:wsp>
                      <wps:cNvSpPr txBox="1"/>
                      <wps:spPr>
                        <a:xfrm>
                          <a:off x="0" y="0"/>
                          <a:ext cx="6638925" cy="666000"/>
                        </a:xfrm>
                        <a:prstGeom prst="rect">
                          <a:avLst/>
                        </a:prstGeom>
                        <a:solidFill>
                          <a:srgbClr val="92D050">
                            <a:alpha val="80000"/>
                          </a:srgbClr>
                        </a:solidFill>
                        <a:ln w="6350">
                          <a:noFill/>
                        </a:ln>
                      </wps:spPr>
                      <wps:txb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41A0497" id="テキスト ボックス 7" o:spid="_x0000_s1034" type="#_x0000_t202" style="position:absolute;left:0;text-align:left;margin-left:-.1pt;margin-top:4.65pt;width:522.75pt;height:52.4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" fillcolor="#92d050" stroked="f" strokeweight=".5pt">
                <v:fill opacity="52428f"/>
                <v:textbo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B2360A" w:rsidRPr="00B2360A">
        <w:rPr>
          <w:rFonts w:hint="eastAsia"/>
          <w:sz w:val="18"/>
          <w:szCs w:val="18"/>
        </w:rPr>
        <w:t>弁明の機会を付与する通知</w:t>
      </w:r>
    </w:p>
    <w:p w14:paraId="6763CF56" w14:textId="12172759" w:rsidR="00B2360A" w:rsidRPr="00B2360A" w:rsidRDefault="00B2360A" w:rsidP="00B2360A">
      <w:pPr>
        <w:spacing w:after="120" w:line="200" w:lineRule="exact"/>
        <w:ind w:leftChars="202" w:left="424" w:firstLineChars="70" w:firstLine="112"/>
        <w:rPr>
          <w:snapToGrid w:val="0"/>
          <w:sz w:val="16"/>
          <w:szCs w:val="16"/>
        </w:rPr>
      </w:pPr>
      <w:r w:rsidRPr="00B2360A">
        <w:rPr>
          <w:rFonts w:hint="eastAsia"/>
          <w:snapToGrid w:val="0"/>
          <w:sz w:val="16"/>
          <w:szCs w:val="16"/>
        </w:rPr>
        <w:t>この通知内容について異議がある場合には、弁明をすることができますので、</w:t>
      </w:r>
      <w:r w:rsidR="00312B04">
        <w:rPr>
          <w:rFonts w:hint="eastAsia"/>
          <w:snapToGrid w:val="0"/>
          <w:sz w:val="16"/>
          <w:szCs w:val="16"/>
        </w:rPr>
        <w:t>以下</w:t>
      </w:r>
      <w:r w:rsidRPr="00B2360A">
        <w:rPr>
          <w:rFonts w:hint="eastAsia"/>
          <w:snapToGrid w:val="0"/>
          <w:sz w:val="16"/>
          <w:szCs w:val="16"/>
        </w:rPr>
        <w:t>の提出期限までに別紙弁明書を提出してください。</w:t>
      </w:r>
    </w:p>
    <w:p w14:paraId="7B1605A8" w14:textId="77777777" w:rsidR="00B2360A" w:rsidRPr="00B2360A" w:rsidRDefault="00B2360A" w:rsidP="004549B3">
      <w:pPr>
        <w:spacing w:after="60" w:line="200" w:lineRule="exact"/>
        <w:ind w:leftChars="202" w:left="424" w:firstLineChars="70" w:firstLine="112"/>
        <w:rPr>
          <w:snapToGrid w:val="0"/>
          <w:sz w:val="16"/>
          <w:szCs w:val="16"/>
          <w:lang w:eastAsia="zh-CN"/>
        </w:rPr>
      </w:pPr>
      <w:r w:rsidRPr="00B2360A">
        <w:rPr>
          <w:rFonts w:hint="eastAsia"/>
          <w:snapToGrid w:val="0"/>
          <w:sz w:val="16"/>
          <w:szCs w:val="16"/>
        </w:rPr>
        <w:t xml:space="preserve">　</w:t>
      </w:r>
      <w:r w:rsidRPr="00B2360A">
        <w:rPr>
          <w:rFonts w:hint="eastAsia"/>
          <w:snapToGrid w:val="0"/>
          <w:sz w:val="16"/>
          <w:szCs w:val="16"/>
          <w:lang w:eastAsia="zh-CN"/>
        </w:rPr>
        <w:t xml:space="preserve">弁明書提出先　　</w:t>
      </w:r>
      <w:r w:rsidRPr="00B2360A">
        <w:rPr>
          <w:rFonts w:hint="eastAsia"/>
          <w:snapToGrid w:val="0"/>
          <w:sz w:val="16"/>
          <w:szCs w:val="16"/>
          <w:bdr w:val="single" w:sz="4" w:space="0" w:color="auto"/>
          <w:lang w:eastAsia="zh-CN"/>
        </w:rPr>
        <w:t>○○市（町村）介護保険課</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住所</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電話番号</w:t>
      </w:r>
    </w:p>
    <w:p w14:paraId="73D96FEA" w14:textId="3879BE31" w:rsidR="00B2360A" w:rsidRPr="00B2360A" w:rsidRDefault="00B2360A" w:rsidP="004549B3">
      <w:pPr>
        <w:spacing w:after="60" w:line="200" w:lineRule="exact"/>
        <w:ind w:leftChars="202" w:left="424" w:firstLineChars="70" w:firstLine="112"/>
        <w:rPr>
          <w:rFonts w:hAnsi="ＭＳ 明朝"/>
          <w:sz w:val="18"/>
          <w:szCs w:val="16"/>
          <w:lang w:eastAsia="zh-CN"/>
        </w:rPr>
      </w:pPr>
      <w:r w:rsidRPr="00B2360A">
        <w:rPr>
          <w:rFonts w:hint="eastAsia"/>
          <w:snapToGrid w:val="0"/>
          <w:sz w:val="16"/>
          <w:szCs w:val="16"/>
          <w:lang w:eastAsia="zh-CN"/>
        </w:rPr>
        <w:t xml:space="preserve">　弁明書提出期限　</w:t>
      </w:r>
      <w:r w:rsidRPr="00B2360A">
        <w:rPr>
          <w:rFonts w:hint="eastAsia"/>
          <w:snapToGrid w:val="0"/>
          <w:sz w:val="16"/>
          <w:szCs w:val="16"/>
          <w:bdr w:val="single" w:sz="4" w:space="0" w:color="auto"/>
          <w:lang w:eastAsia="zh-CN"/>
        </w:rPr>
        <w:t xml:space="preserve">　　　　年　　月　　日</w:t>
      </w:r>
    </w:p>
    <w:sectPr w:rsidR="00B2360A" w:rsidRPr="00B2360A" w:rsidSect="00F81713">
      <w:pgSz w:w="11906" w:h="16838" w:code="9"/>
      <w:pgMar w:top="720" w:right="720" w:bottom="567"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BB730" w14:textId="77777777" w:rsidR="00777375" w:rsidRDefault="00777375" w:rsidP="00F779A5">
      <w:r>
        <w:separator/>
      </w:r>
    </w:p>
  </w:endnote>
  <w:endnote w:type="continuationSeparator" w:id="0">
    <w:p w14:paraId="7C56D078" w14:textId="77777777" w:rsidR="00777375" w:rsidRDefault="00777375"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FE94" w14:textId="77777777" w:rsidR="00777375" w:rsidRDefault="00777375" w:rsidP="00F779A5">
      <w:r>
        <w:separator/>
      </w:r>
    </w:p>
  </w:footnote>
  <w:footnote w:type="continuationSeparator" w:id="0">
    <w:p w14:paraId="221719AD" w14:textId="77777777" w:rsidR="00777375" w:rsidRDefault="00777375"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14557"/>
    <w:rsid w:val="00023AFC"/>
    <w:rsid w:val="000328EF"/>
    <w:rsid w:val="00046509"/>
    <w:rsid w:val="000768A9"/>
    <w:rsid w:val="00086B09"/>
    <w:rsid w:val="00092F5D"/>
    <w:rsid w:val="000A162F"/>
    <w:rsid w:val="000B0B2C"/>
    <w:rsid w:val="000B100C"/>
    <w:rsid w:val="000C7B61"/>
    <w:rsid w:val="000E68ED"/>
    <w:rsid w:val="00103990"/>
    <w:rsid w:val="0011331D"/>
    <w:rsid w:val="0013612C"/>
    <w:rsid w:val="00164871"/>
    <w:rsid w:val="00164980"/>
    <w:rsid w:val="00186DF4"/>
    <w:rsid w:val="001A37CB"/>
    <w:rsid w:val="001C37AA"/>
    <w:rsid w:val="00223379"/>
    <w:rsid w:val="00242916"/>
    <w:rsid w:val="002501B3"/>
    <w:rsid w:val="002525CC"/>
    <w:rsid w:val="00265311"/>
    <w:rsid w:val="00293B71"/>
    <w:rsid w:val="002A4A84"/>
    <w:rsid w:val="00312B04"/>
    <w:rsid w:val="00342333"/>
    <w:rsid w:val="00387FA2"/>
    <w:rsid w:val="003D2BAE"/>
    <w:rsid w:val="00402131"/>
    <w:rsid w:val="00440BE5"/>
    <w:rsid w:val="004549B3"/>
    <w:rsid w:val="00480D52"/>
    <w:rsid w:val="00483578"/>
    <w:rsid w:val="0048443A"/>
    <w:rsid w:val="0049780C"/>
    <w:rsid w:val="004A2FAC"/>
    <w:rsid w:val="004C5E07"/>
    <w:rsid w:val="005102DC"/>
    <w:rsid w:val="00512A11"/>
    <w:rsid w:val="00520887"/>
    <w:rsid w:val="005220E0"/>
    <w:rsid w:val="00576537"/>
    <w:rsid w:val="005963C3"/>
    <w:rsid w:val="005A10F7"/>
    <w:rsid w:val="005D06A2"/>
    <w:rsid w:val="00617157"/>
    <w:rsid w:val="0066616D"/>
    <w:rsid w:val="00681243"/>
    <w:rsid w:val="006B6C91"/>
    <w:rsid w:val="006F0286"/>
    <w:rsid w:val="006F298D"/>
    <w:rsid w:val="00724696"/>
    <w:rsid w:val="00737BC0"/>
    <w:rsid w:val="00756AF7"/>
    <w:rsid w:val="00777375"/>
    <w:rsid w:val="00783F1D"/>
    <w:rsid w:val="007D26D7"/>
    <w:rsid w:val="0080613E"/>
    <w:rsid w:val="008323EA"/>
    <w:rsid w:val="00834E00"/>
    <w:rsid w:val="00842059"/>
    <w:rsid w:val="00862F9F"/>
    <w:rsid w:val="0089116B"/>
    <w:rsid w:val="008A0C43"/>
    <w:rsid w:val="008D494B"/>
    <w:rsid w:val="008D4958"/>
    <w:rsid w:val="008E11B8"/>
    <w:rsid w:val="008E3D31"/>
    <w:rsid w:val="009119EA"/>
    <w:rsid w:val="0092152C"/>
    <w:rsid w:val="0098238B"/>
    <w:rsid w:val="009B7D44"/>
    <w:rsid w:val="009C2453"/>
    <w:rsid w:val="009D331C"/>
    <w:rsid w:val="00A12932"/>
    <w:rsid w:val="00A21E51"/>
    <w:rsid w:val="00A3684C"/>
    <w:rsid w:val="00A41223"/>
    <w:rsid w:val="00AA5A14"/>
    <w:rsid w:val="00AB55D3"/>
    <w:rsid w:val="00AE27BF"/>
    <w:rsid w:val="00B2360A"/>
    <w:rsid w:val="00B45D54"/>
    <w:rsid w:val="00B869F9"/>
    <w:rsid w:val="00B922A6"/>
    <w:rsid w:val="00B97C09"/>
    <w:rsid w:val="00BC0401"/>
    <w:rsid w:val="00BD1F64"/>
    <w:rsid w:val="00C65D6F"/>
    <w:rsid w:val="00CE4AE8"/>
    <w:rsid w:val="00CE62D4"/>
    <w:rsid w:val="00CF5A6B"/>
    <w:rsid w:val="00D27B18"/>
    <w:rsid w:val="00D57141"/>
    <w:rsid w:val="00D61FEC"/>
    <w:rsid w:val="00D71EF4"/>
    <w:rsid w:val="00D76DB1"/>
    <w:rsid w:val="00D86DE8"/>
    <w:rsid w:val="00DA06AF"/>
    <w:rsid w:val="00DC6915"/>
    <w:rsid w:val="00DF6678"/>
    <w:rsid w:val="00E148A8"/>
    <w:rsid w:val="00E71494"/>
    <w:rsid w:val="00E733EB"/>
    <w:rsid w:val="00EB21D6"/>
    <w:rsid w:val="00EE1946"/>
    <w:rsid w:val="00EE27F1"/>
    <w:rsid w:val="00EF7FBC"/>
    <w:rsid w:val="00F13BE5"/>
    <w:rsid w:val="00F27F3A"/>
    <w:rsid w:val="00F43A72"/>
    <w:rsid w:val="00F47D84"/>
    <w:rsid w:val="00F734A7"/>
    <w:rsid w:val="00F758C6"/>
    <w:rsid w:val="00F779A5"/>
    <w:rsid w:val="00F81713"/>
    <w:rsid w:val="00FB09D5"/>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23AFC"/>
    <w:rPr>
      <w:sz w:val="18"/>
      <w:szCs w:val="18"/>
    </w:rPr>
  </w:style>
  <w:style w:type="paragraph" w:styleId="a9">
    <w:name w:val="annotation text"/>
    <w:basedOn w:val="a"/>
    <w:link w:val="aa"/>
    <w:uiPriority w:val="99"/>
    <w:rsid w:val="00023AFC"/>
    <w:pPr>
      <w:jc w:val="left"/>
    </w:pPr>
  </w:style>
  <w:style w:type="character" w:customStyle="1" w:styleId="aa">
    <w:name w:val="コメント文字列 (文字)"/>
    <w:basedOn w:val="a0"/>
    <w:link w:val="a9"/>
    <w:uiPriority w:val="99"/>
    <w:rsid w:val="00023AFC"/>
    <w:rPr>
      <w:rFonts w:ascii="ＭＳ 明朝"/>
      <w:kern w:val="2"/>
      <w:sz w:val="21"/>
    </w:rPr>
  </w:style>
  <w:style w:type="paragraph" w:styleId="ab">
    <w:name w:val="annotation subject"/>
    <w:basedOn w:val="a9"/>
    <w:next w:val="a9"/>
    <w:link w:val="ac"/>
    <w:uiPriority w:val="99"/>
    <w:rsid w:val="00023AFC"/>
    <w:rPr>
      <w:b/>
      <w:bCs/>
    </w:rPr>
  </w:style>
  <w:style w:type="character" w:customStyle="1" w:styleId="ac">
    <w:name w:val="コメント内容 (文字)"/>
    <w:basedOn w:val="aa"/>
    <w:link w:val="ab"/>
    <w:uiPriority w:val="99"/>
    <w:rsid w:val="00023AFC"/>
    <w:rPr>
      <w:rFonts w:ascii="ＭＳ 明朝"/>
      <w:b/>
      <w:bCs/>
      <w:kern w:val="2"/>
      <w:sz w:val="21"/>
    </w:rPr>
  </w:style>
  <w:style w:type="paragraph" w:styleId="ad">
    <w:name w:val="Block Text"/>
    <w:basedOn w:val="a"/>
    <w:uiPriority w:val="99"/>
    <w:rsid w:val="00B2360A"/>
    <w:pPr>
      <w:adjustRightInd w:val="0"/>
      <w:spacing w:before="120" w:line="240" w:lineRule="exact"/>
      <w:ind w:left="800" w:rightChars="139" w:right="292" w:hangingChars="400" w:hanging="800"/>
      <w:textAlignment w:val="center"/>
    </w:pPr>
    <w:rPr>
      <w:sz w:val="20"/>
    </w:rPr>
  </w:style>
  <w:style w:type="paragraph" w:styleId="ae">
    <w:name w:val="Balloon Text"/>
    <w:basedOn w:val="a"/>
    <w:link w:val="af"/>
    <w:uiPriority w:val="99"/>
    <w:semiHidden/>
    <w:unhideWhenUsed/>
    <w:rsid w:val="00862F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2F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3628-B243-464C-98CA-E91F7A8AF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02D2D7-E8E0-4D9F-A448-D87D24BC4646}"/>
</file>

<file path=customXml/itemProps3.xml><?xml version="1.0" encoding="utf-8"?>
<ds:datastoreItem xmlns:ds="http://schemas.openxmlformats.org/officeDocument/2006/customXml" ds:itemID="{3A8E9FB7-35E7-4D0F-9C50-2334B747BC59}">
  <ds:schemaRefs>
    <ds:schemaRef ds:uri="http://schemas.microsoft.com/sharepoint/v3/contenttype/forms"/>
  </ds:schemaRefs>
</ds:datastoreItem>
</file>

<file path=customXml/itemProps4.xml><?xml version="1.0" encoding="utf-8"?>
<ds:datastoreItem xmlns:ds="http://schemas.openxmlformats.org/officeDocument/2006/customXml" ds:itemID="{B6680C25-91B9-4D9A-A602-7B0AD0E6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282</TotalTime>
  <Pages>1</Pages>
  <Words>1250</Words>
  <Characters>373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2021-05-25T09:04:08Z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8e7e934a-61b9-4de9-99ef-09279c2a25cc</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745400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