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9BE68" w14:textId="72BEBCDE" w:rsidR="00CB3D53" w:rsidRPr="00556630" w:rsidRDefault="005E0FCE" w:rsidP="00556630">
      <w:pPr>
        <w:pStyle w:val="a7"/>
        <w:spacing w:before="0" w:after="0"/>
        <w:jc w:val="left"/>
        <w:rPr>
          <w:rFonts w:ascii="ＭＳ 明朝" w:eastAsia="ＭＳ 明朝" w:hAnsi="ＭＳ 明朝"/>
          <w:sz w:val="21"/>
          <w:szCs w:val="21"/>
        </w:rPr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C8E05C" wp14:editId="002AE222">
                <wp:simplePos x="0" y="0"/>
                <wp:positionH relativeFrom="column">
                  <wp:posOffset>0</wp:posOffset>
                </wp:positionH>
                <wp:positionV relativeFrom="paragraph">
                  <wp:posOffset>-9525</wp:posOffset>
                </wp:positionV>
                <wp:extent cx="9794875" cy="1924050"/>
                <wp:effectExtent l="0" t="0" r="15875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94875" cy="19240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3CF53A1" w14:textId="582A77AC" w:rsidR="00556630" w:rsidRPr="00BB2F6A" w:rsidRDefault="00556630" w:rsidP="0055663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C8E05C" id="正方形/長方形 2" o:spid="_x0000_s1026" style="position:absolute;margin-left:0;margin-top:-.75pt;width:771.25pt;height:15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" fillcolor="#92d050" strokecolor="#92d050" strokeweight=".5pt">
                <v:fill opacity="52428f"/>
                <v:textbox>
                  <w:txbxContent>
                    <w:p w14:paraId="03CF53A1" w14:textId="582A77AC" w:rsidR="00556630" w:rsidRPr="00BB2F6A" w:rsidRDefault="00556630" w:rsidP="0055663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C2162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8CF07E" wp14:editId="2B32DE0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659289" w14:textId="77777777" w:rsidR="001C2162" w:rsidRPr="00967DE7" w:rsidRDefault="001C2162" w:rsidP="001C2162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8CF07E" id="正方形/長方形 9" o:spid="_x0000_s1027" style="position:absolute;margin-left:17.85pt;margin-top:10.5pt;width:1in;height:24.6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+EAnYt0AAAAIAQAADwAAAGRycy9kb3du&#10;cmV2LnhtbEyPQU+DQBCF7yb+h82YeLNLWxVFhoYYNemxxcR4W2AElJ0l7JbSf+/0pMd57+XN99LN&#10;bHs10eg7xwjLRQSKuHJ1xw3Ce/F68wDKB8O16R0Twok8bLLLi9QktTvyjqZ9aJSUsE8MQhvCkGjt&#10;q5as8Qs3EIv35UZrgpxjo+vRHKXc9noVRffamo7lQ2sGem6p+tkfLIIvp21xGvKP709flfkL2+J2&#10;+4Z4fTXnT6ACzeEvDGd8QYdMmEp34NqrHmF9F0sSYbWUSWc/fhShRIijNegs1f8HZL8A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+EAnYt0AAAAIAQAADwAAAAAAAAAAAAAAAAD5BAAA&#10;ZHJzL2Rvd25yZXYueG1sUEsFBgAAAAAEAAQA8wAAAAMGAAAAAA==&#10;" filled="f" stroked="f" strokeweight="2pt">
                <v:textbox>
                  <w:txbxContent>
                    <w:p w14:paraId="5B659289" w14:textId="77777777" w:rsidR="001C2162" w:rsidRPr="00967DE7" w:rsidRDefault="001C2162" w:rsidP="001C2162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6E10AC1F" w14:textId="2F2CF878" w:rsidR="00CB3D53" w:rsidRPr="00556630" w:rsidRDefault="00CB3D53" w:rsidP="00556630">
      <w:pPr>
        <w:pStyle w:val="a7"/>
        <w:spacing w:before="0" w:after="0"/>
        <w:jc w:val="left"/>
        <w:rPr>
          <w:rFonts w:ascii="ＭＳ 明朝" w:eastAsia="ＭＳ 明朝" w:hAnsi="ＭＳ 明朝"/>
          <w:sz w:val="21"/>
          <w:szCs w:val="21"/>
        </w:rPr>
      </w:pPr>
    </w:p>
    <w:p w14:paraId="4F40DF81" w14:textId="77398B00" w:rsidR="00763105" w:rsidRDefault="00763105" w:rsidP="00C67D99">
      <w:pPr>
        <w:rPr>
          <w:sz w:val="14"/>
          <w:szCs w:val="14"/>
        </w:rPr>
      </w:pPr>
    </w:p>
    <w:p w14:paraId="0B20AABE" w14:textId="71D284BF" w:rsidR="00BC0157" w:rsidRDefault="00BC0157" w:rsidP="00C67D99">
      <w:pPr>
        <w:rPr>
          <w:sz w:val="14"/>
          <w:szCs w:val="14"/>
        </w:rPr>
      </w:pPr>
    </w:p>
    <w:p w14:paraId="43FB6ABC" w14:textId="7116979D" w:rsidR="00BC0157" w:rsidRDefault="00BC0157" w:rsidP="00C67D99">
      <w:pPr>
        <w:rPr>
          <w:sz w:val="14"/>
          <w:szCs w:val="14"/>
        </w:rPr>
      </w:pPr>
    </w:p>
    <w:tbl>
      <w:tblPr>
        <w:tblpPr w:leftFromText="142" w:rightFromText="142" w:vertAnchor="page" w:horzAnchor="margin" w:tblpX="10156" w:tblpY="3511"/>
        <w:tblW w:w="5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"/>
        <w:gridCol w:w="120"/>
        <w:gridCol w:w="702"/>
        <w:gridCol w:w="448"/>
        <w:gridCol w:w="338"/>
        <w:gridCol w:w="338"/>
        <w:gridCol w:w="338"/>
        <w:gridCol w:w="338"/>
        <w:gridCol w:w="338"/>
        <w:gridCol w:w="384"/>
        <w:gridCol w:w="986"/>
        <w:gridCol w:w="459"/>
        <w:gridCol w:w="29"/>
      </w:tblGrid>
      <w:tr w:rsidR="00BC0157" w:rsidRPr="00556630" w14:paraId="190BA5C6" w14:textId="77777777" w:rsidTr="00301A6F">
        <w:trPr>
          <w:gridAfter w:val="1"/>
          <w:wAfter w:w="29" w:type="dxa"/>
          <w:trHeight w:val="268"/>
        </w:trPr>
        <w:tc>
          <w:tcPr>
            <w:tcW w:w="513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A8EF9" w14:textId="7F810331" w:rsidR="00BC0157" w:rsidRPr="00556630" w:rsidRDefault="00BC0157" w:rsidP="00301A6F">
            <w:pPr>
              <w:jc w:val="center"/>
              <w:rPr>
                <w:sz w:val="20"/>
              </w:rPr>
            </w:pPr>
            <w:r w:rsidRPr="00556630">
              <w:rPr>
                <w:sz w:val="20"/>
              </w:rPr>
              <w:t>(</w:t>
            </w:r>
            <w:r w:rsidRPr="00556630">
              <w:rPr>
                <w:rFonts w:hint="eastAsia"/>
                <w:sz w:val="20"/>
              </w:rPr>
              <w:t>表面</w:t>
            </w:r>
            <w:r w:rsidRPr="00556630">
              <w:rPr>
                <w:sz w:val="20"/>
              </w:rPr>
              <w:t>)</w:t>
            </w:r>
          </w:p>
        </w:tc>
      </w:tr>
      <w:tr w:rsidR="00BC0157" w:rsidRPr="00556630" w14:paraId="245C3741" w14:textId="77777777" w:rsidTr="00301A6F">
        <w:trPr>
          <w:cantSplit/>
          <w:trHeight w:val="91"/>
        </w:trPr>
        <w:tc>
          <w:tcPr>
            <w:tcW w:w="5164" w:type="dxa"/>
            <w:gridSpan w:val="1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EE3630F" w14:textId="6C7DDCE2" w:rsidR="00BC0157" w:rsidRPr="002B3929" w:rsidRDefault="00BC0157" w:rsidP="00301A6F">
            <w:pPr>
              <w:rPr>
                <w:sz w:val="12"/>
                <w:szCs w:val="12"/>
              </w:rPr>
            </w:pPr>
          </w:p>
        </w:tc>
      </w:tr>
      <w:tr w:rsidR="00BC0157" w:rsidRPr="00556630" w14:paraId="724D34CE" w14:textId="77777777" w:rsidTr="00301A6F">
        <w:trPr>
          <w:cantSplit/>
          <w:trHeight w:val="177"/>
        </w:trPr>
        <w:tc>
          <w:tcPr>
            <w:tcW w:w="46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00C07562" w14:textId="15D00E03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4210" w:type="dxa"/>
            <w:gridSpan w:val="9"/>
            <w:vAlign w:val="center"/>
          </w:tcPr>
          <w:p w14:paraId="7263EFFD" w14:textId="1BDF320A" w:rsidR="00BC0157" w:rsidRPr="00556630" w:rsidRDefault="00BC0157" w:rsidP="00301A6F">
            <w:pPr>
              <w:jc w:val="center"/>
              <w:rPr>
                <w:b/>
                <w:sz w:val="20"/>
              </w:rPr>
            </w:pPr>
            <w:r w:rsidRPr="00556630">
              <w:rPr>
                <w:rFonts w:hint="eastAsia"/>
                <w:b/>
                <w:sz w:val="20"/>
              </w:rPr>
              <w:t>介護保険利用者負担額減額・免除認定証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EFAB05F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</w:tr>
      <w:tr w:rsidR="00BC0157" w:rsidRPr="00556630" w14:paraId="03B04FB3" w14:textId="77777777" w:rsidTr="00301A6F">
        <w:trPr>
          <w:cantSplit/>
          <w:trHeight w:val="480"/>
        </w:trPr>
        <w:tc>
          <w:tcPr>
            <w:tcW w:w="5164" w:type="dxa"/>
            <w:gridSpan w:val="13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16EFAC43" w14:textId="750A1A91" w:rsidR="00BC0157" w:rsidRPr="00490BDA" w:rsidRDefault="00BC0157" w:rsidP="00155DD4">
            <w:pPr>
              <w:ind w:firstLineChars="150" w:firstLine="240"/>
              <w:rPr>
                <w:sz w:val="16"/>
                <w:szCs w:val="16"/>
              </w:rPr>
            </w:pPr>
            <w:r w:rsidRPr="00490BDA">
              <w:rPr>
                <w:rFonts w:hint="eastAsia"/>
                <w:sz w:val="16"/>
                <w:szCs w:val="16"/>
              </w:rPr>
              <w:t>交付年月日</w:t>
            </w:r>
          </w:p>
        </w:tc>
      </w:tr>
      <w:tr w:rsidR="00BC0157" w:rsidRPr="00556630" w14:paraId="548C4113" w14:textId="77777777" w:rsidTr="00F84419">
        <w:trPr>
          <w:cantSplit/>
          <w:trHeight w:val="452"/>
        </w:trPr>
        <w:tc>
          <w:tcPr>
            <w:tcW w:w="346" w:type="dxa"/>
            <w:vMerge w:val="restart"/>
            <w:tcBorders>
              <w:top w:val="nil"/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DEE32D6" w14:textId="5429F588" w:rsidR="00BC0157" w:rsidRPr="00167F2F" w:rsidRDefault="00BC0157" w:rsidP="00301A6F">
            <w:pPr>
              <w:ind w:firstLineChars="100" w:firstLine="390"/>
              <w:jc w:val="center"/>
              <w:rPr>
                <w:sz w:val="18"/>
                <w:szCs w:val="18"/>
              </w:rPr>
            </w:pPr>
            <w:r w:rsidRPr="00167F2F">
              <w:rPr>
                <w:rFonts w:hint="eastAsia"/>
                <w:spacing w:val="105"/>
                <w:sz w:val="18"/>
                <w:szCs w:val="18"/>
              </w:rPr>
              <w:t>被保険者</w:t>
            </w:r>
          </w:p>
        </w:tc>
        <w:tc>
          <w:tcPr>
            <w:tcW w:w="822" w:type="dxa"/>
            <w:gridSpan w:val="2"/>
            <w:vAlign w:val="center"/>
          </w:tcPr>
          <w:p w14:paraId="5621070B" w14:textId="18FAB50E" w:rsidR="00BC0157" w:rsidRPr="00490BDA" w:rsidRDefault="00BC0157" w:rsidP="00301A6F">
            <w:pPr>
              <w:jc w:val="distribute"/>
              <w:rPr>
                <w:sz w:val="16"/>
                <w:szCs w:val="16"/>
              </w:rPr>
            </w:pPr>
            <w:r w:rsidRPr="00490BDA">
              <w:rPr>
                <w:rFonts w:hint="eastAsia"/>
                <w:sz w:val="16"/>
                <w:szCs w:val="16"/>
              </w:rPr>
              <w:t>番号</w:t>
            </w:r>
          </w:p>
        </w:tc>
        <w:tc>
          <w:tcPr>
            <w:tcW w:w="3996" w:type="dxa"/>
            <w:gridSpan w:val="10"/>
            <w:tcBorders>
              <w:top w:val="nil"/>
              <w:right w:val="single" w:sz="12" w:space="0" w:color="auto"/>
            </w:tcBorders>
            <w:vAlign w:val="center"/>
          </w:tcPr>
          <w:p w14:paraId="4C181FE4" w14:textId="459A89EF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</w:tr>
      <w:tr w:rsidR="00BC0157" w:rsidRPr="00556630" w14:paraId="234695D5" w14:textId="77777777" w:rsidTr="00301A6F">
        <w:trPr>
          <w:cantSplit/>
          <w:trHeight w:val="907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23A9482D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  <w:vAlign w:val="center"/>
          </w:tcPr>
          <w:p w14:paraId="3042AAC2" w14:textId="07939B32" w:rsidR="00BC0157" w:rsidRPr="00490BDA" w:rsidRDefault="00BC0157" w:rsidP="00301A6F">
            <w:pPr>
              <w:jc w:val="distribute"/>
              <w:rPr>
                <w:sz w:val="16"/>
                <w:szCs w:val="16"/>
              </w:rPr>
            </w:pPr>
            <w:r w:rsidRPr="00490BDA">
              <w:rPr>
                <w:rFonts w:hint="eastAsia"/>
                <w:sz w:val="16"/>
                <w:szCs w:val="16"/>
              </w:rPr>
              <w:t>住所</w:t>
            </w:r>
          </w:p>
        </w:tc>
        <w:tc>
          <w:tcPr>
            <w:tcW w:w="3996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089DA81A" w14:textId="3E479C8D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</w:tr>
      <w:tr w:rsidR="00BC0157" w:rsidRPr="00556630" w14:paraId="364020C2" w14:textId="77777777" w:rsidTr="00301A6F">
        <w:trPr>
          <w:cantSplit/>
          <w:trHeight w:val="192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65EEE28B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  <w:vAlign w:val="center"/>
          </w:tcPr>
          <w:p w14:paraId="1875EA5B" w14:textId="77777777" w:rsidR="00BC0157" w:rsidRPr="00556630" w:rsidRDefault="00BC0157" w:rsidP="00301A6F">
            <w:pPr>
              <w:jc w:val="center"/>
              <w:rPr>
                <w:sz w:val="14"/>
                <w:szCs w:val="14"/>
              </w:rPr>
            </w:pPr>
            <w:r w:rsidRPr="00F84419">
              <w:rPr>
                <w:rFonts w:hint="eastAsia"/>
                <w:spacing w:val="20"/>
                <w:kern w:val="0"/>
                <w:sz w:val="14"/>
                <w:szCs w:val="14"/>
                <w:fitText w:val="680" w:id="-1701647612"/>
              </w:rPr>
              <w:t>フリガ</w:t>
            </w:r>
            <w:r w:rsidRPr="00F84419">
              <w:rPr>
                <w:rFonts w:hint="eastAsia"/>
                <w:kern w:val="0"/>
                <w:sz w:val="14"/>
                <w:szCs w:val="14"/>
                <w:fitText w:val="680" w:id="-1701647612"/>
              </w:rPr>
              <w:t>ナ</w:t>
            </w:r>
          </w:p>
        </w:tc>
        <w:tc>
          <w:tcPr>
            <w:tcW w:w="3996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EAC6232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</w:tr>
      <w:tr w:rsidR="00BC0157" w:rsidRPr="00556630" w14:paraId="28E08EF9" w14:textId="77777777" w:rsidTr="00301A6F">
        <w:trPr>
          <w:cantSplit/>
          <w:trHeight w:val="599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55359169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  <w:vAlign w:val="center"/>
          </w:tcPr>
          <w:p w14:paraId="0318484F" w14:textId="77777777" w:rsidR="00BC0157" w:rsidRPr="00490BDA" w:rsidRDefault="00BC0157" w:rsidP="00301A6F">
            <w:pPr>
              <w:jc w:val="distribute"/>
              <w:rPr>
                <w:sz w:val="16"/>
                <w:szCs w:val="16"/>
              </w:rPr>
            </w:pPr>
            <w:r w:rsidRPr="00490BDA">
              <w:rPr>
                <w:rFonts w:hint="eastAsia"/>
                <w:sz w:val="16"/>
                <w:szCs w:val="16"/>
              </w:rPr>
              <w:t>氏名</w:t>
            </w:r>
          </w:p>
        </w:tc>
        <w:tc>
          <w:tcPr>
            <w:tcW w:w="3996" w:type="dxa"/>
            <w:gridSpan w:val="10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559AA609" w14:textId="2B1A5BA6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</w:tr>
      <w:tr w:rsidR="001D095B" w:rsidRPr="00556630" w14:paraId="35D4ABE7" w14:textId="77777777" w:rsidTr="00690919">
        <w:trPr>
          <w:cantSplit/>
          <w:trHeight w:val="598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49D9BFEC" w14:textId="77777777" w:rsidR="001D095B" w:rsidRPr="00556630" w:rsidRDefault="001D095B" w:rsidP="00301A6F">
            <w:pPr>
              <w:rPr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tcMar>
              <w:left w:w="0" w:type="dxa"/>
              <w:right w:w="0" w:type="dxa"/>
            </w:tcMar>
            <w:vAlign w:val="center"/>
          </w:tcPr>
          <w:p w14:paraId="41A495EE" w14:textId="77777777" w:rsidR="001D095B" w:rsidRPr="00490BDA" w:rsidRDefault="001D095B" w:rsidP="00F84419">
            <w:pPr>
              <w:jc w:val="center"/>
              <w:rPr>
                <w:sz w:val="16"/>
                <w:szCs w:val="16"/>
              </w:rPr>
            </w:pPr>
            <w:r w:rsidRPr="00F84419">
              <w:rPr>
                <w:rFonts w:hint="eastAsia"/>
                <w:kern w:val="0"/>
                <w:sz w:val="16"/>
                <w:szCs w:val="16"/>
              </w:rPr>
              <w:t>生年月日</w:t>
            </w:r>
          </w:p>
        </w:tc>
        <w:tc>
          <w:tcPr>
            <w:tcW w:w="3996" w:type="dxa"/>
            <w:gridSpan w:val="10"/>
            <w:tcBorders>
              <w:right w:val="single" w:sz="12" w:space="0" w:color="auto"/>
            </w:tcBorders>
            <w:vAlign w:val="center"/>
          </w:tcPr>
          <w:p w14:paraId="63CFCC12" w14:textId="4CEBD594" w:rsidR="001D095B" w:rsidRPr="00490BDA" w:rsidRDefault="001D095B" w:rsidP="006C1D46">
            <w:pPr>
              <w:jc w:val="left"/>
              <w:rPr>
                <w:spacing w:val="-10"/>
                <w:sz w:val="16"/>
                <w:szCs w:val="16"/>
              </w:rPr>
            </w:pPr>
          </w:p>
        </w:tc>
      </w:tr>
      <w:tr w:rsidR="00BC0157" w:rsidRPr="00556630" w14:paraId="2ED8573C" w14:textId="77777777" w:rsidTr="00F84419">
        <w:trPr>
          <w:cantSplit/>
          <w:trHeight w:val="598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3AD37CD5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tcMar>
              <w:left w:w="0" w:type="dxa"/>
              <w:right w:w="0" w:type="dxa"/>
            </w:tcMar>
            <w:vAlign w:val="center"/>
          </w:tcPr>
          <w:p w14:paraId="5E68CEE5" w14:textId="77777777" w:rsidR="00BC0157" w:rsidRPr="00490BDA" w:rsidRDefault="00BC0157" w:rsidP="00511D47">
            <w:pPr>
              <w:jc w:val="center"/>
              <w:rPr>
                <w:spacing w:val="-10"/>
                <w:sz w:val="16"/>
                <w:szCs w:val="16"/>
              </w:rPr>
            </w:pPr>
            <w:r w:rsidRPr="00F84419">
              <w:rPr>
                <w:rFonts w:hint="eastAsia"/>
                <w:spacing w:val="2"/>
                <w:w w:val="87"/>
                <w:kern w:val="0"/>
                <w:sz w:val="16"/>
                <w:szCs w:val="16"/>
                <w:fitText w:val="704" w:id="-1563793664"/>
              </w:rPr>
              <w:t>適用年月</w:t>
            </w:r>
            <w:r w:rsidRPr="00F84419">
              <w:rPr>
                <w:rFonts w:hint="eastAsia"/>
                <w:spacing w:val="-2"/>
                <w:w w:val="87"/>
                <w:kern w:val="0"/>
                <w:sz w:val="16"/>
                <w:szCs w:val="16"/>
                <w:fitText w:val="704" w:id="-1563793664"/>
              </w:rPr>
              <w:t>日</w:t>
            </w:r>
          </w:p>
        </w:tc>
        <w:tc>
          <w:tcPr>
            <w:tcW w:w="3996" w:type="dxa"/>
            <w:gridSpan w:val="10"/>
            <w:tcBorders>
              <w:right w:val="single" w:sz="12" w:space="0" w:color="auto"/>
            </w:tcBorders>
            <w:vAlign w:val="center"/>
          </w:tcPr>
          <w:p w14:paraId="75D60706" w14:textId="647DFBB5" w:rsidR="00BC0157" w:rsidRPr="00490BDA" w:rsidRDefault="00BC0157" w:rsidP="00CC2821">
            <w:pPr>
              <w:ind w:rightChars="100" w:right="210"/>
              <w:jc w:val="right"/>
              <w:rPr>
                <w:sz w:val="16"/>
                <w:szCs w:val="16"/>
              </w:rPr>
            </w:pPr>
            <w:r w:rsidRPr="00490BDA">
              <w:rPr>
                <w:rFonts w:hint="eastAsia"/>
                <w:sz w:val="16"/>
                <w:szCs w:val="16"/>
              </w:rPr>
              <w:t>から</w:t>
            </w:r>
          </w:p>
        </w:tc>
      </w:tr>
      <w:tr w:rsidR="00BC0157" w:rsidRPr="00556630" w14:paraId="7F3A5254" w14:textId="77777777" w:rsidTr="00F84419">
        <w:trPr>
          <w:cantSplit/>
          <w:trHeight w:val="598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14:paraId="3C975B8F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A050B9" w14:textId="77777777" w:rsidR="00BC0157" w:rsidRPr="00490BDA" w:rsidRDefault="00BC0157" w:rsidP="00511D47">
            <w:pPr>
              <w:jc w:val="center"/>
              <w:rPr>
                <w:sz w:val="16"/>
                <w:szCs w:val="16"/>
              </w:rPr>
            </w:pPr>
            <w:r w:rsidRPr="00F84419">
              <w:rPr>
                <w:rFonts w:hint="eastAsia"/>
                <w:kern w:val="0"/>
                <w:sz w:val="16"/>
                <w:szCs w:val="16"/>
              </w:rPr>
              <w:t>有効期限</w:t>
            </w:r>
          </w:p>
        </w:tc>
        <w:tc>
          <w:tcPr>
            <w:tcW w:w="3996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2457F88" w14:textId="502E2811" w:rsidR="00BC0157" w:rsidRPr="00490BDA" w:rsidRDefault="00BC0157" w:rsidP="00CC2821">
            <w:pPr>
              <w:ind w:rightChars="100" w:right="210"/>
              <w:jc w:val="right"/>
              <w:rPr>
                <w:sz w:val="16"/>
                <w:szCs w:val="16"/>
              </w:rPr>
            </w:pPr>
            <w:r w:rsidRPr="00490BDA">
              <w:rPr>
                <w:rFonts w:hint="eastAsia"/>
                <w:sz w:val="16"/>
                <w:szCs w:val="16"/>
              </w:rPr>
              <w:t>まで</w:t>
            </w:r>
          </w:p>
        </w:tc>
      </w:tr>
      <w:tr w:rsidR="00BC0157" w:rsidRPr="00556630" w14:paraId="1AAA1F3A" w14:textId="77777777" w:rsidTr="00301A6F">
        <w:trPr>
          <w:cantSplit/>
          <w:trHeight w:val="598"/>
        </w:trPr>
        <w:tc>
          <w:tcPr>
            <w:tcW w:w="1168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B755D1E" w14:textId="77777777" w:rsidR="00BC0157" w:rsidRPr="00490BDA" w:rsidRDefault="00BC0157" w:rsidP="00301A6F">
            <w:pPr>
              <w:jc w:val="distribute"/>
              <w:rPr>
                <w:spacing w:val="10"/>
                <w:sz w:val="16"/>
                <w:szCs w:val="16"/>
              </w:rPr>
            </w:pPr>
            <w:r w:rsidRPr="00490BDA">
              <w:rPr>
                <w:rFonts w:hint="eastAsia"/>
                <w:spacing w:val="10"/>
                <w:sz w:val="16"/>
                <w:szCs w:val="16"/>
              </w:rPr>
              <w:t>減額・免除</w:t>
            </w:r>
          </w:p>
          <w:p w14:paraId="60824ACC" w14:textId="77777777" w:rsidR="00BC0157" w:rsidRPr="00556630" w:rsidRDefault="00BC0157" w:rsidP="00301A6F">
            <w:pPr>
              <w:jc w:val="distribute"/>
              <w:rPr>
                <w:sz w:val="14"/>
                <w:szCs w:val="14"/>
              </w:rPr>
            </w:pPr>
            <w:r w:rsidRPr="00490BDA">
              <w:rPr>
                <w:rFonts w:hint="eastAsia"/>
                <w:sz w:val="16"/>
                <w:szCs w:val="16"/>
              </w:rPr>
              <w:t>認定事項</w:t>
            </w:r>
          </w:p>
        </w:tc>
        <w:tc>
          <w:tcPr>
            <w:tcW w:w="3996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17C5A8A" w14:textId="446BCBB7" w:rsidR="00BC0157" w:rsidRPr="00490BDA" w:rsidRDefault="00BC0157" w:rsidP="00301A6F">
            <w:pPr>
              <w:ind w:firstLineChars="300" w:firstLine="480"/>
              <w:rPr>
                <w:sz w:val="16"/>
                <w:szCs w:val="16"/>
              </w:rPr>
            </w:pPr>
            <w:r w:rsidRPr="00490BDA">
              <w:rPr>
                <w:rFonts w:hint="eastAsia"/>
                <w:sz w:val="16"/>
                <w:szCs w:val="16"/>
              </w:rPr>
              <w:t>給付率　　　　／　１００</w:t>
            </w:r>
          </w:p>
        </w:tc>
      </w:tr>
      <w:tr w:rsidR="00BC0157" w:rsidRPr="00556630" w14:paraId="3553493A" w14:textId="77777777" w:rsidTr="00301A6F">
        <w:trPr>
          <w:cantSplit/>
          <w:trHeight w:val="67"/>
        </w:trPr>
        <w:tc>
          <w:tcPr>
            <w:tcW w:w="1168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1603F3EF" w14:textId="77777777" w:rsidR="00806B60" w:rsidRDefault="00BC0157" w:rsidP="00806B60">
            <w:pPr>
              <w:jc w:val="left"/>
              <w:rPr>
                <w:spacing w:val="10"/>
                <w:sz w:val="16"/>
                <w:szCs w:val="16"/>
              </w:rPr>
            </w:pPr>
            <w:r w:rsidRPr="001F3322">
              <w:rPr>
                <w:rFonts w:hint="eastAsia"/>
                <w:spacing w:val="20"/>
                <w:kern w:val="0"/>
                <w:sz w:val="16"/>
                <w:szCs w:val="16"/>
                <w:fitText w:val="960" w:id="-1574176000"/>
              </w:rPr>
              <w:t>保険者番</w:t>
            </w:r>
            <w:r w:rsidRPr="001F3322">
              <w:rPr>
                <w:rFonts w:hint="eastAsia"/>
                <w:kern w:val="0"/>
                <w:sz w:val="16"/>
                <w:szCs w:val="16"/>
                <w:fitText w:val="960" w:id="-1574176000"/>
              </w:rPr>
              <w:t>号</w:t>
            </w:r>
          </w:p>
          <w:p w14:paraId="563C8BDE" w14:textId="77777777" w:rsidR="00806B60" w:rsidRDefault="00BC0157" w:rsidP="00806B60">
            <w:pPr>
              <w:rPr>
                <w:sz w:val="16"/>
                <w:szCs w:val="16"/>
              </w:rPr>
            </w:pPr>
            <w:r w:rsidRPr="001F3322">
              <w:rPr>
                <w:rFonts w:hint="eastAsia"/>
                <w:spacing w:val="20"/>
                <w:kern w:val="0"/>
                <w:sz w:val="16"/>
                <w:szCs w:val="16"/>
                <w:fitText w:val="960" w:id="-1574175999"/>
              </w:rPr>
              <w:t>並びに保</w:t>
            </w:r>
            <w:r w:rsidRPr="001F3322">
              <w:rPr>
                <w:rFonts w:hint="eastAsia"/>
                <w:kern w:val="0"/>
                <w:sz w:val="16"/>
                <w:szCs w:val="16"/>
                <w:fitText w:val="960" w:id="-1574175999"/>
              </w:rPr>
              <w:t>険</w:t>
            </w:r>
          </w:p>
          <w:p w14:paraId="71CCE6F3" w14:textId="77777777" w:rsidR="00806B60" w:rsidRDefault="00BC0157" w:rsidP="00806B60">
            <w:pPr>
              <w:rPr>
                <w:spacing w:val="10"/>
                <w:sz w:val="16"/>
                <w:szCs w:val="16"/>
              </w:rPr>
            </w:pPr>
            <w:r w:rsidRPr="001F3322">
              <w:rPr>
                <w:rFonts w:hint="eastAsia"/>
                <w:spacing w:val="20"/>
                <w:kern w:val="0"/>
                <w:sz w:val="16"/>
                <w:szCs w:val="16"/>
                <w:fitText w:val="960" w:id="-1574175998"/>
              </w:rPr>
              <w:t>者</w:t>
            </w:r>
            <w:r w:rsidR="00806B60" w:rsidRPr="001F3322">
              <w:rPr>
                <w:rFonts w:hint="eastAsia"/>
                <w:spacing w:val="20"/>
                <w:kern w:val="0"/>
                <w:sz w:val="16"/>
                <w:szCs w:val="16"/>
                <w:fitText w:val="960" w:id="-1574175998"/>
              </w:rPr>
              <w:t>の</w:t>
            </w:r>
            <w:r w:rsidRPr="001F3322">
              <w:rPr>
                <w:rFonts w:hint="eastAsia"/>
                <w:spacing w:val="20"/>
                <w:kern w:val="0"/>
                <w:sz w:val="16"/>
                <w:szCs w:val="16"/>
                <w:fitText w:val="960" w:id="-1574175998"/>
              </w:rPr>
              <w:t>名称</w:t>
            </w:r>
            <w:r w:rsidRPr="001F3322">
              <w:rPr>
                <w:rFonts w:hint="eastAsia"/>
                <w:kern w:val="0"/>
                <w:sz w:val="16"/>
                <w:szCs w:val="16"/>
                <w:fitText w:val="960" w:id="-1574175998"/>
              </w:rPr>
              <w:t>及</w:t>
            </w:r>
          </w:p>
          <w:p w14:paraId="0B7CA54E" w14:textId="6BCEA640" w:rsidR="00BC0157" w:rsidRPr="00490BDA" w:rsidRDefault="00BC0157" w:rsidP="00806B60">
            <w:pPr>
              <w:rPr>
                <w:sz w:val="16"/>
                <w:szCs w:val="16"/>
              </w:rPr>
            </w:pPr>
            <w:r w:rsidRPr="001F3322">
              <w:rPr>
                <w:rFonts w:hint="eastAsia"/>
                <w:spacing w:val="40"/>
                <w:kern w:val="0"/>
                <w:sz w:val="16"/>
                <w:szCs w:val="16"/>
                <w:fitText w:val="360" w:id="-1574174717"/>
              </w:rPr>
              <w:t>び</w:t>
            </w:r>
            <w:r w:rsidRPr="001F3322">
              <w:rPr>
                <w:rFonts w:hint="eastAsia"/>
                <w:spacing w:val="-20"/>
                <w:kern w:val="0"/>
                <w:sz w:val="16"/>
                <w:szCs w:val="16"/>
                <w:fitText w:val="360" w:id="-1574174717"/>
              </w:rPr>
              <w:t>印</w:t>
            </w:r>
          </w:p>
        </w:tc>
        <w:tc>
          <w:tcPr>
            <w:tcW w:w="3996" w:type="dxa"/>
            <w:gridSpan w:val="10"/>
            <w:tcBorders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47DE46EA" w14:textId="77777777" w:rsidR="00BC0157" w:rsidRPr="00FC3444" w:rsidRDefault="00BC0157" w:rsidP="00301A6F">
            <w:pPr>
              <w:rPr>
                <w:sz w:val="10"/>
                <w:szCs w:val="14"/>
              </w:rPr>
            </w:pPr>
          </w:p>
        </w:tc>
      </w:tr>
      <w:tr w:rsidR="00BC0157" w:rsidRPr="00556630" w14:paraId="129A93FB" w14:textId="77777777" w:rsidTr="00301A6F">
        <w:trPr>
          <w:cantSplit/>
          <w:trHeight w:val="518"/>
        </w:trPr>
        <w:tc>
          <w:tcPr>
            <w:tcW w:w="1168" w:type="dxa"/>
            <w:gridSpan w:val="3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72CF981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448" w:type="dxa"/>
            <w:tcBorders>
              <w:top w:val="nil"/>
              <w:left w:val="single" w:sz="6" w:space="0" w:color="auto"/>
              <w:bottom w:val="nil"/>
            </w:tcBorders>
            <w:vAlign w:val="center"/>
          </w:tcPr>
          <w:p w14:paraId="736CB5FB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338" w:type="dxa"/>
            <w:tcBorders>
              <w:top w:val="single" w:sz="4" w:space="0" w:color="auto"/>
            </w:tcBorders>
            <w:vAlign w:val="center"/>
          </w:tcPr>
          <w:p w14:paraId="2C8E6282" w14:textId="2CB47A02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338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6D65E6AC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3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794F3F54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3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03D7A9D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33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95D80B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384" w:type="dxa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14:paraId="6C8DCCF9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6FD6864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</w:tr>
      <w:tr w:rsidR="00BC0157" w:rsidRPr="00556630" w14:paraId="188E6B8A" w14:textId="77777777" w:rsidTr="001D095B">
        <w:trPr>
          <w:cantSplit/>
          <w:trHeight w:val="907"/>
        </w:trPr>
        <w:tc>
          <w:tcPr>
            <w:tcW w:w="1168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F2BBAE1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3996" w:type="dxa"/>
            <w:gridSpan w:val="10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AD3A81" w14:textId="5728747B" w:rsidR="00BC0157" w:rsidRPr="008B6015" w:rsidRDefault="00B86209" w:rsidP="007756E6">
            <w:pPr>
              <w:widowControl/>
              <w:wordWrap/>
              <w:autoSpaceDE/>
              <w:autoSpaceDN/>
              <w:spacing w:beforeLines="30" w:before="100"/>
              <w:ind w:firstLineChars="50" w:firstLine="80"/>
              <w:rPr>
                <w:rFonts w:hAnsi="ＭＳ 明朝"/>
                <w:sz w:val="16"/>
                <w:szCs w:val="16"/>
              </w:rPr>
            </w:pPr>
            <w:r w:rsidRPr="008B6015">
              <w:rPr>
                <w:rFonts w:ascii="ＭＳ Ｐゴシック" w:eastAsia="ＭＳ Ｐゴシック" w:hAnsi="ＭＳ Ｐゴシック" w:cs="ＭＳ Ｐゴシック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AC05571" wp14:editId="08412878">
                      <wp:simplePos x="0" y="0"/>
                      <wp:positionH relativeFrom="column">
                        <wp:posOffset>2038350</wp:posOffset>
                      </wp:positionH>
                      <wp:positionV relativeFrom="paragraph">
                        <wp:posOffset>189865</wp:posOffset>
                      </wp:positionV>
                      <wp:extent cx="373380" cy="365760"/>
                      <wp:effectExtent l="0" t="0" r="26670" b="1524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3380" cy="365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4312DE5" w14:textId="77777777" w:rsidR="00BC0157" w:rsidRPr="00B35A60" w:rsidRDefault="00BC0157" w:rsidP="00BC0157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B35A60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C05571" id="正方形/長方形 4" o:spid="_x0000_s1028" style="position:absolute;left:0;text-align:left;margin-left:160.5pt;margin-top:14.95pt;width:29.4pt;height:28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" filled="f" strokecolor="black [3213]" strokeweight=".25pt">
                      <v:textbox inset="0,0,0,0">
                        <w:txbxContent>
                          <w:p w14:paraId="74312DE5" w14:textId="77777777" w:rsidR="00BC0157" w:rsidRPr="00B35A60" w:rsidRDefault="00BC0157" w:rsidP="00BC0157">
                            <w:pPr>
                              <w:spacing w:line="280" w:lineRule="exact"/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35A60">
                              <w:rPr>
                                <w:rFonts w:hAnsi="ＭＳ 明朝" w:hint="eastAsia"/>
                                <w:color w:val="000000" w:themeColor="text1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F3322" w:rsidRPr="008B6015">
              <w:rPr>
                <w:rFonts w:hAnsi="ＭＳ 明朝" w:hint="eastAsia"/>
                <w:sz w:val="16"/>
                <w:szCs w:val="16"/>
              </w:rPr>
              <w:t>●●市</w:t>
            </w:r>
            <w:r w:rsidR="00BC0157" w:rsidRPr="008B6015">
              <w:rPr>
                <w:rFonts w:hAnsi="ＭＳ 明朝" w:hint="eastAsia"/>
                <w:sz w:val="16"/>
                <w:szCs w:val="16"/>
              </w:rPr>
              <w:t>介護保険課</w:t>
            </w:r>
          </w:p>
          <w:p w14:paraId="3FAE8C9C" w14:textId="3F6D176D" w:rsidR="001F3322" w:rsidRPr="008B6015" w:rsidRDefault="00BC0157" w:rsidP="001F3322">
            <w:pPr>
              <w:ind w:firstLineChars="50" w:firstLine="80"/>
              <w:rPr>
                <w:rFonts w:hAnsi="ＭＳ 明朝"/>
                <w:sz w:val="16"/>
                <w:szCs w:val="16"/>
              </w:rPr>
            </w:pPr>
            <w:r w:rsidRPr="008B6015">
              <w:rPr>
                <w:rFonts w:hAnsi="ＭＳ 明朝" w:hint="eastAsia"/>
                <w:sz w:val="16"/>
                <w:szCs w:val="16"/>
              </w:rPr>
              <w:t>123-4567</w:t>
            </w:r>
          </w:p>
          <w:p w14:paraId="1FAA4EDE" w14:textId="30DCE0BD" w:rsidR="00BC0157" w:rsidRPr="008B6015" w:rsidRDefault="00BC0157" w:rsidP="001F3322">
            <w:pPr>
              <w:ind w:firstLineChars="50" w:firstLine="80"/>
              <w:rPr>
                <w:rFonts w:hAnsi="ＭＳ 明朝"/>
                <w:sz w:val="16"/>
                <w:szCs w:val="16"/>
              </w:rPr>
            </w:pPr>
            <w:r w:rsidRPr="008B6015">
              <w:rPr>
                <w:rFonts w:hAnsi="ＭＳ 明朝" w:hint="eastAsia"/>
                <w:sz w:val="16"/>
                <w:szCs w:val="16"/>
              </w:rPr>
              <w:t>●●市●●１－２－３</w:t>
            </w:r>
            <w:r w:rsidR="001F3322" w:rsidRPr="008B6015">
              <w:rPr>
                <w:rFonts w:hAnsi="ＭＳ 明朝" w:hint="eastAsia"/>
                <w:sz w:val="16"/>
                <w:szCs w:val="16"/>
              </w:rPr>
              <w:t xml:space="preserve">　　 ○○市（町村）</w:t>
            </w:r>
          </w:p>
          <w:p w14:paraId="63A0529E" w14:textId="2199C36E" w:rsidR="00BC0157" w:rsidRPr="00556630" w:rsidRDefault="00BC0157" w:rsidP="007756E6">
            <w:pPr>
              <w:spacing w:afterLines="10" w:after="33"/>
              <w:ind w:firstLineChars="50" w:firstLine="80"/>
              <w:rPr>
                <w:sz w:val="14"/>
                <w:szCs w:val="14"/>
              </w:rPr>
            </w:pPr>
            <w:r w:rsidRPr="008B6015">
              <w:rPr>
                <w:rFonts w:hAnsi="ＭＳ 明朝" w:hint="eastAsia"/>
                <w:sz w:val="16"/>
                <w:szCs w:val="16"/>
              </w:rPr>
              <w:t>987-6543-2111</w:t>
            </w:r>
          </w:p>
        </w:tc>
      </w:tr>
    </w:tbl>
    <w:p w14:paraId="23ECF3BC" w14:textId="04AFED3D" w:rsidR="00BC0157" w:rsidRDefault="00BC0157" w:rsidP="00C67D99">
      <w:pPr>
        <w:rPr>
          <w:sz w:val="14"/>
          <w:szCs w:val="14"/>
        </w:rPr>
      </w:pPr>
    </w:p>
    <w:p w14:paraId="7C418394" w14:textId="7F965ECF" w:rsidR="00BC0157" w:rsidRDefault="00BC0157" w:rsidP="00C67D99">
      <w:pPr>
        <w:rPr>
          <w:sz w:val="14"/>
          <w:szCs w:val="14"/>
        </w:rPr>
      </w:pPr>
    </w:p>
    <w:p w14:paraId="126DE91D" w14:textId="5DBE0671" w:rsidR="00BC0157" w:rsidRPr="00556630" w:rsidRDefault="00BC0157" w:rsidP="00BC0157">
      <w:pPr>
        <w:pStyle w:val="a7"/>
        <w:spacing w:before="0" w:after="0"/>
        <w:ind w:leftChars="4800" w:left="10080"/>
        <w:rPr>
          <w:rFonts w:ascii="ＭＳ 明朝" w:eastAsia="ＭＳ 明朝" w:hAnsi="ＭＳ 明朝"/>
          <w:sz w:val="24"/>
          <w:szCs w:val="24"/>
        </w:rPr>
      </w:pPr>
      <w:r w:rsidRPr="00556630">
        <w:rPr>
          <w:rFonts w:ascii="ＭＳ 明朝" w:eastAsia="ＭＳ 明朝" w:hAnsi="ＭＳ 明朝" w:hint="eastAsia"/>
          <w:sz w:val="24"/>
          <w:szCs w:val="24"/>
        </w:rPr>
        <w:t>介護保険利用者負担額減額・免除認定証</w:t>
      </w:r>
    </w:p>
    <w:p w14:paraId="5BB11A1D" w14:textId="46C029AE" w:rsidR="00BC0157" w:rsidRPr="00BC0157" w:rsidRDefault="005E0FCE" w:rsidP="00BC0157">
      <w:pPr>
        <w:ind w:leftChars="3500" w:left="7350"/>
        <w:jc w:val="center"/>
        <w:rPr>
          <w:sz w:val="14"/>
          <w:szCs w:val="14"/>
        </w:rPr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B0460A" wp14:editId="1B605DCC">
                <wp:simplePos x="0" y="0"/>
                <wp:positionH relativeFrom="column">
                  <wp:posOffset>0</wp:posOffset>
                </wp:positionH>
                <wp:positionV relativeFrom="paragraph">
                  <wp:posOffset>212725</wp:posOffset>
                </wp:positionV>
                <wp:extent cx="6381750" cy="4659630"/>
                <wp:effectExtent l="0" t="0" r="19050" b="2667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465963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8AD74F8" w14:textId="77777777" w:rsidR="00BB2F6A" w:rsidRDefault="00BB2F6A" w:rsidP="00755A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4A69FF75" w14:textId="77777777" w:rsidR="00BB2F6A" w:rsidRDefault="00BB2F6A" w:rsidP="00755A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68D25FA1" w14:textId="77777777" w:rsidR="00BB2F6A" w:rsidRDefault="00BB2F6A" w:rsidP="00755A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3FA70FA5" w14:textId="2D9B50E5" w:rsidR="00556630" w:rsidRPr="00BB2F6A" w:rsidRDefault="00755AAB" w:rsidP="00755A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BB2F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BB2F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B0460A" id="正方形/長方形 3" o:spid="_x0000_s1029" style="position:absolute;left:0;text-align:left;margin-left:0;margin-top:16.75pt;width:502.5pt;height:366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" fillcolor="#92d050" strokecolor="#92d050" strokeweight=".5pt">
                <v:fill opacity="52428f"/>
                <v:textbox>
                  <w:txbxContent>
                    <w:p w14:paraId="78AD74F8" w14:textId="77777777" w:rsidR="00BB2F6A" w:rsidRDefault="00BB2F6A" w:rsidP="00755AA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4A69FF75" w14:textId="77777777" w:rsidR="00BB2F6A" w:rsidRDefault="00BB2F6A" w:rsidP="00755AA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68D25FA1" w14:textId="77777777" w:rsidR="00BB2F6A" w:rsidRDefault="00BB2F6A" w:rsidP="00755AA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3FA70FA5" w14:textId="2D9B50E5" w:rsidR="00556630" w:rsidRPr="00BB2F6A" w:rsidRDefault="00755AAB" w:rsidP="00755AA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BB2F6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BB2F6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22BDC046" w14:textId="5B966901" w:rsidR="00BC0157" w:rsidRDefault="00BC0157" w:rsidP="00C67D99">
      <w:pPr>
        <w:rPr>
          <w:sz w:val="14"/>
          <w:szCs w:val="14"/>
        </w:rPr>
      </w:pPr>
    </w:p>
    <w:p w14:paraId="021E7E75" w14:textId="3A1D1EED" w:rsidR="00BC0157" w:rsidRDefault="00BC0157" w:rsidP="00C67D99">
      <w:pPr>
        <w:rPr>
          <w:sz w:val="14"/>
          <w:szCs w:val="14"/>
        </w:rPr>
      </w:pPr>
    </w:p>
    <w:p w14:paraId="1F825BE6" w14:textId="4FA0EB00" w:rsidR="00BC0157" w:rsidRDefault="00BC0157" w:rsidP="00C67D99">
      <w:pPr>
        <w:rPr>
          <w:sz w:val="14"/>
          <w:szCs w:val="14"/>
        </w:rPr>
      </w:pPr>
    </w:p>
    <w:p w14:paraId="5A93FCA8" w14:textId="7A50944A" w:rsidR="00BC0157" w:rsidRDefault="00BC0157" w:rsidP="00C67D99">
      <w:pPr>
        <w:rPr>
          <w:sz w:val="14"/>
          <w:szCs w:val="14"/>
        </w:rPr>
      </w:pPr>
    </w:p>
    <w:p w14:paraId="0055E43B" w14:textId="22E83630" w:rsidR="00BC0157" w:rsidRDefault="00BC0157" w:rsidP="00C67D99">
      <w:pPr>
        <w:rPr>
          <w:sz w:val="14"/>
          <w:szCs w:val="14"/>
        </w:rPr>
      </w:pPr>
    </w:p>
    <w:p w14:paraId="6CF825AE" w14:textId="06CA640C" w:rsidR="00BC0157" w:rsidRDefault="00BC0157" w:rsidP="00C67D99">
      <w:pPr>
        <w:rPr>
          <w:sz w:val="14"/>
          <w:szCs w:val="14"/>
        </w:rPr>
      </w:pPr>
    </w:p>
    <w:p w14:paraId="1D6CE020" w14:textId="74DEF534" w:rsidR="00BC0157" w:rsidRDefault="00BC0157" w:rsidP="00C67D99">
      <w:pPr>
        <w:rPr>
          <w:sz w:val="14"/>
          <w:szCs w:val="14"/>
        </w:rPr>
      </w:pPr>
    </w:p>
    <w:p w14:paraId="2871B3F8" w14:textId="2B2C512F" w:rsidR="00BC0157" w:rsidRDefault="00BC0157" w:rsidP="00C67D99">
      <w:pPr>
        <w:rPr>
          <w:sz w:val="14"/>
          <w:szCs w:val="14"/>
        </w:rPr>
      </w:pPr>
    </w:p>
    <w:p w14:paraId="243532CC" w14:textId="27EA80AC" w:rsidR="00BC0157" w:rsidRDefault="00BC0157" w:rsidP="00C67D99">
      <w:pPr>
        <w:rPr>
          <w:sz w:val="14"/>
          <w:szCs w:val="14"/>
        </w:rPr>
      </w:pPr>
    </w:p>
    <w:p w14:paraId="6A5701AD" w14:textId="2723A364" w:rsidR="00BC0157" w:rsidRDefault="00BC0157" w:rsidP="00C67D99">
      <w:pPr>
        <w:rPr>
          <w:sz w:val="14"/>
          <w:szCs w:val="14"/>
        </w:rPr>
      </w:pPr>
    </w:p>
    <w:p w14:paraId="358807C3" w14:textId="7F12B6AA" w:rsidR="00BC0157" w:rsidRDefault="00BC0157" w:rsidP="00C67D99">
      <w:pPr>
        <w:rPr>
          <w:sz w:val="14"/>
          <w:szCs w:val="14"/>
        </w:rPr>
      </w:pPr>
    </w:p>
    <w:p w14:paraId="645F018A" w14:textId="02056640" w:rsidR="00BC0157" w:rsidRDefault="00BC0157" w:rsidP="00C67D99">
      <w:pPr>
        <w:rPr>
          <w:sz w:val="14"/>
          <w:szCs w:val="14"/>
        </w:rPr>
      </w:pPr>
    </w:p>
    <w:p w14:paraId="2390A12E" w14:textId="4A762CED" w:rsidR="00BC0157" w:rsidRDefault="00BC0157" w:rsidP="00C67D99">
      <w:pPr>
        <w:rPr>
          <w:sz w:val="14"/>
          <w:szCs w:val="14"/>
        </w:rPr>
      </w:pPr>
    </w:p>
    <w:p w14:paraId="2F8BFD50" w14:textId="2881B6E9" w:rsidR="00BC0157" w:rsidRDefault="00BC0157" w:rsidP="00C67D99">
      <w:pPr>
        <w:rPr>
          <w:sz w:val="14"/>
          <w:szCs w:val="14"/>
        </w:rPr>
      </w:pPr>
    </w:p>
    <w:p w14:paraId="1352E21D" w14:textId="659DF26C" w:rsidR="00BC0157" w:rsidRDefault="00BC0157" w:rsidP="00C67D99">
      <w:pPr>
        <w:rPr>
          <w:sz w:val="14"/>
          <w:szCs w:val="14"/>
        </w:rPr>
      </w:pPr>
    </w:p>
    <w:p w14:paraId="7241DAC7" w14:textId="6372F702" w:rsidR="00BC0157" w:rsidRDefault="00BC0157" w:rsidP="00C67D99">
      <w:pPr>
        <w:rPr>
          <w:sz w:val="14"/>
          <w:szCs w:val="14"/>
        </w:rPr>
      </w:pPr>
    </w:p>
    <w:p w14:paraId="4C7AE529" w14:textId="21B64324" w:rsidR="00BC0157" w:rsidRDefault="00BC0157" w:rsidP="00C67D99">
      <w:pPr>
        <w:rPr>
          <w:sz w:val="14"/>
          <w:szCs w:val="14"/>
        </w:rPr>
      </w:pPr>
    </w:p>
    <w:p w14:paraId="683A8F79" w14:textId="299EF52B" w:rsidR="00BC0157" w:rsidRDefault="00BC0157" w:rsidP="00C67D99">
      <w:pPr>
        <w:rPr>
          <w:sz w:val="14"/>
          <w:szCs w:val="14"/>
        </w:rPr>
      </w:pPr>
    </w:p>
    <w:p w14:paraId="52302ECA" w14:textId="1D7FCFC1" w:rsidR="00BC0157" w:rsidRDefault="00BC0157" w:rsidP="00C67D99">
      <w:pPr>
        <w:rPr>
          <w:sz w:val="14"/>
          <w:szCs w:val="14"/>
        </w:rPr>
      </w:pPr>
    </w:p>
    <w:p w14:paraId="4B51E6D2" w14:textId="6D364AFD" w:rsidR="00BC0157" w:rsidRDefault="00BC0157" w:rsidP="00C67D99">
      <w:pPr>
        <w:rPr>
          <w:sz w:val="14"/>
          <w:szCs w:val="14"/>
        </w:rPr>
      </w:pPr>
    </w:p>
    <w:p w14:paraId="41790EE9" w14:textId="68DAFB0F" w:rsidR="00BC0157" w:rsidRDefault="00BC0157" w:rsidP="00C67D99">
      <w:pPr>
        <w:rPr>
          <w:sz w:val="14"/>
          <w:szCs w:val="14"/>
        </w:rPr>
      </w:pPr>
    </w:p>
    <w:p w14:paraId="4DDF229A" w14:textId="414796FD" w:rsidR="00BC0157" w:rsidRDefault="00BC0157" w:rsidP="00C67D99">
      <w:pPr>
        <w:rPr>
          <w:sz w:val="14"/>
          <w:szCs w:val="14"/>
        </w:rPr>
      </w:pPr>
    </w:p>
    <w:p w14:paraId="0E40F2B3" w14:textId="5331A47F" w:rsidR="00BC0157" w:rsidRPr="00763105" w:rsidRDefault="00BC0157" w:rsidP="00C67D99">
      <w:pPr>
        <w:rPr>
          <w:sz w:val="14"/>
          <w:szCs w:val="14"/>
        </w:rPr>
      </w:pPr>
      <w:r>
        <w:rPr>
          <w:rFonts w:hAnsi="ＭＳ 明朝"/>
          <w:noProof/>
          <w:sz w:val="18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B7086E" wp14:editId="7B7FCF5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43846" cy="1943100"/>
                <wp:effectExtent l="0" t="0" r="10160" b="1905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3846" cy="1943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7466CFA" w14:textId="703DE536" w:rsidR="00AD425D" w:rsidRPr="00755AAB" w:rsidRDefault="00AD425D" w:rsidP="00755AA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7086E" id="正方形/長方形 6" o:spid="_x0000_s1030" style="position:absolute;left:0;text-align:left;margin-left:0;margin-top:0;width:767.25pt;height:15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" fillcolor="#92d050" strokecolor="#92d050" strokeweight=".5pt">
                <v:fill opacity="52428f"/>
                <v:textbox>
                  <w:txbxContent>
                    <w:p w14:paraId="27466CFA" w14:textId="703DE536" w:rsidR="00AD425D" w:rsidRPr="00755AAB" w:rsidRDefault="00AD425D" w:rsidP="00755AAB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855DA4F" w14:textId="794B4118" w:rsidR="00556630" w:rsidRDefault="00556630" w:rsidP="00556630">
      <w:pPr>
        <w:pStyle w:val="a7"/>
        <w:spacing w:before="0" w:after="0"/>
        <w:ind w:leftChars="3900" w:left="8190"/>
        <w:rPr>
          <w:rFonts w:ascii="ＭＳ 明朝" w:eastAsia="ＭＳ 明朝" w:hAnsi="ＭＳ 明朝"/>
          <w:sz w:val="24"/>
          <w:szCs w:val="24"/>
        </w:rPr>
      </w:pPr>
    </w:p>
    <w:p w14:paraId="4F7426BD" w14:textId="071264EF" w:rsidR="00556630" w:rsidRDefault="00556630" w:rsidP="00556630">
      <w:pPr>
        <w:pStyle w:val="a7"/>
        <w:spacing w:before="0" w:after="0"/>
        <w:ind w:leftChars="3900" w:left="8190"/>
        <w:rPr>
          <w:rFonts w:ascii="ＭＳ 明朝" w:eastAsia="ＭＳ 明朝" w:hAnsi="ＭＳ 明朝"/>
          <w:sz w:val="24"/>
          <w:szCs w:val="24"/>
        </w:rPr>
      </w:pPr>
    </w:p>
    <w:p w14:paraId="3F18B737" w14:textId="7AF0C1AA" w:rsidR="00763105" w:rsidRPr="00556630" w:rsidRDefault="00763105" w:rsidP="00C67D99">
      <w:pPr>
        <w:rPr>
          <w:sz w:val="14"/>
          <w:szCs w:val="14"/>
        </w:rPr>
      </w:pPr>
    </w:p>
    <w:p w14:paraId="640D679E" w14:textId="57467742" w:rsidR="00763105" w:rsidRPr="00763105" w:rsidRDefault="00763105" w:rsidP="00C67D99">
      <w:pPr>
        <w:rPr>
          <w:sz w:val="14"/>
          <w:szCs w:val="14"/>
        </w:rPr>
      </w:pPr>
    </w:p>
    <w:p w14:paraId="31C78AE2" w14:textId="27D0A1DF" w:rsidR="00763105" w:rsidRPr="00763105" w:rsidRDefault="00763105" w:rsidP="00C67D99">
      <w:pPr>
        <w:rPr>
          <w:sz w:val="14"/>
          <w:szCs w:val="14"/>
        </w:rPr>
      </w:pPr>
    </w:p>
    <w:tbl>
      <w:tblPr>
        <w:tblpPr w:leftFromText="142" w:rightFromText="142" w:vertAnchor="page" w:horzAnchor="margin" w:tblpY="3550"/>
        <w:tblW w:w="5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60"/>
      </w:tblGrid>
      <w:tr w:rsidR="00BC0157" w14:paraId="20DABDC8" w14:textId="77777777" w:rsidTr="002B3929">
        <w:trPr>
          <w:trHeight w:val="241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7AAA9" w14:textId="33BA319A" w:rsidR="00BC0157" w:rsidRDefault="00BC0157" w:rsidP="002B3929">
            <w:pPr>
              <w:jc w:val="center"/>
            </w:pPr>
            <w:r>
              <w:t>(</w:t>
            </w:r>
            <w:r>
              <w:rPr>
                <w:rFonts w:hint="eastAsia"/>
              </w:rPr>
              <w:t>裏面</w:t>
            </w:r>
            <w:r>
              <w:t>)</w:t>
            </w:r>
          </w:p>
        </w:tc>
      </w:tr>
      <w:tr w:rsidR="00BC0157" w14:paraId="4703CA34" w14:textId="77777777" w:rsidTr="002B3929">
        <w:trPr>
          <w:cantSplit/>
          <w:trHeight w:val="363"/>
        </w:trPr>
        <w:tc>
          <w:tcPr>
            <w:tcW w:w="51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</w:tcPr>
          <w:p w14:paraId="02AF77D4" w14:textId="41AFD827" w:rsidR="00BC0157" w:rsidRPr="00D00A9F" w:rsidRDefault="00BC0157" w:rsidP="002B3929">
            <w:pPr>
              <w:spacing w:line="276" w:lineRule="auto"/>
              <w:rPr>
                <w:szCs w:val="21"/>
              </w:rPr>
            </w:pPr>
            <w:r w:rsidRPr="00B31952">
              <w:rPr>
                <w:rFonts w:hint="eastAsia"/>
                <w:sz w:val="20"/>
              </w:rPr>
              <w:t xml:space="preserve">　　　　　</w:t>
            </w:r>
            <w:r w:rsidRPr="00D00A9F">
              <w:rPr>
                <w:rFonts w:hint="eastAsia"/>
                <w:spacing w:val="105"/>
                <w:szCs w:val="21"/>
              </w:rPr>
              <w:t>注意事</w:t>
            </w:r>
            <w:r w:rsidRPr="00D00A9F">
              <w:rPr>
                <w:rFonts w:hint="eastAsia"/>
                <w:szCs w:val="21"/>
              </w:rPr>
              <w:t>項</w:t>
            </w:r>
          </w:p>
          <w:p w14:paraId="2094AF26" w14:textId="388795DB" w:rsidR="00BC0157" w:rsidRDefault="00BC0157" w:rsidP="002B3929">
            <w:pPr>
              <w:spacing w:line="276" w:lineRule="auto"/>
              <w:ind w:left="420" w:hanging="420"/>
              <w:rPr>
                <w:sz w:val="18"/>
                <w:szCs w:val="18"/>
              </w:rPr>
            </w:pPr>
          </w:p>
          <w:p w14:paraId="18279A27" w14:textId="3C221203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6"/>
                <w:szCs w:val="18"/>
              </w:rPr>
              <w:t xml:space="preserve">　</w:t>
            </w:r>
            <w:r w:rsidRPr="00E40620">
              <w:rPr>
                <w:rFonts w:hint="eastAsia"/>
                <w:sz w:val="18"/>
                <w:szCs w:val="19"/>
              </w:rPr>
              <w:t>一　介護サービスを受けるときは、必ず事前に、この認定証を事業者</w:t>
            </w:r>
          </w:p>
          <w:p w14:paraId="4251799A" w14:textId="5FBE32CB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　又は施設の窓口に提出してください。</w:t>
            </w:r>
          </w:p>
          <w:p w14:paraId="4AB2D299" w14:textId="6F3072FB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二　介護サービスを受けるときに支払う金額は、介護費用（入院又は</w:t>
            </w:r>
          </w:p>
          <w:p w14:paraId="494626A0" w14:textId="107EF1C2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　入所時の居住又は滞在に要する費用及び食事に要する費用を除く。）</w:t>
            </w:r>
          </w:p>
          <w:p w14:paraId="2344A94F" w14:textId="7AE4931A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　から介護費用に給付率を乗じた額を引いた額になります。</w:t>
            </w:r>
          </w:p>
          <w:p w14:paraId="1C2005BB" w14:textId="6293EA0F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三　被保険者の資格がなくなったとき、減額・免除の認定の要件に該</w:t>
            </w:r>
          </w:p>
          <w:p w14:paraId="13889C18" w14:textId="77777777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　当しなくなったとき、又は減額・免除の認定証の有効期限に至った</w:t>
            </w:r>
          </w:p>
          <w:p w14:paraId="7AD9114B" w14:textId="77777777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　ときは、遅滞なく、この証を市町村に返してください。また、転出</w:t>
            </w:r>
          </w:p>
          <w:p w14:paraId="74795C82" w14:textId="5FB8C5DC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　の届出をする際には、この証を添えてください。</w:t>
            </w:r>
          </w:p>
          <w:p w14:paraId="6EDEE794" w14:textId="77777777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四　この証の表面の記載事項に変更があったときは、十四日以内に、</w:t>
            </w:r>
          </w:p>
          <w:p w14:paraId="7866F872" w14:textId="713A68CB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　この証を添えて、市町村にその旨を届け出てください。</w:t>
            </w:r>
          </w:p>
          <w:p w14:paraId="21562BF8" w14:textId="37BADC99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五　不正にこの証を使用した者は、刑法により詐欺罪として</w:t>
            </w:r>
            <w:r w:rsidR="000910CE">
              <w:rPr>
                <w:rFonts w:hint="eastAsia"/>
                <w:sz w:val="18"/>
                <w:szCs w:val="19"/>
              </w:rPr>
              <w:t>拘禁刑</w:t>
            </w:r>
            <w:r w:rsidRPr="00E40620">
              <w:rPr>
                <w:rFonts w:hint="eastAsia"/>
                <w:sz w:val="18"/>
                <w:szCs w:val="19"/>
              </w:rPr>
              <w:t>の</w:t>
            </w:r>
          </w:p>
          <w:p w14:paraId="01E19AFF" w14:textId="4467C547" w:rsidR="00BC0157" w:rsidRPr="00763105" w:rsidRDefault="000B46F0" w:rsidP="00FB5CC0">
            <w:pPr>
              <w:spacing w:line="320" w:lineRule="exact"/>
              <w:ind w:left="420" w:hanging="420"/>
              <w:rPr>
                <w:sz w:val="18"/>
                <w:szCs w:val="18"/>
              </w:rPr>
            </w:pPr>
            <w:r w:rsidRPr="00FB5CC0">
              <w:rPr>
                <w:rFonts w:hAnsi="ＭＳ 明朝"/>
                <w:noProof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B2F5A5A" wp14:editId="53B8EB28">
                      <wp:simplePos x="0" y="0"/>
                      <wp:positionH relativeFrom="column">
                        <wp:posOffset>-382270</wp:posOffset>
                      </wp:positionH>
                      <wp:positionV relativeFrom="paragraph">
                        <wp:posOffset>4445</wp:posOffset>
                      </wp:positionV>
                      <wp:extent cx="2971800" cy="4607560"/>
                      <wp:effectExtent l="0" t="0" r="19050" b="2159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0" cy="4607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63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204D5F2C" w14:textId="270D8147" w:rsidR="00F96D4B" w:rsidRPr="00BB2F6A" w:rsidRDefault="00F96D4B" w:rsidP="00F96D4B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固定文言１＋編集１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2F5A5A" id="正方形/長方形 1" o:spid="_x0000_s1031" style="position:absolute;left:0;text-align:left;margin-left:-30.1pt;margin-top:.35pt;width:234pt;height:362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" fillcolor="#92d050" strokecolor="#92d050" strokeweight=".5pt">
                      <v:fill opacity="52428f"/>
                      <v:textbox>
                        <w:txbxContent>
                          <w:p w14:paraId="204D5F2C" w14:textId="270D8147" w:rsidR="00F96D4B" w:rsidRPr="00BB2F6A" w:rsidRDefault="00F96D4B" w:rsidP="00F96D4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C0157" w:rsidRPr="00E40620">
              <w:rPr>
                <w:rFonts w:hint="eastAsia"/>
                <w:sz w:val="18"/>
                <w:szCs w:val="19"/>
              </w:rPr>
              <w:t xml:space="preserve">　　</w:t>
            </w:r>
            <w:r w:rsidR="000910CE">
              <w:rPr>
                <w:rFonts w:hint="eastAsia"/>
                <w:sz w:val="18"/>
                <w:szCs w:val="19"/>
              </w:rPr>
              <w:t>処分</w:t>
            </w:r>
            <w:r w:rsidR="00BC0157" w:rsidRPr="00E40620">
              <w:rPr>
                <w:rFonts w:hint="eastAsia"/>
                <w:sz w:val="18"/>
                <w:szCs w:val="19"/>
              </w:rPr>
              <w:t>を受けます。</w:t>
            </w:r>
          </w:p>
        </w:tc>
      </w:tr>
      <w:tr w:rsidR="00BC0157" w14:paraId="484403C7" w14:textId="77777777" w:rsidTr="002B3929">
        <w:trPr>
          <w:cantSplit/>
          <w:trHeight w:val="286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71151D" w14:textId="77777777" w:rsidR="00BC0157" w:rsidRDefault="00BC0157" w:rsidP="002B3929"/>
        </w:tc>
      </w:tr>
      <w:tr w:rsidR="00BC0157" w14:paraId="0075787E" w14:textId="77777777" w:rsidTr="002B3929">
        <w:trPr>
          <w:cantSplit/>
          <w:trHeight w:val="433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51C813" w14:textId="77777777" w:rsidR="00BC0157" w:rsidRDefault="00BC0157" w:rsidP="002B3929"/>
        </w:tc>
      </w:tr>
      <w:tr w:rsidR="00BC0157" w14:paraId="42EB48A6" w14:textId="77777777" w:rsidTr="002B3929">
        <w:trPr>
          <w:cantSplit/>
          <w:trHeight w:val="408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C295B" w14:textId="77777777" w:rsidR="00BC0157" w:rsidRDefault="00BC0157" w:rsidP="002B3929"/>
        </w:tc>
      </w:tr>
      <w:tr w:rsidR="00BC0157" w14:paraId="078B9F86" w14:textId="77777777" w:rsidTr="002B3929">
        <w:trPr>
          <w:cantSplit/>
          <w:trHeight w:val="817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4EDD46" w14:textId="77777777" w:rsidR="00BC0157" w:rsidRDefault="00BC0157" w:rsidP="002B3929"/>
        </w:tc>
      </w:tr>
      <w:tr w:rsidR="00BC0157" w14:paraId="75833124" w14:textId="77777777" w:rsidTr="002B3929">
        <w:trPr>
          <w:cantSplit/>
          <w:trHeight w:val="286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738A09" w14:textId="77777777" w:rsidR="00BC0157" w:rsidRDefault="00BC0157" w:rsidP="002B3929"/>
        </w:tc>
      </w:tr>
      <w:tr w:rsidR="00BC0157" w14:paraId="57A5807D" w14:textId="77777777" w:rsidTr="002B3929">
        <w:trPr>
          <w:cantSplit/>
          <w:trHeight w:val="541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0122EC" w14:textId="77777777" w:rsidR="00BC0157" w:rsidRDefault="00BC0157" w:rsidP="002B3929"/>
        </w:tc>
      </w:tr>
      <w:tr w:rsidR="00BC0157" w14:paraId="28441139" w14:textId="77777777" w:rsidTr="002B3929">
        <w:trPr>
          <w:cantSplit/>
          <w:trHeight w:val="540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3F2391" w14:textId="77777777" w:rsidR="00BC0157" w:rsidRDefault="00BC0157" w:rsidP="002B3929"/>
        </w:tc>
      </w:tr>
      <w:tr w:rsidR="00BC0157" w14:paraId="28B29395" w14:textId="77777777" w:rsidTr="002B3929">
        <w:trPr>
          <w:cantSplit/>
          <w:trHeight w:val="540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557D3E" w14:textId="77777777" w:rsidR="00BC0157" w:rsidRDefault="00BC0157" w:rsidP="002B3929"/>
        </w:tc>
      </w:tr>
      <w:tr w:rsidR="00BC0157" w14:paraId="269A88D2" w14:textId="77777777" w:rsidTr="002B3929">
        <w:trPr>
          <w:cantSplit/>
          <w:trHeight w:val="540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D48FB9" w14:textId="77777777" w:rsidR="00BC0157" w:rsidRDefault="00BC0157" w:rsidP="002B3929"/>
        </w:tc>
      </w:tr>
      <w:tr w:rsidR="00BC0157" w14:paraId="693FF640" w14:textId="77777777" w:rsidTr="002B3929">
        <w:trPr>
          <w:cantSplit/>
          <w:trHeight w:val="540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7FA740" w14:textId="77777777" w:rsidR="00BC0157" w:rsidRDefault="00BC0157" w:rsidP="002B3929"/>
        </w:tc>
      </w:tr>
      <w:tr w:rsidR="00BC0157" w14:paraId="2D29B326" w14:textId="77777777" w:rsidTr="002B3929">
        <w:trPr>
          <w:cantSplit/>
          <w:trHeight w:val="286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D6D156" w14:textId="77777777" w:rsidR="00BC0157" w:rsidRDefault="00BC0157" w:rsidP="002B3929"/>
        </w:tc>
      </w:tr>
      <w:tr w:rsidR="00BC0157" w14:paraId="7C0FA521" w14:textId="77777777" w:rsidTr="002B3929">
        <w:trPr>
          <w:cantSplit/>
          <w:trHeight w:val="466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CA89A7" w14:textId="77777777" w:rsidR="00BC0157" w:rsidRDefault="00BC0157" w:rsidP="002B3929"/>
        </w:tc>
      </w:tr>
      <w:tr w:rsidR="00BC0157" w14:paraId="29EC6891" w14:textId="77777777" w:rsidTr="002B3929">
        <w:trPr>
          <w:cantSplit/>
          <w:trHeight w:val="817"/>
        </w:trPr>
        <w:tc>
          <w:tcPr>
            <w:tcW w:w="5160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3EDE8B" w14:textId="77777777" w:rsidR="00BC0157" w:rsidRDefault="00BC0157" w:rsidP="002B3929"/>
        </w:tc>
      </w:tr>
    </w:tbl>
    <w:p w14:paraId="447F5FA4" w14:textId="6CE738D3" w:rsidR="00763105" w:rsidRPr="00763105" w:rsidRDefault="00763105" w:rsidP="00C67D99">
      <w:pPr>
        <w:rPr>
          <w:sz w:val="14"/>
          <w:szCs w:val="14"/>
        </w:rPr>
      </w:pPr>
    </w:p>
    <w:p w14:paraId="36A95A52" w14:textId="08149E31" w:rsidR="00763105" w:rsidRPr="00763105" w:rsidRDefault="00763105" w:rsidP="00C67D99">
      <w:pPr>
        <w:rPr>
          <w:sz w:val="14"/>
          <w:szCs w:val="14"/>
        </w:rPr>
      </w:pPr>
    </w:p>
    <w:p w14:paraId="476C4CF4" w14:textId="0BA05308" w:rsidR="00763105" w:rsidRPr="00763105" w:rsidRDefault="00763105" w:rsidP="00C67D99">
      <w:pPr>
        <w:rPr>
          <w:sz w:val="14"/>
          <w:szCs w:val="14"/>
        </w:rPr>
      </w:pPr>
    </w:p>
    <w:p w14:paraId="0CFB397B" w14:textId="3CD10515" w:rsidR="00763105" w:rsidRPr="00763105" w:rsidRDefault="005E0FCE" w:rsidP="00C67D99">
      <w:pPr>
        <w:rPr>
          <w:sz w:val="14"/>
          <w:szCs w:val="14"/>
        </w:rPr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7EEED6" wp14:editId="26A5AFAB">
                <wp:simplePos x="0" y="0"/>
                <wp:positionH relativeFrom="column">
                  <wp:posOffset>3362325</wp:posOffset>
                </wp:positionH>
                <wp:positionV relativeFrom="paragraph">
                  <wp:posOffset>27940</wp:posOffset>
                </wp:positionV>
                <wp:extent cx="6377305" cy="4695825"/>
                <wp:effectExtent l="0" t="0" r="23495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7305" cy="46958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6BD2449" w14:textId="77777777" w:rsidR="00BB2F6A" w:rsidRDefault="00BB2F6A" w:rsidP="00755A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75D2F574" w14:textId="77777777" w:rsidR="00BB2F6A" w:rsidRDefault="00BB2F6A" w:rsidP="00755A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004AA5BA" w14:textId="77777777" w:rsidR="00BB2F6A" w:rsidRDefault="00BB2F6A" w:rsidP="00755A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3E7CB195" w14:textId="167E3FAC" w:rsidR="00BC0157" w:rsidRPr="00BB2F6A" w:rsidRDefault="00755AAB" w:rsidP="00755A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BB2F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BB2F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7EEED6" id="正方形/長方形 7" o:spid="_x0000_s1032" style="position:absolute;left:0;text-align:left;margin-left:264.75pt;margin-top:2.2pt;width:502.15pt;height:36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" fillcolor="#92d050" strokecolor="#92d050" strokeweight=".5pt">
                <v:fill opacity="52428f"/>
                <v:textbox>
                  <w:txbxContent>
                    <w:p w14:paraId="36BD2449" w14:textId="77777777" w:rsidR="00BB2F6A" w:rsidRDefault="00BB2F6A" w:rsidP="00755AA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75D2F574" w14:textId="77777777" w:rsidR="00BB2F6A" w:rsidRDefault="00BB2F6A" w:rsidP="00755AA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004AA5BA" w14:textId="77777777" w:rsidR="00BB2F6A" w:rsidRDefault="00BB2F6A" w:rsidP="00755AA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3E7CB195" w14:textId="167E3FAC" w:rsidR="00BC0157" w:rsidRPr="00BB2F6A" w:rsidRDefault="00755AAB" w:rsidP="00755AA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BB2F6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BB2F6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47108291" w14:textId="18BAAFA3" w:rsidR="00763105" w:rsidRPr="00763105" w:rsidRDefault="00763105" w:rsidP="00C67D99">
      <w:pPr>
        <w:rPr>
          <w:sz w:val="14"/>
          <w:szCs w:val="14"/>
        </w:rPr>
      </w:pPr>
    </w:p>
    <w:p w14:paraId="0FE0CEED" w14:textId="4BB48AFA" w:rsidR="00763105" w:rsidRPr="00763105" w:rsidRDefault="00763105" w:rsidP="00C67D99">
      <w:pPr>
        <w:rPr>
          <w:sz w:val="14"/>
          <w:szCs w:val="14"/>
        </w:rPr>
      </w:pPr>
    </w:p>
    <w:p w14:paraId="6CB3CC00" w14:textId="59F95CC0" w:rsidR="00556630" w:rsidRDefault="00556630">
      <w:pPr>
        <w:rPr>
          <w:rFonts w:hAnsi="ＭＳ 明朝" w:cs="ＭＳ 明朝"/>
        </w:rPr>
      </w:pPr>
    </w:p>
    <w:p w14:paraId="24812C13" w14:textId="1282DB9F" w:rsidR="00556630" w:rsidRDefault="00556630">
      <w:pPr>
        <w:rPr>
          <w:rFonts w:hAnsi="ＭＳ 明朝" w:cs="ＭＳ 明朝"/>
        </w:rPr>
      </w:pPr>
    </w:p>
    <w:p w14:paraId="1CE8FAF3" w14:textId="0D3F3F9E" w:rsidR="00556630" w:rsidRPr="00DA63E1" w:rsidRDefault="00556630">
      <w:pPr>
        <w:rPr>
          <w:rFonts w:hAnsi="ＭＳ 明朝" w:cs="ＭＳ 明朝"/>
        </w:rPr>
      </w:pPr>
    </w:p>
    <w:p w14:paraId="63C94DF1" w14:textId="3DE6978F" w:rsidR="00763105" w:rsidRDefault="00763105"/>
    <w:p w14:paraId="505B760C" w14:textId="54B16616" w:rsidR="000C215D" w:rsidRDefault="000C215D"/>
    <w:p w14:paraId="458324B2" w14:textId="4DB9B241" w:rsidR="005640E2" w:rsidRDefault="005640E2"/>
    <w:p w14:paraId="467C4D3B" w14:textId="2E488397" w:rsidR="000C215D" w:rsidRDefault="000C215D"/>
    <w:p w14:paraId="35FD2A3C" w14:textId="3D7F150B" w:rsidR="00B31952" w:rsidRDefault="00B31952"/>
    <w:p w14:paraId="502586A3" w14:textId="200E1962" w:rsidR="00B31952" w:rsidRDefault="00B31952"/>
    <w:p w14:paraId="1EC6A663" w14:textId="0C74C68B" w:rsidR="00B31952" w:rsidRDefault="00B31952"/>
    <w:p w14:paraId="36A77F79" w14:textId="67E598BD" w:rsidR="00B31952" w:rsidRDefault="00B31952"/>
    <w:p w14:paraId="628CA2ED" w14:textId="75DA1963" w:rsidR="00B31952" w:rsidRDefault="00B31952"/>
    <w:p w14:paraId="3D47D055" w14:textId="37BB811A" w:rsidR="00B31952" w:rsidRDefault="00B31952"/>
    <w:p w14:paraId="105421E9" w14:textId="74671A64" w:rsidR="00B31952" w:rsidRDefault="00B31952"/>
    <w:p w14:paraId="18EC7511" w14:textId="4253D602" w:rsidR="00B31952" w:rsidRDefault="00B31952"/>
    <w:p w14:paraId="2545D37C" w14:textId="02CEFDD7" w:rsidR="00B31952" w:rsidRDefault="00B31952"/>
    <w:p w14:paraId="59ECC0A6" w14:textId="6AA78C34" w:rsidR="00B31952" w:rsidRDefault="00B31952"/>
    <w:p w14:paraId="38BA86F3" w14:textId="66D7ECDF" w:rsidR="00B31952" w:rsidRDefault="00B31952"/>
    <w:p w14:paraId="4A7DC27B" w14:textId="6F3F645B" w:rsidR="00B31952" w:rsidRDefault="00FD7CFE">
      <w:r w:rsidRPr="00FD7CFE">
        <w:rPr>
          <w:rFonts w:hint="eastAsia"/>
        </w:rPr>
        <w:t>備考　この証の大きさは、縦１２８ミリメートル、横９１ミリメートルとすること。</w:t>
      </w:r>
    </w:p>
    <w:sectPr w:rsidR="00B31952" w:rsidSect="00BC0157">
      <w:pgSz w:w="16838" w:h="11906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C5C99" w14:textId="77777777" w:rsidR="005340FC" w:rsidRDefault="005340FC" w:rsidP="00930025">
      <w:r>
        <w:separator/>
      </w:r>
    </w:p>
  </w:endnote>
  <w:endnote w:type="continuationSeparator" w:id="0">
    <w:p w14:paraId="29847549" w14:textId="77777777" w:rsidR="005340FC" w:rsidRDefault="005340FC" w:rsidP="0093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910B2" w14:textId="77777777" w:rsidR="005340FC" w:rsidRDefault="005340FC" w:rsidP="00930025">
      <w:r>
        <w:separator/>
      </w:r>
    </w:p>
  </w:footnote>
  <w:footnote w:type="continuationSeparator" w:id="0">
    <w:p w14:paraId="2D8FF38A" w14:textId="77777777" w:rsidR="005340FC" w:rsidRDefault="005340FC" w:rsidP="00930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dirty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025"/>
    <w:rsid w:val="00040C7F"/>
    <w:rsid w:val="000576B9"/>
    <w:rsid w:val="00072EFB"/>
    <w:rsid w:val="000910CE"/>
    <w:rsid w:val="000B46F0"/>
    <w:rsid w:val="000B4ACE"/>
    <w:rsid w:val="000C215D"/>
    <w:rsid w:val="00147863"/>
    <w:rsid w:val="00155DD4"/>
    <w:rsid w:val="00167F2F"/>
    <w:rsid w:val="00182D3E"/>
    <w:rsid w:val="001C2162"/>
    <w:rsid w:val="001C28F2"/>
    <w:rsid w:val="001D095B"/>
    <w:rsid w:val="001E0750"/>
    <w:rsid w:val="001F3322"/>
    <w:rsid w:val="002B3929"/>
    <w:rsid w:val="00301A6F"/>
    <w:rsid w:val="0031767A"/>
    <w:rsid w:val="0034592F"/>
    <w:rsid w:val="003D4778"/>
    <w:rsid w:val="00401D9E"/>
    <w:rsid w:val="004233ED"/>
    <w:rsid w:val="00425BE1"/>
    <w:rsid w:val="00434C40"/>
    <w:rsid w:val="00490BDA"/>
    <w:rsid w:val="004D6457"/>
    <w:rsid w:val="00511D47"/>
    <w:rsid w:val="00516074"/>
    <w:rsid w:val="005340FC"/>
    <w:rsid w:val="00556630"/>
    <w:rsid w:val="005640E2"/>
    <w:rsid w:val="005D6277"/>
    <w:rsid w:val="005E0FCE"/>
    <w:rsid w:val="005F2E38"/>
    <w:rsid w:val="006230BB"/>
    <w:rsid w:val="006A0F25"/>
    <w:rsid w:val="006A642E"/>
    <w:rsid w:val="006B5F27"/>
    <w:rsid w:val="006C1D46"/>
    <w:rsid w:val="006E1053"/>
    <w:rsid w:val="00727D8E"/>
    <w:rsid w:val="00755AAB"/>
    <w:rsid w:val="00763105"/>
    <w:rsid w:val="007756E6"/>
    <w:rsid w:val="007B34EC"/>
    <w:rsid w:val="007D4FA6"/>
    <w:rsid w:val="007E4A7F"/>
    <w:rsid w:val="007E7EBE"/>
    <w:rsid w:val="00806B60"/>
    <w:rsid w:val="00836C96"/>
    <w:rsid w:val="008B6015"/>
    <w:rsid w:val="008D3BEA"/>
    <w:rsid w:val="00930025"/>
    <w:rsid w:val="009367D0"/>
    <w:rsid w:val="009F10C3"/>
    <w:rsid w:val="00A12E04"/>
    <w:rsid w:val="00A779CA"/>
    <w:rsid w:val="00AD425D"/>
    <w:rsid w:val="00AD467E"/>
    <w:rsid w:val="00B31952"/>
    <w:rsid w:val="00B35A60"/>
    <w:rsid w:val="00B401D1"/>
    <w:rsid w:val="00B86209"/>
    <w:rsid w:val="00BB2F6A"/>
    <w:rsid w:val="00BC0157"/>
    <w:rsid w:val="00BC5427"/>
    <w:rsid w:val="00C67D99"/>
    <w:rsid w:val="00C80EBD"/>
    <w:rsid w:val="00C92E10"/>
    <w:rsid w:val="00C95EFE"/>
    <w:rsid w:val="00CB3D53"/>
    <w:rsid w:val="00CC2821"/>
    <w:rsid w:val="00D00A9F"/>
    <w:rsid w:val="00D0412D"/>
    <w:rsid w:val="00DA63E1"/>
    <w:rsid w:val="00DB26C7"/>
    <w:rsid w:val="00E40620"/>
    <w:rsid w:val="00E46D46"/>
    <w:rsid w:val="00E90F93"/>
    <w:rsid w:val="00EE0094"/>
    <w:rsid w:val="00EE6B0F"/>
    <w:rsid w:val="00F54B53"/>
    <w:rsid w:val="00F84419"/>
    <w:rsid w:val="00F96D4B"/>
    <w:rsid w:val="00FB5CC0"/>
    <w:rsid w:val="00FC3444"/>
    <w:rsid w:val="00FD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32718285"/>
  <w14:defaultImageDpi w14:val="0"/>
  <w15:docId w15:val="{DF75EB69-BFBC-4662-AF1D-4046800C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5AAB"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30025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30025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B401D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B401D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E4246925-EAAE-42B0-B9C1-C84AADD9C3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6754A8-F960-41DD-887D-11B1ED9A046D}"/>
</file>

<file path=customXml/itemProps3.xml><?xml version="1.0" encoding="utf-8"?>
<ds:datastoreItem xmlns:ds="http://schemas.openxmlformats.org/officeDocument/2006/customXml" ds:itemID="{02412E2E-8311-49FC-8449-8590B93F4E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09EE09-F190-48CA-B53B-A400FCBD0A59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150</TotalTime>
  <Pages>2</Pages>
  <Words>520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2</cp:revision>
  <cp:lastPrinted>2021-10-18T05:17:00Z</cp:lastPrinted>
  <dcterms:created xsi:type="dcterms:W3CDTF">2020-12-22T07:21:00Z</dcterms:created>
  <dcterms:modified xsi:type="dcterms:W3CDTF">2025-06-10T02:16:00Z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MediaServiceImageTags">
    <vt:lpwstr/>
  </property>
  <property fmtid="{D5CDD505-2E9C-101B-9397-08002B2CF9AE}" pid="4" name="Order">
    <vt:r8>747800</vt:r8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riggerFlowInfo">
    <vt:lpwstr/>
  </property>
</Properties>
</file>