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32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5"/>
        <w:gridCol w:w="5545"/>
      </w:tblGrid>
      <w:tr w:rsidR="00343D5B" w14:paraId="7064FC98" w14:textId="77777777" w:rsidTr="00D305A6">
        <w:trPr>
          <w:cantSplit/>
        </w:trPr>
        <w:tc>
          <w:tcPr>
            <w:tcW w:w="4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7A777E" w14:textId="665642FA" w:rsidR="00343D5B" w:rsidRDefault="00B02D48">
            <w:pPr>
              <w:wordWrap w:val="0"/>
              <w:overflowPunct w:val="0"/>
              <w:autoSpaceDE w:val="0"/>
              <w:autoSpaceDN w:val="0"/>
              <w:spacing w:after="120"/>
              <w:jc w:val="right"/>
              <w:textAlignment w:val="center"/>
            </w:pPr>
            <w:r>
              <w:rPr>
                <w:noProof/>
                <w:spacing w:val="30"/>
              </w:rPr>
              <w:pict w14:anchorId="5D566DF9">
                <v:rect id="_x0000_s2053" style="position:absolute;left:0;text-align:left;margin-left:-4pt;margin-top:413.3pt;width:479.05pt;height:38.25pt;z-index:251658240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_x0000_s2053">
                    <w:txbxContent>
                      <w:p w14:paraId="55EEFB28" w14:textId="09BA6710" w:rsidR="00475F24" w:rsidRPr="00EB72EE" w:rsidRDefault="00475F24" w:rsidP="00475F24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EB72EE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F70E1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  <w10:anchorlock/>
                </v:rect>
              </w:pict>
            </w:r>
            <w:r w:rsidR="00343D5B">
              <w:rPr>
                <w:rFonts w:hint="eastAsia"/>
              </w:rPr>
              <w:t>障害児福祉手当</w:t>
            </w:r>
          </w:p>
          <w:p w14:paraId="24471FE6" w14:textId="78B7646B" w:rsidR="00343D5B" w:rsidRDefault="00343D5B">
            <w:pPr>
              <w:wordWrap w:val="0"/>
              <w:overflowPunct w:val="0"/>
              <w:autoSpaceDE w:val="0"/>
              <w:autoSpaceDN w:val="0"/>
              <w:spacing w:after="120"/>
              <w:jc w:val="right"/>
              <w:textAlignment w:val="center"/>
            </w:pPr>
            <w:r>
              <w:rPr>
                <w:rFonts w:hint="eastAsia"/>
              </w:rPr>
              <w:t>特別障害者手当</w:t>
            </w:r>
          </w:p>
          <w:p w14:paraId="579F8F99" w14:textId="77777777" w:rsidR="00343D5B" w:rsidRDefault="00CC7F22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経過的福祉手当</w:t>
            </w:r>
          </w:p>
        </w:tc>
        <w:tc>
          <w:tcPr>
            <w:tcW w:w="55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116F282D" w14:textId="05312047" w:rsidR="00343D5B" w:rsidRDefault="00343D5B" w:rsidP="002D234A">
            <w:pPr>
              <w:overflowPunct w:val="0"/>
              <w:autoSpaceDE w:val="0"/>
              <w:autoSpaceDN w:val="0"/>
              <w:textAlignment w:val="center"/>
            </w:pPr>
            <w:r w:rsidRPr="006A28D1">
              <w:rPr>
                <w:rFonts w:hint="eastAsia"/>
                <w:spacing w:val="30"/>
                <w:kern w:val="0"/>
                <w:fitText w:val="2100" w:id="-1576343296"/>
              </w:rPr>
              <w:t>未</w:t>
            </w:r>
            <w:r w:rsidR="002D234A" w:rsidRPr="006A28D1">
              <w:rPr>
                <w:rFonts w:hint="eastAsia"/>
                <w:spacing w:val="30"/>
                <w:kern w:val="0"/>
                <w:fitText w:val="2100" w:id="-1576343296"/>
              </w:rPr>
              <w:t>支払</w:t>
            </w:r>
            <w:r w:rsidRPr="006A28D1">
              <w:rPr>
                <w:rFonts w:hint="eastAsia"/>
                <w:spacing w:val="30"/>
                <w:kern w:val="0"/>
                <w:fitText w:val="2100" w:id="-1576343296"/>
              </w:rPr>
              <w:t>手当請求</w:t>
            </w:r>
            <w:r w:rsidRPr="006A28D1">
              <w:rPr>
                <w:rFonts w:hint="eastAsia"/>
                <w:kern w:val="0"/>
                <w:fitText w:val="2100" w:id="-1576343296"/>
              </w:rPr>
              <w:t>書</w:t>
            </w:r>
          </w:p>
        </w:tc>
      </w:tr>
    </w:tbl>
    <w:p w14:paraId="6D3B4089" w14:textId="553B4ADE" w:rsidR="00343D5B" w:rsidRDefault="00343D5B">
      <w:pPr>
        <w:wordWrap w:val="0"/>
        <w:overflowPunct w:val="0"/>
        <w:autoSpaceDE w:val="0"/>
        <w:autoSpaceDN w:val="0"/>
        <w:textAlignment w:val="center"/>
      </w:pPr>
    </w:p>
    <w:tbl>
      <w:tblPr>
        <w:tblW w:w="9640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"/>
        <w:gridCol w:w="1417"/>
        <w:gridCol w:w="1843"/>
        <w:gridCol w:w="535"/>
        <w:gridCol w:w="223"/>
        <w:gridCol w:w="223"/>
        <w:gridCol w:w="153"/>
        <w:gridCol w:w="70"/>
        <w:gridCol w:w="223"/>
        <w:gridCol w:w="190"/>
        <w:gridCol w:w="33"/>
        <w:gridCol w:w="224"/>
        <w:gridCol w:w="394"/>
        <w:gridCol w:w="143"/>
        <w:gridCol w:w="389"/>
        <w:gridCol w:w="56"/>
        <w:gridCol w:w="334"/>
        <w:gridCol w:w="111"/>
        <w:gridCol w:w="278"/>
        <w:gridCol w:w="167"/>
        <w:gridCol w:w="128"/>
        <w:gridCol w:w="95"/>
        <w:gridCol w:w="223"/>
        <w:gridCol w:w="167"/>
        <w:gridCol w:w="278"/>
        <w:gridCol w:w="111"/>
        <w:gridCol w:w="334"/>
        <w:gridCol w:w="56"/>
        <w:gridCol w:w="390"/>
      </w:tblGrid>
      <w:tr w:rsidR="00343D5B" w14:paraId="5B1296FA" w14:textId="77777777" w:rsidTr="00D305A6">
        <w:trPr>
          <w:cantSplit/>
          <w:trHeight w:val="567"/>
        </w:trPr>
        <w:tc>
          <w:tcPr>
            <w:tcW w:w="852" w:type="dxa"/>
            <w:vMerge w:val="restart"/>
            <w:textDirection w:val="tbRlV"/>
            <w:vAlign w:val="center"/>
          </w:tcPr>
          <w:p w14:paraId="1527C893" w14:textId="77777777" w:rsidR="00343D5B" w:rsidRDefault="00343D5B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死亡</w:t>
            </w:r>
            <w:r>
              <w:rPr>
                <w:rFonts w:hint="eastAsia"/>
              </w:rPr>
              <w:t>者</w:t>
            </w:r>
          </w:p>
        </w:tc>
        <w:tc>
          <w:tcPr>
            <w:tcW w:w="1417" w:type="dxa"/>
            <w:vAlign w:val="center"/>
          </w:tcPr>
          <w:p w14:paraId="32466C2C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371" w:type="dxa"/>
            <w:gridSpan w:val="27"/>
            <w:vAlign w:val="center"/>
          </w:tcPr>
          <w:p w14:paraId="52B0935F" w14:textId="6F4E4011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343D5B" w14:paraId="0DFE733F" w14:textId="77777777" w:rsidTr="00D305A6">
        <w:trPr>
          <w:cantSplit/>
          <w:trHeight w:val="680"/>
        </w:trPr>
        <w:tc>
          <w:tcPr>
            <w:tcW w:w="852" w:type="dxa"/>
            <w:vMerge/>
          </w:tcPr>
          <w:p w14:paraId="7336CB23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181BE126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27"/>
          </w:tcPr>
          <w:p w14:paraId="009923C8" w14:textId="591E0262" w:rsidR="00343D5B" w:rsidRDefault="00900F5E" w:rsidP="00900F5E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〒</w:t>
            </w:r>
          </w:p>
        </w:tc>
      </w:tr>
      <w:tr w:rsidR="00343D5B" w14:paraId="3C74B9F1" w14:textId="77777777" w:rsidTr="00D305A6">
        <w:trPr>
          <w:cantSplit/>
          <w:trHeight w:val="567"/>
        </w:trPr>
        <w:tc>
          <w:tcPr>
            <w:tcW w:w="852" w:type="dxa"/>
            <w:vMerge/>
          </w:tcPr>
          <w:p w14:paraId="7597E537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5F417690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死亡年月日</w:t>
            </w:r>
          </w:p>
        </w:tc>
        <w:tc>
          <w:tcPr>
            <w:tcW w:w="7371" w:type="dxa"/>
            <w:gridSpan w:val="27"/>
            <w:vAlign w:val="center"/>
          </w:tcPr>
          <w:p w14:paraId="6D6E530B" w14:textId="4699173B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　　　</w:t>
            </w:r>
            <w:r w:rsidR="00AE51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　　　月　　　　日</w:t>
            </w:r>
          </w:p>
        </w:tc>
      </w:tr>
      <w:tr w:rsidR="00343D5B" w14:paraId="6674C4DF" w14:textId="77777777" w:rsidTr="00D305A6">
        <w:trPr>
          <w:cantSplit/>
          <w:trHeight w:val="567"/>
        </w:trPr>
        <w:tc>
          <w:tcPr>
            <w:tcW w:w="852" w:type="dxa"/>
            <w:vMerge w:val="restart"/>
            <w:textDirection w:val="tbRlV"/>
          </w:tcPr>
          <w:p w14:paraId="650E3095" w14:textId="77777777" w:rsidR="00343D5B" w:rsidRDefault="00343D5B" w:rsidP="00F17198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は届出</w:t>
            </w:r>
            <w:r>
              <w:rPr>
                <w:rFonts w:hint="eastAsia"/>
              </w:rPr>
              <w:t>者</w:t>
            </w:r>
          </w:p>
          <w:p w14:paraId="6C6AC2C1" w14:textId="77777777" w:rsidR="00343D5B" w:rsidRDefault="00343D5B" w:rsidP="00F17198">
            <w:pPr>
              <w:wordWrap w:val="0"/>
              <w:overflowPunct w:val="0"/>
              <w:autoSpaceDE w:val="0"/>
              <w:autoSpaceDN w:val="0"/>
              <w:ind w:left="113" w:right="113"/>
              <w:jc w:val="center"/>
              <w:textAlignment w:val="center"/>
            </w:pPr>
            <w:r>
              <w:rPr>
                <w:rFonts w:hint="eastAsia"/>
                <w:spacing w:val="105"/>
              </w:rPr>
              <w:t>請求者</w:t>
            </w:r>
            <w:r>
              <w:rPr>
                <w:rFonts w:hint="eastAsia"/>
              </w:rPr>
              <w:t>又</w:t>
            </w:r>
          </w:p>
        </w:tc>
        <w:tc>
          <w:tcPr>
            <w:tcW w:w="1417" w:type="dxa"/>
            <w:vAlign w:val="center"/>
          </w:tcPr>
          <w:p w14:paraId="56BE6544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7371" w:type="dxa"/>
            <w:gridSpan w:val="27"/>
            <w:vAlign w:val="center"/>
          </w:tcPr>
          <w:p w14:paraId="613FC4FB" w14:textId="27FCBD8B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343D5B" w14:paraId="18E596E7" w14:textId="77777777" w:rsidTr="00D305A6">
        <w:trPr>
          <w:cantSplit/>
          <w:trHeight w:val="680"/>
        </w:trPr>
        <w:tc>
          <w:tcPr>
            <w:tcW w:w="852" w:type="dxa"/>
            <w:vMerge/>
          </w:tcPr>
          <w:p w14:paraId="28B18A3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3E10F6DD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371" w:type="dxa"/>
            <w:gridSpan w:val="27"/>
          </w:tcPr>
          <w:p w14:paraId="2BDB58AC" w14:textId="331D43A8" w:rsidR="00343D5B" w:rsidRDefault="00900F5E" w:rsidP="00900F5E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〒</w:t>
            </w:r>
            <w:r w:rsidR="00B03412">
              <w:rPr>
                <w:rFonts w:hAnsi="ＭＳ 明朝" w:hint="eastAsia"/>
                <w:szCs w:val="21"/>
              </w:rPr>
              <w:t xml:space="preserve">　　　　　　　　　　　　　　　　　</w:t>
            </w:r>
            <w:r w:rsidR="00B02D48">
              <w:rPr>
                <w:rFonts w:hAnsi="ＭＳ 明朝" w:hint="eastAsia"/>
                <w:szCs w:val="21"/>
              </w:rPr>
              <w:t xml:space="preserve">　　　　　</w:t>
            </w:r>
            <w:r w:rsidR="00B03412">
              <w:rPr>
                <w:rFonts w:hAnsi="ＭＳ 明朝" w:hint="eastAsia"/>
                <w:szCs w:val="21"/>
              </w:rPr>
              <w:t xml:space="preserve">　　　 □死亡者に同じ</w:t>
            </w:r>
          </w:p>
        </w:tc>
      </w:tr>
      <w:tr w:rsidR="0093200F" w14:paraId="51FF1386" w14:textId="77777777" w:rsidTr="00D305A6">
        <w:trPr>
          <w:cantSplit/>
          <w:trHeight w:val="567"/>
        </w:trPr>
        <w:tc>
          <w:tcPr>
            <w:tcW w:w="852" w:type="dxa"/>
            <w:vMerge/>
          </w:tcPr>
          <w:p w14:paraId="3ADADC48" w14:textId="77777777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417" w:type="dxa"/>
            <w:vAlign w:val="center"/>
          </w:tcPr>
          <w:p w14:paraId="7941911E" w14:textId="77777777" w:rsidR="0093200F" w:rsidRDefault="0093200F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死亡者との続柄</w:t>
            </w:r>
          </w:p>
        </w:tc>
        <w:tc>
          <w:tcPr>
            <w:tcW w:w="2977" w:type="dxa"/>
            <w:gridSpan w:val="5"/>
            <w:vAlign w:val="center"/>
          </w:tcPr>
          <w:p w14:paraId="31C339E5" w14:textId="77777777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1134" w:type="dxa"/>
            <w:gridSpan w:val="6"/>
            <w:vAlign w:val="center"/>
          </w:tcPr>
          <w:p w14:paraId="2990CCC7" w14:textId="2549E53F" w:rsidR="0093200F" w:rsidRDefault="0093200F" w:rsidP="0093200F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260" w:type="dxa"/>
            <w:gridSpan w:val="16"/>
            <w:vAlign w:val="center"/>
          </w:tcPr>
          <w:p w14:paraId="6369195E" w14:textId="4F84B93D" w:rsidR="0093200F" w:rsidRDefault="0093200F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tr w:rsidR="004472AA" w14:paraId="5AF2B2EA" w14:textId="77777777" w:rsidTr="00D305A6">
        <w:trPr>
          <w:cantSplit/>
          <w:trHeight w:val="680"/>
        </w:trPr>
        <w:tc>
          <w:tcPr>
            <w:tcW w:w="2269" w:type="dxa"/>
            <w:gridSpan w:val="2"/>
            <w:vAlign w:val="center"/>
          </w:tcPr>
          <w:p w14:paraId="419CD67E" w14:textId="31206B46" w:rsidR="004472AA" w:rsidRDefault="004472AA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  <w:r>
              <w:rPr>
                <w:rFonts w:hint="eastAsia"/>
              </w:rPr>
              <w:t>未支給期間</w:t>
            </w:r>
          </w:p>
        </w:tc>
        <w:tc>
          <w:tcPr>
            <w:tcW w:w="7371" w:type="dxa"/>
            <w:gridSpan w:val="27"/>
            <w:vAlign w:val="center"/>
          </w:tcPr>
          <w:p w14:paraId="38DD7F4F" w14:textId="1A7D09E8" w:rsidR="004472AA" w:rsidRDefault="004472AA" w:rsidP="0093200F">
            <w:pPr>
              <w:overflowPunct w:val="0"/>
              <w:autoSpaceDE w:val="0"/>
              <w:autoSpaceDN w:val="0"/>
              <w:spacing w:line="320" w:lineRule="exact"/>
              <w:ind w:right="113"/>
              <w:jc w:val="center"/>
              <w:textAlignment w:val="center"/>
            </w:pPr>
            <w:r>
              <w:rPr>
                <w:rFonts w:hint="eastAsia"/>
              </w:rPr>
              <w:t>年　　　月　　　分から</w:t>
            </w:r>
          </w:p>
          <w:p w14:paraId="2469C3E1" w14:textId="49F1B856" w:rsidR="004472AA" w:rsidRDefault="004472AA" w:rsidP="0093200F">
            <w:pPr>
              <w:overflowPunct w:val="0"/>
              <w:autoSpaceDE w:val="0"/>
              <w:autoSpaceDN w:val="0"/>
              <w:spacing w:line="320" w:lineRule="exact"/>
              <w:ind w:right="113"/>
              <w:jc w:val="center"/>
              <w:textAlignment w:val="center"/>
            </w:pPr>
            <w:r>
              <w:rPr>
                <w:rFonts w:hint="eastAsia"/>
              </w:rPr>
              <w:t>年　　　月　　　分まで</w:t>
            </w:r>
          </w:p>
        </w:tc>
      </w:tr>
      <w:tr w:rsidR="004472AA" w14:paraId="0DEDFA26" w14:textId="77777777" w:rsidTr="00D305A6">
        <w:trPr>
          <w:cantSplit/>
          <w:trHeight w:val="680"/>
        </w:trPr>
        <w:tc>
          <w:tcPr>
            <w:tcW w:w="2269" w:type="dxa"/>
            <w:gridSpan w:val="2"/>
            <w:vAlign w:val="center"/>
          </w:tcPr>
          <w:p w14:paraId="5F051A57" w14:textId="5EA10BF8" w:rsidR="004472AA" w:rsidRDefault="004472AA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  <w:r>
              <w:rPr>
                <w:rFonts w:hint="eastAsia"/>
              </w:rPr>
              <w:t>未支給金額</w:t>
            </w:r>
          </w:p>
        </w:tc>
        <w:tc>
          <w:tcPr>
            <w:tcW w:w="7371" w:type="dxa"/>
            <w:gridSpan w:val="27"/>
            <w:vAlign w:val="center"/>
          </w:tcPr>
          <w:p w14:paraId="6EDC2114" w14:textId="45E397B8" w:rsidR="004472AA" w:rsidRDefault="004472AA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  <w:r>
              <w:rPr>
                <w:rFonts w:hint="eastAsia"/>
              </w:rPr>
              <w:t xml:space="preserve">　　　　　　円</w:t>
            </w:r>
          </w:p>
        </w:tc>
      </w:tr>
      <w:tr w:rsidR="00DD7BF1" w14:paraId="23FF50A8" w14:textId="77777777" w:rsidTr="00D305A6">
        <w:trPr>
          <w:cantSplit/>
          <w:trHeight w:val="283"/>
        </w:trPr>
        <w:tc>
          <w:tcPr>
            <w:tcW w:w="2269" w:type="dxa"/>
            <w:gridSpan w:val="2"/>
            <w:vMerge w:val="restart"/>
            <w:vAlign w:val="center"/>
          </w:tcPr>
          <w:p w14:paraId="37FDB6A5" w14:textId="77777777" w:rsidR="00F70E17" w:rsidRDefault="00F70E17" w:rsidP="00F70E17">
            <w:pPr>
              <w:tabs>
                <w:tab w:val="left" w:pos="173"/>
              </w:tabs>
              <w:jc w:val="center"/>
              <w:rPr>
                <w:color w:val="000000"/>
                <w:szCs w:val="21"/>
              </w:rPr>
            </w:pPr>
            <w:r w:rsidRPr="00241A28">
              <w:rPr>
                <w:rFonts w:hint="eastAsia"/>
                <w:color w:val="000000"/>
                <w:szCs w:val="21"/>
              </w:rPr>
              <w:t>支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払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希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望</w:t>
            </w:r>
          </w:p>
          <w:p w14:paraId="031312F1" w14:textId="1B54B11C" w:rsidR="00DD7BF1" w:rsidRDefault="00F70E17" w:rsidP="00F70E17">
            <w:pPr>
              <w:tabs>
                <w:tab w:val="left" w:pos="173"/>
              </w:tabs>
              <w:jc w:val="center"/>
            </w:pPr>
            <w:r w:rsidRPr="00241A28">
              <w:rPr>
                <w:rFonts w:hint="eastAsia"/>
                <w:color w:val="000000"/>
                <w:szCs w:val="21"/>
              </w:rPr>
              <w:t>金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融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機</w:t>
            </w:r>
            <w:r>
              <w:rPr>
                <w:rFonts w:hint="eastAsia"/>
                <w:color w:val="000000"/>
                <w:szCs w:val="21"/>
              </w:rPr>
              <w:t xml:space="preserve">　</w:t>
            </w:r>
            <w:r w:rsidRPr="00241A28">
              <w:rPr>
                <w:rFonts w:hint="eastAsia"/>
                <w:color w:val="000000"/>
                <w:szCs w:val="21"/>
              </w:rPr>
              <w:t>関</w:t>
            </w:r>
          </w:p>
        </w:tc>
        <w:tc>
          <w:tcPr>
            <w:tcW w:w="1843" w:type="dxa"/>
            <w:vMerge w:val="restart"/>
            <w:vAlign w:val="center"/>
          </w:tcPr>
          <w:p w14:paraId="74C8646F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銀　　行</w:t>
            </w:r>
          </w:p>
          <w:p w14:paraId="46C1F04F" w14:textId="77777777" w:rsidR="00DD7BF1" w:rsidRDefault="00DD7BF1" w:rsidP="00B2102D">
            <w:pPr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信用金庫</w:t>
            </w:r>
          </w:p>
          <w:p w14:paraId="0449656E" w14:textId="192CD574" w:rsidR="00DD7BF1" w:rsidRDefault="00DD7BF1" w:rsidP="00B2102D">
            <w:pPr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(　　　)</w:t>
            </w:r>
          </w:p>
        </w:tc>
        <w:tc>
          <w:tcPr>
            <w:tcW w:w="1617" w:type="dxa"/>
            <w:gridSpan w:val="7"/>
            <w:vMerge w:val="restart"/>
            <w:vAlign w:val="center"/>
          </w:tcPr>
          <w:p w14:paraId="680572F1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本店</w:t>
            </w:r>
          </w:p>
          <w:p w14:paraId="34178369" w14:textId="77777777" w:rsidR="00DD7BF1" w:rsidRDefault="00DD7BF1" w:rsidP="00B2102D">
            <w:pPr>
              <w:overflowPunct w:val="0"/>
              <w:autoSpaceDE w:val="0"/>
              <w:autoSpaceDN w:val="0"/>
              <w:ind w:left="113"/>
              <w:jc w:val="right"/>
            </w:pPr>
            <w:r>
              <w:rPr>
                <w:rFonts w:hint="eastAsia"/>
              </w:rPr>
              <w:t>支店</w:t>
            </w:r>
          </w:p>
          <w:p w14:paraId="0EC4D593" w14:textId="0519104A" w:rsidR="00DD7BF1" w:rsidRDefault="00DD7BF1" w:rsidP="00B2102D">
            <w:pPr>
              <w:overflowPunct w:val="0"/>
              <w:autoSpaceDE w:val="0"/>
              <w:autoSpaceDN w:val="0"/>
              <w:jc w:val="right"/>
              <w:textAlignment w:val="center"/>
            </w:pPr>
            <w:r>
              <w:rPr>
                <w:rFonts w:hint="eastAsia"/>
              </w:rPr>
              <w:t>出張所</w:t>
            </w:r>
          </w:p>
        </w:tc>
        <w:tc>
          <w:tcPr>
            <w:tcW w:w="794" w:type="dxa"/>
            <w:gridSpan w:val="4"/>
            <w:vMerge w:val="restart"/>
            <w:vAlign w:val="center"/>
          </w:tcPr>
          <w:p w14:paraId="2D92A2C1" w14:textId="77777777" w:rsidR="00DD7BF1" w:rsidRDefault="00DD7BF1" w:rsidP="00B2102D">
            <w:pPr>
              <w:overflowPunct w:val="0"/>
              <w:autoSpaceDE w:val="0"/>
              <w:autoSpaceDN w:val="0"/>
              <w:ind w:left="-12" w:right="46"/>
              <w:jc w:val="center"/>
            </w:pPr>
            <w:r>
              <w:rPr>
                <w:rFonts w:hint="eastAsia"/>
              </w:rPr>
              <w:t>普通</w:t>
            </w:r>
          </w:p>
          <w:p w14:paraId="6D7A7E9B" w14:textId="77777777" w:rsidR="00DD7BF1" w:rsidRDefault="00DD7BF1" w:rsidP="00B2102D">
            <w:pPr>
              <w:wordWrap w:val="0"/>
              <w:overflowPunct w:val="0"/>
              <w:autoSpaceDE w:val="0"/>
              <w:autoSpaceDN w:val="0"/>
              <w:ind w:left="-12" w:right="46"/>
              <w:jc w:val="center"/>
            </w:pPr>
            <w:r>
              <w:rPr>
                <w:rFonts w:hint="eastAsia"/>
              </w:rPr>
              <w:t>当座</w:t>
            </w:r>
          </w:p>
          <w:p w14:paraId="30422D1D" w14:textId="0F57FEDE" w:rsidR="00DD7BF1" w:rsidRDefault="00DD7BF1" w:rsidP="00B2102D">
            <w:pPr>
              <w:overflowPunct w:val="0"/>
              <w:autoSpaceDE w:val="0"/>
              <w:autoSpaceDN w:val="0"/>
              <w:ind w:leftChars="-73" w:left="-153" w:right="-104"/>
              <w:jc w:val="center"/>
              <w:textAlignment w:val="center"/>
            </w:pPr>
            <w:r>
              <w:rPr>
                <w:rFonts w:hint="eastAsia"/>
              </w:rPr>
              <w:t>(　　)</w:t>
            </w:r>
          </w:p>
        </w:tc>
        <w:tc>
          <w:tcPr>
            <w:tcW w:w="3117" w:type="dxa"/>
            <w:gridSpan w:val="15"/>
            <w:vAlign w:val="center"/>
          </w:tcPr>
          <w:p w14:paraId="0DCA4680" w14:textId="7A92E24B" w:rsidR="00DD7BF1" w:rsidRDefault="00DD7BF1" w:rsidP="00B2102D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  <w:r>
              <w:rPr>
                <w:rFonts w:hint="eastAsia"/>
              </w:rPr>
              <w:t>口座番号</w:t>
            </w:r>
          </w:p>
        </w:tc>
      </w:tr>
      <w:tr w:rsidR="00156BED" w14:paraId="528842D7" w14:textId="77777777" w:rsidTr="00080ECA">
        <w:trPr>
          <w:cantSplit/>
          <w:trHeight w:val="427"/>
        </w:trPr>
        <w:tc>
          <w:tcPr>
            <w:tcW w:w="2269" w:type="dxa"/>
            <w:gridSpan w:val="2"/>
            <w:vMerge/>
            <w:vAlign w:val="center"/>
          </w:tcPr>
          <w:p w14:paraId="78C484F1" w14:textId="77777777" w:rsidR="00156BED" w:rsidRPr="00241A28" w:rsidRDefault="00156BED" w:rsidP="00A433C1">
            <w:pPr>
              <w:tabs>
                <w:tab w:val="left" w:pos="173"/>
              </w:tabs>
              <w:jc w:val="center"/>
              <w:rPr>
                <w:color w:val="000000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14:paraId="262D198C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1617" w:type="dxa"/>
            <w:gridSpan w:val="7"/>
            <w:vMerge/>
            <w:vAlign w:val="center"/>
          </w:tcPr>
          <w:p w14:paraId="2B39DD69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794" w:type="dxa"/>
            <w:gridSpan w:val="4"/>
            <w:vMerge/>
            <w:vAlign w:val="center"/>
          </w:tcPr>
          <w:p w14:paraId="65EFDEE8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3FD9714D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13DC7682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0BBB2369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6" w:type="dxa"/>
            <w:gridSpan w:val="3"/>
            <w:vAlign w:val="center"/>
          </w:tcPr>
          <w:p w14:paraId="254A1FE1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27B5BF13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5" w:type="dxa"/>
            <w:gridSpan w:val="2"/>
            <w:vAlign w:val="center"/>
          </w:tcPr>
          <w:p w14:paraId="0270088F" w14:textId="77777777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  <w:tc>
          <w:tcPr>
            <w:tcW w:w="446" w:type="dxa"/>
            <w:gridSpan w:val="2"/>
            <w:vAlign w:val="center"/>
          </w:tcPr>
          <w:p w14:paraId="3E475B59" w14:textId="2092EEA2" w:rsidR="00156BED" w:rsidRDefault="00156BED" w:rsidP="00A433C1">
            <w:pPr>
              <w:overflowPunct w:val="0"/>
              <w:autoSpaceDE w:val="0"/>
              <w:autoSpaceDN w:val="0"/>
              <w:ind w:right="-104"/>
              <w:jc w:val="center"/>
              <w:textAlignment w:val="center"/>
            </w:pPr>
          </w:p>
        </w:tc>
      </w:tr>
      <w:tr w:rsidR="00156BED" w14:paraId="1EBD670B" w14:textId="77777777" w:rsidTr="00B244B4">
        <w:trPr>
          <w:cantSplit/>
          <w:trHeight w:val="454"/>
        </w:trPr>
        <w:tc>
          <w:tcPr>
            <w:tcW w:w="2269" w:type="dxa"/>
            <w:gridSpan w:val="2"/>
            <w:vMerge/>
            <w:vAlign w:val="center"/>
          </w:tcPr>
          <w:p w14:paraId="230C770D" w14:textId="77777777" w:rsidR="00156BED" w:rsidRDefault="00156BED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</w:p>
        </w:tc>
        <w:tc>
          <w:tcPr>
            <w:tcW w:w="1843" w:type="dxa"/>
            <w:vAlign w:val="center"/>
          </w:tcPr>
          <w:p w14:paraId="75B25C69" w14:textId="7A354A99" w:rsidR="00156BED" w:rsidRDefault="00156BED" w:rsidP="00B2102D">
            <w:pPr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ゆうちょ銀行</w:t>
            </w:r>
          </w:p>
        </w:tc>
        <w:tc>
          <w:tcPr>
            <w:tcW w:w="535" w:type="dxa"/>
            <w:vAlign w:val="center"/>
          </w:tcPr>
          <w:p w14:paraId="7E272612" w14:textId="40C87492" w:rsidR="00156BED" w:rsidRDefault="00156BED" w:rsidP="00EB72EE">
            <w:pPr>
              <w:overflowPunct w:val="0"/>
              <w:autoSpaceDE w:val="0"/>
              <w:autoSpaceDN w:val="0"/>
              <w:ind w:leftChars="-44" w:left="-92" w:right="-128"/>
              <w:jc w:val="center"/>
              <w:textAlignment w:val="center"/>
            </w:pPr>
            <w:r>
              <w:rPr>
                <w:rFonts w:hint="eastAsia"/>
              </w:rPr>
              <w:t>記号</w:t>
            </w:r>
          </w:p>
        </w:tc>
        <w:tc>
          <w:tcPr>
            <w:tcW w:w="223" w:type="dxa"/>
            <w:vAlign w:val="center"/>
          </w:tcPr>
          <w:p w14:paraId="3E072728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vAlign w:val="center"/>
          </w:tcPr>
          <w:p w14:paraId="3376041F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gridSpan w:val="2"/>
            <w:vAlign w:val="center"/>
          </w:tcPr>
          <w:p w14:paraId="5188E3E4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vAlign w:val="center"/>
          </w:tcPr>
          <w:p w14:paraId="0B9B7860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3" w:type="dxa"/>
            <w:gridSpan w:val="2"/>
            <w:vAlign w:val="center"/>
          </w:tcPr>
          <w:p w14:paraId="6665A67B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224" w:type="dxa"/>
            <w:vAlign w:val="center"/>
          </w:tcPr>
          <w:p w14:paraId="548AD59B" w14:textId="1DFAEA9C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537" w:type="dxa"/>
            <w:gridSpan w:val="2"/>
            <w:vAlign w:val="center"/>
          </w:tcPr>
          <w:p w14:paraId="2116DA0F" w14:textId="270F24C3" w:rsidR="00156BED" w:rsidRDefault="00156BED" w:rsidP="00EB72EE">
            <w:pPr>
              <w:overflowPunct w:val="0"/>
              <w:autoSpaceDE w:val="0"/>
              <w:autoSpaceDN w:val="0"/>
              <w:ind w:leftChars="-59" w:left="-124" w:right="-96"/>
              <w:jc w:val="center"/>
              <w:textAlignment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89" w:type="dxa"/>
            <w:vAlign w:val="center"/>
          </w:tcPr>
          <w:p w14:paraId="180D7835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57C94F3C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89" w:type="dxa"/>
            <w:gridSpan w:val="2"/>
            <w:vAlign w:val="center"/>
          </w:tcPr>
          <w:p w14:paraId="60F1A3A9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3"/>
            <w:vAlign w:val="center"/>
          </w:tcPr>
          <w:p w14:paraId="312075B1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454FE556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89" w:type="dxa"/>
            <w:gridSpan w:val="2"/>
            <w:vAlign w:val="center"/>
          </w:tcPr>
          <w:p w14:paraId="251DEC82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gridSpan w:val="2"/>
            <w:vAlign w:val="center"/>
          </w:tcPr>
          <w:p w14:paraId="08071005" w14:textId="77777777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  <w:tc>
          <w:tcPr>
            <w:tcW w:w="390" w:type="dxa"/>
            <w:vAlign w:val="center"/>
          </w:tcPr>
          <w:p w14:paraId="303FE83E" w14:textId="675DE455" w:rsidR="00156BED" w:rsidRDefault="00156BED" w:rsidP="004472AA">
            <w:pPr>
              <w:overflowPunct w:val="0"/>
              <w:autoSpaceDE w:val="0"/>
              <w:autoSpaceDN w:val="0"/>
              <w:ind w:right="216"/>
              <w:jc w:val="center"/>
              <w:textAlignment w:val="center"/>
            </w:pPr>
          </w:p>
        </w:tc>
      </w:tr>
      <w:tr w:rsidR="00DD7BF1" w14:paraId="3C616756" w14:textId="77777777" w:rsidTr="00D305A6">
        <w:trPr>
          <w:cantSplit/>
          <w:trHeight w:val="454"/>
        </w:trPr>
        <w:tc>
          <w:tcPr>
            <w:tcW w:w="2269" w:type="dxa"/>
            <w:gridSpan w:val="2"/>
            <w:vMerge/>
            <w:vAlign w:val="center"/>
          </w:tcPr>
          <w:p w14:paraId="13B31A9F" w14:textId="77777777" w:rsidR="00DD7BF1" w:rsidRDefault="00DD7BF1">
            <w:pPr>
              <w:wordWrap w:val="0"/>
              <w:overflowPunct w:val="0"/>
              <w:autoSpaceDE w:val="0"/>
              <w:autoSpaceDN w:val="0"/>
              <w:ind w:right="111" w:firstLine="111"/>
              <w:jc w:val="distribute"/>
              <w:textAlignment w:val="center"/>
            </w:pPr>
          </w:p>
        </w:tc>
        <w:tc>
          <w:tcPr>
            <w:tcW w:w="1843" w:type="dxa"/>
            <w:vAlign w:val="center"/>
          </w:tcPr>
          <w:p w14:paraId="5910FE55" w14:textId="60EABE96" w:rsidR="00DD7BF1" w:rsidRDefault="00DD7BF1" w:rsidP="00EB72EE">
            <w:pPr>
              <w:overflowPunct w:val="0"/>
              <w:autoSpaceDE w:val="0"/>
              <w:autoSpaceDN w:val="0"/>
              <w:ind w:leftChars="-36" w:left="-76" w:rightChars="-48" w:right="-101"/>
              <w:jc w:val="center"/>
              <w:textAlignment w:val="center"/>
            </w:pPr>
            <w:r>
              <w:rPr>
                <w:rFonts w:hint="eastAsia"/>
              </w:rPr>
              <w:t>口座名義人カナ</w:t>
            </w:r>
          </w:p>
        </w:tc>
        <w:tc>
          <w:tcPr>
            <w:tcW w:w="5528" w:type="dxa"/>
            <w:gridSpan w:val="26"/>
            <w:vAlign w:val="center"/>
          </w:tcPr>
          <w:p w14:paraId="7BF9E209" w14:textId="77777777" w:rsidR="00DD7BF1" w:rsidRDefault="00DD7BF1" w:rsidP="00EB72EE">
            <w:pPr>
              <w:overflowPunct w:val="0"/>
              <w:autoSpaceDE w:val="0"/>
              <w:autoSpaceDN w:val="0"/>
              <w:ind w:right="216"/>
              <w:textAlignment w:val="center"/>
            </w:pPr>
          </w:p>
        </w:tc>
      </w:tr>
      <w:tr w:rsidR="00343D5B" w14:paraId="7C37ADF7" w14:textId="77777777" w:rsidTr="00D305A6">
        <w:trPr>
          <w:cantSplit/>
          <w:trHeight w:val="2093"/>
        </w:trPr>
        <w:tc>
          <w:tcPr>
            <w:tcW w:w="9640" w:type="dxa"/>
            <w:gridSpan w:val="29"/>
            <w:tcBorders>
              <w:bottom w:val="nil"/>
            </w:tcBorders>
            <w:vAlign w:val="center"/>
          </w:tcPr>
          <w:p w14:paraId="2BC6B43E" w14:textId="38914480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上記のとおり</w:t>
            </w:r>
            <w:r w:rsidR="00321CB6">
              <w:rPr>
                <w:rFonts w:hint="eastAsia"/>
              </w:rPr>
              <w:t>、</w:t>
            </w:r>
            <w:r>
              <w:rPr>
                <w:rFonts w:hint="eastAsia"/>
              </w:rPr>
              <w:t>受給資格者が死亡したので届け出ます。</w:t>
            </w:r>
          </w:p>
          <w:p w14:paraId="00FD8452" w14:textId="77777777" w:rsidR="00343D5B" w:rsidRDefault="00343D5B" w:rsidP="0093200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>
              <w:rPr>
                <w:rFonts w:hint="eastAsia"/>
              </w:rPr>
              <w:t xml:space="preserve">　上記の者の死亡に伴い</w:t>
            </w:r>
            <w:r w:rsidR="00321CB6">
              <w:rPr>
                <w:rFonts w:hint="eastAsia"/>
              </w:rPr>
              <w:t>、</w:t>
            </w:r>
            <w:r>
              <w:rPr>
                <w:rFonts w:hint="eastAsia"/>
              </w:rPr>
              <w:t>未支給手当の支給を請求します。</w:t>
            </w:r>
          </w:p>
          <w:p w14:paraId="18C9F071" w14:textId="77777777" w:rsidR="00343D5B" w:rsidRDefault="00343D5B" w:rsidP="0093200F">
            <w:pPr>
              <w:wordWrap w:val="0"/>
              <w:overflowPunct w:val="0"/>
              <w:autoSpaceDE w:val="0"/>
              <w:autoSpaceDN w:val="0"/>
              <w:spacing w:after="120"/>
              <w:textAlignment w:val="center"/>
            </w:pPr>
            <w:r>
              <w:rPr>
                <w:rFonts w:hint="eastAsia"/>
              </w:rPr>
              <w:t xml:space="preserve">　　　　年　　月　　日</w:t>
            </w:r>
          </w:p>
          <w:p w14:paraId="6E000CFD" w14:textId="17524E74" w:rsidR="00F9327D" w:rsidRDefault="00A455C6" w:rsidP="00222058">
            <w:pPr>
              <w:wordWrap w:val="0"/>
              <w:overflowPunct w:val="0"/>
              <w:autoSpaceDE w:val="0"/>
              <w:autoSpaceDN w:val="0"/>
              <w:spacing w:after="120" w:line="240" w:lineRule="exact"/>
              <w:ind w:right="332"/>
              <w:jc w:val="right"/>
              <w:textAlignment w:val="center"/>
            </w:pPr>
            <w:r>
              <w:rPr>
                <w:rFonts w:hint="eastAsia"/>
              </w:rPr>
              <w:t>氏</w:t>
            </w:r>
            <w:r w:rsidR="0067212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  <w:r w:rsidR="0022205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="00222058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</w:t>
            </w:r>
            <w:r w:rsidR="00F17198">
              <w:rPr>
                <w:rFonts w:hint="eastAsia"/>
              </w:rPr>
              <w:t xml:space="preserve">　</w:t>
            </w:r>
            <w:r w:rsidR="00343D5B">
              <w:rPr>
                <w:rFonts w:hint="eastAsia"/>
              </w:rPr>
              <w:t xml:space="preserve">　　　　　　　　</w:t>
            </w:r>
          </w:p>
          <w:p w14:paraId="1619F0CD" w14:textId="54356B84" w:rsidR="00F9327D" w:rsidRPr="00AE51C3" w:rsidRDefault="00F9327D" w:rsidP="00222058">
            <w:pPr>
              <w:overflowPunct w:val="0"/>
              <w:autoSpaceDE w:val="0"/>
              <w:autoSpaceDN w:val="0"/>
              <w:spacing w:after="120"/>
              <w:ind w:right="1183" w:firstLineChars="21" w:firstLine="44"/>
              <w:textAlignment w:val="center"/>
            </w:pPr>
            <w:r>
              <w:rPr>
                <w:rFonts w:hint="eastAsia"/>
              </w:rPr>
              <w:t xml:space="preserve">　　　　　　　　　</w:t>
            </w:r>
            <w:r w:rsidRPr="00AE51C3">
              <w:rPr>
                <w:rFonts w:hint="eastAsia"/>
              </w:rPr>
              <w:t xml:space="preserve">　　</w:t>
            </w:r>
            <w:r w:rsidR="0030085E">
              <w:rPr>
                <w:rFonts w:hint="eastAsia"/>
                <w:bdr w:val="single" w:sz="4" w:space="0" w:color="auto" w:frame="1"/>
              </w:rPr>
              <w:t xml:space="preserve">　　　　　　　殿</w:t>
            </w:r>
            <w:r w:rsidR="00672122" w:rsidRPr="00672122">
              <w:rPr>
                <w:rFonts w:hint="eastAsia"/>
              </w:rPr>
              <w:t xml:space="preserve">　　　</w:t>
            </w:r>
            <w:r w:rsidR="00672122">
              <w:rPr>
                <w:rFonts w:hint="eastAsia"/>
              </w:rPr>
              <w:t xml:space="preserve">　</w:t>
            </w:r>
            <w:r w:rsidR="00672122" w:rsidRPr="00672122">
              <w:rPr>
                <w:rFonts w:hint="eastAsia"/>
              </w:rPr>
              <w:t>電話番号</w:t>
            </w:r>
          </w:p>
        </w:tc>
      </w:tr>
      <w:tr w:rsidR="00343D5B" w14:paraId="7B97C7FD" w14:textId="77777777" w:rsidTr="00D305A6">
        <w:trPr>
          <w:cantSplit/>
          <w:trHeight w:val="509"/>
        </w:trPr>
        <w:tc>
          <w:tcPr>
            <w:tcW w:w="2269" w:type="dxa"/>
            <w:gridSpan w:val="2"/>
            <w:tcBorders>
              <w:top w:val="double" w:sz="4" w:space="0" w:color="auto"/>
            </w:tcBorders>
            <w:vAlign w:val="center"/>
          </w:tcPr>
          <w:p w14:paraId="7F19DBD8" w14:textId="77777777" w:rsidR="00343D5B" w:rsidRDefault="00343D5B">
            <w:pPr>
              <w:wordWrap w:val="0"/>
              <w:overflowPunct w:val="0"/>
              <w:autoSpaceDE w:val="0"/>
              <w:autoSpaceDN w:val="0"/>
              <w:ind w:left="100"/>
              <w:textAlignment w:val="center"/>
            </w:pPr>
            <w:r>
              <w:rPr>
                <w:rFonts w:hint="eastAsia"/>
              </w:rPr>
              <w:t>※受付年月日</w:t>
            </w:r>
          </w:p>
        </w:tc>
        <w:tc>
          <w:tcPr>
            <w:tcW w:w="7371" w:type="dxa"/>
            <w:gridSpan w:val="27"/>
            <w:tcBorders>
              <w:top w:val="double" w:sz="4" w:space="0" w:color="auto"/>
            </w:tcBorders>
            <w:vAlign w:val="center"/>
          </w:tcPr>
          <w:p w14:paraId="1E13E07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43D5B" w14:paraId="2C20F8DB" w14:textId="77777777" w:rsidTr="00D305A6">
        <w:trPr>
          <w:cantSplit/>
          <w:trHeight w:val="680"/>
        </w:trPr>
        <w:tc>
          <w:tcPr>
            <w:tcW w:w="2269" w:type="dxa"/>
            <w:gridSpan w:val="2"/>
            <w:vMerge w:val="restart"/>
            <w:vAlign w:val="center"/>
          </w:tcPr>
          <w:p w14:paraId="08E0380A" w14:textId="2212C2F2" w:rsidR="00343D5B" w:rsidRDefault="00F17198" w:rsidP="00F17198">
            <w:pPr>
              <w:wordWrap w:val="0"/>
              <w:overflowPunct w:val="0"/>
              <w:autoSpaceDE w:val="0"/>
              <w:autoSpaceDN w:val="0"/>
              <w:ind w:left="100" w:rightChars="140" w:right="294"/>
              <w:textAlignment w:val="center"/>
            </w:pPr>
            <w:r>
              <w:rPr>
                <w:rFonts w:hint="eastAsia"/>
              </w:rPr>
              <w:t>※審　　　査</w:t>
            </w:r>
          </w:p>
        </w:tc>
        <w:tc>
          <w:tcPr>
            <w:tcW w:w="5717" w:type="dxa"/>
            <w:gridSpan w:val="19"/>
            <w:vAlign w:val="center"/>
          </w:tcPr>
          <w:p w14:paraId="1CD28651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未支給期間　　　　　　　　　～</w:t>
            </w:r>
          </w:p>
        </w:tc>
        <w:tc>
          <w:tcPr>
            <w:tcW w:w="1654" w:type="dxa"/>
            <w:gridSpan w:val="8"/>
            <w:vAlign w:val="center"/>
          </w:tcPr>
          <w:p w14:paraId="53778B1F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担当印</w:t>
            </w:r>
          </w:p>
        </w:tc>
      </w:tr>
      <w:tr w:rsidR="00343D5B" w14:paraId="5DC55418" w14:textId="77777777" w:rsidTr="00D305A6">
        <w:trPr>
          <w:cantSplit/>
          <w:trHeight w:val="680"/>
        </w:trPr>
        <w:tc>
          <w:tcPr>
            <w:tcW w:w="2269" w:type="dxa"/>
            <w:gridSpan w:val="2"/>
            <w:vMerge/>
            <w:vAlign w:val="center"/>
          </w:tcPr>
          <w:p w14:paraId="07F7C62C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717" w:type="dxa"/>
            <w:gridSpan w:val="19"/>
            <w:vAlign w:val="center"/>
          </w:tcPr>
          <w:p w14:paraId="477A4CF1" w14:textId="77777777" w:rsidR="00343D5B" w:rsidRDefault="00343D5B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未支給金額　　　　　　　　　　　　　　円</w:t>
            </w:r>
          </w:p>
        </w:tc>
        <w:tc>
          <w:tcPr>
            <w:tcW w:w="1654" w:type="dxa"/>
            <w:gridSpan w:val="8"/>
            <w:vAlign w:val="center"/>
          </w:tcPr>
          <w:p w14:paraId="39E693EA" w14:textId="77777777" w:rsidR="00343D5B" w:rsidRDefault="00343D5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</w:pPr>
            <w:r>
              <w:rPr>
                <w:rFonts w:hint="eastAsia"/>
              </w:rPr>
              <w:t>担当印</w:t>
            </w:r>
          </w:p>
        </w:tc>
      </w:tr>
    </w:tbl>
    <w:p w14:paraId="7637FF9F" w14:textId="57581B3E" w:rsidR="00343D5B" w:rsidRDefault="00B02D48" w:rsidP="00D305A6">
      <w:pPr>
        <w:wordWrap w:val="0"/>
        <w:overflowPunct w:val="0"/>
        <w:autoSpaceDE w:val="0"/>
        <w:autoSpaceDN w:val="0"/>
        <w:spacing w:before="120"/>
        <w:ind w:left="420" w:hanging="987"/>
        <w:textAlignment w:val="center"/>
      </w:pPr>
      <w:r>
        <w:rPr>
          <w:noProof/>
        </w:rPr>
        <w:pict w14:anchorId="5D566DF9">
          <v:rect id="_x0000_s2055" style="position:absolute;left:0;text-align:left;margin-left:-21.1pt;margin-top:49.35pt;width:480.55pt;height:110.15pt;z-index:251659264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55">
              <w:txbxContent>
                <w:p w14:paraId="4DF15C1F" w14:textId="77777777" w:rsidR="00263511" w:rsidRPr="00D0704A" w:rsidRDefault="00263511" w:rsidP="00263511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3F67E508" w14:textId="2EE19858" w:rsidR="00263511" w:rsidRPr="00D0704A" w:rsidRDefault="00263511" w:rsidP="00263511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</w:t>
                  </w:r>
                  <w:r w:rsidR="00222058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>
        <w:rPr>
          <w:noProof/>
        </w:rPr>
        <w:pict w14:anchorId="5D566DF9">
          <v:rect id="正方形/長方形 9" o:spid="_x0000_s2050" style="position:absolute;left:0;text-align:left;margin-left:-21.1pt;margin-top:.6pt;width:480.55pt;height:47.25pt;z-index:25165721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正方形/長方形 9">
              <w:txbxContent>
                <w:p w14:paraId="7666426E" w14:textId="77777777" w:rsidR="00215A23" w:rsidRPr="00D0704A" w:rsidRDefault="00215A23" w:rsidP="00215A2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</w:p>
                <w:p w14:paraId="4EB5D3B9" w14:textId="50E540B2" w:rsidR="00CC7F22" w:rsidRPr="00D0704A" w:rsidRDefault="00CC7F22" w:rsidP="00CC7F22">
                  <w:pPr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D0704A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固定</w:t>
                  </w:r>
                  <w:r w:rsidR="007B47AD" w:rsidRPr="00D0704A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文言</w:t>
                  </w:r>
                  <w:r w:rsidR="00F70E17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２</w:t>
                  </w:r>
                </w:p>
              </w:txbxContent>
            </v:textbox>
          </v:rect>
        </w:pict>
      </w:r>
      <w:r w:rsidR="00343D5B">
        <w:rPr>
          <w:rFonts w:hint="eastAsia"/>
        </w:rPr>
        <w:t xml:space="preserve">　※　欄は記入しないでください。</w:t>
      </w:r>
    </w:p>
    <w:sectPr w:rsidR="00343D5B" w:rsidSect="00D305A6">
      <w:headerReference w:type="default" r:id="rId10"/>
      <w:pgSz w:w="11906" w:h="16838" w:code="9"/>
      <w:pgMar w:top="709" w:right="1701" w:bottom="56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9F66" w14:textId="77777777" w:rsidR="00903F99" w:rsidRDefault="00903F99" w:rsidP="000F750F">
      <w:r>
        <w:separator/>
      </w:r>
    </w:p>
  </w:endnote>
  <w:endnote w:type="continuationSeparator" w:id="0">
    <w:p w14:paraId="0659593A" w14:textId="77777777" w:rsidR="00903F99" w:rsidRDefault="00903F99" w:rsidP="000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5B918" w14:textId="77777777" w:rsidR="00903F99" w:rsidRDefault="00903F99" w:rsidP="000F750F">
      <w:r>
        <w:separator/>
      </w:r>
    </w:p>
  </w:footnote>
  <w:footnote w:type="continuationSeparator" w:id="0">
    <w:p w14:paraId="12B4CF9D" w14:textId="77777777" w:rsidR="00903F99" w:rsidRDefault="00903F99" w:rsidP="000F7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2FDC" w14:textId="03F40A18" w:rsidR="00EA5193" w:rsidRDefault="00B02D48">
    <w:pPr>
      <w:pStyle w:val="a3"/>
    </w:pPr>
    <w:r>
      <w:rPr>
        <w:noProof/>
      </w:rPr>
      <w:pict w14:anchorId="04B08BE9">
        <v:rect id="正方形/長方形 9" o:spid="_x0000_s1025" style="position:absolute;left:0;text-align:left;margin-left:83.1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 style="mso-next-textbox:#正方形/長方形 9">
            <w:txbxContent>
              <w:p w14:paraId="0704A6B1" w14:textId="77777777" w:rsidR="00EA5193" w:rsidRPr="00EA5193" w:rsidRDefault="00EA5193" w:rsidP="00EA5193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EA5193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B3F0D"/>
    <w:multiLevelType w:val="hybridMultilevel"/>
    <w:tmpl w:val="59E63644"/>
    <w:lvl w:ilvl="0" w:tplc="0C4AE0F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4606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revisionView w:inkAnnotations="0"/>
  <w:doNotTrackMoves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61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3D5B"/>
    <w:rsid w:val="00097A8A"/>
    <w:rsid w:val="000F6A2E"/>
    <w:rsid w:val="000F750F"/>
    <w:rsid w:val="0010032C"/>
    <w:rsid w:val="001018CD"/>
    <w:rsid w:val="001137D5"/>
    <w:rsid w:val="00156BED"/>
    <w:rsid w:val="00215A23"/>
    <w:rsid w:val="00222058"/>
    <w:rsid w:val="00243E96"/>
    <w:rsid w:val="00263511"/>
    <w:rsid w:val="002D234A"/>
    <w:rsid w:val="0030085E"/>
    <w:rsid w:val="00321CB6"/>
    <w:rsid w:val="00343D5B"/>
    <w:rsid w:val="00350197"/>
    <w:rsid w:val="00390733"/>
    <w:rsid w:val="003922AE"/>
    <w:rsid w:val="004472AA"/>
    <w:rsid w:val="00475F24"/>
    <w:rsid w:val="004D0B53"/>
    <w:rsid w:val="005D412E"/>
    <w:rsid w:val="00672122"/>
    <w:rsid w:val="006A28D1"/>
    <w:rsid w:val="00707C8C"/>
    <w:rsid w:val="007B47AD"/>
    <w:rsid w:val="00835832"/>
    <w:rsid w:val="00900F5E"/>
    <w:rsid w:val="00903F99"/>
    <w:rsid w:val="0093200F"/>
    <w:rsid w:val="009667C3"/>
    <w:rsid w:val="00972052"/>
    <w:rsid w:val="00A145D1"/>
    <w:rsid w:val="00A433C1"/>
    <w:rsid w:val="00A455C6"/>
    <w:rsid w:val="00A933E9"/>
    <w:rsid w:val="00AE51C3"/>
    <w:rsid w:val="00AF7EB9"/>
    <w:rsid w:val="00B02D48"/>
    <w:rsid w:val="00B03412"/>
    <w:rsid w:val="00B2102D"/>
    <w:rsid w:val="00B46FDF"/>
    <w:rsid w:val="00B5601F"/>
    <w:rsid w:val="00BB13F0"/>
    <w:rsid w:val="00BB639D"/>
    <w:rsid w:val="00C94B1A"/>
    <w:rsid w:val="00CC7F22"/>
    <w:rsid w:val="00D0704A"/>
    <w:rsid w:val="00D305A6"/>
    <w:rsid w:val="00D87010"/>
    <w:rsid w:val="00DB0069"/>
    <w:rsid w:val="00DD7BF1"/>
    <w:rsid w:val="00EA5193"/>
    <w:rsid w:val="00EB72EE"/>
    <w:rsid w:val="00F17198"/>
    <w:rsid w:val="00F70E17"/>
    <w:rsid w:val="00F9327D"/>
    <w:rsid w:val="00FA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2"/>
    </o:shapelayout>
  </w:shapeDefaults>
  <w:decimalSymbol w:val="."/>
  <w:listSeparator w:val=","/>
  <w14:docId w14:val="369597BC"/>
  <w14:defaultImageDpi w14:val="0"/>
  <w15:docId w15:val="{9F9FDA97-D8CA-4B4E-A482-57189576E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Revision"/>
    <w:hidden/>
    <w:uiPriority w:val="99"/>
    <w:semiHidden/>
    <w:rsid w:val="009667C3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DA916E-6E17-4119-A0DA-501BD08BE1F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32d3a1fc-ee5f-48dd-aac5-88c8d757ec2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9D224E6-04FB-4269-857D-B01F03BBC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C3C27A-0431-4B84-9A69-6C113CE80531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14</TotalTime>
  <Pages>1</Pages>
  <Words>75</Words>
  <Characters>433</Characters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2022-09-21T07:02:00Z</dcterms:created>
  <dcterms:modified xsi:type="dcterms:W3CDTF">2023-01-19T06:59:00Z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2021-10-22T05:33:55Z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ec51af17-70b6-47c5-bf7d-02cbcda5ed3e</vt:lpwstr>
  </property>
  <property fmtid="{D5CDD505-2E9C-101B-9397-08002B2CF9AE}" pid="9" name="MSIP_Label_a7295cc1-d279-42ac-ab4d-3b0f4fece050_ContentBits">
    <vt:lpwstr>0</vt:lpwstr>
  </property>
</Properties>
</file>