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6807D" w14:textId="4B621BC3" w:rsidR="00D6512C" w:rsidRPr="00CE2FC2" w:rsidRDefault="002B1349" w:rsidP="00415E49">
      <w:pPr>
        <w:wordWrap w:val="0"/>
        <w:overflowPunct w:val="0"/>
        <w:autoSpaceDE w:val="0"/>
        <w:autoSpaceDN w:val="0"/>
        <w:ind w:firstLine="851"/>
        <w:jc w:val="right"/>
        <w:rPr>
          <w:rFonts w:hAnsi="ＭＳ 明朝"/>
          <w:szCs w:val="21"/>
        </w:rPr>
      </w:pPr>
      <w:r>
        <w:rPr>
          <w:rFonts w:hAnsi="ＭＳ 明朝"/>
          <w:noProof/>
          <w:szCs w:val="21"/>
          <w:lang w:val="ja-JP"/>
        </w:rPr>
        <w:pict w14:anchorId="213F9F71">
          <v:rect id="正方形/長方形 9" o:spid="_x0000_s1036" style="position:absolute;left:0;text-align:left;margin-left:455.85pt;margin-top:10.5pt;width:1in;height:24.7pt;z-index:251660288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  <v:textbox>
              <w:txbxContent>
                <w:p w14:paraId="203934B7" w14:textId="77777777" w:rsidR="003C4D57" w:rsidRPr="00580864" w:rsidRDefault="003C4D57" w:rsidP="003C4D57">
                  <w:pPr>
                    <w:jc w:val="center"/>
                    <w:rPr>
                      <w:rFonts w:hAnsi="ＭＳ 明朝"/>
                      <w:color w:val="000000"/>
                      <w:sz w:val="20"/>
                    </w:rPr>
                  </w:pPr>
                  <w:r w:rsidRPr="00580864">
                    <w:rPr>
                      <w:rFonts w:hAnsi="ＭＳ 明朝" w:hint="eastAsia"/>
                      <w:color w:val="000000"/>
                      <w:sz w:val="18"/>
                      <w:bdr w:val="single" w:sz="4" w:space="0" w:color="auto"/>
                    </w:rPr>
                    <w:t>様式番号</w:t>
                  </w:r>
                </w:p>
              </w:txbxContent>
            </v:textbox>
            <w10:wrap anchorx="page" anchory="page"/>
          </v:rect>
        </w:pict>
      </w:r>
      <w:r>
        <w:rPr>
          <w:rFonts w:hAnsi="ＭＳ 明朝"/>
          <w:noProof/>
          <w:szCs w:val="21"/>
        </w:rPr>
        <w:pict w14:anchorId="5CBF9E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8.3pt;width:184.25pt;height:99.2pt;z-index:251656192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53849FFC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1D3F72" w:rsidRPr="00CE2FC2">
        <w:rPr>
          <w:rFonts w:hAnsi="ＭＳ 明朝" w:hint="eastAsia"/>
          <w:szCs w:val="21"/>
        </w:rPr>
        <w:t>第　　　　　号</w:t>
      </w:r>
    </w:p>
    <w:p w14:paraId="753C1A7E" w14:textId="26E21C3D" w:rsidR="00F2197C" w:rsidRPr="00CE2FC2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CE2FC2">
        <w:rPr>
          <w:rFonts w:hAnsi="ＭＳ 明朝" w:hint="eastAsia"/>
          <w:szCs w:val="21"/>
        </w:rPr>
        <w:t xml:space="preserve">　　年　　月　　日</w:t>
      </w:r>
    </w:p>
    <w:p w14:paraId="1DD140DF" w14:textId="77777777" w:rsidR="00F2197C" w:rsidRPr="00CE2FC2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7"/>
        <w:gridCol w:w="252"/>
        <w:gridCol w:w="9"/>
      </w:tblGrid>
      <w:tr w:rsidR="00D6512C" w:rsidRPr="00CE2FC2" w14:paraId="7DE88A68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7E7159F5" w14:textId="5255F896" w:rsidR="00EB6B18" w:rsidRPr="00CE2FC2" w:rsidRDefault="002B1349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07147EA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5.05pt;margin-top:317.5pt;width:7.1pt;height:0;z-index:251658240;mso-position-horizontal:absolute;mso-position-horizontal-relative:page;mso-position-vertical:absolute;mso-position-vertical-relative:page" o:connectortype="straight" o:allowincell="f">
                  <w10:wrap anchorx="page" anchory="page"/>
                </v:shape>
              </w:pict>
            </w:r>
          </w:p>
          <w:p w14:paraId="5D94FE92" w14:textId="77777777" w:rsidR="00D6512C" w:rsidRPr="00CE2FC2" w:rsidRDefault="00E73BA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所得状況届</w:t>
            </w:r>
            <w:r w:rsidR="001D3F72" w:rsidRPr="00CE2FC2">
              <w:rPr>
                <w:rFonts w:hAnsi="ＭＳ 明朝" w:hint="eastAsia"/>
                <w:sz w:val="28"/>
                <w:szCs w:val="28"/>
              </w:rPr>
              <w:t>の提出に</w:t>
            </w:r>
            <w:r w:rsidR="002C22C4" w:rsidRPr="00CE2FC2">
              <w:rPr>
                <w:rFonts w:hAnsi="ＭＳ 明朝" w:hint="eastAsia"/>
                <w:sz w:val="28"/>
                <w:szCs w:val="28"/>
              </w:rPr>
              <w:t>関するご案内</w:t>
            </w:r>
          </w:p>
          <w:p w14:paraId="0D7ED82B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5637AA0F" w14:textId="592D7854" w:rsidR="001D3F72" w:rsidRPr="00CE2FC2" w:rsidRDefault="001D3F7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福祉事務所長　</w:t>
            </w:r>
            <w:r w:rsidR="001409FE" w:rsidRPr="001409FE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  <w:p w14:paraId="4EB6E996" w14:textId="62422D4D" w:rsidR="001D3F72" w:rsidRPr="00CE2FC2" w:rsidRDefault="002B134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ascii="kiloji" w:eastAsia="kiloji" w:hAnsi="ＭＳ 明朝"/>
                <w:noProof/>
                <w:sz w:val="20"/>
                <w:szCs w:val="21"/>
              </w:rPr>
              <w:pict w14:anchorId="3E318812">
                <v:rect id="_x0000_s1034" style="position:absolute;left:0;text-align:left;margin-left:3.85pt;margin-top:14.05pt;width:407.6pt;height:56.65pt;z-index:251659264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04BE7A7B" w14:textId="6D1893A6" w:rsidR="00E82C4C" w:rsidRPr="00415E49" w:rsidRDefault="00E82C4C" w:rsidP="00E82C4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固定文言１＋編集１</w:t>
                        </w:r>
                      </w:p>
                    </w:txbxContent>
                  </v:textbox>
                </v:rect>
              </w:pict>
            </w:r>
          </w:p>
          <w:p w14:paraId="5A2C082A" w14:textId="607E2444" w:rsidR="00B64956" w:rsidRDefault="001D3F72" w:rsidP="00E73BAD">
            <w:pPr>
              <w:pStyle w:val="a5"/>
              <w:spacing w:before="72"/>
              <w:ind w:left="306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</w:t>
            </w:r>
            <w:r w:rsidR="002C22C4"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書類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</w:t>
            </w:r>
            <w:r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提出期限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までに、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提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出</w:t>
            </w:r>
            <w:r w:rsidR="00E73BAD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 xml:space="preserve">　</w:t>
            </w: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  <w:bdr w:val="single" w:sz="4" w:space="0" w:color="auto" w:frame="1"/>
              </w:rPr>
              <w:t>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に提出してく</w:t>
            </w:r>
            <w:r w:rsidR="00B64956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ださい。</w:t>
            </w:r>
          </w:p>
          <w:p w14:paraId="664229F1" w14:textId="77777777" w:rsidR="00747A3D" w:rsidRPr="00CE2FC2" w:rsidRDefault="001D3F72" w:rsidP="00576494">
            <w:pPr>
              <w:pStyle w:val="a5"/>
              <w:spacing w:before="144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なお、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所得状況届の提出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が提出期限内に提出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され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ない場合には、</w:t>
            </w:r>
            <w:r w:rsidR="00FF6E86" w:rsidRPr="00CE2FC2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  <w:bdr w:val="single" w:sz="4" w:space="0" w:color="auto" w:frame="1"/>
              </w:rPr>
              <w:t>該当年度</w:t>
            </w:r>
            <w:r w:rsidR="00FF6E86"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の8</w:t>
            </w:r>
            <w:r w:rsidRPr="00B74211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月</w:t>
            </w: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分</w:t>
            </w:r>
            <w:r w:rsidR="002C22C4"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以降の支給が遅れる場合がありますので注意してください。</w:t>
            </w:r>
          </w:p>
          <w:p w14:paraId="35FF5D64" w14:textId="4DA74813" w:rsidR="00831804" w:rsidRDefault="00831804" w:rsidP="00831804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  <w:p w14:paraId="20AE8671" w14:textId="77777777" w:rsidR="00831804" w:rsidRPr="0091156F" w:rsidRDefault="00831804" w:rsidP="00831804">
            <w:pPr>
              <w:pStyle w:val="ae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134FF7F7" w14:textId="77777777" w:rsidR="001D3F72" w:rsidRPr="00CE2FC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Cs w:val="21"/>
              </w:rPr>
            </w:pPr>
          </w:p>
        </w:tc>
      </w:tr>
      <w:tr w:rsidR="00D54260" w:rsidRPr="00CE2FC2" w14:paraId="12C5570F" w14:textId="77777777" w:rsidTr="00576494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D12A327" w14:textId="41AF66BE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F09F43F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7" w:type="dxa"/>
            <w:vAlign w:val="center"/>
          </w:tcPr>
          <w:p w14:paraId="2BEBF000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563050C" w14:textId="77777777" w:rsidR="00D54260" w:rsidRPr="00CE2FC2" w:rsidRDefault="00D542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CE2FC2" w14:paraId="6603843A" w14:textId="77777777" w:rsidTr="00576494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7A988AE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DED57D2" w14:textId="77777777" w:rsidR="00D6512C" w:rsidRPr="00CE2FC2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受給者</w:t>
            </w:r>
            <w:r w:rsidR="00D6512C" w:rsidRPr="00CE2FC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7" w:type="dxa"/>
            <w:vAlign w:val="center"/>
          </w:tcPr>
          <w:p w14:paraId="154F009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12D73B1D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5173047" w14:textId="77777777" w:rsidTr="00576494">
        <w:trPr>
          <w:gridBefore w:val="1"/>
          <w:wBefore w:w="23" w:type="dxa"/>
          <w:cantSplit/>
          <w:trHeight w:val="102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FF483DB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27339C8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CE2FC2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297C839A" w14:textId="017DE25A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  <w:r w:rsidRPr="0076155F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261" w:type="dxa"/>
            <w:gridSpan w:val="2"/>
            <w:vMerge/>
            <w:tcBorders>
              <w:right w:val="single" w:sz="4" w:space="0" w:color="FFFFFF"/>
            </w:tcBorders>
          </w:tcPr>
          <w:p w14:paraId="28D16B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831804" w:rsidRPr="00CE2FC2" w14:paraId="06485BD4" w14:textId="77777777" w:rsidTr="00576494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5A3CE89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8374731" w14:textId="315DB17B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6C9C">
              <w:rPr>
                <w:rFonts w:hAnsi="ＭＳ 明朝" w:hint="eastAsia"/>
                <w:sz w:val="20"/>
              </w:rPr>
              <w:t>提出を</w:t>
            </w:r>
            <w:r w:rsidRPr="00831804">
              <w:rPr>
                <w:rFonts w:hAnsi="ＭＳ 明朝" w:hint="eastAsia"/>
                <w:color w:val="000000" w:themeColor="text1"/>
                <w:sz w:val="20"/>
              </w:rPr>
              <w:t>要</w:t>
            </w:r>
            <w:r w:rsidRPr="00DD7ED0">
              <w:rPr>
                <w:rFonts w:hAnsi="ＭＳ 明朝" w:hint="eastAsia"/>
                <w:sz w:val="20"/>
              </w:rPr>
              <w:t>する</w:t>
            </w:r>
            <w:r w:rsidRPr="00486C9C">
              <w:rPr>
                <w:rFonts w:hAnsi="ＭＳ 明朝" w:hint="eastAsia"/>
                <w:sz w:val="20"/>
              </w:rPr>
              <w:t>理由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5BB31271" w14:textId="128F2FC8" w:rsidR="00831804" w:rsidRPr="00B25A61" w:rsidRDefault="00831804" w:rsidP="00B25A61">
            <w:pPr>
              <w:overflowPunct w:val="0"/>
              <w:autoSpaceDE w:val="0"/>
              <w:autoSpaceDN w:val="0"/>
              <w:ind w:firstLineChars="76" w:firstLine="16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0E032D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D76B9D" w14:textId="77777777" w:rsidR="00831804" w:rsidRPr="00CE2FC2" w:rsidRDefault="00831804" w:rsidP="0083180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01633EBD" w14:textId="77777777" w:rsidTr="00576494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0F775CF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34294C30" w14:textId="77777777" w:rsidR="00A57791" w:rsidRDefault="00D54260" w:rsidP="00E628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5B4E569B" w14:textId="702170A0" w:rsidR="00E45198" w:rsidRPr="00E62895" w:rsidRDefault="00E45198" w:rsidP="005974D0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４</w:t>
            </w:r>
          </w:p>
        </w:tc>
        <w:tc>
          <w:tcPr>
            <w:tcW w:w="6117" w:type="dxa"/>
            <w:shd w:val="clear" w:color="auto" w:fill="92D050"/>
            <w:vAlign w:val="center"/>
          </w:tcPr>
          <w:p w14:paraId="675D6135" w14:textId="2EE46625" w:rsidR="00A57791" w:rsidRPr="007B2675" w:rsidRDefault="00A57791" w:rsidP="00A57791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6074BD"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５</w:t>
            </w:r>
            <w:r w:rsidRPr="007B267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9A63B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</w:p>
        </w:tc>
        <w:tc>
          <w:tcPr>
            <w:tcW w:w="261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0467137C" w14:textId="77777777" w:rsidR="00D6512C" w:rsidRPr="00CE2FC2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CE2FC2" w14:paraId="2B9AC2E4" w14:textId="77777777" w:rsidTr="007627D5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76A7F19" w14:textId="2584DEA4" w:rsidR="00D6512C" w:rsidRPr="00CE2FC2" w:rsidRDefault="002B13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3E318812">
                <v:rect id="_x0000_s1030" style="position:absolute;left:0;text-align:left;margin-left:8.2pt;margin-top:3.45pt;width:398.5pt;height:74.65pt;z-index:251657216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1E30BD8D" w14:textId="114E8128" w:rsidR="00143B2B" w:rsidRPr="00415E49" w:rsidRDefault="00415E49" w:rsidP="00143B2B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415E4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55598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  <w:r w:rsidR="00D6512C" w:rsidRPr="00CE2FC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CE2FC2" w14:paraId="316F9937" w14:textId="77777777" w:rsidTr="007627D5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95FF8C8" w14:textId="77777777" w:rsidR="006443EA" w:rsidRDefault="006443EA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2F93E1E8" w14:textId="090FEA39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42993565" w14:textId="77777777" w:rsidR="00D6052B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6B337DD7" w14:textId="6D56A20E" w:rsidR="00D6052B" w:rsidRPr="00CE2FC2" w:rsidRDefault="00D6052B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7627D5" w:rsidRPr="00CE2FC2" w14:paraId="3592AE23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155B36A" w14:textId="77777777" w:rsidR="001D3F72" w:rsidRPr="00CE2FC2" w:rsidRDefault="001D3F7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FD0BA94" w14:textId="77777777" w:rsidR="007627D5" w:rsidRPr="00CE2FC2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CE2FC2" w14:paraId="4A5BCC7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72F3D9E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CE2FC2" w14:paraId="6550713C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EC09514" w14:textId="77777777" w:rsidR="007627D5" w:rsidRPr="00CE2FC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D23E68C" w14:textId="77777777" w:rsidR="007627D5" w:rsidRPr="00CE2FC2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E2FC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CE2FC2" w14:paraId="1E0F33D0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14E5AF" w14:textId="77777777" w:rsidR="007C7C2B" w:rsidRPr="00116E9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6EBC5113" w14:textId="77777777" w:rsidR="00A57791" w:rsidRPr="00116E91" w:rsidRDefault="00A5779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97F3253" w14:textId="77777777" w:rsidR="007C7C2B" w:rsidRPr="00116E91" w:rsidRDefault="007627D5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C7C2B"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FBA6DB3" w14:textId="77777777" w:rsidR="00A57791" w:rsidRPr="00116E91" w:rsidRDefault="00A57791" w:rsidP="00D542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16E9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843667D" w14:textId="77777777" w:rsidR="00D6512C" w:rsidRPr="00CE2FC2" w:rsidRDefault="00D6512C" w:rsidP="00576494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sectPr w:rsidR="00D6512C" w:rsidRPr="00CE2FC2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359EC" w14:textId="77777777" w:rsidR="009D7677" w:rsidRDefault="009D7677">
      <w:r>
        <w:separator/>
      </w:r>
    </w:p>
  </w:endnote>
  <w:endnote w:type="continuationSeparator" w:id="0">
    <w:p w14:paraId="316E6655" w14:textId="77777777" w:rsidR="009D7677" w:rsidRDefault="009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2C3B" w14:textId="77777777" w:rsidR="009D7677" w:rsidRDefault="009D7677">
      <w:r>
        <w:separator/>
      </w:r>
    </w:p>
  </w:footnote>
  <w:footnote w:type="continuationSeparator" w:id="0">
    <w:p w14:paraId="4E961273" w14:textId="77777777" w:rsidR="009D7677" w:rsidRDefault="009D7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3ACA"/>
    <w:rsid w:val="00044193"/>
    <w:rsid w:val="00052D0B"/>
    <w:rsid w:val="00067CE4"/>
    <w:rsid w:val="000D2546"/>
    <w:rsid w:val="000E0082"/>
    <w:rsid w:val="00116E91"/>
    <w:rsid w:val="00135C60"/>
    <w:rsid w:val="001409FE"/>
    <w:rsid w:val="00143B2B"/>
    <w:rsid w:val="00171425"/>
    <w:rsid w:val="001D3F72"/>
    <w:rsid w:val="001F30E4"/>
    <w:rsid w:val="001F3314"/>
    <w:rsid w:val="002255D1"/>
    <w:rsid w:val="00226F54"/>
    <w:rsid w:val="002374BA"/>
    <w:rsid w:val="00247CD8"/>
    <w:rsid w:val="00266160"/>
    <w:rsid w:val="002B1349"/>
    <w:rsid w:val="002C22C4"/>
    <w:rsid w:val="002C68EC"/>
    <w:rsid w:val="003109E3"/>
    <w:rsid w:val="003C4D57"/>
    <w:rsid w:val="00414F45"/>
    <w:rsid w:val="00415E49"/>
    <w:rsid w:val="0046067B"/>
    <w:rsid w:val="00470C0F"/>
    <w:rsid w:val="0047696C"/>
    <w:rsid w:val="00486C9C"/>
    <w:rsid w:val="004D470E"/>
    <w:rsid w:val="004E2339"/>
    <w:rsid w:val="0055598C"/>
    <w:rsid w:val="00576494"/>
    <w:rsid w:val="005974D0"/>
    <w:rsid w:val="005C00B6"/>
    <w:rsid w:val="006074BD"/>
    <w:rsid w:val="006078D4"/>
    <w:rsid w:val="006443EA"/>
    <w:rsid w:val="00670D94"/>
    <w:rsid w:val="00683792"/>
    <w:rsid w:val="00714674"/>
    <w:rsid w:val="00747A3D"/>
    <w:rsid w:val="007627D5"/>
    <w:rsid w:val="007A03E7"/>
    <w:rsid w:val="007B2675"/>
    <w:rsid w:val="007C7C2B"/>
    <w:rsid w:val="00801B5A"/>
    <w:rsid w:val="008074CF"/>
    <w:rsid w:val="00831804"/>
    <w:rsid w:val="00861395"/>
    <w:rsid w:val="00877012"/>
    <w:rsid w:val="008C36F5"/>
    <w:rsid w:val="009037D8"/>
    <w:rsid w:val="009647CD"/>
    <w:rsid w:val="009871C2"/>
    <w:rsid w:val="0099159D"/>
    <w:rsid w:val="009A63B6"/>
    <w:rsid w:val="009B45DE"/>
    <w:rsid w:val="009D7677"/>
    <w:rsid w:val="00A06DB6"/>
    <w:rsid w:val="00A561E4"/>
    <w:rsid w:val="00A57791"/>
    <w:rsid w:val="00AE552E"/>
    <w:rsid w:val="00B024B5"/>
    <w:rsid w:val="00B17F2E"/>
    <w:rsid w:val="00B25A61"/>
    <w:rsid w:val="00B26226"/>
    <w:rsid w:val="00B56236"/>
    <w:rsid w:val="00B64956"/>
    <w:rsid w:val="00B74211"/>
    <w:rsid w:val="00BB5AB1"/>
    <w:rsid w:val="00BC3A0D"/>
    <w:rsid w:val="00BC5E34"/>
    <w:rsid w:val="00C27CB1"/>
    <w:rsid w:val="00CA283D"/>
    <w:rsid w:val="00CD2DD6"/>
    <w:rsid w:val="00CE2FC2"/>
    <w:rsid w:val="00D054FB"/>
    <w:rsid w:val="00D54260"/>
    <w:rsid w:val="00D6052B"/>
    <w:rsid w:val="00D6512C"/>
    <w:rsid w:val="00D72CAA"/>
    <w:rsid w:val="00D76C47"/>
    <w:rsid w:val="00D83528"/>
    <w:rsid w:val="00DC3814"/>
    <w:rsid w:val="00DD5F5B"/>
    <w:rsid w:val="00DD7ED0"/>
    <w:rsid w:val="00DF699C"/>
    <w:rsid w:val="00E058CA"/>
    <w:rsid w:val="00E45198"/>
    <w:rsid w:val="00E62895"/>
    <w:rsid w:val="00E73BAD"/>
    <w:rsid w:val="00E82C4C"/>
    <w:rsid w:val="00E82EFD"/>
    <w:rsid w:val="00EB6B18"/>
    <w:rsid w:val="00ED2DC4"/>
    <w:rsid w:val="00ED5D1A"/>
    <w:rsid w:val="00F05652"/>
    <w:rsid w:val="00F2197C"/>
    <w:rsid w:val="00F27ECE"/>
    <w:rsid w:val="00F3202A"/>
    <w:rsid w:val="00F65E8A"/>
    <w:rsid w:val="00FE4738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  <w14:docId w14:val="6662475B"/>
  <w15:chartTrackingRefBased/>
  <w15:docId w15:val="{FF3FB722-54CC-430F-955A-230214E9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5C00B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5C00B6"/>
    <w:pPr>
      <w:jc w:val="left"/>
    </w:pPr>
  </w:style>
  <w:style w:type="character" w:customStyle="1" w:styleId="a9">
    <w:name w:val="コメント文字列 (文字)"/>
    <w:link w:val="a8"/>
    <w:uiPriority w:val="99"/>
    <w:rsid w:val="005C00B6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0B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5C00B6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C00B6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C00B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831804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46D5042-43DC-4B67-A9DB-7C4F189B85BE}"/>
</file>

<file path=customXml/itemProps2.xml><?xml version="1.0" encoding="utf-8"?>
<ds:datastoreItem xmlns:ds="http://schemas.openxmlformats.org/officeDocument/2006/customXml" ds:itemID="{E40EB8A8-3776-46B7-A305-66F02255B4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A9FAC5-7022-4D99-B8D9-2785271F3A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55</TotalTime>
  <Pages>1</Pages>
  <Words>54</Words>
  <Characters>311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2021-12-20T05:20:00Z</cp:lastPrinted>
  <dcterms:created xsi:type="dcterms:W3CDTF">2021-10-21T04:40:00Z</dcterms:created>
  <dcterms:modified xsi:type="dcterms:W3CDTF">2024-11-24T01:13:00Z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2021-10-21T06:05:11Z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f3241a98-8938-4d38-a5df-951031e9017d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