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5A6D0" w14:textId="67250C55" w:rsidR="005A1963" w:rsidRDefault="005A1963" w:rsidP="005A1963">
      <w:pPr>
        <w:ind w:right="1120"/>
        <w:rPr>
          <w:sz w:val="24"/>
        </w:rPr>
      </w:pPr>
      <w:r w:rsidRPr="005A1963">
        <w:rPr>
          <w:rFonts w:hint="eastAsia"/>
          <w:sz w:val="24"/>
        </w:rPr>
        <w:t>作成日</w:t>
      </w:r>
      <w:r>
        <w:rPr>
          <w:rFonts w:hint="eastAsia"/>
          <w:sz w:val="24"/>
        </w:rPr>
        <w:t xml:space="preserve">　　　　　年　　　月　　　日</w:t>
      </w:r>
    </w:p>
    <w:p w14:paraId="13570980" w14:textId="0D142734" w:rsidR="005A1963" w:rsidRDefault="005A1963" w:rsidP="005A1963">
      <w:pPr>
        <w:ind w:right="1120"/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207"/>
        <w:gridCol w:w="1550"/>
        <w:gridCol w:w="1550"/>
        <w:gridCol w:w="943"/>
        <w:gridCol w:w="2694"/>
        <w:gridCol w:w="1419"/>
        <w:gridCol w:w="1416"/>
        <w:gridCol w:w="843"/>
        <w:gridCol w:w="1393"/>
        <w:gridCol w:w="1100"/>
      </w:tblGrid>
      <w:tr w:rsidR="00CA44AB" w:rsidRPr="00CA44AB" w14:paraId="44A49AD2" w14:textId="76A4A257" w:rsidTr="00D408FC">
        <w:trPr>
          <w:trHeight w:val="510"/>
        </w:trPr>
        <w:tc>
          <w:tcPr>
            <w:tcW w:w="227" w:type="pct"/>
            <w:shd w:val="clear" w:color="auto" w:fill="auto"/>
            <w:vAlign w:val="center"/>
          </w:tcPr>
          <w:p w14:paraId="76AF93B9" w14:textId="228B4568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No.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8C31F36" w14:textId="1E0A584C" w:rsidR="005A1963" w:rsidRPr="00CA44AB" w:rsidRDefault="00BA2A04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65F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受給者</w:t>
            </w:r>
            <w:r w:rsidR="005A1963" w:rsidRPr="00665F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番</w:t>
            </w:r>
            <w:r w:rsidR="005A1963"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号</w:t>
            </w:r>
          </w:p>
        </w:tc>
        <w:tc>
          <w:tcPr>
            <w:tcW w:w="524" w:type="pct"/>
            <w:shd w:val="clear" w:color="auto" w:fill="auto"/>
            <w:vAlign w:val="center"/>
          </w:tcPr>
          <w:p w14:paraId="00912FF7" w14:textId="0BC06E0B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債主名漢字</w:t>
            </w:r>
          </w:p>
        </w:tc>
        <w:tc>
          <w:tcPr>
            <w:tcW w:w="524" w:type="pct"/>
            <w:shd w:val="clear" w:color="auto" w:fill="auto"/>
            <w:vAlign w:val="center"/>
          </w:tcPr>
          <w:p w14:paraId="5CE9C5EF" w14:textId="3BFCD99C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債主名カナ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F5B4C4D" w14:textId="71B79259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郵便番号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3C8AE92F" w14:textId="5797E39F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住所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3820874B" w14:textId="5AE64255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金融機関名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52F30C35" w14:textId="5446CE63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支店名</w:t>
            </w:r>
          </w:p>
        </w:tc>
        <w:tc>
          <w:tcPr>
            <w:tcW w:w="285" w:type="pct"/>
            <w:shd w:val="clear" w:color="auto" w:fill="auto"/>
            <w:vAlign w:val="center"/>
          </w:tcPr>
          <w:p w14:paraId="34E2C244" w14:textId="77777777" w:rsidR="00E86FE6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預貯金</w:t>
            </w:r>
          </w:p>
          <w:p w14:paraId="51281D6D" w14:textId="5EE93D55" w:rsidR="00F20A4F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種別</w:t>
            </w:r>
          </w:p>
        </w:tc>
        <w:tc>
          <w:tcPr>
            <w:tcW w:w="471" w:type="pct"/>
            <w:shd w:val="clear" w:color="auto" w:fill="auto"/>
            <w:vAlign w:val="center"/>
          </w:tcPr>
          <w:p w14:paraId="07EDA249" w14:textId="77777777" w:rsidR="00F20A4F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口座番号</w:t>
            </w:r>
          </w:p>
          <w:p w14:paraId="0AFDC614" w14:textId="24171306" w:rsidR="00E86FE6" w:rsidRPr="00CA44AB" w:rsidRDefault="00E86FE6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（記号番号）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4F4EE00" w14:textId="2A1A958E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支払金額</w:t>
            </w:r>
          </w:p>
        </w:tc>
      </w:tr>
      <w:tr w:rsidR="00CA44AB" w:rsidRPr="00CA44AB" w14:paraId="0434CDD9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3C77445" w14:textId="067B4F8D" w:rsidR="005A1963" w:rsidRPr="00CA44AB" w:rsidRDefault="005A1963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</w:t>
            </w:r>
          </w:p>
        </w:tc>
        <w:tc>
          <w:tcPr>
            <w:tcW w:w="408" w:type="pct"/>
            <w:shd w:val="clear" w:color="auto" w:fill="auto"/>
          </w:tcPr>
          <w:p w14:paraId="15C42D92" w14:textId="081EE695" w:rsidR="005A1963" w:rsidRPr="00CA44AB" w:rsidRDefault="001C6452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C6452">
              <w:rPr>
                <w:rFonts w:ascii="ＭＳ ゴシック" w:eastAsia="ＭＳ ゴシック" w:hAnsi="ＭＳ ゴシック"/>
                <w:sz w:val="18"/>
                <w:szCs w:val="18"/>
              </w:rPr>
              <w:t>9999999999</w:t>
            </w:r>
          </w:p>
        </w:tc>
        <w:tc>
          <w:tcPr>
            <w:tcW w:w="524" w:type="pct"/>
            <w:shd w:val="clear" w:color="auto" w:fill="auto"/>
          </w:tcPr>
          <w:p w14:paraId="2214FDDA" w14:textId="1E353775" w:rsidR="005A1963" w:rsidRPr="00CA44AB" w:rsidRDefault="002C0BB9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厚労　太郎</w:t>
            </w:r>
          </w:p>
        </w:tc>
        <w:tc>
          <w:tcPr>
            <w:tcW w:w="524" w:type="pct"/>
            <w:shd w:val="clear" w:color="auto" w:fill="auto"/>
          </w:tcPr>
          <w:p w14:paraId="1A5B566F" w14:textId="7361F88A" w:rsidR="005A1963" w:rsidRPr="00CA44AB" w:rsidRDefault="002C0BB9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ｺｳﾛｳ ﾀﾛｳ</w:t>
            </w:r>
          </w:p>
        </w:tc>
        <w:tc>
          <w:tcPr>
            <w:tcW w:w="319" w:type="pct"/>
            <w:shd w:val="clear" w:color="auto" w:fill="auto"/>
          </w:tcPr>
          <w:p w14:paraId="3D0FA9AE" w14:textId="2AE1ED54" w:rsidR="005A1963" w:rsidRPr="00CA44AB" w:rsidRDefault="002C0BB9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100-8916</w:t>
            </w:r>
          </w:p>
        </w:tc>
        <w:tc>
          <w:tcPr>
            <w:tcW w:w="911" w:type="pct"/>
            <w:shd w:val="clear" w:color="auto" w:fill="auto"/>
          </w:tcPr>
          <w:p w14:paraId="1CED4B62" w14:textId="00BD3A82" w:rsidR="002C0BB9" w:rsidRPr="00CA44AB" w:rsidRDefault="002C0BB9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東京都千代田区霞が関1-2-2</w:t>
            </w:r>
          </w:p>
        </w:tc>
        <w:tc>
          <w:tcPr>
            <w:tcW w:w="480" w:type="pct"/>
            <w:shd w:val="clear" w:color="auto" w:fill="auto"/>
          </w:tcPr>
          <w:p w14:paraId="5671B9E7" w14:textId="2D658646" w:rsidR="005A1963" w:rsidRPr="00CA44AB" w:rsidRDefault="00F20A4F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ゆうちょ銀行</w:t>
            </w:r>
          </w:p>
        </w:tc>
        <w:tc>
          <w:tcPr>
            <w:tcW w:w="479" w:type="pct"/>
            <w:shd w:val="clear" w:color="auto" w:fill="auto"/>
          </w:tcPr>
          <w:p w14:paraId="63F5C1CF" w14:textId="77777777" w:rsidR="005A1963" w:rsidRPr="00CA44AB" w:rsidRDefault="005A1963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6191BCE" w14:textId="77777777" w:rsidR="005A1963" w:rsidRPr="00CA44AB" w:rsidRDefault="005A1963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6C4CA678" w14:textId="68E37DB4" w:rsidR="005A1963" w:rsidRPr="00CA44AB" w:rsidRDefault="00F20A4F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9999999999999</w:t>
            </w:r>
          </w:p>
        </w:tc>
        <w:tc>
          <w:tcPr>
            <w:tcW w:w="372" w:type="pct"/>
            <w:shd w:val="clear" w:color="auto" w:fill="auto"/>
          </w:tcPr>
          <w:p w14:paraId="539B345E" w14:textId="27B19D99" w:rsidR="005A1963" w:rsidRPr="00CA44AB" w:rsidRDefault="002C0BB9" w:rsidP="00CA44AB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139,600</w:t>
            </w:r>
          </w:p>
        </w:tc>
      </w:tr>
      <w:tr w:rsidR="00CA44AB" w:rsidRPr="00CA44AB" w14:paraId="5878BB03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9CE8ED9" w14:textId="43A78B25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</w:t>
            </w:r>
          </w:p>
        </w:tc>
        <w:tc>
          <w:tcPr>
            <w:tcW w:w="408" w:type="pct"/>
            <w:shd w:val="clear" w:color="auto" w:fill="auto"/>
          </w:tcPr>
          <w:p w14:paraId="144AE71D" w14:textId="732BE502" w:rsidR="00F20A4F" w:rsidRPr="00CA44AB" w:rsidRDefault="001C6452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C6452">
              <w:rPr>
                <w:rFonts w:ascii="ＭＳ ゴシック" w:eastAsia="ＭＳ ゴシック" w:hAnsi="ＭＳ ゴシック"/>
                <w:sz w:val="18"/>
                <w:szCs w:val="18"/>
              </w:rPr>
              <w:t>9999999999</w:t>
            </w:r>
          </w:p>
        </w:tc>
        <w:tc>
          <w:tcPr>
            <w:tcW w:w="524" w:type="pct"/>
            <w:shd w:val="clear" w:color="auto" w:fill="auto"/>
          </w:tcPr>
          <w:p w14:paraId="1890F391" w14:textId="3DB58878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厚労　太郎</w:t>
            </w:r>
          </w:p>
        </w:tc>
        <w:tc>
          <w:tcPr>
            <w:tcW w:w="524" w:type="pct"/>
            <w:shd w:val="clear" w:color="auto" w:fill="auto"/>
          </w:tcPr>
          <w:p w14:paraId="0BDCC5B7" w14:textId="7841436D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ｺｳﾛｳ ﾀﾛｳ</w:t>
            </w:r>
          </w:p>
        </w:tc>
        <w:tc>
          <w:tcPr>
            <w:tcW w:w="319" w:type="pct"/>
            <w:shd w:val="clear" w:color="auto" w:fill="auto"/>
          </w:tcPr>
          <w:p w14:paraId="2F99AE43" w14:textId="7AC492A6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100-8916</w:t>
            </w:r>
          </w:p>
        </w:tc>
        <w:tc>
          <w:tcPr>
            <w:tcW w:w="911" w:type="pct"/>
            <w:shd w:val="clear" w:color="auto" w:fill="auto"/>
          </w:tcPr>
          <w:p w14:paraId="35BEFD55" w14:textId="767A4E69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東京都千代田区霞が関1-2-2</w:t>
            </w:r>
          </w:p>
        </w:tc>
        <w:tc>
          <w:tcPr>
            <w:tcW w:w="480" w:type="pct"/>
            <w:shd w:val="clear" w:color="auto" w:fill="auto"/>
          </w:tcPr>
          <w:p w14:paraId="7B097A2C" w14:textId="44801548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みずほ銀行</w:t>
            </w:r>
          </w:p>
        </w:tc>
        <w:tc>
          <w:tcPr>
            <w:tcW w:w="479" w:type="pct"/>
            <w:shd w:val="clear" w:color="auto" w:fill="auto"/>
          </w:tcPr>
          <w:p w14:paraId="35A0D116" w14:textId="01E669F0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虎ノ門支店</w:t>
            </w:r>
          </w:p>
        </w:tc>
        <w:tc>
          <w:tcPr>
            <w:tcW w:w="285" w:type="pct"/>
            <w:shd w:val="clear" w:color="auto" w:fill="auto"/>
          </w:tcPr>
          <w:p w14:paraId="7582106E" w14:textId="5D7D61E5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普通</w:t>
            </w:r>
          </w:p>
        </w:tc>
        <w:tc>
          <w:tcPr>
            <w:tcW w:w="471" w:type="pct"/>
            <w:shd w:val="clear" w:color="auto" w:fill="auto"/>
          </w:tcPr>
          <w:p w14:paraId="19BD4B31" w14:textId="747DCF0B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/>
                <w:sz w:val="18"/>
                <w:szCs w:val="18"/>
              </w:rPr>
              <w:t>9999999</w:t>
            </w:r>
          </w:p>
        </w:tc>
        <w:tc>
          <w:tcPr>
            <w:tcW w:w="372" w:type="pct"/>
            <w:shd w:val="clear" w:color="auto" w:fill="auto"/>
          </w:tcPr>
          <w:p w14:paraId="0DFA5AC4" w14:textId="46C7B566" w:rsidR="00F20A4F" w:rsidRPr="00CA44AB" w:rsidRDefault="00F20A4F" w:rsidP="00CA44AB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/>
                <w:sz w:val="18"/>
                <w:szCs w:val="18"/>
              </w:rPr>
              <w:t>209,600</w:t>
            </w:r>
          </w:p>
        </w:tc>
      </w:tr>
      <w:tr w:rsidR="00CA44AB" w:rsidRPr="00CA44AB" w14:paraId="507402A7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30EF967E" w14:textId="0D91E9C1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3</w:t>
            </w:r>
          </w:p>
        </w:tc>
        <w:tc>
          <w:tcPr>
            <w:tcW w:w="408" w:type="pct"/>
            <w:shd w:val="clear" w:color="auto" w:fill="auto"/>
          </w:tcPr>
          <w:p w14:paraId="726D3783" w14:textId="634D4B22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2F7915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E8F1D5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6365FDB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AC3C85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3E8E66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38DAE2F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4042F6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63EDD62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363CAAD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FA89E02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39175CF3" w14:textId="31C14663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4</w:t>
            </w:r>
          </w:p>
        </w:tc>
        <w:tc>
          <w:tcPr>
            <w:tcW w:w="408" w:type="pct"/>
            <w:shd w:val="clear" w:color="auto" w:fill="auto"/>
          </w:tcPr>
          <w:p w14:paraId="5055B74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366342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2EBAFF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26C92FA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0F35EC9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2C336C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361A224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23A2B6E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3450322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3A017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199BA67D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CAFD747" w14:textId="5EB6236C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5</w:t>
            </w:r>
          </w:p>
        </w:tc>
        <w:tc>
          <w:tcPr>
            <w:tcW w:w="408" w:type="pct"/>
            <w:shd w:val="clear" w:color="auto" w:fill="auto"/>
          </w:tcPr>
          <w:p w14:paraId="50E2781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B26C8A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9EC798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3FFECEC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2D4EFAD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49F8CD9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68F3CD0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C0D881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5E29DE0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738658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6185EE4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1AE928B8" w14:textId="0C79CFD0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6</w:t>
            </w:r>
          </w:p>
        </w:tc>
        <w:tc>
          <w:tcPr>
            <w:tcW w:w="408" w:type="pct"/>
            <w:shd w:val="clear" w:color="auto" w:fill="auto"/>
          </w:tcPr>
          <w:p w14:paraId="7DCBDFD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157933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7B6DFA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6DAFA2A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05FF99F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9C3571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5F1524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5EDE20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720512E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47B2815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60310FD0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C2E3CCE" w14:textId="38260F6B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7</w:t>
            </w:r>
          </w:p>
        </w:tc>
        <w:tc>
          <w:tcPr>
            <w:tcW w:w="408" w:type="pct"/>
            <w:shd w:val="clear" w:color="auto" w:fill="auto"/>
          </w:tcPr>
          <w:p w14:paraId="64DF671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982459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5B50EE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4E093AE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324EC2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4A85991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0250102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5487A1F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725D9B1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C136C5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7D69819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3F126A55" w14:textId="272A3FD5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8</w:t>
            </w:r>
          </w:p>
        </w:tc>
        <w:tc>
          <w:tcPr>
            <w:tcW w:w="408" w:type="pct"/>
            <w:shd w:val="clear" w:color="auto" w:fill="auto"/>
          </w:tcPr>
          <w:p w14:paraId="408609F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138D5F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C7650E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5209BF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AFAC93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62067AC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2DA113C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1780EAA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7B6B9F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48094CD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113208CD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BE4CB4E" w14:textId="1ADF9E8E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9</w:t>
            </w:r>
          </w:p>
        </w:tc>
        <w:tc>
          <w:tcPr>
            <w:tcW w:w="408" w:type="pct"/>
            <w:shd w:val="clear" w:color="auto" w:fill="auto"/>
          </w:tcPr>
          <w:p w14:paraId="635839D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AAECF8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F5C6E9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080C97E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662CB0C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5B872BD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6BA9DDF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EB597D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78FBD3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705BEA2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0B3782A8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2C2B2A5B" w14:textId="198EA5D2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10</w:t>
            </w:r>
          </w:p>
        </w:tc>
        <w:tc>
          <w:tcPr>
            <w:tcW w:w="408" w:type="pct"/>
            <w:shd w:val="clear" w:color="auto" w:fill="auto"/>
          </w:tcPr>
          <w:p w14:paraId="0F04AD8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1816D3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D4846D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78D1F70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29FF84D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4A98F5B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691748B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3D4E840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082AF22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7299A40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4E012CC1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2554EE29" w14:textId="63DAAEB1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11</w:t>
            </w:r>
          </w:p>
        </w:tc>
        <w:tc>
          <w:tcPr>
            <w:tcW w:w="408" w:type="pct"/>
            <w:shd w:val="clear" w:color="auto" w:fill="auto"/>
          </w:tcPr>
          <w:p w14:paraId="4641663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55FA7B0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54FC1B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5FC69BE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61590A9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FF8633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670290A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873B9B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3AA9A9E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19E7003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1AAF319B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603E02C7" w14:textId="7C109183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12</w:t>
            </w:r>
          </w:p>
        </w:tc>
        <w:tc>
          <w:tcPr>
            <w:tcW w:w="408" w:type="pct"/>
            <w:shd w:val="clear" w:color="auto" w:fill="auto"/>
          </w:tcPr>
          <w:p w14:paraId="45FD7D8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8C4CFA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15FE57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76F2898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192D99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09B2055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0D84B1A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369F361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14EB10E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18F56EF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74FB565F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2CDDBF9" w14:textId="22B81F86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13</w:t>
            </w:r>
          </w:p>
        </w:tc>
        <w:tc>
          <w:tcPr>
            <w:tcW w:w="408" w:type="pct"/>
            <w:shd w:val="clear" w:color="auto" w:fill="auto"/>
          </w:tcPr>
          <w:p w14:paraId="2E7C818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982CA8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99F7DE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66AD9B8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2D343BA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47E10C3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F9EB40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266D822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5226030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17500C7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52BF10AC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9AA0DEF" w14:textId="2A26C0C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14</w:t>
            </w:r>
          </w:p>
        </w:tc>
        <w:tc>
          <w:tcPr>
            <w:tcW w:w="408" w:type="pct"/>
            <w:shd w:val="clear" w:color="auto" w:fill="auto"/>
          </w:tcPr>
          <w:p w14:paraId="1BE56F8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BF36DF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54CFAA1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3DBC7DF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0338FEC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C935C9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7C547C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502FA13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E482EC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4236FE1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4B63B837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72CC1852" w14:textId="3FF72C2D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15</w:t>
            </w:r>
          </w:p>
        </w:tc>
        <w:tc>
          <w:tcPr>
            <w:tcW w:w="408" w:type="pct"/>
            <w:shd w:val="clear" w:color="auto" w:fill="auto"/>
          </w:tcPr>
          <w:p w14:paraId="1ACDECA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8FC03F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730803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0AB33F8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1999FD4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4397878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273833D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3229B67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0549DAA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7D5545C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07A01978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5FF2ED9" w14:textId="60757C72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16</w:t>
            </w:r>
          </w:p>
        </w:tc>
        <w:tc>
          <w:tcPr>
            <w:tcW w:w="408" w:type="pct"/>
            <w:shd w:val="clear" w:color="auto" w:fill="auto"/>
          </w:tcPr>
          <w:p w14:paraId="69B50AC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16B78B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301F69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2D5CF17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61A8458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0F7F7FE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295B1F3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27C9F18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094297E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5AC9B7E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14832378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142043E5" w14:textId="37DD45E1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17</w:t>
            </w:r>
          </w:p>
        </w:tc>
        <w:tc>
          <w:tcPr>
            <w:tcW w:w="408" w:type="pct"/>
            <w:shd w:val="clear" w:color="auto" w:fill="auto"/>
          </w:tcPr>
          <w:p w14:paraId="34D95DE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1F4BCE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5002DD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22EC040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3632F8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1F22FD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C5A445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4DFD5B8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0BAD4FA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12D51B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0CB2AE7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20F1DA73" w14:textId="18FAB109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18</w:t>
            </w:r>
          </w:p>
        </w:tc>
        <w:tc>
          <w:tcPr>
            <w:tcW w:w="408" w:type="pct"/>
            <w:shd w:val="clear" w:color="auto" w:fill="auto"/>
          </w:tcPr>
          <w:p w14:paraId="79562C0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9E479A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D1C365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4E5C86E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4EAF748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C17270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5F402CC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3C0298D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AAE8C6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254D47E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7918FDD0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2F078212" w14:textId="459665AC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19</w:t>
            </w:r>
          </w:p>
        </w:tc>
        <w:tc>
          <w:tcPr>
            <w:tcW w:w="408" w:type="pct"/>
            <w:shd w:val="clear" w:color="auto" w:fill="auto"/>
          </w:tcPr>
          <w:p w14:paraId="4E15A69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FA57FB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B228A6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77240D8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3D27967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2C3088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7F2BD61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4FC164D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947156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470DD7B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5EDB3AD0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3FA0B7F" w14:textId="389C24F1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20</w:t>
            </w:r>
          </w:p>
        </w:tc>
        <w:tc>
          <w:tcPr>
            <w:tcW w:w="408" w:type="pct"/>
            <w:shd w:val="clear" w:color="auto" w:fill="auto"/>
          </w:tcPr>
          <w:p w14:paraId="6A97F28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23F4A3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10F8D9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3CB73FE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D1C6D2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693FC8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64CC4C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1A26D7E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5F363E5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3F0285F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7261CD99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1A86673D" w14:textId="520A178C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21</w:t>
            </w:r>
          </w:p>
        </w:tc>
        <w:tc>
          <w:tcPr>
            <w:tcW w:w="408" w:type="pct"/>
            <w:shd w:val="clear" w:color="auto" w:fill="auto"/>
          </w:tcPr>
          <w:p w14:paraId="31334DB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839A5C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6986DA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50B43EC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2DD9CD6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17A9081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4AA7110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0644EA6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1CE10F0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109DCA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7EDF3957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AA39C27" w14:textId="03B681D9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22</w:t>
            </w:r>
          </w:p>
        </w:tc>
        <w:tc>
          <w:tcPr>
            <w:tcW w:w="408" w:type="pct"/>
            <w:shd w:val="clear" w:color="auto" w:fill="auto"/>
          </w:tcPr>
          <w:p w14:paraId="01AA6BC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1F62C9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5C19F25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6A725DF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408AF28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D86977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F6E283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00AB53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15D66E3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5E4E59F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6580C244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7FCF46E9" w14:textId="1669F45E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23</w:t>
            </w:r>
          </w:p>
        </w:tc>
        <w:tc>
          <w:tcPr>
            <w:tcW w:w="408" w:type="pct"/>
            <w:shd w:val="clear" w:color="auto" w:fill="auto"/>
          </w:tcPr>
          <w:p w14:paraId="4DE0527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1C8F9A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61E1B4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4C09B26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2B0D44E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719099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5691BE1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3037840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5CD1C9E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773C75D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537A37AB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2AB28A31" w14:textId="4CB9BCE8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24</w:t>
            </w:r>
          </w:p>
        </w:tc>
        <w:tc>
          <w:tcPr>
            <w:tcW w:w="408" w:type="pct"/>
            <w:shd w:val="clear" w:color="auto" w:fill="auto"/>
          </w:tcPr>
          <w:p w14:paraId="1E6C518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C810FD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E4AB7B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5376382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7954054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75A827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564B6F1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26F17BC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1925700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4C46CED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1AF19E11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32F90749" w14:textId="30F65BF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25</w:t>
            </w:r>
          </w:p>
        </w:tc>
        <w:tc>
          <w:tcPr>
            <w:tcW w:w="408" w:type="pct"/>
            <w:shd w:val="clear" w:color="auto" w:fill="auto"/>
          </w:tcPr>
          <w:p w14:paraId="1699578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3BFD85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1DB7CF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1C54DC4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7E93688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781D1F7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04CE2C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70A508A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064A653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6F1886A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55D029F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3FA385C3" w14:textId="1A3D33A1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26</w:t>
            </w:r>
          </w:p>
        </w:tc>
        <w:tc>
          <w:tcPr>
            <w:tcW w:w="408" w:type="pct"/>
            <w:shd w:val="clear" w:color="auto" w:fill="auto"/>
          </w:tcPr>
          <w:p w14:paraId="7F4F52D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12918F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0B0352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42F4803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38E8D19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56BE875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665B18D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4FD553E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6000C7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AEC469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3F67BA9D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B184B0D" w14:textId="450002BF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27</w:t>
            </w:r>
          </w:p>
        </w:tc>
        <w:tc>
          <w:tcPr>
            <w:tcW w:w="408" w:type="pct"/>
            <w:shd w:val="clear" w:color="auto" w:fill="auto"/>
          </w:tcPr>
          <w:p w14:paraId="7E040CD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C6D42C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6A7F92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750E28C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3B40464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BD594F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3BC0D33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F74F9F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75A6700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D2429E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2C8B472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1216640C" w14:textId="4E4A41B9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28</w:t>
            </w:r>
          </w:p>
        </w:tc>
        <w:tc>
          <w:tcPr>
            <w:tcW w:w="408" w:type="pct"/>
            <w:shd w:val="clear" w:color="auto" w:fill="auto"/>
          </w:tcPr>
          <w:p w14:paraId="0008EB1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12EA25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516180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5BA3BB5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33572F2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2B7F11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55A99D2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6FDF2A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3752A73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78E5CBC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7ABE8EA8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399DDFD" w14:textId="49CAF84E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29</w:t>
            </w:r>
          </w:p>
        </w:tc>
        <w:tc>
          <w:tcPr>
            <w:tcW w:w="408" w:type="pct"/>
            <w:shd w:val="clear" w:color="auto" w:fill="auto"/>
          </w:tcPr>
          <w:p w14:paraId="40E5DF1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DAD622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F9C683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7E56AFD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EA59FB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12ED98E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400EE8A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1700EEC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19D4BEB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11A4CFA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002101ED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30C4492" w14:textId="48DC1314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30</w:t>
            </w:r>
          </w:p>
        </w:tc>
        <w:tc>
          <w:tcPr>
            <w:tcW w:w="408" w:type="pct"/>
            <w:shd w:val="clear" w:color="auto" w:fill="auto"/>
          </w:tcPr>
          <w:p w14:paraId="48AF764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E5A129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088ABB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0630321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01FDA4E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7AACB70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4EF6FB8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741BAB5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64888E1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65BF8A1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5930B61A" w14:textId="77777777" w:rsidR="005A1963" w:rsidRPr="005A1963" w:rsidRDefault="005A1963" w:rsidP="005A1963">
      <w:pPr>
        <w:ind w:right="1120"/>
        <w:rPr>
          <w:sz w:val="24"/>
        </w:rPr>
      </w:pPr>
    </w:p>
    <w:sectPr w:rsidR="005A1963" w:rsidRPr="005A1963" w:rsidSect="002A7AC6">
      <w:headerReference w:type="default" r:id="rId9"/>
      <w:footerReference w:type="default" r:id="rId10"/>
      <w:pgSz w:w="16838" w:h="11906" w:orient="landscape" w:code="9"/>
      <w:pgMar w:top="1134" w:right="1134" w:bottom="1134" w:left="1134" w:header="284" w:footer="567" w:gutter="0"/>
      <w:cols w:space="425"/>
      <w:docGrid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59F66" w14:textId="77777777" w:rsidR="00903F99" w:rsidRDefault="00903F99" w:rsidP="000F750F">
      <w:r>
        <w:separator/>
      </w:r>
    </w:p>
  </w:endnote>
  <w:endnote w:type="continuationSeparator" w:id="0">
    <w:p w14:paraId="0659593A" w14:textId="77777777" w:rsidR="00903F99" w:rsidRDefault="00903F99" w:rsidP="000F7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22D3A" w14:textId="53A3377E" w:rsidR="00CA44AB" w:rsidRDefault="00CA44AB" w:rsidP="00CA44AB">
    <w:pPr>
      <w:pStyle w:val="a5"/>
      <w:jc w:val="center"/>
    </w:pPr>
    <w:r>
      <w:rPr>
        <w:rFonts w:hint="eastAsia"/>
      </w:rPr>
      <w:t>頁数／総頁数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5B918" w14:textId="77777777" w:rsidR="00903F99" w:rsidRDefault="00903F99" w:rsidP="000F750F">
      <w:r>
        <w:separator/>
      </w:r>
    </w:p>
  </w:footnote>
  <w:footnote w:type="continuationSeparator" w:id="0">
    <w:p w14:paraId="12B4CF9D" w14:textId="77777777" w:rsidR="00903F99" w:rsidRDefault="00903F99" w:rsidP="000F75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B1BCA" w14:textId="50A01847" w:rsidR="002A7AC6" w:rsidRPr="002A7AC6" w:rsidRDefault="002A7AC6" w:rsidP="005A1963">
    <w:pPr>
      <w:jc w:val="left"/>
      <w:rPr>
        <w:sz w:val="24"/>
        <w:bdr w:val="single" w:sz="4" w:space="0" w:color="auto"/>
      </w:rPr>
    </w:pPr>
    <w:r w:rsidRPr="002A7AC6">
      <w:rPr>
        <w:rFonts w:hint="eastAsia"/>
        <w:sz w:val="24"/>
        <w:bdr w:val="single" w:sz="4" w:space="0" w:color="auto"/>
      </w:rPr>
      <w:t>様式番号</w:t>
    </w:r>
  </w:p>
  <w:p w14:paraId="6BBCD6EF" w14:textId="332386E7" w:rsidR="005A1963" w:rsidRDefault="005A1963" w:rsidP="005A1963">
    <w:pPr>
      <w:jc w:val="left"/>
    </w:pPr>
    <w:r w:rsidRPr="005A1963">
      <w:rPr>
        <w:rFonts w:hint="eastAsia"/>
        <w:sz w:val="24"/>
      </w:rPr>
      <w:t xml:space="preserve">特別児童扶養手当支払対象者一覧表（○○（指定都市名）→厚生労働省）　　　　　　　　　</w:t>
    </w:r>
    <w:r>
      <w:rPr>
        <w:rFonts w:hint="eastAsia"/>
        <w:sz w:val="24"/>
      </w:rPr>
      <w:t xml:space="preserve">　　　　　　　　</w:t>
    </w:r>
    <w:r w:rsidRPr="005A1963">
      <w:rPr>
        <w:rFonts w:hint="eastAsia"/>
        <w:sz w:val="24"/>
      </w:rPr>
      <w:t xml:space="preserve">　　　年　　　月払分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revisionView w:inkAnnotations="0"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50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43D5B"/>
    <w:rsid w:val="00045AAE"/>
    <w:rsid w:val="00097A8A"/>
    <w:rsid w:val="000B34CE"/>
    <w:rsid w:val="000B466F"/>
    <w:rsid w:val="000F6A2E"/>
    <w:rsid w:val="000F750F"/>
    <w:rsid w:val="0010032C"/>
    <w:rsid w:val="001018CD"/>
    <w:rsid w:val="001137D5"/>
    <w:rsid w:val="00180005"/>
    <w:rsid w:val="001B1BF2"/>
    <w:rsid w:val="001C6452"/>
    <w:rsid w:val="00213886"/>
    <w:rsid w:val="0021682F"/>
    <w:rsid w:val="00257E8F"/>
    <w:rsid w:val="00263511"/>
    <w:rsid w:val="002A7AC6"/>
    <w:rsid w:val="002C0BB9"/>
    <w:rsid w:val="002D234A"/>
    <w:rsid w:val="002E19D2"/>
    <w:rsid w:val="0030085E"/>
    <w:rsid w:val="00321CB6"/>
    <w:rsid w:val="00343D5B"/>
    <w:rsid w:val="00350197"/>
    <w:rsid w:val="00390733"/>
    <w:rsid w:val="003922AE"/>
    <w:rsid w:val="00396FE3"/>
    <w:rsid w:val="004472AA"/>
    <w:rsid w:val="00466C31"/>
    <w:rsid w:val="00475F24"/>
    <w:rsid w:val="004D0B53"/>
    <w:rsid w:val="00520CA0"/>
    <w:rsid w:val="005417CD"/>
    <w:rsid w:val="00552833"/>
    <w:rsid w:val="005A1963"/>
    <w:rsid w:val="005C526A"/>
    <w:rsid w:val="005D412E"/>
    <w:rsid w:val="00600CA9"/>
    <w:rsid w:val="00617322"/>
    <w:rsid w:val="00665F12"/>
    <w:rsid w:val="00672122"/>
    <w:rsid w:val="006A28D1"/>
    <w:rsid w:val="006B17D9"/>
    <w:rsid w:val="007023D8"/>
    <w:rsid w:val="00707C8C"/>
    <w:rsid w:val="00752542"/>
    <w:rsid w:val="007B208F"/>
    <w:rsid w:val="007B47AD"/>
    <w:rsid w:val="007F2483"/>
    <w:rsid w:val="00835832"/>
    <w:rsid w:val="008643D5"/>
    <w:rsid w:val="008C3450"/>
    <w:rsid w:val="00900F5E"/>
    <w:rsid w:val="00903F99"/>
    <w:rsid w:val="0093200F"/>
    <w:rsid w:val="00972052"/>
    <w:rsid w:val="00A145D1"/>
    <w:rsid w:val="00A433C1"/>
    <w:rsid w:val="00A455C6"/>
    <w:rsid w:val="00A933E9"/>
    <w:rsid w:val="00AC4BFD"/>
    <w:rsid w:val="00AE2FBD"/>
    <w:rsid w:val="00AE51C3"/>
    <w:rsid w:val="00AF7EB9"/>
    <w:rsid w:val="00B03412"/>
    <w:rsid w:val="00B0794C"/>
    <w:rsid w:val="00B2102D"/>
    <w:rsid w:val="00B34F73"/>
    <w:rsid w:val="00B5601F"/>
    <w:rsid w:val="00BA2A04"/>
    <w:rsid w:val="00BB639D"/>
    <w:rsid w:val="00BE639E"/>
    <w:rsid w:val="00C94B1A"/>
    <w:rsid w:val="00CA44AB"/>
    <w:rsid w:val="00CC7F22"/>
    <w:rsid w:val="00D0704A"/>
    <w:rsid w:val="00D408FC"/>
    <w:rsid w:val="00D431D3"/>
    <w:rsid w:val="00DB0069"/>
    <w:rsid w:val="00DB6425"/>
    <w:rsid w:val="00DF29C8"/>
    <w:rsid w:val="00E86FE6"/>
    <w:rsid w:val="00EA5193"/>
    <w:rsid w:val="00EB72EE"/>
    <w:rsid w:val="00F17198"/>
    <w:rsid w:val="00F20A4F"/>
    <w:rsid w:val="00F91784"/>
    <w:rsid w:val="00F9327D"/>
    <w:rsid w:val="00FA368A"/>
    <w:rsid w:val="00FB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369597BC"/>
  <w14:defaultImageDpi w14:val="0"/>
  <w15:docId w15:val="{9F9FDA97-D8CA-4B4E-A482-57189576E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hAnsi="Courier New" w:cs="Times New Roman"/>
      <w:kern w:val="2"/>
      <w:sz w:val="21"/>
    </w:rPr>
  </w:style>
  <w:style w:type="table" w:styleId="a7">
    <w:name w:val="Table Grid"/>
    <w:basedOn w:val="a1"/>
    <w:uiPriority w:val="59"/>
    <w:rsid w:val="005A1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rsid w:val="00466C31"/>
    <w:rPr>
      <w:sz w:val="18"/>
      <w:szCs w:val="18"/>
    </w:rPr>
  </w:style>
  <w:style w:type="paragraph" w:styleId="a9">
    <w:name w:val="annotation text"/>
    <w:basedOn w:val="a"/>
    <w:link w:val="aa"/>
    <w:uiPriority w:val="99"/>
    <w:rsid w:val="00466C31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466C31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66C31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466C31"/>
    <w:rPr>
      <w:rFonts w:ascii="ＭＳ 明朝" w:hAnsi="Courier New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DA916E-6E17-4119-A0DA-501BD08BE1F0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http://purl.org/dc/terms/"/>
    <ds:schemaRef ds:uri="32d3a1fc-ee5f-48dd-aac5-88c8d757ec2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9D224E6-04FB-4269-857D-B01F03BBC4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89B4CA-632A-4517-8723-73276AAA42A7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46</TotalTime>
  <Pages>1</Pages>
  <Words>95</Words>
  <Characters>545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2022-09-09T01:40:00Z</dcterms:created>
  <dcterms:modified xsi:type="dcterms:W3CDTF">2024-06-01T01:53:00Z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2021-10-22T05:33:55Z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ec51af17-70b6-47c5-bf7d-02cbcda5ed3e</vt:lpwstr>
  </property>
  <property fmtid="{D5CDD505-2E9C-101B-9397-08002B2CF9AE}" pid="9" name="MSIP_Label_a7295cc1-d279-42ac-ab4d-3b0f4fece050_ContentBits">
    <vt:lpwstr>0</vt:lpwstr>
  </property>
</Properties>
</file>