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3B714095" w:rsidR="00D6512C" w:rsidRPr="003000F2" w:rsidRDefault="0058135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772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4ABD2F5" w:rsidR="00D6512C" w:rsidRDefault="004A4A3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4B64306F" w14:textId="77777777" w:rsidR="004A4A3B" w:rsidRDefault="004A4A3B" w:rsidP="004A4A3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  <w:szCs w:val="21"/>
              </w:rPr>
            </w:pPr>
          </w:p>
          <w:p w14:paraId="5DA2F3A8" w14:textId="77777777" w:rsidR="004A4A3B" w:rsidRDefault="004A4A3B" w:rsidP="004A4A3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都道府県</w:t>
            </w:r>
            <w:r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372381AE" w14:textId="5CF43556" w:rsidR="00B414D0" w:rsidRPr="004A4A3B" w:rsidRDefault="00581355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noProof/>
                <w:sz w:val="28"/>
                <w:szCs w:val="28"/>
              </w:rPr>
              <w:pict w14:anchorId="4371BEB2">
                <v:rect id="_x0000_s2065" style="position:absolute;left:0;text-align:left;margin-left:-1.95pt;margin-top:13.55pt;width:424.85pt;height:47.85pt;z-index:25166080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5">
                    <w:txbxContent>
                      <w:p w14:paraId="02791E9D" w14:textId="77777777" w:rsidR="00ED6D98" w:rsidRDefault="00ED6D98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7B9818A4" w14:textId="256E16BC" w:rsidR="00ED6D98" w:rsidRPr="00F531B9" w:rsidRDefault="00E608F6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ED6D98"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5A42F15" w14:textId="6787057F" w:rsidR="004A4A3B" w:rsidRDefault="004A4A3B" w:rsidP="004A4A3B">
            <w:pPr>
              <w:overflowPunct w:val="0"/>
              <w:autoSpaceDE w:val="0"/>
              <w:autoSpaceDN w:val="0"/>
              <w:spacing w:line="360" w:lineRule="exact"/>
              <w:ind w:rightChars="67" w:right="141" w:firstLineChars="85" w:firstLine="178"/>
            </w:pPr>
            <w:r>
              <w:t>あなたは、特別児童扶養手当等の支給に関する法律</w:t>
            </w:r>
            <w:r>
              <w:rPr>
                <w:rFonts w:hint="eastAsia"/>
              </w:rPr>
              <w:t>の規定</w:t>
            </w:r>
            <w:r>
              <w:t>(第6条、第7条、第8条)により、</w:t>
            </w:r>
            <w:r>
              <w:rPr>
                <w:rFonts w:hint="eastAsia"/>
              </w:rPr>
              <w:t>支給停止となっておりましたが、</w:t>
            </w:r>
            <w:r w:rsidR="0057518F">
              <w:rPr>
                <w:rFonts w:hint="eastAsia"/>
              </w:rPr>
              <w:t>この度これが解除され</w:t>
            </w:r>
            <w:r>
              <w:t>ましたので通知します。</w:t>
            </w:r>
          </w:p>
          <w:p w14:paraId="6832CE9E" w14:textId="5D739190" w:rsidR="00B414D0" w:rsidRPr="004A4A3B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57BDA" w:rsidRPr="003000F2" w14:paraId="4987CDF0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27F1F81" w14:textId="1FAEFF5B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1E86CD6" w14:textId="3760700B" w:rsidR="00E57BDA" w:rsidRPr="003000F2" w:rsidRDefault="006F637D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35C20">
              <w:rPr>
                <w:rFonts w:hAnsi="ＭＳ 明朝" w:hint="eastAsia"/>
                <w:szCs w:val="21"/>
              </w:rPr>
              <w:t>受給者</w:t>
            </w:r>
            <w:r w:rsidR="00E57BDA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6118" w:type="dxa"/>
            <w:vAlign w:val="center"/>
          </w:tcPr>
          <w:p w14:paraId="4CA40078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 w:themeColor="background1"/>
            </w:tcBorders>
          </w:tcPr>
          <w:p w14:paraId="4AB2D450" w14:textId="12A9AA84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E57BDA" w:rsidRPr="003000F2" w14:paraId="40AD9794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8B4E1B9" w14:textId="40D045C6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E444E7A" w14:textId="5ADE6461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118" w:type="dxa"/>
            <w:vAlign w:val="center"/>
          </w:tcPr>
          <w:p w14:paraId="6D8350BF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1BD9297" w14:textId="71DBA72F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5318623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09D91733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1F10D62D" w14:textId="20FE6306" w:rsidR="00E57BDA" w:rsidRPr="00166B04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3F5430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37022B43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689DDB15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解除年月</w:t>
            </w:r>
          </w:p>
        </w:tc>
        <w:tc>
          <w:tcPr>
            <w:tcW w:w="6118" w:type="dxa"/>
            <w:vAlign w:val="center"/>
          </w:tcPr>
          <w:p w14:paraId="2E759D6D" w14:textId="77777777" w:rsidR="00E57BDA" w:rsidRPr="003000F2" w:rsidRDefault="00E57BDA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71251777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0A17F5F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22F73CE0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解除の理由</w:t>
            </w:r>
          </w:p>
        </w:tc>
        <w:tc>
          <w:tcPr>
            <w:tcW w:w="6118" w:type="dxa"/>
            <w:vAlign w:val="center"/>
          </w:tcPr>
          <w:p w14:paraId="37871B8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55391643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1E3EA1C4" w14:textId="77777777" w:rsidTr="00B16B7C">
        <w:trPr>
          <w:gridBefore w:val="1"/>
          <w:wBefore w:w="23" w:type="dxa"/>
          <w:cantSplit/>
          <w:trHeight w:val="1116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E57BDA" w:rsidRPr="00331E94" w:rsidRDefault="00E57BDA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E57BDA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40E6E269" w:rsidR="00E57BDA" w:rsidRPr="00CF7276" w:rsidRDefault="00E57BDA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07405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＋編集１</w:t>
            </w:r>
          </w:p>
          <w:p w14:paraId="2739A7AB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 w:themeColor="background1"/>
            </w:tcBorders>
          </w:tcPr>
          <w:p w14:paraId="69E2009E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074056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4063B9D4" w:rsidR="00D6512C" w:rsidRPr="003000F2" w:rsidRDefault="0058135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7" style="position:absolute;left:0;text-align:left;margin-left:.65pt;margin-top:1.1pt;width:407.4pt;height:82.55pt;z-index:25166182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7">
                    <w:txbxContent>
                      <w:p w14:paraId="7FFE0E52" w14:textId="77777777" w:rsidR="00074056" w:rsidRDefault="00074056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0786011" w14:textId="766369C7" w:rsidR="00074056" w:rsidRPr="00F531B9" w:rsidRDefault="00660193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固定文言３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CEB0463" w14:textId="62AFC868" w:rsidR="00B16B7C" w:rsidRDefault="00B16B7C" w:rsidP="00074056">
            <w:pPr>
              <w:overflowPunct w:val="0"/>
              <w:autoSpaceDE w:val="0"/>
              <w:autoSpaceDN w:val="0"/>
              <w:ind w:rightChars="85" w:right="178" w:firstLineChars="67" w:firstLine="141"/>
              <w:jc w:val="right"/>
            </w:pPr>
            <w:r>
              <w:t>(A列4番)</w:t>
            </w:r>
          </w:p>
          <w:p w14:paraId="7313E999" w14:textId="3DD2360B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05A67D8" w14:textId="02F4EBA9" w:rsidR="00CE4588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07FB0CF0" w14:textId="79576CD5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44450239" w14:textId="0AF4ACBD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B16DF22" w14:textId="4CDCC05F" w:rsidR="00074056" w:rsidRDefault="00581355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.25pt;margin-top:3.2pt;width:407.2pt;height:94.05pt;z-index:25165670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</w:p>
          <w:p w14:paraId="326532C0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277AF066" w:rsidR="00074056" w:rsidRPr="003000F2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270F58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54C947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EC817D5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B27C779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EEEE" w14:textId="77777777" w:rsidR="00BE3DE3" w:rsidRDefault="00BE3DE3">
      <w:r>
        <w:separator/>
      </w:r>
    </w:p>
  </w:endnote>
  <w:endnote w:type="continuationSeparator" w:id="0">
    <w:p w14:paraId="5B9B30BF" w14:textId="77777777" w:rsidR="00BE3DE3" w:rsidRDefault="00B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5DE01" w14:textId="77777777" w:rsidR="00BE3DE3" w:rsidRDefault="00BE3DE3">
      <w:r>
        <w:separator/>
      </w:r>
    </w:p>
  </w:footnote>
  <w:footnote w:type="continuationSeparator" w:id="0">
    <w:p w14:paraId="19E48933" w14:textId="77777777" w:rsidR="00BE3DE3" w:rsidRDefault="00B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2E931AB4" w:rsidR="00F2197C" w:rsidRDefault="00F2197C" w:rsidP="00581355">
    <w:pPr>
      <w:pStyle w:val="a3"/>
      <w:jc w:val="right"/>
    </w:pPr>
    <w:r>
      <w:rPr>
        <w:rFonts w:hAnsi="Century" w:hint="eastAsia"/>
      </w:rPr>
      <w:t>様式第</w:t>
    </w:r>
    <w:r w:rsidR="00E85F1C">
      <w:rPr>
        <w:rFonts w:hAnsi="Century"/>
      </w:rPr>
      <w:t>7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564D4"/>
    <w:rsid w:val="00062150"/>
    <w:rsid w:val="00074056"/>
    <w:rsid w:val="00087C1E"/>
    <w:rsid w:val="000B5B19"/>
    <w:rsid w:val="000C79E7"/>
    <w:rsid w:val="00116570"/>
    <w:rsid w:val="001207B7"/>
    <w:rsid w:val="00140660"/>
    <w:rsid w:val="00142AA4"/>
    <w:rsid w:val="00166B04"/>
    <w:rsid w:val="001C4264"/>
    <w:rsid w:val="001D0887"/>
    <w:rsid w:val="001D4704"/>
    <w:rsid w:val="001D51BE"/>
    <w:rsid w:val="001F3314"/>
    <w:rsid w:val="002214D8"/>
    <w:rsid w:val="00235C20"/>
    <w:rsid w:val="002374BA"/>
    <w:rsid w:val="00247CD8"/>
    <w:rsid w:val="00266160"/>
    <w:rsid w:val="0028353D"/>
    <w:rsid w:val="002B6EE7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A4A3B"/>
    <w:rsid w:val="004E5A5B"/>
    <w:rsid w:val="0050231D"/>
    <w:rsid w:val="00560ECA"/>
    <w:rsid w:val="0057518F"/>
    <w:rsid w:val="00581355"/>
    <w:rsid w:val="00590C7C"/>
    <w:rsid w:val="005D4CB7"/>
    <w:rsid w:val="006078D4"/>
    <w:rsid w:val="00612FDB"/>
    <w:rsid w:val="006443EA"/>
    <w:rsid w:val="00660193"/>
    <w:rsid w:val="00675F5D"/>
    <w:rsid w:val="00683792"/>
    <w:rsid w:val="0068686D"/>
    <w:rsid w:val="00692EB5"/>
    <w:rsid w:val="006B3DA7"/>
    <w:rsid w:val="006F637D"/>
    <w:rsid w:val="007137B8"/>
    <w:rsid w:val="007352B0"/>
    <w:rsid w:val="0074632E"/>
    <w:rsid w:val="007C51FF"/>
    <w:rsid w:val="007D77C5"/>
    <w:rsid w:val="00801B5A"/>
    <w:rsid w:val="008074CF"/>
    <w:rsid w:val="00914679"/>
    <w:rsid w:val="0091758C"/>
    <w:rsid w:val="00950A02"/>
    <w:rsid w:val="009565FA"/>
    <w:rsid w:val="009647CD"/>
    <w:rsid w:val="009A3B65"/>
    <w:rsid w:val="009C021C"/>
    <w:rsid w:val="009E1BF4"/>
    <w:rsid w:val="009F0EB2"/>
    <w:rsid w:val="009F493F"/>
    <w:rsid w:val="00A0075B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16B7C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BE3DE3"/>
    <w:rsid w:val="00C219C6"/>
    <w:rsid w:val="00C6334C"/>
    <w:rsid w:val="00C72DC6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57BDA"/>
    <w:rsid w:val="00E608F6"/>
    <w:rsid w:val="00E839B9"/>
    <w:rsid w:val="00E85F1C"/>
    <w:rsid w:val="00EA28F4"/>
    <w:rsid w:val="00EA4340"/>
    <w:rsid w:val="00EB6B18"/>
    <w:rsid w:val="00ED2DC4"/>
    <w:rsid w:val="00ED4F40"/>
    <w:rsid w:val="00ED5D1A"/>
    <w:rsid w:val="00ED6D98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52F286-1250-431D-81F2-7DCB58C0D578}"/>
</file>

<file path=customXml/itemProps4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81</TotalTime>
  <Pages>1</Pages>
  <Words>50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2024-11-24T02:58:00Z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