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D5E32A" w14:textId="09E5FF9A" w:rsidR="00F2197C" w:rsidRPr="008F5E28" w:rsidRDefault="00453A7A" w:rsidP="001D3F72">
      <w:pPr>
        <w:wordWrap w:val="0"/>
        <w:overflowPunct w:val="0"/>
        <w:autoSpaceDE w:val="0"/>
        <w:autoSpaceDN w:val="0"/>
        <w:jc w:val="right"/>
        <w:rPr>
          <w:rFonts w:hAnsi="ＭＳ 明朝"/>
          <w:szCs w:val="21"/>
        </w:rPr>
      </w:pPr>
      <w:r w:rsidRPr="008F5E28"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959654A" wp14:editId="71EC8E40">
                <wp:simplePos x="0" y="0"/>
                <wp:positionH relativeFrom="page">
                  <wp:posOffset>864235</wp:posOffset>
                </wp:positionH>
                <wp:positionV relativeFrom="page">
                  <wp:posOffset>511175</wp:posOffset>
                </wp:positionV>
                <wp:extent cx="2340000" cy="1260000"/>
                <wp:effectExtent l="0" t="0" r="22225" b="1651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0DBFA8" w14:textId="009B272F" w:rsidR="00AD21D3" w:rsidRDefault="00CD2DD6">
                            <w:r>
                              <w:rPr>
                                <w:rFonts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59654A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68.05pt;margin-top:40.25pt;width:184.25pt;height:99.2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">
                <v:textbox inset="5.85pt,.7pt,5.85pt,.7pt">
                  <w:txbxContent>
                    <w:p w14:paraId="380DBFA8" w14:textId="009B272F" w:rsidR="00AD21D3" w:rsidRDefault="00CD2DD6">
                      <w:r>
                        <w:rPr>
                          <w:rFonts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C7CD8" w:rsidRPr="008F5E28">
        <w:rPr>
          <w:rFonts w:hAnsi="ＭＳ 明朝" w:hint="eastAsia"/>
          <w:szCs w:val="21"/>
        </w:rPr>
        <w:t>第</w:t>
      </w:r>
      <w:r w:rsidR="001D3F72" w:rsidRPr="008F5E28">
        <w:rPr>
          <w:rFonts w:hAnsi="ＭＳ 明朝" w:hint="eastAsia"/>
          <w:szCs w:val="21"/>
        </w:rPr>
        <w:t xml:space="preserve">　　</w:t>
      </w:r>
      <w:r w:rsidR="005C7CD8" w:rsidRPr="008F5E28">
        <w:rPr>
          <w:rFonts w:hAnsi="ＭＳ 明朝" w:hint="eastAsia"/>
          <w:szCs w:val="21"/>
        </w:rPr>
        <w:t xml:space="preserve">　</w:t>
      </w:r>
      <w:r w:rsidR="001D3F72" w:rsidRPr="008F5E28">
        <w:rPr>
          <w:rFonts w:hAnsi="ＭＳ 明朝" w:hint="eastAsia"/>
          <w:szCs w:val="21"/>
        </w:rPr>
        <w:t xml:space="preserve">　　</w:t>
      </w:r>
      <w:r w:rsidR="005C7CD8" w:rsidRPr="008F5E28">
        <w:rPr>
          <w:rFonts w:hAnsi="ＭＳ 明朝" w:hint="eastAsia"/>
          <w:szCs w:val="21"/>
        </w:rPr>
        <w:t>号</w:t>
      </w:r>
    </w:p>
    <w:p w14:paraId="0A789954" w14:textId="77777777" w:rsidR="005C7CD8" w:rsidRPr="008F5E28" w:rsidRDefault="005C7CD8" w:rsidP="005C7CD8">
      <w:pPr>
        <w:wordWrap w:val="0"/>
        <w:overflowPunct w:val="0"/>
        <w:autoSpaceDE w:val="0"/>
        <w:autoSpaceDN w:val="0"/>
        <w:jc w:val="right"/>
        <w:rPr>
          <w:rFonts w:hAnsi="ＭＳ 明朝"/>
          <w:szCs w:val="21"/>
        </w:rPr>
      </w:pPr>
      <w:r w:rsidRPr="008F5E28">
        <w:rPr>
          <w:rFonts w:hAnsi="ＭＳ 明朝" w:hint="eastAsia"/>
          <w:szCs w:val="21"/>
        </w:rPr>
        <w:t xml:space="preserve">　年　　月　　日</w:t>
      </w:r>
    </w:p>
    <w:p w14:paraId="4F9EE18A" w14:textId="77777777" w:rsidR="00F2197C" w:rsidRPr="008F5E28" w:rsidRDefault="00F2197C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p w14:paraId="25FAAD75" w14:textId="1756E38A" w:rsidR="001D3F72" w:rsidRPr="008F5E28" w:rsidRDefault="00E41323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2B1D3A" wp14:editId="5A837B55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6" name="直線矢印コネクタ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5F04987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6" o:spid="_x0000_s1026" type="#_x0000_t32" style="position:absolute;margin-left:15.6pt;margin-top:316.1pt;width:7.1pt;height:0;z-index: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>
                <w10:wrap anchorx="page" anchory="page"/>
              </v:shape>
            </w:pict>
          </mc:Fallback>
        </mc:AlternateContent>
      </w:r>
    </w:p>
    <w:tbl>
      <w:tblPr>
        <w:tblW w:w="8514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"/>
        <w:gridCol w:w="1253"/>
        <w:gridCol w:w="293"/>
        <w:gridCol w:w="3543"/>
        <w:gridCol w:w="1314"/>
        <w:gridCol w:w="2079"/>
        <w:gridCol w:w="9"/>
      </w:tblGrid>
      <w:tr w:rsidR="00D6512C" w:rsidRPr="008F5E28" w14:paraId="288042B3" w14:textId="77777777" w:rsidTr="00740F4C">
        <w:trPr>
          <w:gridBefore w:val="1"/>
          <w:wBefore w:w="23" w:type="dxa"/>
          <w:cantSplit/>
          <w:trHeight w:val="1152"/>
        </w:trPr>
        <w:tc>
          <w:tcPr>
            <w:tcW w:w="8491" w:type="dxa"/>
            <w:gridSpan w:val="6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6B6BD0F8" w14:textId="6832637D" w:rsidR="00D6512C" w:rsidRPr="008F5E28" w:rsidRDefault="002C3373" w:rsidP="00501C63">
            <w:pPr>
              <w:overflowPunct w:val="0"/>
              <w:autoSpaceDE w:val="0"/>
              <w:autoSpaceDN w:val="0"/>
              <w:ind w:leftChars="-32" w:left="-67" w:rightChars="-67" w:right="-141"/>
              <w:jc w:val="center"/>
              <w:rPr>
                <w:rFonts w:hAnsi="ＭＳ 明朝"/>
                <w:sz w:val="28"/>
                <w:szCs w:val="28"/>
              </w:rPr>
            </w:pPr>
            <w:r w:rsidRPr="008F5E28">
              <w:rPr>
                <w:rFonts w:hAnsi="ＭＳ 明朝" w:hint="eastAsia"/>
                <w:sz w:val="28"/>
                <w:szCs w:val="28"/>
              </w:rPr>
              <w:t>特別児童扶養</w:t>
            </w:r>
            <w:r w:rsidR="006443EA" w:rsidRPr="008F5E28">
              <w:rPr>
                <w:rFonts w:hAnsi="ＭＳ 明朝" w:hint="eastAsia"/>
                <w:sz w:val="28"/>
                <w:szCs w:val="28"/>
              </w:rPr>
              <w:t>手当</w:t>
            </w:r>
            <w:r w:rsidR="00501C63" w:rsidRPr="00501C63">
              <w:rPr>
                <w:rFonts w:hAnsi="ＭＳ 明朝" w:hint="eastAsia"/>
                <w:sz w:val="28"/>
                <w:szCs w:val="28"/>
              </w:rPr>
              <w:t>障害状態再審査（診断）請求書</w:t>
            </w:r>
            <w:r w:rsidR="001D3F72" w:rsidRPr="008F5E28">
              <w:rPr>
                <w:rFonts w:hAnsi="ＭＳ 明朝" w:hint="eastAsia"/>
                <w:sz w:val="28"/>
                <w:szCs w:val="28"/>
              </w:rPr>
              <w:t>の提出について</w:t>
            </w:r>
          </w:p>
          <w:p w14:paraId="223CB44E" w14:textId="77777777" w:rsidR="002C3373" w:rsidRPr="008F5E28" w:rsidRDefault="002C3373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</w:p>
          <w:p w14:paraId="0DDDD1B5" w14:textId="77777777" w:rsidR="002C3373" w:rsidRPr="008F5E28" w:rsidRDefault="002C3373" w:rsidP="002C3373">
            <w:pPr>
              <w:pStyle w:val="TableParagraph"/>
              <w:tabs>
                <w:tab w:val="left" w:pos="1624"/>
              </w:tabs>
              <w:ind w:left="184"/>
              <w:rPr>
                <w:rFonts w:ascii="ＭＳ 明朝" w:eastAsia="ＭＳ 明朝" w:hAnsi="ＭＳ 明朝"/>
                <w:sz w:val="21"/>
                <w:szCs w:val="21"/>
              </w:rPr>
            </w:pPr>
            <w:r w:rsidRPr="008F5E28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　</w:t>
            </w:r>
            <w:r w:rsidRPr="008F5E28">
              <w:rPr>
                <w:rFonts w:ascii="ＭＳ 明朝" w:eastAsia="ＭＳ 明朝" w:hAnsi="ＭＳ 明朝"/>
                <w:sz w:val="21"/>
                <w:szCs w:val="21"/>
              </w:rPr>
              <w:t>（申請者）</w:t>
            </w:r>
            <w:r w:rsidRPr="008F5E28">
              <w:rPr>
                <w:rFonts w:ascii="ＭＳ 明朝" w:eastAsia="ＭＳ 明朝" w:hAnsi="ＭＳ 明朝"/>
                <w:sz w:val="21"/>
                <w:szCs w:val="21"/>
              </w:rPr>
              <w:tab/>
              <w:t>様</w:t>
            </w:r>
          </w:p>
          <w:p w14:paraId="0365FD6F" w14:textId="5FB7CAF6" w:rsidR="001D3F72" w:rsidRPr="008F5E28" w:rsidRDefault="005C7CD8" w:rsidP="001D3F72">
            <w:pPr>
              <w:wordWrap w:val="0"/>
              <w:overflowPunct w:val="0"/>
              <w:autoSpaceDE w:val="0"/>
              <w:autoSpaceDN w:val="0"/>
              <w:spacing w:before="240"/>
              <w:ind w:right="37"/>
              <w:jc w:val="right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>市</w:t>
            </w:r>
            <w:r w:rsidR="00F6558D">
              <w:rPr>
                <w:rFonts w:hAnsi="ＭＳ 明朝" w:hint="eastAsia"/>
                <w:szCs w:val="21"/>
              </w:rPr>
              <w:t xml:space="preserve">　町　村</w:t>
            </w:r>
            <w:r w:rsidRPr="008F5E28">
              <w:rPr>
                <w:rFonts w:hAnsi="ＭＳ 明朝" w:hint="eastAsia"/>
                <w:szCs w:val="21"/>
              </w:rPr>
              <w:t xml:space="preserve">　</w:t>
            </w:r>
            <w:r w:rsidR="001D3F72" w:rsidRPr="008F5E28">
              <w:rPr>
                <w:rFonts w:hAnsi="ＭＳ 明朝" w:hint="eastAsia"/>
                <w:szCs w:val="21"/>
              </w:rPr>
              <w:t>長</w:t>
            </w:r>
            <w:r w:rsidRPr="008F5E28">
              <w:rPr>
                <w:rFonts w:hAnsi="ＭＳ 明朝" w:hint="eastAsia"/>
                <w:szCs w:val="21"/>
              </w:rPr>
              <w:t xml:space="preserve">　</w:t>
            </w:r>
            <w:r w:rsidR="00A81A36" w:rsidRPr="00A81A36">
              <w:rPr>
                <w:rFonts w:hAnsi="ＭＳ 明朝" w:hint="eastAsia"/>
                <w:szCs w:val="21"/>
                <w:bdr w:val="single" w:sz="4" w:space="0" w:color="auto"/>
              </w:rPr>
              <w:t>印</w:t>
            </w:r>
            <w:r w:rsidR="00A81A36">
              <w:rPr>
                <w:rFonts w:hAnsi="ＭＳ 明朝" w:hint="eastAsia"/>
                <w:szCs w:val="21"/>
              </w:rPr>
              <w:t xml:space="preserve">　</w:t>
            </w:r>
          </w:p>
          <w:p w14:paraId="7AB82C37" w14:textId="69464CA7" w:rsidR="001D3F72" w:rsidRPr="008F5E28" w:rsidRDefault="0083152C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EF8CE5A" wp14:editId="1607EC36">
                      <wp:simplePos x="0" y="0"/>
                      <wp:positionH relativeFrom="column">
                        <wp:posOffset>-25400</wp:posOffset>
                      </wp:positionH>
                      <wp:positionV relativeFrom="paragraph">
                        <wp:posOffset>179070</wp:posOffset>
                      </wp:positionV>
                      <wp:extent cx="5353050" cy="1276350"/>
                      <wp:effectExtent l="0" t="0" r="19050" b="19050"/>
                      <wp:wrapNone/>
                      <wp:docPr id="2" name="正方形/長方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53050" cy="1276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8D474F7" w14:textId="0A41B42E" w:rsidR="00674097" w:rsidRPr="00F26E8E" w:rsidRDefault="00674097" w:rsidP="00674097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F26E8E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固定文</w:t>
                                  </w:r>
                                  <w:r w:rsidR="00F61360" w:rsidRPr="00F26E8E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言</w:t>
                                  </w:r>
                                  <w:r w:rsidRPr="00F26E8E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F8CE5A" id="正方形/長方形 2" o:spid="_x0000_s1027" style="position:absolute;left:0;text-align:left;margin-left:-2pt;margin-top:14.1pt;width:421.5pt;height:10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" fillcolor="#92d050" strokecolor="#92d050" strokeweight="1pt">
                      <v:fill opacity="52428f"/>
                      <v:textbox>
                        <w:txbxContent>
                          <w:p w14:paraId="38D474F7" w14:textId="0A41B42E" w:rsidR="00674097" w:rsidRPr="00F26E8E" w:rsidRDefault="00674097" w:rsidP="0067409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F26E8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</w:t>
                            </w:r>
                            <w:r w:rsidR="00F61360" w:rsidRPr="00F26E8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言</w:t>
                            </w:r>
                            <w:r w:rsidRPr="00F26E8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06853039" w14:textId="6AEB8B27" w:rsidR="001D3F72" w:rsidRPr="008F5E28" w:rsidRDefault="004414F2" w:rsidP="0083152C">
            <w:pPr>
              <w:pStyle w:val="a5"/>
              <w:spacing w:before="72"/>
              <w:ind w:left="164" w:firstLineChars="67" w:firstLine="141"/>
              <w:rPr>
                <w:rFonts w:ascii="ＭＳ 明朝" w:eastAsia="ＭＳ 明朝" w:hAnsi="ＭＳ 明朝"/>
                <w:sz w:val="21"/>
                <w:szCs w:val="21"/>
              </w:rPr>
            </w:pPr>
            <w:r w:rsidRPr="008F5E2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あなたが受給している特別児童扶養手当について、支給対象児童の再認定時期となりましたので、下記のとおり書類を提出してください。</w:t>
            </w:r>
          </w:p>
          <w:p w14:paraId="3E97A019" w14:textId="4F31DF77" w:rsidR="00747A3D" w:rsidRDefault="001D3F72" w:rsidP="0083152C">
            <w:pPr>
              <w:pStyle w:val="a5"/>
              <w:ind w:left="164" w:firstLineChars="67" w:firstLine="141"/>
              <w:rPr>
                <w:rFonts w:ascii="ＭＳ 明朝" w:eastAsia="ＭＳ 明朝" w:hAnsi="ＭＳ 明朝"/>
                <w:sz w:val="21"/>
                <w:szCs w:val="21"/>
              </w:rPr>
            </w:pPr>
            <w:r w:rsidRPr="008F5E28">
              <w:rPr>
                <w:rFonts w:ascii="ＭＳ 明朝" w:eastAsia="ＭＳ 明朝" w:hAnsi="ＭＳ 明朝" w:hint="eastAsia"/>
                <w:sz w:val="21"/>
                <w:szCs w:val="21"/>
              </w:rPr>
              <w:t>なお、正当な理由がなく提出期限内に提出しない場合には、</w:t>
            </w:r>
            <w:r w:rsidR="00747A3D" w:rsidRPr="008F5E28">
              <w:rPr>
                <w:rFonts w:ascii="ＭＳ 明朝" w:eastAsia="ＭＳ 明朝" w:hAnsi="ＭＳ 明朝" w:hint="eastAsia"/>
                <w:sz w:val="21"/>
                <w:szCs w:val="21"/>
              </w:rPr>
              <w:t>特別児童扶養</w:t>
            </w:r>
            <w:r w:rsidRPr="008F5E28">
              <w:rPr>
                <w:rFonts w:ascii="ＭＳ 明朝" w:eastAsia="ＭＳ 明朝" w:hAnsi="ＭＳ 明朝" w:hint="eastAsia"/>
                <w:sz w:val="21"/>
                <w:szCs w:val="21"/>
              </w:rPr>
              <w:t>手当等の支給</w:t>
            </w:r>
            <w:r w:rsidR="00747A3D" w:rsidRPr="008F5E28">
              <w:rPr>
                <w:rFonts w:ascii="ＭＳ 明朝" w:eastAsia="ＭＳ 明朝" w:hAnsi="ＭＳ 明朝" w:hint="eastAsia"/>
                <w:sz w:val="21"/>
                <w:szCs w:val="21"/>
              </w:rPr>
              <w:t>に関する法律第１１条</w:t>
            </w:r>
            <w:r w:rsidRPr="008F5E28">
              <w:rPr>
                <w:rFonts w:ascii="ＭＳ 明朝" w:eastAsia="ＭＳ 明朝" w:hAnsi="ＭＳ 明朝" w:hint="eastAsia"/>
                <w:spacing w:val="-3"/>
                <w:sz w:val="21"/>
                <w:szCs w:val="21"/>
              </w:rPr>
              <w:t>の規定により、</w:t>
            </w:r>
            <w:r w:rsidR="004414F2" w:rsidRPr="008F5E28">
              <w:rPr>
                <w:rFonts w:ascii="ＭＳ 明朝" w:eastAsia="ＭＳ 明朝" w:hAnsi="ＭＳ 明朝" w:cs="ＭＳ 明朝" w:hint="eastAsia"/>
                <w:spacing w:val="-2"/>
                <w:sz w:val="21"/>
                <w:szCs w:val="21"/>
              </w:rPr>
              <w:t>再認定月の翌月</w:t>
            </w:r>
            <w:r w:rsidRPr="008F5E28">
              <w:rPr>
                <w:rFonts w:ascii="ＭＳ 明朝" w:eastAsia="ＭＳ 明朝" w:hAnsi="ＭＳ 明朝" w:hint="eastAsia"/>
                <w:sz w:val="21"/>
                <w:szCs w:val="21"/>
              </w:rPr>
              <w:t>分から手当を</w:t>
            </w:r>
            <w:r w:rsidR="00387C62" w:rsidRPr="008F5E28">
              <w:rPr>
                <w:rFonts w:ascii="ＭＳ 明朝" w:eastAsia="ＭＳ 明朝" w:hAnsi="ＭＳ 明朝" w:hint="eastAsia"/>
                <w:sz w:val="21"/>
                <w:szCs w:val="21"/>
              </w:rPr>
              <w:t>受けるこ</w:t>
            </w:r>
            <w:r w:rsidR="00FF6E86" w:rsidRPr="008F5E28">
              <w:rPr>
                <w:rFonts w:ascii="ＭＳ 明朝" w:eastAsia="ＭＳ 明朝" w:hAnsi="ＭＳ 明朝" w:hint="eastAsia"/>
                <w:sz w:val="21"/>
                <w:szCs w:val="21"/>
              </w:rPr>
              <w:t>とが</w:t>
            </w:r>
            <w:r w:rsidR="00747A3D" w:rsidRPr="008F5E28">
              <w:rPr>
                <w:rFonts w:ascii="ＭＳ 明朝" w:eastAsia="ＭＳ 明朝" w:hAnsi="ＭＳ 明朝" w:hint="eastAsia"/>
                <w:sz w:val="21"/>
                <w:szCs w:val="21"/>
              </w:rPr>
              <w:t>できなくなります。</w:t>
            </w:r>
          </w:p>
          <w:p w14:paraId="4756CA6C" w14:textId="42B497DA" w:rsidR="0083152C" w:rsidRPr="008F5E28" w:rsidRDefault="0083152C" w:rsidP="0083152C">
            <w:pPr>
              <w:pStyle w:val="a5"/>
              <w:ind w:left="164" w:firstLineChars="67" w:firstLine="141"/>
              <w:rPr>
                <w:rFonts w:ascii="ＭＳ 明朝" w:eastAsia="ＭＳ 明朝" w:hAnsi="ＭＳ 明朝"/>
                <w:sz w:val="21"/>
                <w:szCs w:val="21"/>
              </w:rPr>
            </w:pPr>
            <w:r w:rsidRPr="0083152C">
              <w:rPr>
                <w:rFonts w:ascii="ＭＳ 明朝" w:eastAsia="ＭＳ 明朝" w:hAnsi="ＭＳ 明朝" w:hint="eastAsia"/>
                <w:sz w:val="21"/>
                <w:szCs w:val="21"/>
              </w:rPr>
              <w:t>また、手当が所得制限により支給停止となる場合は、診断書の提出を省略することができます。</w:t>
            </w:r>
          </w:p>
          <w:p w14:paraId="59E5AB0F" w14:textId="77777777" w:rsidR="002C3373" w:rsidRPr="008F5E28" w:rsidRDefault="002C3373" w:rsidP="002C3373">
            <w:pPr>
              <w:pStyle w:val="a7"/>
              <w:rPr>
                <w:rFonts w:ascii="ＭＳ 明朝" w:eastAsia="ＭＳ 明朝" w:hAnsi="ＭＳ 明朝"/>
                <w:szCs w:val="21"/>
              </w:rPr>
            </w:pPr>
          </w:p>
          <w:p w14:paraId="5AE03F55" w14:textId="77777777" w:rsidR="002C3373" w:rsidRPr="008F5E28" w:rsidRDefault="002C3373" w:rsidP="002C3373">
            <w:pPr>
              <w:pStyle w:val="a7"/>
              <w:ind w:firstLineChars="100" w:firstLine="210"/>
              <w:jc w:val="center"/>
              <w:rPr>
                <w:rFonts w:ascii="ＭＳ 明朝" w:eastAsia="ＭＳ 明朝" w:hAnsi="ＭＳ 明朝"/>
                <w:szCs w:val="21"/>
              </w:rPr>
            </w:pPr>
            <w:r w:rsidRPr="008F5E28">
              <w:rPr>
                <w:rFonts w:ascii="ＭＳ 明朝" w:eastAsia="ＭＳ 明朝" w:hAnsi="ＭＳ 明朝" w:hint="eastAsia"/>
                <w:szCs w:val="21"/>
              </w:rPr>
              <w:t>記</w:t>
            </w:r>
          </w:p>
          <w:p w14:paraId="67EA7465" w14:textId="77777777" w:rsidR="001D3F72" w:rsidRPr="008F5E28" w:rsidRDefault="001D3F72" w:rsidP="002C3373">
            <w:pPr>
              <w:overflowPunct w:val="0"/>
              <w:autoSpaceDE w:val="0"/>
              <w:autoSpaceDN w:val="0"/>
              <w:rPr>
                <w:rFonts w:hAnsi="ＭＳ 明朝"/>
                <w:spacing w:val="210"/>
                <w:szCs w:val="21"/>
              </w:rPr>
            </w:pPr>
          </w:p>
        </w:tc>
      </w:tr>
      <w:tr w:rsidR="0053005F" w:rsidRPr="008F5E28" w14:paraId="0E752040" w14:textId="77777777" w:rsidTr="00740F4C">
        <w:trPr>
          <w:gridBefore w:val="1"/>
          <w:wBefore w:w="23" w:type="dxa"/>
          <w:cantSplit/>
          <w:trHeight w:val="715"/>
        </w:trPr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61C842C" w14:textId="77777777" w:rsidR="0083152C" w:rsidRDefault="0053005F" w:rsidP="0053005F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>受給</w:t>
            </w:r>
            <w:r w:rsidR="0083152C">
              <w:rPr>
                <w:rFonts w:hAnsi="ＭＳ 明朝" w:hint="eastAsia"/>
                <w:szCs w:val="21"/>
              </w:rPr>
              <w:t>資格</w:t>
            </w:r>
            <w:r w:rsidRPr="008F5E28">
              <w:rPr>
                <w:rFonts w:hAnsi="ＭＳ 明朝" w:hint="eastAsia"/>
                <w:szCs w:val="21"/>
              </w:rPr>
              <w:t>者</w:t>
            </w:r>
          </w:p>
          <w:p w14:paraId="5B8B981B" w14:textId="55866A90" w:rsidR="0053005F" w:rsidRPr="008F5E28" w:rsidRDefault="0053005F" w:rsidP="0053005F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>氏</w:t>
            </w:r>
            <w:r w:rsidR="0083152C">
              <w:rPr>
                <w:rFonts w:hAnsi="ＭＳ 明朝" w:hint="eastAsia"/>
                <w:szCs w:val="21"/>
              </w:rPr>
              <w:t xml:space="preserve">　　　</w:t>
            </w:r>
            <w:r w:rsidRPr="008F5E28">
              <w:rPr>
                <w:rFonts w:hAnsi="ＭＳ 明朝" w:hint="eastAsia"/>
                <w:szCs w:val="21"/>
              </w:rPr>
              <w:t>名</w:t>
            </w:r>
          </w:p>
        </w:tc>
        <w:tc>
          <w:tcPr>
            <w:tcW w:w="3543" w:type="dxa"/>
            <w:vAlign w:val="center"/>
          </w:tcPr>
          <w:p w14:paraId="15571DCD" w14:textId="77777777" w:rsidR="0053005F" w:rsidRPr="008F5E28" w:rsidRDefault="0053005F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314" w:type="dxa"/>
            <w:vAlign w:val="center"/>
          </w:tcPr>
          <w:p w14:paraId="2CCF683A" w14:textId="5FA7C07C" w:rsidR="00951796" w:rsidRPr="00E23839" w:rsidRDefault="00951796" w:rsidP="00951796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E23839">
              <w:rPr>
                <w:rFonts w:hAnsi="ＭＳ 明朝" w:hint="eastAsia"/>
                <w:spacing w:val="105"/>
                <w:kern w:val="0"/>
                <w:szCs w:val="21"/>
                <w:fitText w:val="1050" w:id="-1000625920"/>
              </w:rPr>
              <w:t>受給</w:t>
            </w:r>
            <w:r w:rsidRPr="00E23839">
              <w:rPr>
                <w:rFonts w:hAnsi="ＭＳ 明朝" w:hint="eastAsia"/>
                <w:kern w:val="0"/>
                <w:szCs w:val="21"/>
                <w:fitText w:val="1050" w:id="-1000625920"/>
              </w:rPr>
              <w:t>者</w:t>
            </w:r>
          </w:p>
          <w:p w14:paraId="4A1EFAB8" w14:textId="288C636F" w:rsidR="0053005F" w:rsidRPr="008F5E28" w:rsidRDefault="00740F4C" w:rsidP="00052D0B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記号・</w:t>
            </w:r>
            <w:r w:rsidR="0053005F" w:rsidRPr="008F5E28">
              <w:rPr>
                <w:rFonts w:hAnsi="ＭＳ 明朝" w:hint="eastAsia"/>
                <w:szCs w:val="21"/>
              </w:rPr>
              <w:t>番号</w:t>
            </w:r>
          </w:p>
        </w:tc>
        <w:tc>
          <w:tcPr>
            <w:tcW w:w="2088" w:type="dxa"/>
            <w:gridSpan w:val="2"/>
            <w:tcBorders>
              <w:right w:val="single" w:sz="4" w:space="0" w:color="auto"/>
            </w:tcBorders>
            <w:vAlign w:val="center"/>
          </w:tcPr>
          <w:p w14:paraId="218535FE" w14:textId="77777777" w:rsidR="0053005F" w:rsidRPr="008F5E28" w:rsidRDefault="0053005F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53005F" w:rsidRPr="008F5E28" w14:paraId="2ED34DC4" w14:textId="77777777" w:rsidTr="00740F4C">
        <w:trPr>
          <w:gridBefore w:val="1"/>
          <w:wBefore w:w="23" w:type="dxa"/>
          <w:cantSplit/>
          <w:trHeight w:val="719"/>
        </w:trPr>
        <w:tc>
          <w:tcPr>
            <w:tcW w:w="1546" w:type="dxa"/>
            <w:gridSpan w:val="2"/>
            <w:tcBorders>
              <w:left w:val="single" w:sz="4" w:space="0" w:color="auto"/>
            </w:tcBorders>
            <w:vAlign w:val="center"/>
          </w:tcPr>
          <w:p w14:paraId="3E62FBF6" w14:textId="77777777" w:rsidR="0053005F" w:rsidRPr="008F5E28" w:rsidRDefault="0053005F" w:rsidP="0053005F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>対象児童氏名</w:t>
            </w:r>
          </w:p>
        </w:tc>
        <w:tc>
          <w:tcPr>
            <w:tcW w:w="6945" w:type="dxa"/>
            <w:gridSpan w:val="4"/>
            <w:tcBorders>
              <w:right w:val="single" w:sz="4" w:space="0" w:color="auto"/>
            </w:tcBorders>
            <w:vAlign w:val="center"/>
          </w:tcPr>
          <w:p w14:paraId="7668D57F" w14:textId="77777777" w:rsidR="0053005F" w:rsidRPr="008F5E28" w:rsidRDefault="0053005F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53005F" w:rsidRPr="008F5E28" w14:paraId="61B32D1B" w14:textId="77777777" w:rsidTr="00740F4C">
        <w:trPr>
          <w:gridBefore w:val="1"/>
          <w:wBefore w:w="23" w:type="dxa"/>
          <w:cantSplit/>
          <w:trHeight w:val="1954"/>
        </w:trPr>
        <w:tc>
          <w:tcPr>
            <w:tcW w:w="1546" w:type="dxa"/>
            <w:gridSpan w:val="2"/>
            <w:tcBorders>
              <w:left w:val="single" w:sz="4" w:space="0" w:color="auto"/>
            </w:tcBorders>
            <w:shd w:val="clear" w:color="auto" w:fill="92D050"/>
            <w:vAlign w:val="center"/>
          </w:tcPr>
          <w:p w14:paraId="33835CA8" w14:textId="77777777" w:rsidR="0053005F" w:rsidRDefault="0053005F" w:rsidP="0053005F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>提出書類</w:t>
            </w:r>
          </w:p>
          <w:p w14:paraId="7B5B2FF1" w14:textId="417FD72B" w:rsidR="00AB5FBA" w:rsidRPr="008F5E28" w:rsidRDefault="00AB5FBA" w:rsidP="0053005F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9222BE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言</w:t>
            </w:r>
            <w:r w:rsidRPr="009222BE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２</w:t>
            </w:r>
          </w:p>
        </w:tc>
        <w:tc>
          <w:tcPr>
            <w:tcW w:w="6945" w:type="dxa"/>
            <w:gridSpan w:val="4"/>
            <w:tcBorders>
              <w:right w:val="single" w:sz="4" w:space="0" w:color="auto"/>
            </w:tcBorders>
            <w:shd w:val="clear" w:color="auto" w:fill="92D050"/>
            <w:vAlign w:val="center"/>
          </w:tcPr>
          <w:p w14:paraId="3554283D" w14:textId="6881D495" w:rsidR="009222BE" w:rsidRPr="009222BE" w:rsidRDefault="009222BE" w:rsidP="009222BE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Cs w:val="21"/>
              </w:rPr>
            </w:pPr>
            <w:r w:rsidRPr="009222BE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</w:t>
            </w:r>
            <w:r w:rsidR="00F61360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言</w:t>
            </w:r>
            <w:r w:rsidRPr="009222BE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３</w:t>
            </w:r>
            <w:r w:rsidR="00E86E42" w:rsidRPr="009222BE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＋編集１</w:t>
            </w:r>
          </w:p>
          <w:p w14:paraId="744B2549" w14:textId="126ED563" w:rsidR="0053005F" w:rsidRPr="008F5E28" w:rsidRDefault="00CF40FE" w:rsidP="0053005F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  <w:r w:rsidRPr="00CF40FE">
              <w:rPr>
                <w:rFonts w:hAnsi="ＭＳ 明朝" w:hint="eastAsia"/>
                <w:szCs w:val="21"/>
              </w:rPr>
              <w:t>障害状態再審査（診断）請求書</w:t>
            </w:r>
          </w:p>
          <w:p w14:paraId="01E261BA" w14:textId="77777777" w:rsidR="0053005F" w:rsidRPr="008F5E28" w:rsidRDefault="00566B7E" w:rsidP="0053005F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>特別児童扶養手当</w:t>
            </w:r>
            <w:r w:rsidR="0053005F" w:rsidRPr="008F5E28">
              <w:rPr>
                <w:rFonts w:hAnsi="ＭＳ 明朝" w:hint="eastAsia"/>
                <w:szCs w:val="21"/>
              </w:rPr>
              <w:t>認定診断書</w:t>
            </w:r>
          </w:p>
          <w:p w14:paraId="64CBC7F4" w14:textId="77777777" w:rsidR="00B20915" w:rsidRPr="008F5E28" w:rsidRDefault="00B20915" w:rsidP="00B20915">
            <w:pPr>
              <w:overflowPunct w:val="0"/>
              <w:autoSpaceDE w:val="0"/>
              <w:autoSpaceDN w:val="0"/>
              <w:ind w:left="360"/>
              <w:jc w:val="left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>※診断書は、提出期限の月又はその前月中に作成してください。</w:t>
            </w:r>
          </w:p>
          <w:p w14:paraId="78C2BBFF" w14:textId="77777777" w:rsidR="00FC41D7" w:rsidRPr="008F5E28" w:rsidRDefault="00FC41D7" w:rsidP="00B20915">
            <w:pPr>
              <w:overflowPunct w:val="0"/>
              <w:autoSpaceDE w:val="0"/>
              <w:autoSpaceDN w:val="0"/>
              <w:ind w:left="360"/>
              <w:jc w:val="left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>※障害の種類によって診断書の様式は異なります。</w:t>
            </w:r>
          </w:p>
        </w:tc>
      </w:tr>
      <w:tr w:rsidR="0053005F" w:rsidRPr="008F5E28" w14:paraId="385C5478" w14:textId="77777777" w:rsidTr="00740F4C">
        <w:trPr>
          <w:gridBefore w:val="1"/>
          <w:wBefore w:w="23" w:type="dxa"/>
          <w:cantSplit/>
          <w:trHeight w:val="685"/>
        </w:trPr>
        <w:tc>
          <w:tcPr>
            <w:tcW w:w="1546" w:type="dxa"/>
            <w:gridSpan w:val="2"/>
            <w:tcBorders>
              <w:left w:val="single" w:sz="4" w:space="0" w:color="auto"/>
            </w:tcBorders>
            <w:vAlign w:val="center"/>
          </w:tcPr>
          <w:p w14:paraId="31D64E3C" w14:textId="77777777" w:rsidR="0053005F" w:rsidRPr="008F5E28" w:rsidRDefault="0053005F" w:rsidP="0053005F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>提出期限</w:t>
            </w:r>
          </w:p>
        </w:tc>
        <w:tc>
          <w:tcPr>
            <w:tcW w:w="6945" w:type="dxa"/>
            <w:gridSpan w:val="4"/>
            <w:tcBorders>
              <w:right w:val="single" w:sz="4" w:space="0" w:color="auto"/>
            </w:tcBorders>
            <w:vAlign w:val="center"/>
          </w:tcPr>
          <w:p w14:paraId="05841D15" w14:textId="19A46BD9" w:rsidR="0053005F" w:rsidRPr="008F5E28" w:rsidRDefault="00AB5FB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　　　　　　　　　から　　　　　　　まで</w:t>
            </w:r>
          </w:p>
        </w:tc>
      </w:tr>
      <w:tr w:rsidR="0053005F" w:rsidRPr="008F5E28" w14:paraId="64A03939" w14:textId="77777777" w:rsidTr="00740F4C">
        <w:trPr>
          <w:gridBefore w:val="1"/>
          <w:wBefore w:w="23" w:type="dxa"/>
          <w:cantSplit/>
          <w:trHeight w:val="2276"/>
        </w:trPr>
        <w:tc>
          <w:tcPr>
            <w:tcW w:w="1546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6297CAEE" w14:textId="77777777" w:rsidR="0053005F" w:rsidRDefault="0053005F" w:rsidP="0053005F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>備　　考</w:t>
            </w:r>
          </w:p>
          <w:p w14:paraId="49214F04" w14:textId="07FE5BCA" w:rsidR="00AB5FBA" w:rsidRPr="008F5E28" w:rsidRDefault="00AB5FBA" w:rsidP="0053005F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9222BE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言</w:t>
            </w:r>
            <w:r w:rsidRPr="009222BE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４</w:t>
            </w:r>
          </w:p>
        </w:tc>
        <w:tc>
          <w:tcPr>
            <w:tcW w:w="6945" w:type="dxa"/>
            <w:gridSpan w:val="4"/>
            <w:tcBorders>
              <w:right w:val="single" w:sz="4" w:space="0" w:color="auto"/>
            </w:tcBorders>
            <w:shd w:val="clear" w:color="auto" w:fill="92D050"/>
            <w:vAlign w:val="center"/>
          </w:tcPr>
          <w:p w14:paraId="1DE13AFA" w14:textId="21532FD8" w:rsidR="0053005F" w:rsidRPr="009222BE" w:rsidRDefault="009222BE" w:rsidP="009222BE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  <w:r w:rsidRPr="009222BE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</w:t>
            </w:r>
            <w:r w:rsidR="00F61360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言</w:t>
            </w:r>
            <w:r w:rsidRPr="009222BE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５＋編集</w:t>
            </w:r>
            <w:r w:rsidR="00E86E42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２</w:t>
            </w:r>
          </w:p>
        </w:tc>
      </w:tr>
      <w:tr w:rsidR="007627D5" w:rsidRPr="008F5E28" w14:paraId="37D4F0C6" w14:textId="77777777" w:rsidTr="00740F4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trHeight w:val="292"/>
        </w:trPr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482E51E4" w14:textId="77777777" w:rsidR="009222BE" w:rsidRPr="008F5E28" w:rsidRDefault="009222BE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73950B07" w14:textId="5DDA0169" w:rsidR="007627D5" w:rsidRPr="008F5E28" w:rsidRDefault="007627D5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8F5E28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7627D5" w:rsidRPr="008F5E28" w14:paraId="6145C012" w14:textId="77777777" w:rsidTr="00740F4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F259EB0" w14:textId="77777777" w:rsidR="007627D5" w:rsidRPr="008F5E28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8F5E2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7627D5" w:rsidRPr="008F5E28" w14:paraId="1069ADAA" w14:textId="77777777" w:rsidTr="00740F4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1276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4BE64F60" w14:textId="77777777" w:rsidR="007627D5" w:rsidRPr="008F5E28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8F5E28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gridSpan w:val="4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D7FF1BC" w14:textId="77777777" w:rsidR="007627D5" w:rsidRPr="008F5E28" w:rsidRDefault="007627D5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8F5E2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7627D5" w:rsidRPr="008F5E28" w14:paraId="1C905B11" w14:textId="77777777" w:rsidTr="00740F4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1276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F0DDC60" w14:textId="77777777" w:rsidR="007627D5" w:rsidRPr="00026353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026353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4138099B" w14:textId="125C3372" w:rsidR="00AA5BEF" w:rsidRPr="00026353" w:rsidRDefault="00AA5BEF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026353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gridSpan w:val="4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07B5D575" w14:textId="77777777" w:rsidR="007627D5" w:rsidRPr="00026353" w:rsidRDefault="007627D5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02635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AA5BEF" w:rsidRPr="0002635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1DD557A7" w14:textId="79FE2AFA" w:rsidR="00AA5BEF" w:rsidRPr="00026353" w:rsidRDefault="00AA5BEF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026353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90253E5" w14:textId="77777777" w:rsidR="00D6512C" w:rsidRPr="009658D6" w:rsidRDefault="00D6512C" w:rsidP="006443EA">
      <w:pPr>
        <w:wordWrap w:val="0"/>
        <w:overflowPunct w:val="0"/>
        <w:autoSpaceDE w:val="0"/>
        <w:autoSpaceDN w:val="0"/>
        <w:rPr>
          <w:rFonts w:hAnsi="ＭＳ 明朝"/>
          <w:sz w:val="2"/>
          <w:szCs w:val="2"/>
        </w:rPr>
      </w:pPr>
    </w:p>
    <w:sectPr w:rsidR="00D6512C" w:rsidRPr="009658D6" w:rsidSect="005213D3">
      <w:headerReference w:type="default" r:id="rId10"/>
      <w:pgSz w:w="11906" w:h="16838" w:code="9"/>
      <w:pgMar w:top="1701" w:right="1701" w:bottom="993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C66C22" w14:textId="77777777" w:rsidR="009C6F6C" w:rsidRDefault="009C6F6C">
      <w:r>
        <w:separator/>
      </w:r>
    </w:p>
  </w:endnote>
  <w:endnote w:type="continuationSeparator" w:id="0">
    <w:p w14:paraId="3947E5E3" w14:textId="77777777" w:rsidR="009C6F6C" w:rsidRDefault="009C6F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A5CEA2" w14:textId="77777777" w:rsidR="009C6F6C" w:rsidRDefault="009C6F6C">
      <w:r>
        <w:separator/>
      </w:r>
    </w:p>
  </w:footnote>
  <w:footnote w:type="continuationSeparator" w:id="0">
    <w:p w14:paraId="0E350D1C" w14:textId="77777777" w:rsidR="009C6F6C" w:rsidRDefault="009C6F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64743E" w14:textId="633474C7" w:rsidR="00602676" w:rsidRDefault="00602676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70E15D" wp14:editId="410AE86D">
              <wp:simplePos x="0" y="0"/>
              <wp:positionH relativeFrom="margin">
                <wp:posOffset>4723765</wp:posOffset>
              </wp:positionH>
              <wp:positionV relativeFrom="page">
                <wp:posOffset>197485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84B4F01" w14:textId="77777777" w:rsidR="00602676" w:rsidRPr="00967DE7" w:rsidRDefault="00602676" w:rsidP="00602676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E70E15D" id="正方形/長方形 9" o:spid="_x0000_s1028" style="position:absolute;left:0;text-align:left;margin-left:371.95pt;margin-top:15.5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I9zaQ3dAAAACQEAAA8AAAAAAAAA&#10;AAAAAAAAygQAAGRycy9kb3ducmV2LnhtbFBLBQYAAAAABAAEAPMAAADUBQAAAAA=&#10;" filled="f" stroked="f" strokeweight="1pt">
              <v:textbox>
                <w:txbxContent>
                  <w:p w14:paraId="084B4F01" w14:textId="77777777" w:rsidR="00602676" w:rsidRPr="00967DE7" w:rsidRDefault="00602676" w:rsidP="00602676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4D4DAF"/>
    <w:multiLevelType w:val="hybridMultilevel"/>
    <w:tmpl w:val="07187E1A"/>
    <w:lvl w:ilvl="0" w:tplc="3AC2B43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682462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83D"/>
    <w:rsid w:val="00026353"/>
    <w:rsid w:val="00026658"/>
    <w:rsid w:val="00043D61"/>
    <w:rsid w:val="00052D0B"/>
    <w:rsid w:val="00061A0F"/>
    <w:rsid w:val="00067CE4"/>
    <w:rsid w:val="000A7535"/>
    <w:rsid w:val="000D2546"/>
    <w:rsid w:val="000D6F9E"/>
    <w:rsid w:val="00135C60"/>
    <w:rsid w:val="0014483B"/>
    <w:rsid w:val="00171425"/>
    <w:rsid w:val="001C1D05"/>
    <w:rsid w:val="001D3F72"/>
    <w:rsid w:val="001F3314"/>
    <w:rsid w:val="00235EE8"/>
    <w:rsid w:val="002374BA"/>
    <w:rsid w:val="00247CD8"/>
    <w:rsid w:val="00266160"/>
    <w:rsid w:val="002C3373"/>
    <w:rsid w:val="00340502"/>
    <w:rsid w:val="00387C62"/>
    <w:rsid w:val="004414F2"/>
    <w:rsid w:val="00443A7C"/>
    <w:rsid w:val="00453A7A"/>
    <w:rsid w:val="004D7011"/>
    <w:rsid w:val="00501C63"/>
    <w:rsid w:val="005213D3"/>
    <w:rsid w:val="0053005F"/>
    <w:rsid w:val="00566B7E"/>
    <w:rsid w:val="005C7CD8"/>
    <w:rsid w:val="00602676"/>
    <w:rsid w:val="0060292E"/>
    <w:rsid w:val="006078D4"/>
    <w:rsid w:val="006443EA"/>
    <w:rsid w:val="00674097"/>
    <w:rsid w:val="00683792"/>
    <w:rsid w:val="006C02BD"/>
    <w:rsid w:val="00740F4C"/>
    <w:rsid w:val="00747A3D"/>
    <w:rsid w:val="007627D5"/>
    <w:rsid w:val="00801B5A"/>
    <w:rsid w:val="008074CF"/>
    <w:rsid w:val="0083152C"/>
    <w:rsid w:val="008F5E28"/>
    <w:rsid w:val="009222BE"/>
    <w:rsid w:val="00951796"/>
    <w:rsid w:val="009647CD"/>
    <w:rsid w:val="009658D6"/>
    <w:rsid w:val="009B207B"/>
    <w:rsid w:val="009B6360"/>
    <w:rsid w:val="009C6F6C"/>
    <w:rsid w:val="009E59B0"/>
    <w:rsid w:val="00A1270C"/>
    <w:rsid w:val="00A561E4"/>
    <w:rsid w:val="00A7581C"/>
    <w:rsid w:val="00A81A36"/>
    <w:rsid w:val="00AA5BEF"/>
    <w:rsid w:val="00AB5FBA"/>
    <w:rsid w:val="00AC75A9"/>
    <w:rsid w:val="00AD21D3"/>
    <w:rsid w:val="00AE3225"/>
    <w:rsid w:val="00B024B5"/>
    <w:rsid w:val="00B20915"/>
    <w:rsid w:val="00B56236"/>
    <w:rsid w:val="00B8541A"/>
    <w:rsid w:val="00BD39E7"/>
    <w:rsid w:val="00C26376"/>
    <w:rsid w:val="00C92093"/>
    <w:rsid w:val="00CA283D"/>
    <w:rsid w:val="00CD2DD6"/>
    <w:rsid w:val="00CF40FE"/>
    <w:rsid w:val="00D6512C"/>
    <w:rsid w:val="00D72CAA"/>
    <w:rsid w:val="00D83528"/>
    <w:rsid w:val="00D931D7"/>
    <w:rsid w:val="00DA5262"/>
    <w:rsid w:val="00DB315E"/>
    <w:rsid w:val="00DD5F5B"/>
    <w:rsid w:val="00DD6DA8"/>
    <w:rsid w:val="00DF699C"/>
    <w:rsid w:val="00E058CA"/>
    <w:rsid w:val="00E23839"/>
    <w:rsid w:val="00E41323"/>
    <w:rsid w:val="00E86E42"/>
    <w:rsid w:val="00EB6B18"/>
    <w:rsid w:val="00EC5F5E"/>
    <w:rsid w:val="00ED0A2C"/>
    <w:rsid w:val="00ED2DC4"/>
    <w:rsid w:val="00ED5D1A"/>
    <w:rsid w:val="00F05652"/>
    <w:rsid w:val="00F2197C"/>
    <w:rsid w:val="00F26E8E"/>
    <w:rsid w:val="00F27ECE"/>
    <w:rsid w:val="00F61360"/>
    <w:rsid w:val="00F6558D"/>
    <w:rsid w:val="00F65E8A"/>
    <w:rsid w:val="00FB252A"/>
    <w:rsid w:val="00FC41D7"/>
    <w:rsid w:val="00FD4B7F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4C4AD2FA"/>
  <w15:chartTrackingRefBased/>
  <w15:docId w15:val="{EC7FFC60-ECB7-4104-B7F2-1D96B144E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7627D5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7627D5"/>
    <w:rPr>
      <w:rFonts w:ascii="kiloji" w:eastAsia="kiloji" w:hAnsi="kiloji" w:cs="kiloji"/>
    </w:rPr>
  </w:style>
  <w:style w:type="paragraph" w:customStyle="1" w:styleId="TableParagraph">
    <w:name w:val="Table Paragraph"/>
    <w:basedOn w:val="a"/>
    <w:uiPriority w:val="1"/>
    <w:qFormat/>
    <w:rsid w:val="002C3373"/>
    <w:pPr>
      <w:autoSpaceDE w:val="0"/>
      <w:autoSpaceDN w:val="0"/>
      <w:jc w:val="left"/>
    </w:pPr>
    <w:rPr>
      <w:rFonts w:ascii="kiloji" w:eastAsia="kiloji" w:hAnsi="kiloji" w:cs="kiloji"/>
      <w:kern w:val="0"/>
      <w:sz w:val="22"/>
      <w:szCs w:val="22"/>
    </w:rPr>
  </w:style>
  <w:style w:type="paragraph" w:styleId="a7">
    <w:name w:val="No Spacing"/>
    <w:uiPriority w:val="1"/>
    <w:qFormat/>
    <w:rsid w:val="002C3373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  <w:style w:type="character" w:styleId="a8">
    <w:name w:val="annotation reference"/>
    <w:basedOn w:val="a0"/>
    <w:uiPriority w:val="99"/>
    <w:semiHidden/>
    <w:unhideWhenUsed/>
    <w:rsid w:val="00BD39E7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BD39E7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BD39E7"/>
    <w:rPr>
      <w:rFonts w:ascii="ＭＳ 明朝" w:hAnsi="Courier New"/>
      <w:kern w:val="2"/>
      <w:sz w:val="21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D39E7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BD39E7"/>
    <w:rPr>
      <w:rFonts w:ascii="ＭＳ 明朝" w:hAnsi="Courier New"/>
      <w:b/>
      <w:bCs/>
      <w:kern w:val="2"/>
      <w:sz w:val="21"/>
    </w:rPr>
  </w:style>
  <w:style w:type="paragraph" w:styleId="ad">
    <w:name w:val="Balloon Text"/>
    <w:basedOn w:val="a"/>
    <w:link w:val="ae"/>
    <w:uiPriority w:val="99"/>
    <w:semiHidden/>
    <w:unhideWhenUsed/>
    <w:rsid w:val="00BD39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BD39E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98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50726A-2D2F-4E67-A5D7-D5B644D6C8CF}"/>
</file>

<file path=customXml/itemProps2.xml><?xml version="1.0" encoding="utf-8"?>
<ds:datastoreItem xmlns:ds="http://schemas.openxmlformats.org/officeDocument/2006/customXml" ds:itemID="{DADE058C-3E39-4353-9E70-F7C268D0BAE1}">
  <ds:schemaRefs>
    <ds:schemaRef ds:uri="http://purl.org/dc/elements/1.1/"/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infopath/2007/PartnerControls"/>
    <ds:schemaRef ds:uri="32d3a1fc-ee5f-48dd-aac5-88c8d757ec28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6CD925B7-694F-48B3-A534-51D337F2EA2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80</TotalTime>
  <Pages>1</Pages>
  <Words>425</Words>
  <Characters>154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2021-12-21T01:45:00Z</cp:lastPrinted>
  <dcterms:created xsi:type="dcterms:W3CDTF">2021-04-16T02:27:00Z</dcterms:created>
  <dcterms:modified xsi:type="dcterms:W3CDTF">2024-11-24T02:48:00Z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2021-09-24T17:24:39Z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011183b6-ff27-4365-a2e2-fa712488a7e1</vt:lpwstr>
  </property>
  <property fmtid="{D5CDD505-2E9C-101B-9397-08002B2CF9AE}" pid="9" name="MSIP_Label_a7295cc1-d279-42ac-ab4d-3b0f4fece050_ContentBits">
    <vt:lpwstr>0</vt:lpwstr>
  </property>
</Properties>
</file>