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F7E70" w14:textId="429D35A5" w:rsidR="00D6512C" w:rsidRPr="00120D01" w:rsidRDefault="007D4462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0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75968960" w14:textId="77777777" w:rsidR="007D467C" w:rsidRPr="004D2C41" w:rsidRDefault="007D467C" w:rsidP="007D467C">
                  <w:pPr>
                    <w:pStyle w:val="af0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2B211366" w14:textId="77777777" w:rsidR="007D467C" w:rsidRPr="004D2C41" w:rsidRDefault="007D467C" w:rsidP="007D467C">
                  <w:pPr>
                    <w:pStyle w:val="af0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2EF1FCB5" w14:textId="77777777" w:rsidR="007D467C" w:rsidRPr="004D2C41" w:rsidRDefault="007D467C" w:rsidP="007D467C">
                  <w:pPr>
                    <w:pStyle w:val="af0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  <w:szCs w:val="21"/>
        </w:rPr>
        <w:pict w14:anchorId="652B102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8" type="#_x0000_t32" style="position:absolute;left:0;text-align:left;margin-left:14.45pt;margin-top:317.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  <w:szCs w:val="21"/>
        </w:rPr>
        <w:pict w14:anchorId="282AD510">
          <v:shape id="_x0000_s2053" type="#_x0000_t202" style="position:absolute;left:0;text-align:left;margin-left:68.9pt;margin-top:38.85pt;width:184.25pt;height:99.2pt;z-index:251655680;mso-position-horizontal:absolute;mso-position-horizontal-relative:page;mso-position-vertical:absolute;mso-position-vertical-relative:page" o:allowincell="f">
            <v:textbox inset="5.85pt,.7pt,5.85pt,.7pt">
              <w:txbxContent>
                <w:p w14:paraId="23BA7209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266"/>
        <w:gridCol w:w="987"/>
        <w:gridCol w:w="860"/>
        <w:gridCol w:w="6118"/>
        <w:gridCol w:w="251"/>
        <w:gridCol w:w="9"/>
      </w:tblGrid>
      <w:tr w:rsidR="00D6512C" w:rsidRPr="00120D01" w14:paraId="0A6BECD9" w14:textId="77777777" w:rsidTr="00E30D17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1121A6E2" w14:textId="397183F4" w:rsidR="00D6512C" w:rsidRDefault="009D4F44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E058CA" w:rsidRPr="00120D01">
              <w:rPr>
                <w:rFonts w:hAnsi="ＭＳ 明朝" w:hint="eastAsia"/>
                <w:sz w:val="28"/>
                <w:szCs w:val="28"/>
              </w:rPr>
              <w:t>資格喪失</w:t>
            </w:r>
            <w:r w:rsidR="00D6512C" w:rsidRPr="00120D01">
              <w:rPr>
                <w:rFonts w:hAnsi="ＭＳ 明朝" w:hint="eastAsia"/>
                <w:sz w:val="28"/>
                <w:szCs w:val="28"/>
              </w:rPr>
              <w:t>通知書</w:t>
            </w:r>
          </w:p>
          <w:p w14:paraId="52DFEDC6" w14:textId="77777777" w:rsidR="004A5E0B" w:rsidRDefault="004A5E0B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  <w:p w14:paraId="13EEAB85" w14:textId="77777777" w:rsidR="007A0E08" w:rsidRDefault="007A0E08" w:rsidP="007A0E08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4636D0C0" w14:textId="77777777" w:rsidR="007A0E08" w:rsidRPr="004D2C41" w:rsidRDefault="007A0E08" w:rsidP="007A0E08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</w:p>
          <w:p w14:paraId="3FF341DF" w14:textId="4687A3A8" w:rsidR="007A0E08" w:rsidRDefault="008067B4" w:rsidP="004A5E0B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下</w:t>
            </w:r>
            <w:r w:rsidR="007A0E08" w:rsidRPr="00120D01">
              <w:rPr>
                <w:rFonts w:hAnsi="ＭＳ 明朝" w:hint="eastAsia"/>
                <w:szCs w:val="21"/>
              </w:rPr>
              <w:t>記のとおり、</w:t>
            </w:r>
            <w:r w:rsidR="007A0E08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="007A0E08"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 w:rsidR="007A0E08" w:rsidRPr="00120D01">
              <w:rPr>
                <w:rFonts w:hAnsi="ＭＳ 明朝" w:hint="eastAsia"/>
                <w:szCs w:val="21"/>
              </w:rPr>
              <w:t>の受給資格がなくなりましたので通知します。</w:t>
            </w:r>
          </w:p>
          <w:p w14:paraId="0F767ED1" w14:textId="77777777" w:rsidR="004A5E0B" w:rsidRDefault="004A5E0B" w:rsidP="004A5E0B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7232E5F8" w14:textId="77777777" w:rsidR="007A0E08" w:rsidRDefault="007A0E08" w:rsidP="007A0E08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1DD4DE96" w14:textId="096F627A" w:rsidR="007A0E08" w:rsidRPr="00120D01" w:rsidRDefault="007A0E08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E17EBE" w:rsidRPr="00120D01" w14:paraId="2208168A" w14:textId="77777777" w:rsidTr="00E30D17">
        <w:trPr>
          <w:gridBefore w:val="1"/>
          <w:wBefore w:w="23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6969F7D4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20D01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1847" w:type="dxa"/>
            <w:gridSpan w:val="2"/>
            <w:vAlign w:val="center"/>
          </w:tcPr>
          <w:p w14:paraId="2155664C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20D01">
              <w:rPr>
                <w:rFonts w:hAnsi="ＭＳ 明朝" w:hint="eastAsia"/>
                <w:szCs w:val="21"/>
              </w:rPr>
              <w:t>受給者氏名</w:t>
            </w:r>
          </w:p>
        </w:tc>
        <w:tc>
          <w:tcPr>
            <w:tcW w:w="6118" w:type="dxa"/>
            <w:vAlign w:val="center"/>
          </w:tcPr>
          <w:p w14:paraId="644222C3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583C72AC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20D01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D6512C" w:rsidRPr="00120D01" w14:paraId="76E91197" w14:textId="77777777" w:rsidTr="00E30D17">
        <w:trPr>
          <w:gridBefore w:val="1"/>
          <w:wBefore w:w="23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2B556EBF" w14:textId="77777777" w:rsidR="00D6512C" w:rsidRPr="00120D0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07865B39" w14:textId="77777777" w:rsidR="00D6512C" w:rsidRPr="00120D01" w:rsidRDefault="007627D5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20D01">
              <w:rPr>
                <w:rFonts w:hAnsi="ＭＳ 明朝" w:hint="eastAsia"/>
                <w:szCs w:val="21"/>
              </w:rPr>
              <w:t>受給者</w:t>
            </w:r>
            <w:r w:rsidR="00D6512C" w:rsidRPr="00120D01"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6118" w:type="dxa"/>
            <w:vAlign w:val="center"/>
          </w:tcPr>
          <w:p w14:paraId="48665846" w14:textId="0C202326" w:rsidR="00D6512C" w:rsidRPr="002F54AB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1955429C" w14:textId="77777777" w:rsidR="00D6512C" w:rsidRPr="00120D0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266160" w:rsidRPr="00120D01" w14:paraId="5FB5FBE1" w14:textId="77777777" w:rsidTr="00E30D17">
        <w:trPr>
          <w:gridBefore w:val="1"/>
          <w:wBefore w:w="23" w:type="dxa"/>
          <w:cantSplit/>
          <w:trHeight w:val="1134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654D387" w14:textId="77777777" w:rsidR="00266160" w:rsidRPr="00120D01" w:rsidRDefault="002661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5F43BDAE" w14:textId="77777777" w:rsidR="00266160" w:rsidRPr="00120D01" w:rsidRDefault="00E058C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20D01">
              <w:rPr>
                <w:rFonts w:hAnsi="ＭＳ 明朝" w:hint="eastAsia"/>
                <w:szCs w:val="21"/>
              </w:rPr>
              <w:t>受給資格がなくなった</w:t>
            </w:r>
            <w:r w:rsidR="00266160" w:rsidRPr="00120D01">
              <w:rPr>
                <w:rFonts w:hAnsi="ＭＳ 明朝" w:hint="eastAsia"/>
                <w:szCs w:val="21"/>
              </w:rPr>
              <w:t>理由</w:t>
            </w:r>
          </w:p>
        </w:tc>
        <w:tc>
          <w:tcPr>
            <w:tcW w:w="6118" w:type="dxa"/>
            <w:vAlign w:val="center"/>
          </w:tcPr>
          <w:p w14:paraId="44D09BAB" w14:textId="77777777" w:rsidR="00266160" w:rsidRPr="00120D01" w:rsidRDefault="00266160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11F0D8B3" w14:textId="77777777" w:rsidR="00266160" w:rsidRPr="00120D01" w:rsidRDefault="002661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E17EBE" w:rsidRPr="00120D01" w14:paraId="767228B4" w14:textId="77777777" w:rsidTr="00E30D17">
        <w:trPr>
          <w:gridBefore w:val="1"/>
          <w:wBefore w:w="23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638CD10F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2C3D22FD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20D01">
              <w:rPr>
                <w:rFonts w:hAnsi="ＭＳ 明朝" w:hint="eastAsia"/>
                <w:szCs w:val="21"/>
              </w:rPr>
              <w:t>受給資格がなくなった日</w:t>
            </w:r>
          </w:p>
        </w:tc>
        <w:tc>
          <w:tcPr>
            <w:tcW w:w="6118" w:type="dxa"/>
            <w:vAlign w:val="center"/>
          </w:tcPr>
          <w:p w14:paraId="40740506" w14:textId="38D76AC7" w:rsidR="00E17EBE" w:rsidRPr="00E30D17" w:rsidRDefault="00E30D17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　　　</w:t>
            </w:r>
            <w:r w:rsidRPr="00E30D17">
              <w:rPr>
                <w:rFonts w:hAnsi="ＭＳ 明朝" w:hint="eastAsia"/>
                <w:szCs w:val="21"/>
              </w:rPr>
              <w:t xml:space="preserve">　　　年　　月　　日</w:t>
            </w:r>
          </w:p>
        </w:tc>
        <w:tc>
          <w:tcPr>
            <w:tcW w:w="260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3DF18B1A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120D01" w14:paraId="4E0C3CF6" w14:textId="77777777" w:rsidTr="00E30D17">
        <w:trPr>
          <w:gridBefore w:val="1"/>
          <w:wBefore w:w="23" w:type="dxa"/>
          <w:cantSplit/>
          <w:trHeight w:val="1701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14906D71" w14:textId="77777777" w:rsidR="00D6512C" w:rsidRPr="00120D0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shd w:val="clear" w:color="auto" w:fill="92D050"/>
            <w:vAlign w:val="center"/>
          </w:tcPr>
          <w:p w14:paraId="0071C64D" w14:textId="77777777" w:rsidR="00E51ED4" w:rsidRDefault="00215355" w:rsidP="00215355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備考</w:t>
            </w:r>
          </w:p>
          <w:p w14:paraId="7368005E" w14:textId="66DD0A89" w:rsidR="00215355" w:rsidRPr="005F1AFA" w:rsidRDefault="00215355" w:rsidP="00215355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516BC3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固定文言１</w:t>
            </w:r>
          </w:p>
        </w:tc>
        <w:tc>
          <w:tcPr>
            <w:tcW w:w="6118" w:type="dxa"/>
            <w:shd w:val="clear" w:color="auto" w:fill="92D050"/>
            <w:vAlign w:val="center"/>
          </w:tcPr>
          <w:p w14:paraId="77E310CE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  <w:p w14:paraId="5D089603" w14:textId="7C1BF2A4" w:rsidR="00E17EBE" w:rsidRPr="00A855F1" w:rsidRDefault="006A2D83" w:rsidP="006A2D83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A855F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8C0035" w:rsidRPr="00A855F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</w:t>
            </w:r>
            <w:r w:rsidR="00215355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２</w:t>
            </w:r>
            <w:r w:rsidRPr="00A855F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＋編集</w:t>
            </w:r>
            <w:r w:rsidR="008C0035" w:rsidRPr="00A855F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</w:p>
          <w:p w14:paraId="2D6FCF93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357B161E" w14:textId="77777777" w:rsidR="00D6512C" w:rsidRPr="00120D0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120D01" w14:paraId="72F2E5E1" w14:textId="77777777" w:rsidTr="00E30D17">
        <w:trPr>
          <w:gridBefore w:val="1"/>
          <w:wBefore w:w="23" w:type="dxa"/>
          <w:cantSplit/>
          <w:trHeight w:val="136"/>
        </w:trPr>
        <w:tc>
          <w:tcPr>
            <w:tcW w:w="8491" w:type="dxa"/>
            <w:gridSpan w:val="6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468B8ED2" w14:textId="30DAAA65" w:rsidR="00D6512C" w:rsidRPr="00120D01" w:rsidRDefault="007D4462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/>
                <w:noProof/>
                <w:szCs w:val="21"/>
              </w:rPr>
              <w:pict w14:anchorId="4371BEB2">
                <v:rect id="正方形/長方形 4" o:spid="_x0000_s2056" style="position:absolute;left:0;text-align:left;margin-left:-4pt;margin-top:1.9pt;width:424.85pt;height:47.6pt;z-index:251657728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>
                    <w:txbxContent>
                      <w:p w14:paraId="0CBFFAF5" w14:textId="77777777" w:rsidR="00E30D17" w:rsidRDefault="00E30D17" w:rsidP="006B63C5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2602BE5F" w14:textId="550DC80A" w:rsidR="006B63C5" w:rsidRPr="000A3C6A" w:rsidRDefault="000A3C6A" w:rsidP="006B63C5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0A3C6A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自由記載１</w:t>
                        </w:r>
                      </w:p>
                    </w:txbxContent>
                  </v:textbox>
                </v:rect>
              </w:pict>
            </w:r>
            <w:r w:rsidR="00D6512C" w:rsidRPr="00120D01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120D01" w14:paraId="554BC310" w14:textId="77777777" w:rsidTr="00E30D17">
        <w:trPr>
          <w:gridBefore w:val="1"/>
          <w:wBefore w:w="23" w:type="dxa"/>
          <w:cantSplit/>
          <w:trHeight w:val="409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0FF8BB14" w14:textId="7B66C684" w:rsidR="006B63C5" w:rsidRDefault="006B63C5" w:rsidP="007A0E08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6B69CF8A" w14:textId="542DADF4" w:rsidR="006B63C5" w:rsidRPr="00120D01" w:rsidRDefault="006B63C5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</w:tc>
      </w:tr>
      <w:tr w:rsidR="00E30D17" w:rsidRPr="00BB10A4" w14:paraId="27209997" w14:textId="77777777" w:rsidTr="00E30D17">
        <w:trPr>
          <w:gridBefore w:val="1"/>
          <w:wBefore w:w="23" w:type="dxa"/>
          <w:cantSplit/>
          <w:trHeight w:val="3055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10BAAB4" w14:textId="77777777" w:rsidR="00E30D17" w:rsidRPr="00890837" w:rsidRDefault="007D4462" w:rsidP="00B94930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noProof/>
              </w:rPr>
              <w:pict w14:anchorId="6CF8E82C">
                <v:rect id="正方形/長方形 8" o:spid="_x0000_s2062" style="position:absolute;left:0;text-align:left;margin-left:-4.4pt;margin-top:10.4pt;width:425.25pt;height:142.5pt;z-index:25166182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23EFC956" w14:textId="77777777" w:rsidR="00E30D17" w:rsidRPr="00CC5C0C" w:rsidRDefault="00E30D17" w:rsidP="00E30D17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E30D17" w:rsidRPr="00890837">
              <w:rPr>
                <w:rFonts w:hAnsi="ＭＳ 明朝" w:cs="FUJ-Minchotai" w:hint="eastAsia"/>
                <w:kern w:val="0"/>
                <w:szCs w:val="21"/>
              </w:rPr>
              <w:t>この</w:t>
            </w:r>
            <w:r w:rsidR="00E30D17"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="00E30D17" w:rsidRPr="00890837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に不服があるときは、この通知書を受けた日の翌日から起算して3か月以内に、書面で、</w:t>
            </w:r>
            <w:r w:rsidR="00E30D17"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="00E30D17"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77A099A6" w14:textId="77777777" w:rsidR="00E30D17" w:rsidRPr="00890837" w:rsidRDefault="00E30D17" w:rsidP="00B94930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67336279" w14:textId="77777777" w:rsidR="00E30D17" w:rsidRPr="00890837" w:rsidRDefault="00E30D17" w:rsidP="00B94930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は、この通知書を受けた日の翌日から起算して6か月以内に、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3955AED3" w14:textId="77777777" w:rsidR="00E30D17" w:rsidRPr="00BB10A4" w:rsidRDefault="00E30D17" w:rsidP="00727C5C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ind w:firstLineChars="78" w:firstLine="164"/>
              <w:rPr>
                <w:rFonts w:hAnsi="Century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</w:tc>
      </w:tr>
      <w:tr w:rsidR="007627D5" w:rsidRPr="00120D01" w14:paraId="426C6B9C" w14:textId="77777777" w:rsidTr="00E30D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DACBD9D" w14:textId="77777777" w:rsidR="00E30D17" w:rsidRPr="00727C5C" w:rsidRDefault="00E30D17" w:rsidP="00E30D17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B8AAF1A" w14:textId="43D1AB7D" w:rsidR="007627D5" w:rsidRPr="00120D01" w:rsidRDefault="007627D5" w:rsidP="00135C60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120D01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120D01" w14:paraId="6012BC1A" w14:textId="77777777" w:rsidTr="00E30D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469208E" w14:textId="77777777" w:rsidR="007627D5" w:rsidRPr="00120D01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20D0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120D01" w14:paraId="7C54EC54" w14:textId="77777777" w:rsidTr="00E30D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9C72D74" w14:textId="77777777" w:rsidR="007627D5" w:rsidRPr="00120D01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20D01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9278637" w14:textId="77777777" w:rsidR="007627D5" w:rsidRPr="00120D01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120D0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120D01" w14:paraId="6718CDF9" w14:textId="77777777" w:rsidTr="00E30D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0FB5890" w14:textId="77777777" w:rsidR="00875C27" w:rsidRPr="00225C62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225C62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25816481" w14:textId="77777777" w:rsidR="006A2D83" w:rsidRPr="00225C62" w:rsidRDefault="006A2D83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225C62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FF97AAF" w14:textId="77777777" w:rsidR="00875C27" w:rsidRPr="00225C62" w:rsidRDefault="007627D5" w:rsidP="00E17EBE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225C6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875C27" w:rsidRPr="00225C6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50E472E6" w14:textId="2E10A664" w:rsidR="006A2D83" w:rsidRPr="00225C62" w:rsidRDefault="00A855F1" w:rsidP="00E17EBE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hyperlink r:id="rId9" w:history="1">
              <w:r w:rsidRPr="00225C62">
                <w:rPr>
                  <w:rStyle w:val="ae"/>
                  <w:rFonts w:ascii="ＭＳ 明朝" w:eastAsia="ＭＳ 明朝" w:hAnsi="ＭＳ 明朝" w:cs="ＭＳ 明朝" w:hint="eastAsia"/>
                  <w:color w:val="auto"/>
                  <w:sz w:val="21"/>
                  <w:szCs w:val="21"/>
                  <w:u w:val="none"/>
                </w:rPr>
                <w:t>xxxxxxxxxx@yyy.zzz.aaa</w:t>
              </w:r>
            </w:hyperlink>
          </w:p>
        </w:tc>
      </w:tr>
    </w:tbl>
    <w:p w14:paraId="3DA2C34A" w14:textId="77777777" w:rsidR="00D6512C" w:rsidRPr="00A855F1" w:rsidRDefault="00D6512C" w:rsidP="00E30D17">
      <w:pPr>
        <w:wordWrap w:val="0"/>
        <w:overflowPunct w:val="0"/>
        <w:autoSpaceDE w:val="0"/>
        <w:autoSpaceDN w:val="0"/>
        <w:spacing w:line="240" w:lineRule="exact"/>
        <w:rPr>
          <w:rFonts w:hAnsi="ＭＳ 明朝"/>
          <w:szCs w:val="21"/>
        </w:rPr>
      </w:pPr>
    </w:p>
    <w:sectPr w:rsidR="00D6512C" w:rsidRPr="00A855F1" w:rsidSect="009D24D8">
      <w:headerReference w:type="default" r:id="rId10"/>
      <w:pgSz w:w="11906" w:h="16838" w:code="9"/>
      <w:pgMar w:top="1701" w:right="1701" w:bottom="709" w:left="1701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AFE317" w14:textId="77777777" w:rsidR="002B590F" w:rsidRDefault="002B590F">
      <w:r>
        <w:separator/>
      </w:r>
    </w:p>
  </w:endnote>
  <w:endnote w:type="continuationSeparator" w:id="0">
    <w:p w14:paraId="25BDA470" w14:textId="77777777" w:rsidR="002B590F" w:rsidRDefault="002B5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89127C" w14:textId="77777777" w:rsidR="002B590F" w:rsidRDefault="002B590F">
      <w:r>
        <w:separator/>
      </w:r>
    </w:p>
  </w:footnote>
  <w:footnote w:type="continuationSeparator" w:id="0">
    <w:p w14:paraId="46E521FB" w14:textId="77777777" w:rsidR="002B590F" w:rsidRDefault="002B5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FB3D0" w14:textId="77777777" w:rsidR="00F2197C" w:rsidRDefault="00F2197C" w:rsidP="007D4462">
    <w:pPr>
      <w:pStyle w:val="a3"/>
      <w:jc w:val="right"/>
    </w:pPr>
    <w:r>
      <w:rPr>
        <w:rFonts w:hAnsi="Century" w:hint="eastAsia"/>
      </w:rPr>
      <w:t>様式第</w:t>
    </w:r>
    <w:r w:rsidR="00D72CAA">
      <w:rPr>
        <w:rFonts w:hAnsi="Century" w:hint="eastAsia"/>
      </w:rPr>
      <w:t>9</w:t>
    </w:r>
    <w:r>
      <w:rPr>
        <w:rFonts w:hAnsi="Century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6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13687"/>
    <w:rsid w:val="000151D4"/>
    <w:rsid w:val="00052D0B"/>
    <w:rsid w:val="00076021"/>
    <w:rsid w:val="00095DF5"/>
    <w:rsid w:val="000A3C6A"/>
    <w:rsid w:val="000C3CC0"/>
    <w:rsid w:val="000D2546"/>
    <w:rsid w:val="00120D01"/>
    <w:rsid w:val="00135C60"/>
    <w:rsid w:val="001513FE"/>
    <w:rsid w:val="00171425"/>
    <w:rsid w:val="001C5BF5"/>
    <w:rsid w:val="001D5B71"/>
    <w:rsid w:val="001F3314"/>
    <w:rsid w:val="00215355"/>
    <w:rsid w:val="00225C62"/>
    <w:rsid w:val="002374BA"/>
    <w:rsid w:val="00247CD8"/>
    <w:rsid w:val="00266160"/>
    <w:rsid w:val="002B590F"/>
    <w:rsid w:val="002F230E"/>
    <w:rsid w:val="002F54AB"/>
    <w:rsid w:val="003A2C20"/>
    <w:rsid w:val="003A3FC8"/>
    <w:rsid w:val="003C1D36"/>
    <w:rsid w:val="004039A6"/>
    <w:rsid w:val="00426A7A"/>
    <w:rsid w:val="0043484A"/>
    <w:rsid w:val="00441674"/>
    <w:rsid w:val="004A0A80"/>
    <w:rsid w:val="004A5E0B"/>
    <w:rsid w:val="004D60A3"/>
    <w:rsid w:val="00531527"/>
    <w:rsid w:val="0056332C"/>
    <w:rsid w:val="005D025E"/>
    <w:rsid w:val="005D4909"/>
    <w:rsid w:val="005F1AFA"/>
    <w:rsid w:val="006078D4"/>
    <w:rsid w:val="00635AC5"/>
    <w:rsid w:val="006443EA"/>
    <w:rsid w:val="00653F0F"/>
    <w:rsid w:val="00681BEE"/>
    <w:rsid w:val="00683792"/>
    <w:rsid w:val="006A2D83"/>
    <w:rsid w:val="006B63C5"/>
    <w:rsid w:val="00710C00"/>
    <w:rsid w:val="00727C5C"/>
    <w:rsid w:val="007627D5"/>
    <w:rsid w:val="00774502"/>
    <w:rsid w:val="007A0E08"/>
    <w:rsid w:val="007D4462"/>
    <w:rsid w:val="007D467C"/>
    <w:rsid w:val="007E7BC3"/>
    <w:rsid w:val="00801B5A"/>
    <w:rsid w:val="008067B4"/>
    <w:rsid w:val="008074CF"/>
    <w:rsid w:val="008344E0"/>
    <w:rsid w:val="00875C27"/>
    <w:rsid w:val="008C0035"/>
    <w:rsid w:val="008E7107"/>
    <w:rsid w:val="009647CD"/>
    <w:rsid w:val="009B16C3"/>
    <w:rsid w:val="009D24D8"/>
    <w:rsid w:val="009D4F44"/>
    <w:rsid w:val="00A561E4"/>
    <w:rsid w:val="00A855F1"/>
    <w:rsid w:val="00B024B5"/>
    <w:rsid w:val="00B355F3"/>
    <w:rsid w:val="00B4671F"/>
    <w:rsid w:val="00B56236"/>
    <w:rsid w:val="00B85E04"/>
    <w:rsid w:val="00BE2D61"/>
    <w:rsid w:val="00CA283D"/>
    <w:rsid w:val="00CA7D09"/>
    <w:rsid w:val="00CD2DD6"/>
    <w:rsid w:val="00CD7B6F"/>
    <w:rsid w:val="00CE72DF"/>
    <w:rsid w:val="00D03A9D"/>
    <w:rsid w:val="00D30BEC"/>
    <w:rsid w:val="00D6512C"/>
    <w:rsid w:val="00D72CAA"/>
    <w:rsid w:val="00D83528"/>
    <w:rsid w:val="00DA629E"/>
    <w:rsid w:val="00DD5F5B"/>
    <w:rsid w:val="00DE1D73"/>
    <w:rsid w:val="00DF699C"/>
    <w:rsid w:val="00E058CA"/>
    <w:rsid w:val="00E17EBE"/>
    <w:rsid w:val="00E233B4"/>
    <w:rsid w:val="00E30D17"/>
    <w:rsid w:val="00E51ED4"/>
    <w:rsid w:val="00E876ED"/>
    <w:rsid w:val="00E969EB"/>
    <w:rsid w:val="00EB6B18"/>
    <w:rsid w:val="00ED2DC4"/>
    <w:rsid w:val="00ED5D1A"/>
    <w:rsid w:val="00EF7F4D"/>
    <w:rsid w:val="00F05652"/>
    <w:rsid w:val="00F2197C"/>
    <w:rsid w:val="00F27ECE"/>
    <w:rsid w:val="00F65E8A"/>
    <w:rsid w:val="00FC6B42"/>
    <w:rsid w:val="00FD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>
      <v:textbox inset="5.85pt,.7pt,5.85pt,.7pt"/>
    </o:shapedefaults>
    <o:shapelayout v:ext="edit">
      <o:idmap v:ext="edit" data="2"/>
      <o:rules v:ext="edit">
        <o:r id="V:Rule2" type="connector" idref="#_x0000_s2058"/>
      </o:rules>
    </o:shapelayout>
  </w:shapeDefaults>
  <w:decimalSymbol w:val="."/>
  <w:listSeparator w:val=","/>
  <w14:docId w14:val="4120C966"/>
  <w15:chartTrackingRefBased/>
  <w15:docId w15:val="{8CFA20B7-B32C-41BB-A9AD-865DE338A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875C27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875C27"/>
    <w:pPr>
      <w:jc w:val="left"/>
    </w:pPr>
  </w:style>
  <w:style w:type="character" w:customStyle="1" w:styleId="a9">
    <w:name w:val="コメント文字列 (文字)"/>
    <w:link w:val="a8"/>
    <w:uiPriority w:val="99"/>
    <w:rsid w:val="00875C27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75C27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875C27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531527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531527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e">
    <w:name w:val="Hyperlink"/>
    <w:uiPriority w:val="99"/>
    <w:unhideWhenUsed/>
    <w:rsid w:val="00A855F1"/>
    <w:rPr>
      <w:color w:val="0563C1"/>
      <w:u w:val="single"/>
    </w:rPr>
  </w:style>
  <w:style w:type="character" w:styleId="af">
    <w:name w:val="Unresolved Mention"/>
    <w:uiPriority w:val="99"/>
    <w:semiHidden/>
    <w:unhideWhenUsed/>
    <w:rsid w:val="00A855F1"/>
    <w:rPr>
      <w:color w:val="605E5C"/>
      <w:shd w:val="clear" w:color="auto" w:fill="E1DFDD"/>
    </w:rPr>
  </w:style>
  <w:style w:type="paragraph" w:styleId="af0">
    <w:name w:val="No Spacing"/>
    <w:uiPriority w:val="1"/>
    <w:qFormat/>
    <w:rsid w:val="007D467C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78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xxxxxxxxxx@yyy.zzz.aa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E8AD74-19CB-4D83-917B-9FE71F8672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C9583-C528-4AE0-8F2A-37E073E553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24C6A3-6B5D-482D-85A6-598C4203B1A7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24</TotalTime>
  <Pages>1</Pages>
  <Words>103</Words>
  <Characters>592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2021-12-20T05:12:00Z</cp:lastPrinted>
  <dcterms:created xsi:type="dcterms:W3CDTF">2021-10-21T04:39:00Z</dcterms:created>
  <dcterms:modified xsi:type="dcterms:W3CDTF">2024-11-24T01:12:00Z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2021-10-23T03:23:48Z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3035cd30-8954-4ff7-92fb-a13bda01a5d0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0x010100C55487F8E31019458B1FD5AA377145A3</vt:lpwstr>
  </property>
</Properties>
</file>