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150644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4C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1F56B58A">
              <wp:simplePos x="0" y="0"/>
              <wp:positionH relativeFrom="margin">
                <wp:posOffset>4714240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54649066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371.2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6brk7dAAAACQEAAA8AAAAAAAAA&#10;AAAAAAAAygQAAGRycy9kb3ducmV2LnhtbFBLBQYAAAAABAAEAPMAAADUBQAAAAA=&#10;" filled="f" stroked="f" strokeweight="1pt">
              <v:textbox>
                <w:txbxContent>
                  <w:p w14:paraId="2A7F04F1" w14:textId="54649066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174C9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13667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1C7B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CE32A4-883A-4D8D-A296-BBD754566FC1}"/>
</file>

<file path=customXml/itemProps3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27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2024-11-24T01:18:00Z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