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597D1051" w:rsidR="001D3F72" w:rsidRDefault="001D3F72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4ED33B29" w:rsidR="00D6512C" w:rsidRDefault="00412F75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療育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73DF39D1" w:rsidR="001D3F72" w:rsidRDefault="001F50A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r w:rsidRPr="001F50A2">
              <w:rPr>
                <w:rFonts w:hint="eastAsia"/>
                <w:kern w:val="0"/>
                <w:bdr w:val="single" w:sz="4" w:space="0" w:color="auto"/>
              </w:rPr>
              <w:t>都道府県知事・指定都市・中核市市長</w:t>
            </w:r>
            <w:r w:rsidR="00BF42B2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111124ED" w:rsidR="001D3F72" w:rsidRPr="00BF42B2" w:rsidRDefault="002D489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CBF053" wp14:editId="050BF828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135890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ED7A27" w14:textId="2C54EAE6" w:rsidR="002D4897" w:rsidRPr="0051338E" w:rsidRDefault="002D4897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BF053" id="正方形/長方形 1" o:spid="_x0000_s1026" style="position:absolute;left:0;text-align:left;margin-left:-10.25pt;margin-top:10.7pt;width:427.1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" fillcolor="#92d050" strokecolor="#92d050" strokeweight="1pt">
                      <v:fill opacity="52428f"/>
                      <v:textbox>
                        <w:txbxContent>
                          <w:p w14:paraId="75ED7A27" w14:textId="2C54EAE6" w:rsidR="002D4897" w:rsidRPr="0051338E" w:rsidRDefault="002D4897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031E4FAF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412F7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療育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BF42B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54C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します。</w:t>
            </w:r>
          </w:p>
          <w:p w14:paraId="50B370FB" w14:textId="2F0A3248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992"/>
        <w:gridCol w:w="284"/>
        <w:gridCol w:w="992"/>
        <w:gridCol w:w="1134"/>
        <w:gridCol w:w="1417"/>
        <w:gridCol w:w="2278"/>
      </w:tblGrid>
      <w:tr w:rsidR="004C6369" w:rsidRPr="00DE6EBC" w14:paraId="16984F4A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070D26C5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1BB679CA" w:rsidR="004C6369" w:rsidRPr="007F7F1E" w:rsidRDefault="003A03BB" w:rsidP="008B7845">
            <w:pPr>
              <w:pStyle w:val="TableParagraph"/>
              <w:spacing w:before="73"/>
              <w:ind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5806" w:rsidRPr="00DE6EBC" w14:paraId="435C77AA" w14:textId="77777777" w:rsidTr="00945806">
        <w:trPr>
          <w:trHeight w:val="567"/>
        </w:trPr>
        <w:tc>
          <w:tcPr>
            <w:tcW w:w="14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7A96A390" w:rsidR="00945806" w:rsidRPr="007F7F1E" w:rsidRDefault="00945806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障害の程度(総合判定)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F77B9C5" w14:textId="77777777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1EA497" w14:textId="751A3B92" w:rsidR="00945806" w:rsidRPr="007F7F1E" w:rsidRDefault="00F92A6F" w:rsidP="00F92A6F">
            <w:pPr>
              <w:pStyle w:val="TableParagraph"/>
              <w:spacing w:before="73"/>
              <w:ind w:left="-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795CAF" w14:textId="7C05A42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FE559CD" w14:textId="426B0C94" w:rsidR="00945806" w:rsidRPr="007F7F1E" w:rsidRDefault="00945806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>再交付日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6742D1D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50D5" w:rsidRPr="00DE6EBC" w14:paraId="695CC74C" w14:textId="77777777" w:rsidTr="00F91EF5">
        <w:trPr>
          <w:trHeight w:val="567"/>
        </w:trPr>
        <w:tc>
          <w:tcPr>
            <w:tcW w:w="1408" w:type="dxa"/>
            <w:shd w:val="clear" w:color="auto" w:fill="auto"/>
            <w:vAlign w:val="center"/>
          </w:tcPr>
          <w:p w14:paraId="0AB27C70" w14:textId="5726B1D3" w:rsidR="004150D5" w:rsidRDefault="00F91EF5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次の</w:t>
            </w:r>
            <w:r w:rsidR="005B0159">
              <w:rPr>
                <w:rFonts w:ascii="ＭＳ 明朝" w:eastAsia="ＭＳ 明朝" w:hAnsi="ＭＳ 明朝" w:hint="eastAsia"/>
                <w:sz w:val="21"/>
                <w:szCs w:val="21"/>
              </w:rPr>
              <w:t>判定年月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5C7D72" w14:textId="71D077FE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345776D" w14:textId="216BB0EB" w:rsidR="004150D5" w:rsidRDefault="004150D5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35190" w14:textId="77777777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2CF9B24A" w14:textId="4D7B7D1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4C59194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369" w:rsidRPr="00DE6EBC" w14:paraId="7BE66E95" w14:textId="77777777" w:rsidTr="00F91EF5">
        <w:trPr>
          <w:trHeight w:val="567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83AE446" w14:textId="04E494E5" w:rsidR="004C6369" w:rsidRPr="007F7F1E" w:rsidRDefault="004C6369" w:rsidP="004C6369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保 護 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41338" w14:textId="690BAA38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2721142" w14:textId="77777777" w:rsidR="004C6369" w:rsidRPr="007F7F1E" w:rsidRDefault="004C6369" w:rsidP="004C6369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0CB025" w14:textId="46976D08" w:rsidR="004C6369" w:rsidRPr="007F7F1E" w:rsidRDefault="004C6369" w:rsidP="004C636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本人との続柄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1ACE6ADD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C6369" w:rsidRPr="00DE6EBC" w14:paraId="70B63D74" w14:textId="77777777" w:rsidTr="00F91EF5">
        <w:trPr>
          <w:trHeight w:val="567"/>
        </w:trPr>
        <w:tc>
          <w:tcPr>
            <w:tcW w:w="1408" w:type="dxa"/>
            <w:vMerge/>
            <w:shd w:val="clear" w:color="auto" w:fill="auto"/>
          </w:tcPr>
          <w:p w14:paraId="522D4336" w14:textId="2F42A74C" w:rsidR="004C6369" w:rsidRPr="007F7F1E" w:rsidRDefault="004C6369" w:rsidP="007F7F1E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785CD7" w14:textId="155CECD4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6105" w:type="dxa"/>
            <w:gridSpan w:val="5"/>
            <w:shd w:val="clear" w:color="auto" w:fill="auto"/>
            <w:vAlign w:val="center"/>
          </w:tcPr>
          <w:p w14:paraId="67A6451C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56F90" w:rsidRPr="00DE6EBC" w14:paraId="2C6A4A79" w14:textId="77777777" w:rsidTr="00F91EF5">
        <w:trPr>
          <w:trHeight w:val="2552"/>
        </w:trPr>
        <w:tc>
          <w:tcPr>
            <w:tcW w:w="1408" w:type="dxa"/>
            <w:shd w:val="clear" w:color="auto" w:fill="92D050"/>
            <w:vAlign w:val="center"/>
          </w:tcPr>
          <w:p w14:paraId="44E097DA" w14:textId="4C0D455D" w:rsidR="00594BF5" w:rsidRPr="00594BF5" w:rsidRDefault="00594BF5" w:rsidP="007F7F1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813175B" w14:textId="77777777" w:rsidR="00594BF5" w:rsidRDefault="00594BF5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41BBEC9C" w:rsidR="00C56F90" w:rsidRPr="007F7F1E" w:rsidRDefault="004C6369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97" w:type="dxa"/>
            <w:gridSpan w:val="6"/>
            <w:shd w:val="clear" w:color="auto" w:fill="92D050"/>
            <w:vAlign w:val="center"/>
          </w:tcPr>
          <w:p w14:paraId="13A49810" w14:textId="71AF869B" w:rsidR="00C56F90" w:rsidRPr="00594BF5" w:rsidRDefault="00594BF5" w:rsidP="00594B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8805DEE" w14:textId="264064AA" w:rsidR="001D3F72" w:rsidRDefault="00594BF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DFFC1D" wp14:editId="6956CFBA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9525</wp:posOffset>
                      </wp:positionV>
                      <wp:extent cx="5425393" cy="819150"/>
                      <wp:effectExtent l="0" t="0" r="2349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5393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44F54" w14:textId="5B67105E" w:rsidR="00594BF5" w:rsidRPr="0051338E" w:rsidRDefault="00594BF5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FFC1D" id="正方形/長方形 4" o:spid="_x0000_s1027" style="position:absolute;margin-left:-11.2pt;margin-top:.75pt;width:427.2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11C44F54" w14:textId="5B67105E" w:rsidR="00594BF5" w:rsidRPr="0051338E" w:rsidRDefault="00594BF5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59B79F" w14:textId="47276730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3A6768" w14:textId="426115C5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1192F16" w14:textId="4FD8B601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CB16DC" w14:textId="77777777" w:rsidR="005B0159" w:rsidRDefault="005B01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07E74DF0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17DB32AA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07A674CB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5467AA" w14:textId="77777777" w:rsidR="007627D5" w:rsidRPr="0009096D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4225009F" w:rsidR="00311C4B" w:rsidRPr="0009096D" w:rsidRDefault="00082F98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8CD922" w14:textId="77777777" w:rsidR="007627D5" w:rsidRPr="0009096D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11C4B"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CA78F9A" w:rsidR="00311C4B" w:rsidRPr="0009096D" w:rsidRDefault="00311C4B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4F1735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4F173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D8924" w14:textId="18B1F0B1" w:rsidR="00AC54F8" w:rsidRDefault="00AC54F8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B7F47" wp14:editId="1FFEC3DA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803A84" w14:textId="77777777" w:rsidR="00AC54F8" w:rsidRPr="00967DE7" w:rsidRDefault="00AC54F8" w:rsidP="00AC54F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B7F47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7E803A84" w14:textId="77777777" w:rsidR="00AC54F8" w:rsidRPr="00967DE7" w:rsidRDefault="00AC54F8" w:rsidP="00AC54F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107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67CE4"/>
    <w:rsid w:val="00082F98"/>
    <w:rsid w:val="0009096D"/>
    <w:rsid w:val="000A7535"/>
    <w:rsid w:val="000D2546"/>
    <w:rsid w:val="00135C60"/>
    <w:rsid w:val="0014483B"/>
    <w:rsid w:val="00171425"/>
    <w:rsid w:val="001D3F72"/>
    <w:rsid w:val="001F3314"/>
    <w:rsid w:val="001F50A2"/>
    <w:rsid w:val="001F6B30"/>
    <w:rsid w:val="00202A11"/>
    <w:rsid w:val="00203EA5"/>
    <w:rsid w:val="002374BA"/>
    <w:rsid w:val="00247CD8"/>
    <w:rsid w:val="00262258"/>
    <w:rsid w:val="00266160"/>
    <w:rsid w:val="002C3373"/>
    <w:rsid w:val="002D4897"/>
    <w:rsid w:val="00311C4B"/>
    <w:rsid w:val="00387C62"/>
    <w:rsid w:val="003A03BB"/>
    <w:rsid w:val="003C4F76"/>
    <w:rsid w:val="00412F75"/>
    <w:rsid w:val="004150D5"/>
    <w:rsid w:val="004414F2"/>
    <w:rsid w:val="004C6369"/>
    <w:rsid w:val="004F1735"/>
    <w:rsid w:val="0053005F"/>
    <w:rsid w:val="00566B7E"/>
    <w:rsid w:val="00594BF5"/>
    <w:rsid w:val="005B0159"/>
    <w:rsid w:val="0060292E"/>
    <w:rsid w:val="006078D4"/>
    <w:rsid w:val="006174BA"/>
    <w:rsid w:val="00621DC7"/>
    <w:rsid w:val="006443EA"/>
    <w:rsid w:val="00665AA3"/>
    <w:rsid w:val="0067522E"/>
    <w:rsid w:val="00683792"/>
    <w:rsid w:val="006C0D76"/>
    <w:rsid w:val="006E54C3"/>
    <w:rsid w:val="00747A3D"/>
    <w:rsid w:val="007627D5"/>
    <w:rsid w:val="007C2775"/>
    <w:rsid w:val="007F7F1E"/>
    <w:rsid w:val="00801B5A"/>
    <w:rsid w:val="008074CF"/>
    <w:rsid w:val="008B7845"/>
    <w:rsid w:val="00945806"/>
    <w:rsid w:val="009647CD"/>
    <w:rsid w:val="009B7634"/>
    <w:rsid w:val="009D2531"/>
    <w:rsid w:val="00A561E4"/>
    <w:rsid w:val="00AC54F8"/>
    <w:rsid w:val="00AF5A96"/>
    <w:rsid w:val="00B024B5"/>
    <w:rsid w:val="00B20915"/>
    <w:rsid w:val="00B43703"/>
    <w:rsid w:val="00B56236"/>
    <w:rsid w:val="00BE0965"/>
    <w:rsid w:val="00BF42B2"/>
    <w:rsid w:val="00C56F90"/>
    <w:rsid w:val="00CA283D"/>
    <w:rsid w:val="00CD2DD6"/>
    <w:rsid w:val="00D6512C"/>
    <w:rsid w:val="00D72CAA"/>
    <w:rsid w:val="00D83528"/>
    <w:rsid w:val="00DA1C90"/>
    <w:rsid w:val="00DD5F5B"/>
    <w:rsid w:val="00DF699C"/>
    <w:rsid w:val="00E058CA"/>
    <w:rsid w:val="00E167E3"/>
    <w:rsid w:val="00EB6B18"/>
    <w:rsid w:val="00ED2DC4"/>
    <w:rsid w:val="00ED5D1A"/>
    <w:rsid w:val="00F05652"/>
    <w:rsid w:val="00F2197C"/>
    <w:rsid w:val="00F27ECE"/>
    <w:rsid w:val="00F65E8A"/>
    <w:rsid w:val="00F91EF5"/>
    <w:rsid w:val="00F92A6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311C4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11C4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11C4B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11C4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11C4B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7C2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C27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ACA8794-9AD6-4127-8607-C1F77DBCE358}"/>
</file>

<file path=customXml/itemProps2.xml><?xml version="1.0" encoding="utf-8"?>
<ds:datastoreItem xmlns:ds="http://schemas.openxmlformats.org/officeDocument/2006/customXml" ds:itemID="{2F4540C8-F553-4028-A8D2-8B6B1EC72B8D}"/>
</file>

<file path=customXml/itemProps3.xml><?xml version="1.0" encoding="utf-8"?>
<ds:datastoreItem xmlns:ds="http://schemas.openxmlformats.org/officeDocument/2006/customXml" ds:itemID="{3DF9636B-6E5B-4C88-B7AC-181A407432FA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758</TotalTime>
  <Pages>1</Pages>
  <Words>182</Words>
  <Characters>160</Characters>
  <DocSecurity>0</DocSecurity>
  <Lines>12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2024-07-30T22:27:00Z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