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804B46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804B46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804B46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0B0E2A73" w:rsidR="00370E95" w:rsidRDefault="00190FC2" w:rsidP="00190FC2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F71FE8">
              <w:rPr>
                <w:rFonts w:hAnsi="Century" w:hint="eastAsia"/>
                <w:spacing w:val="105"/>
                <w:kern w:val="0"/>
                <w:fitText w:val="1050" w:id="-1000603136"/>
              </w:rPr>
              <w:t>受給</w:t>
            </w:r>
            <w:r w:rsidRPr="00F71FE8">
              <w:rPr>
                <w:rFonts w:hAnsi="Century" w:hint="eastAsia"/>
                <w:kern w:val="0"/>
                <w:fitText w:val="1050" w:id="-1000603136"/>
              </w:rPr>
              <w:t>者</w:t>
            </w:r>
            <w:r w:rsidR="00997C19"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804B46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804B46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7.3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90FC2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AAE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62EBE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04B46"/>
    <w:rsid w:val="008558CE"/>
    <w:rsid w:val="00884E6B"/>
    <w:rsid w:val="008A61DC"/>
    <w:rsid w:val="008E177C"/>
    <w:rsid w:val="009647CD"/>
    <w:rsid w:val="00997C19"/>
    <w:rsid w:val="00A1760A"/>
    <w:rsid w:val="00A20CD5"/>
    <w:rsid w:val="00A25BCB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8712B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1FE8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F602C3-7B5F-4D3D-BC06-D48DA4B38543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53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