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7A45D" w14:textId="11627EB6" w:rsidR="00671303" w:rsidRPr="00890837" w:rsidRDefault="00550C70" w:rsidP="00671303">
      <w:pPr>
        <w:wordWrap w:val="0"/>
        <w:overflowPunct w:val="0"/>
        <w:autoSpaceDE w:val="0"/>
        <w:autoSpaceDN w:val="0"/>
        <w:rPr>
          <w:rFonts w:hAnsi="ＭＳ 明朝"/>
          <w:szCs w:val="21"/>
        </w:rPr>
      </w:pPr>
      <w:r>
        <w:rPr>
          <w:rFonts w:hAnsi="ＭＳ 明朝"/>
          <w:noProof/>
          <w:szCs w:val="21"/>
        </w:rPr>
        <mc:AlternateContent>
          <mc:Choice Requires="wps">
            <w:drawing>
              <wp:anchor distT="0" distB="0" distL="114300" distR="114300" simplePos="0" relativeHeight="251665408" behindDoc="0" locked="0" layoutInCell="1" allowOverlap="1" wp14:anchorId="1BA90056" wp14:editId="4A5B34F7">
                <wp:simplePos x="0" y="0"/>
                <wp:positionH relativeFrom="margin">
                  <wp:posOffset>4079875</wp:posOffset>
                </wp:positionH>
                <wp:positionV relativeFrom="paragraph">
                  <wp:posOffset>-673735</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2D5E7DAB"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1D07DFE4"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5224EE57" w14:textId="77777777" w:rsidR="00550C70" w:rsidRPr="004D2C41" w:rsidRDefault="00550C70" w:rsidP="00550C70">
                            <w:pPr>
                              <w:pStyle w:val="a8"/>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21.25pt;margin-top:-53.05pt;width:121.7pt;height:51.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" filled="f" stroked="f">
                <v:textbox inset="0,0,0,0">
                  <w:txbxContent>
                    <w:p w14:paraId="2D5E7DAB"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1D07DFE4"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5224EE57" w14:textId="77777777" w:rsidR="00550C70" w:rsidRPr="004D2C41" w:rsidRDefault="00550C70" w:rsidP="00550C70">
                      <w:pPr>
                        <w:pStyle w:val="a8"/>
                        <w:jc w:val="right"/>
                        <w:rPr>
                          <w:rFonts w:ascii="ＭＳ 明朝" w:eastAsia="ＭＳ 明朝" w:hAnsi="ＭＳ 明朝"/>
                        </w:rPr>
                      </w:pPr>
                    </w:p>
                  </w:txbxContent>
                </v:textbox>
                <w10:wrap anchorx="margin"/>
              </v:shape>
            </w:pict>
          </mc:Fallback>
        </mc:AlternateContent>
      </w:r>
      <w:r w:rsidR="00093BDB" w:rsidRPr="00890837">
        <w:rPr>
          <w:rFonts w:hAnsi="ＭＳ 明朝"/>
          <w:noProof/>
          <w:szCs w:val="21"/>
        </w:rPr>
        <mc:AlternateContent>
          <mc:Choice Requires="wps">
            <w:drawing>
              <wp:anchor distT="0" distB="0" distL="114300" distR="114300" simplePos="0" relativeHeight="251657728" behindDoc="0" locked="0" layoutInCell="1" allowOverlap="1" wp14:anchorId="4A20CB64" wp14:editId="259D3B7A">
                <wp:simplePos x="0" y="0"/>
                <wp:positionH relativeFrom="page">
                  <wp:posOffset>864235</wp:posOffset>
                </wp:positionH>
                <wp:positionV relativeFrom="page">
                  <wp:posOffset>504190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2BC59C0" w14:textId="0A4292FA" w:rsidR="00E57422" w:rsidRPr="00CD461E" w:rsidRDefault="00671303" w:rsidP="00671303">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0CB64" id="Text Box 2" o:spid="_x0000_s1027" type="#_x0000_t202" style="position:absolute;left:0;text-align:left;margin-left:68.05pt;margin-top:39.7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">
                <v:textbox inset="5.85pt,.7pt,5.85pt,.7pt">
                  <w:txbxContent>
                    <w:p w14:paraId="12BC59C0" w14:textId="0A4292FA" w:rsidR="00E57422" w:rsidRPr="00CD461E" w:rsidRDefault="00671303" w:rsidP="00671303">
                      <w:r>
                        <w:rPr>
                          <w:rFonts w:hint="eastAsia"/>
                        </w:rPr>
                        <w:t>窓空宛名</w:t>
                      </w:r>
                    </w:p>
                  </w:txbxContent>
                </v:textbox>
                <w10:wrap anchorx="page" anchory="page"/>
              </v:shape>
            </w:pict>
          </mc:Fallback>
        </mc:AlternateContent>
      </w:r>
    </w:p>
    <w:p w14:paraId="2669547C" w14:textId="46DDB77F" w:rsidR="00671303" w:rsidRPr="00890837" w:rsidRDefault="00671303" w:rsidP="00671303">
      <w:pPr>
        <w:wordWrap w:val="0"/>
        <w:overflowPunct w:val="0"/>
        <w:autoSpaceDE w:val="0"/>
        <w:autoSpaceDN w:val="0"/>
        <w:rPr>
          <w:rFonts w:hAnsi="ＭＳ 明朝"/>
          <w:szCs w:val="21"/>
        </w:rPr>
      </w:pPr>
    </w:p>
    <w:p w14:paraId="31DAE493" w14:textId="165F89CE" w:rsidR="00671303" w:rsidRPr="00890837" w:rsidRDefault="00671303" w:rsidP="00671303">
      <w:pPr>
        <w:wordWrap w:val="0"/>
        <w:overflowPunct w:val="0"/>
        <w:autoSpaceDE w:val="0"/>
        <w:autoSpaceDN w:val="0"/>
        <w:rPr>
          <w:rFonts w:hAnsi="ＭＳ 明朝"/>
          <w:szCs w:val="21"/>
        </w:rPr>
      </w:pPr>
    </w:p>
    <w:p w14:paraId="769A4CC3" w14:textId="77777777" w:rsidR="003460DA" w:rsidRDefault="003460DA" w:rsidP="003460DA">
      <w:pPr>
        <w:wordWrap w:val="0"/>
        <w:overflowPunct w:val="0"/>
        <w:autoSpaceDE w:val="0"/>
        <w:autoSpaceDN w:val="0"/>
        <w:rPr>
          <w:rFonts w:hAnsi="ＭＳ 明朝"/>
          <w:szCs w:val="21"/>
        </w:rPr>
      </w:pPr>
    </w:p>
    <w:p w14:paraId="187FD160" w14:textId="437A95C6" w:rsidR="003460DA" w:rsidRDefault="003460DA" w:rsidP="003460DA">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資格喪失</w:t>
      </w:r>
      <w:r w:rsidRPr="005A0657">
        <w:rPr>
          <w:rFonts w:hint="eastAsia"/>
          <w:sz w:val="28"/>
          <w:szCs w:val="28"/>
        </w:rPr>
        <w:t>通知書</w:t>
      </w:r>
    </w:p>
    <w:p w14:paraId="357FB8D7" w14:textId="4C040424" w:rsidR="00671303" w:rsidRPr="003460DA" w:rsidRDefault="003460DA" w:rsidP="003460DA">
      <w:pPr>
        <w:overflowPunct w:val="0"/>
        <w:autoSpaceDE w:val="0"/>
        <w:autoSpaceDN w:val="0"/>
        <w:jc w:val="center"/>
        <w:rPr>
          <w:rFonts w:hAnsi="ＭＳ 明朝"/>
          <w:szCs w:val="21"/>
        </w:rPr>
      </w:pPr>
      <w:r>
        <w:rPr>
          <w:noProof/>
        </w:rPr>
        <mc:AlternateContent>
          <mc:Choice Requires="wps">
            <w:drawing>
              <wp:anchor distT="0" distB="0" distL="114300" distR="114300" simplePos="0" relativeHeight="251662336" behindDoc="0" locked="1" layoutInCell="1" allowOverlap="1" wp14:anchorId="083F4615" wp14:editId="024484D1">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6995991"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w10:anchorlock/>
              </v:shape>
            </w:pict>
          </mc:Fallback>
        </mc:AlternateContent>
      </w:r>
    </w:p>
    <w:p w14:paraId="2440E4C7" w14:textId="1B2FF4DA" w:rsidR="004D6C98" w:rsidRDefault="004D6C98" w:rsidP="004D6C9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89565E8" w14:textId="42D55602" w:rsidR="004D6C98" w:rsidRDefault="004D6C98" w:rsidP="004D6C9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499F8920" wp14:editId="611D9E80">
                <wp:simplePos x="0" y="0"/>
                <wp:positionH relativeFrom="column">
                  <wp:posOffset>-67945</wp:posOffset>
                </wp:positionH>
                <wp:positionV relativeFrom="paragraph">
                  <wp:posOffset>180340</wp:posOffset>
                </wp:positionV>
                <wp:extent cx="5969000" cy="266700"/>
                <wp:effectExtent l="0" t="0" r="12700" b="19050"/>
                <wp:wrapNone/>
                <wp:docPr id="2" name="正方形/長方形 2"/>
                <wp:cNvGraphicFramePr/>
                <a:graphic xmlns:a="http://schemas.openxmlformats.org/drawingml/2006/main">
                  <a:graphicData uri="http://schemas.microsoft.com/office/word/2010/wordprocessingShape">
                    <wps:wsp>
                      <wps:cNvSpPr/>
                      <wps:spPr>
                        <a:xfrm>
                          <a:off x="0" y="0"/>
                          <a:ext cx="5969000" cy="2667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ED8A73" w14:textId="69A82EAB"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F8920" id="正方形/長方形 2" o:spid="_x0000_s1028" style="position:absolute;left:0;text-align:left;margin-left:-5.35pt;margin-top:14.2pt;width:470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" fillcolor="#92d050" strokecolor="#92d050" strokeweight="1pt">
                <v:fill opacity="52428f"/>
                <v:textbox>
                  <w:txbxContent>
                    <w:p w14:paraId="49ED8A73" w14:textId="69A82EAB"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固定文言１</w:t>
                      </w:r>
                    </w:p>
                  </w:txbxContent>
                </v:textbox>
              </v:rect>
            </w:pict>
          </mc:Fallback>
        </mc:AlternateContent>
      </w:r>
    </w:p>
    <w:p w14:paraId="4673574A" w14:textId="002B9E46" w:rsidR="004D6C98" w:rsidRDefault="00D80816" w:rsidP="004D6C98">
      <w:pPr>
        <w:overflowPunct w:val="0"/>
        <w:autoSpaceDE w:val="0"/>
        <w:autoSpaceDN w:val="0"/>
        <w:ind w:rightChars="67" w:right="141" w:firstLineChars="85" w:firstLine="178"/>
      </w:pPr>
      <w:r>
        <w:rPr>
          <w:rFonts w:hint="eastAsia"/>
        </w:rPr>
        <w:t>下記</w:t>
      </w:r>
      <w:r w:rsidR="004D6C98">
        <w:t>のとおり、受給者は特別児童扶養手当の受給資格がなくなりましたので通知します。</w:t>
      </w:r>
    </w:p>
    <w:p w14:paraId="6F960984" w14:textId="50E94724" w:rsidR="003460DA" w:rsidRDefault="003460DA" w:rsidP="003460DA">
      <w:pPr>
        <w:pStyle w:val="a9"/>
        <w:rPr>
          <w:sz w:val="21"/>
          <w:szCs w:val="21"/>
        </w:rPr>
      </w:pPr>
      <w:r>
        <w:rPr>
          <w:rFonts w:hint="eastAsia"/>
          <w:sz w:val="21"/>
          <w:szCs w:val="21"/>
        </w:rPr>
        <w:t>記</w:t>
      </w:r>
    </w:p>
    <w:p w14:paraId="205B214C" w14:textId="4D8DE0A2" w:rsidR="003460DA" w:rsidRPr="003460DA" w:rsidRDefault="00F62B57" w:rsidP="003460DA">
      <w:r>
        <w:rPr>
          <w:noProof/>
        </w:rPr>
        <mc:AlternateContent>
          <mc:Choice Requires="wps">
            <w:drawing>
              <wp:anchor distT="0" distB="0" distL="114300" distR="114300" simplePos="0" relativeHeight="251660288" behindDoc="0" locked="1" layoutInCell="1" allowOverlap="1" wp14:anchorId="4E6D4B10" wp14:editId="5CD3048E">
                <wp:simplePos x="0" y="0"/>
                <wp:positionH relativeFrom="column">
                  <wp:posOffset>-1905</wp:posOffset>
                </wp:positionH>
                <wp:positionV relativeFrom="page">
                  <wp:posOffset>6877050</wp:posOffset>
                </wp:positionV>
                <wp:extent cx="5991225" cy="22955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991225" cy="22955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46D912" w14:textId="49230D77"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D4B10" id="正方形/長方形 3" o:spid="_x0000_s1029" style="position:absolute;left:0;text-align:left;margin-left:-.15pt;margin-top:541.5pt;width:471.75pt;height:18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" fillcolor="#92d050" strokecolor="#92d050" strokeweight="1pt">
                <v:fill opacity="52428f"/>
                <v:textbox>
                  <w:txbxContent>
                    <w:p w14:paraId="3446D912" w14:textId="49230D77"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教示文</w:t>
                      </w:r>
                    </w:p>
                  </w:txbxContent>
                </v:textbox>
                <w10:wrap anchory="page"/>
                <w10:anchorlock/>
              </v:rect>
            </w:pict>
          </mc:Fallback>
        </mc:AlternateContent>
      </w:r>
    </w:p>
    <w:tbl>
      <w:tblPr>
        <w:tblW w:w="94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515"/>
        <w:gridCol w:w="1446"/>
        <w:gridCol w:w="3088"/>
      </w:tblGrid>
      <w:tr w:rsidR="002F10FA" w14:paraId="172BA889" w14:textId="77777777" w:rsidTr="00F62B57">
        <w:trPr>
          <w:trHeight w:val="680"/>
        </w:trPr>
        <w:tc>
          <w:tcPr>
            <w:tcW w:w="1418" w:type="dxa"/>
            <w:shd w:val="clear" w:color="auto" w:fill="auto"/>
            <w:vAlign w:val="center"/>
          </w:tcPr>
          <w:p w14:paraId="4CE9712B" w14:textId="61390A1A" w:rsidR="002F10FA" w:rsidRDefault="00594957" w:rsidP="00594957">
            <w:pPr>
              <w:overflowPunct w:val="0"/>
              <w:autoSpaceDE w:val="0"/>
              <w:autoSpaceDN w:val="0"/>
              <w:ind w:rightChars="13" w:right="27"/>
              <w:jc w:val="center"/>
            </w:pPr>
            <w:r>
              <w:rPr>
                <w:noProof/>
                <w:sz w:val="12"/>
                <w:szCs w:val="12"/>
              </w:rPr>
              <mc:AlternateContent>
                <mc:Choice Requires="wps">
                  <w:drawing>
                    <wp:anchor distT="0" distB="0" distL="114300" distR="114300" simplePos="0" relativeHeight="251664384" behindDoc="0" locked="1" layoutInCell="1" allowOverlap="1" wp14:anchorId="05DD129F" wp14:editId="0909E33B">
                      <wp:simplePos x="0" y="0"/>
                      <wp:positionH relativeFrom="column">
                        <wp:posOffset>-69850</wp:posOffset>
                      </wp:positionH>
                      <wp:positionV relativeFrom="page">
                        <wp:posOffset>2490470</wp:posOffset>
                      </wp:positionV>
                      <wp:extent cx="5991225" cy="5810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991225" cy="5810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63C99B" w14:textId="035F969C" w:rsidR="00D0472E" w:rsidRPr="003460DA" w:rsidRDefault="00D0472E" w:rsidP="00D0472E">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D129F" id="正方形/長方形 4" o:spid="_x0000_s1030" style="position:absolute;left:0;text-align:left;margin-left:-5.5pt;margin-top:196.1pt;width:471.75pt;height:4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" fillcolor="#92d050" strokecolor="#92d050" strokeweight="1pt">
                      <v:fill opacity="52428f"/>
                      <v:textbox>
                        <w:txbxContent>
                          <w:p w14:paraId="7C63C99B" w14:textId="035F969C" w:rsidR="00D0472E" w:rsidRPr="003460DA" w:rsidRDefault="00D0472E" w:rsidP="00D0472E">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自由記載１</w:t>
                            </w:r>
                          </w:p>
                        </w:txbxContent>
                      </v:textbox>
                      <w10:wrap anchory="page"/>
                      <w10:anchorlock/>
                    </v:rect>
                  </w:pict>
                </mc:Fallback>
              </mc:AlternateContent>
            </w:r>
            <w:r w:rsidR="002F10FA">
              <w:rPr>
                <w:rFonts w:hint="eastAsia"/>
              </w:rPr>
              <w:t xml:space="preserve">氏 </w:t>
            </w:r>
            <w:r w:rsidR="00E303AE">
              <w:rPr>
                <w:rFonts w:hint="eastAsia"/>
              </w:rPr>
              <w:t xml:space="preserve">　　</w:t>
            </w:r>
            <w:r w:rsidR="002F10FA">
              <w:rPr>
                <w:rFonts w:hint="eastAsia"/>
              </w:rPr>
              <w:t>名</w:t>
            </w:r>
          </w:p>
        </w:tc>
        <w:tc>
          <w:tcPr>
            <w:tcW w:w="3515" w:type="dxa"/>
            <w:shd w:val="clear" w:color="auto" w:fill="auto"/>
            <w:vAlign w:val="center"/>
          </w:tcPr>
          <w:p w14:paraId="32A7699F" w14:textId="4817A125" w:rsidR="002F10FA" w:rsidRDefault="002F10FA" w:rsidP="00E303AE">
            <w:pPr>
              <w:overflowPunct w:val="0"/>
              <w:autoSpaceDE w:val="0"/>
              <w:autoSpaceDN w:val="0"/>
              <w:ind w:rightChars="67" w:right="141"/>
            </w:pPr>
          </w:p>
        </w:tc>
        <w:tc>
          <w:tcPr>
            <w:tcW w:w="1446" w:type="dxa"/>
            <w:shd w:val="clear" w:color="auto" w:fill="auto"/>
            <w:vAlign w:val="center"/>
          </w:tcPr>
          <w:p w14:paraId="1A8ED87D" w14:textId="6CEEEE2F" w:rsidR="002F10FA" w:rsidRDefault="00C27AAC" w:rsidP="00594957">
            <w:pPr>
              <w:overflowPunct w:val="0"/>
              <w:autoSpaceDE w:val="0"/>
              <w:autoSpaceDN w:val="0"/>
              <w:ind w:rightChars="15" w:right="31"/>
              <w:jc w:val="center"/>
            </w:pPr>
            <w:r w:rsidRPr="00DF2079">
              <w:rPr>
                <w:rFonts w:hint="eastAsia"/>
                <w:spacing w:val="105"/>
                <w:kern w:val="0"/>
                <w:fitText w:val="1050" w:id="-1000612864"/>
              </w:rPr>
              <w:t>受給</w:t>
            </w:r>
            <w:r w:rsidRPr="00DF2079">
              <w:rPr>
                <w:rFonts w:hint="eastAsia"/>
                <w:kern w:val="0"/>
                <w:fitText w:val="1050" w:id="-1000612864"/>
              </w:rPr>
              <w:t>者</w:t>
            </w:r>
            <w:r w:rsidR="002F10FA">
              <w:rPr>
                <w:rFonts w:hint="eastAsia"/>
              </w:rPr>
              <w:t>記号・番号</w:t>
            </w:r>
          </w:p>
        </w:tc>
        <w:tc>
          <w:tcPr>
            <w:tcW w:w="3088" w:type="dxa"/>
            <w:shd w:val="clear" w:color="auto" w:fill="auto"/>
            <w:vAlign w:val="center"/>
          </w:tcPr>
          <w:p w14:paraId="7513E456" w14:textId="5641C25E" w:rsidR="002F10FA" w:rsidRDefault="002F10FA" w:rsidP="003C29CD">
            <w:pPr>
              <w:overflowPunct w:val="0"/>
              <w:autoSpaceDE w:val="0"/>
              <w:autoSpaceDN w:val="0"/>
              <w:ind w:rightChars="67" w:right="141"/>
              <w:jc w:val="right"/>
            </w:pPr>
            <w:r>
              <w:rPr>
                <w:rFonts w:hint="eastAsia"/>
              </w:rPr>
              <w:t>第</w:t>
            </w:r>
            <w:r w:rsidR="003C29CD">
              <w:rPr>
                <w:rFonts w:hint="eastAsia"/>
              </w:rPr>
              <w:t xml:space="preserve">　</w:t>
            </w:r>
            <w:r>
              <w:rPr>
                <w:rFonts w:hint="eastAsia"/>
              </w:rPr>
              <w:t xml:space="preserve">　　　号</w:t>
            </w:r>
          </w:p>
        </w:tc>
      </w:tr>
      <w:tr w:rsidR="00793A52" w14:paraId="6BFC887A" w14:textId="77777777" w:rsidTr="00F62B57">
        <w:trPr>
          <w:trHeight w:val="680"/>
        </w:trPr>
        <w:tc>
          <w:tcPr>
            <w:tcW w:w="1418" w:type="dxa"/>
            <w:shd w:val="clear" w:color="auto" w:fill="auto"/>
            <w:vAlign w:val="center"/>
          </w:tcPr>
          <w:p w14:paraId="00ED5BD3" w14:textId="77777777" w:rsidR="00793A52" w:rsidRPr="00FA2CDF" w:rsidRDefault="002F10FA" w:rsidP="00594957">
            <w:pPr>
              <w:overflowPunct w:val="0"/>
              <w:autoSpaceDE w:val="0"/>
              <w:autoSpaceDN w:val="0"/>
              <w:ind w:rightChars="13" w:right="27"/>
              <w:jc w:val="center"/>
            </w:pPr>
            <w:r>
              <w:rPr>
                <w:rFonts w:hint="eastAsia"/>
              </w:rPr>
              <w:t>住</w:t>
            </w:r>
            <w:r w:rsidR="00E303AE">
              <w:rPr>
                <w:rFonts w:hint="eastAsia"/>
              </w:rPr>
              <w:t xml:space="preserve">　　</w:t>
            </w:r>
            <w:r>
              <w:rPr>
                <w:rFonts w:hint="eastAsia"/>
              </w:rPr>
              <w:t xml:space="preserve"> 所</w:t>
            </w:r>
          </w:p>
        </w:tc>
        <w:tc>
          <w:tcPr>
            <w:tcW w:w="8049" w:type="dxa"/>
            <w:gridSpan w:val="3"/>
            <w:shd w:val="clear" w:color="auto" w:fill="auto"/>
            <w:vAlign w:val="center"/>
          </w:tcPr>
          <w:p w14:paraId="2CE86F24" w14:textId="76BB2E4F" w:rsidR="00793A52" w:rsidRPr="00FA2CDF" w:rsidRDefault="00793A52" w:rsidP="00E303AE">
            <w:pPr>
              <w:overflowPunct w:val="0"/>
              <w:autoSpaceDE w:val="0"/>
              <w:autoSpaceDN w:val="0"/>
              <w:ind w:rightChars="67" w:right="141"/>
            </w:pPr>
          </w:p>
        </w:tc>
      </w:tr>
      <w:tr w:rsidR="00FA2CDF" w14:paraId="42D3FC98" w14:textId="77777777" w:rsidTr="00F62B57">
        <w:trPr>
          <w:cantSplit/>
          <w:trHeight w:val="1829"/>
        </w:trPr>
        <w:tc>
          <w:tcPr>
            <w:tcW w:w="1418" w:type="dxa"/>
            <w:shd w:val="clear" w:color="auto" w:fill="auto"/>
            <w:vAlign w:val="center"/>
          </w:tcPr>
          <w:p w14:paraId="520C91D7" w14:textId="77777777" w:rsidR="00E303AE" w:rsidRDefault="00354CDB" w:rsidP="00594957">
            <w:pPr>
              <w:overflowPunct w:val="0"/>
              <w:autoSpaceDE w:val="0"/>
              <w:autoSpaceDN w:val="0"/>
              <w:ind w:firstLineChars="17" w:firstLine="36"/>
              <w:jc w:val="center"/>
            </w:pPr>
            <w:r>
              <w:rPr>
                <w:rFonts w:hint="eastAsia"/>
              </w:rPr>
              <w:t>受給資格が</w:t>
            </w:r>
          </w:p>
          <w:p w14:paraId="4743BB59" w14:textId="77777777" w:rsidR="00E303AE" w:rsidRDefault="00354CDB" w:rsidP="00594957">
            <w:pPr>
              <w:overflowPunct w:val="0"/>
              <w:autoSpaceDE w:val="0"/>
              <w:autoSpaceDN w:val="0"/>
              <w:ind w:rightChars="13" w:right="27" w:firstLineChars="17" w:firstLine="36"/>
              <w:jc w:val="center"/>
            </w:pPr>
            <w:r>
              <w:rPr>
                <w:rFonts w:hint="eastAsia"/>
              </w:rPr>
              <w:t>なくなった</w:t>
            </w:r>
          </w:p>
          <w:p w14:paraId="0C7721CC" w14:textId="77777777" w:rsidR="00FA2CDF" w:rsidRPr="00FA2CDF" w:rsidRDefault="00793A52" w:rsidP="00594957">
            <w:pPr>
              <w:overflowPunct w:val="0"/>
              <w:autoSpaceDE w:val="0"/>
              <w:autoSpaceDN w:val="0"/>
              <w:ind w:rightChars="13" w:right="27" w:firstLineChars="17" w:firstLine="36"/>
              <w:jc w:val="center"/>
            </w:pPr>
            <w:r>
              <w:rPr>
                <w:rFonts w:hint="eastAsia"/>
              </w:rPr>
              <w:t>理由</w:t>
            </w:r>
          </w:p>
        </w:tc>
        <w:tc>
          <w:tcPr>
            <w:tcW w:w="8049" w:type="dxa"/>
            <w:gridSpan w:val="3"/>
            <w:shd w:val="clear" w:color="auto" w:fill="auto"/>
          </w:tcPr>
          <w:p w14:paraId="51584821" w14:textId="19308C7B" w:rsidR="00FA2CDF" w:rsidRPr="00671303" w:rsidRDefault="00FA2CDF" w:rsidP="00FA2CDF">
            <w:pPr>
              <w:overflowPunct w:val="0"/>
              <w:autoSpaceDE w:val="0"/>
              <w:autoSpaceDN w:val="0"/>
              <w:ind w:rightChars="67" w:right="141"/>
              <w:jc w:val="left"/>
            </w:pPr>
          </w:p>
        </w:tc>
      </w:tr>
      <w:tr w:rsidR="00354CDB" w14:paraId="0778F454" w14:textId="77777777" w:rsidTr="00F62B57">
        <w:trPr>
          <w:cantSplit/>
          <w:trHeight w:val="856"/>
        </w:trPr>
        <w:tc>
          <w:tcPr>
            <w:tcW w:w="1418" w:type="dxa"/>
            <w:shd w:val="clear" w:color="auto" w:fill="auto"/>
            <w:vAlign w:val="center"/>
          </w:tcPr>
          <w:p w14:paraId="246B4677" w14:textId="6AAE60F0" w:rsidR="00354CDB" w:rsidRDefault="00354CDB" w:rsidP="00F62B57">
            <w:pPr>
              <w:overflowPunct w:val="0"/>
              <w:autoSpaceDE w:val="0"/>
              <w:autoSpaceDN w:val="0"/>
              <w:ind w:rightChars="13" w:right="27" w:firstLineChars="17" w:firstLine="36"/>
              <w:jc w:val="center"/>
            </w:pPr>
            <w:r>
              <w:rPr>
                <w:rFonts w:hint="eastAsia"/>
              </w:rPr>
              <w:t>受給資格がなくなった日</w:t>
            </w:r>
          </w:p>
        </w:tc>
        <w:tc>
          <w:tcPr>
            <w:tcW w:w="8049" w:type="dxa"/>
            <w:gridSpan w:val="3"/>
            <w:shd w:val="clear" w:color="auto" w:fill="auto"/>
            <w:vAlign w:val="center"/>
          </w:tcPr>
          <w:p w14:paraId="427B18F3" w14:textId="3FCFDF49" w:rsidR="00354CDB" w:rsidRPr="00354CDB" w:rsidRDefault="00354CDB" w:rsidP="00671303">
            <w:pPr>
              <w:overflowPunct w:val="0"/>
              <w:autoSpaceDE w:val="0"/>
              <w:autoSpaceDN w:val="0"/>
              <w:ind w:rightChars="67" w:right="141" w:firstLineChars="1200" w:firstLine="2520"/>
            </w:pPr>
            <w:r>
              <w:rPr>
                <w:rFonts w:hint="eastAsia"/>
              </w:rPr>
              <w:t xml:space="preserve">　年　　月　　日</w:t>
            </w:r>
          </w:p>
        </w:tc>
      </w:tr>
    </w:tbl>
    <w:p w14:paraId="7289BF21" w14:textId="297656C4" w:rsidR="00594957" w:rsidRDefault="00594957" w:rsidP="00594957">
      <w:pPr>
        <w:overflowPunct w:val="0"/>
        <w:autoSpaceDE w:val="0"/>
        <w:autoSpaceDN w:val="0"/>
        <w:ind w:rightChars="67" w:right="141"/>
      </w:pPr>
    </w:p>
    <w:p w14:paraId="3BEB67C2" w14:textId="50F84D0D" w:rsidR="00594957" w:rsidRDefault="00594957" w:rsidP="00594957">
      <w:pPr>
        <w:overflowPunct w:val="0"/>
        <w:autoSpaceDE w:val="0"/>
        <w:autoSpaceDN w:val="0"/>
        <w:ind w:rightChars="67" w:right="141"/>
      </w:pPr>
    </w:p>
    <w:p w14:paraId="6F2A4C67" w14:textId="77777777" w:rsidR="00594957" w:rsidRDefault="00594957" w:rsidP="00594957">
      <w:pPr>
        <w:overflowPunct w:val="0"/>
        <w:autoSpaceDE w:val="0"/>
        <w:autoSpaceDN w:val="0"/>
        <w:ind w:rightChars="67" w:right="141"/>
      </w:pPr>
    </w:p>
    <w:p w14:paraId="289EDC63" w14:textId="1843D428" w:rsidR="00594957" w:rsidRDefault="00594957" w:rsidP="00594957">
      <w:pPr>
        <w:overflowPunct w:val="0"/>
        <w:autoSpaceDE w:val="0"/>
        <w:autoSpaceDN w:val="0"/>
        <w:ind w:leftChars="67" w:left="141" w:rightChars="67" w:right="141" w:firstLineChars="100" w:firstLine="210"/>
      </w:pPr>
      <w:r>
        <w:t xml:space="preserve">これに不服があるときは、この通知書を受けた日の翌日から起算して3か月以内に、書面で、都道府県知事に対して審査請求をすることができます。 </w:t>
      </w:r>
    </w:p>
    <w:p w14:paraId="71798759" w14:textId="77777777" w:rsidR="00594957" w:rsidRDefault="00594957" w:rsidP="00594957">
      <w:pPr>
        <w:overflowPunct w:val="0"/>
        <w:autoSpaceDE w:val="0"/>
        <w:autoSpaceDN w:val="0"/>
        <w:ind w:leftChars="67" w:left="141" w:rightChars="67" w:right="141" w:firstLineChars="100" w:firstLine="210"/>
      </w:pPr>
      <w:r>
        <w:t xml:space="preserve">なお、この通知書を受けた日の翌日から起算して3か月以内であっても、この処分の日の翌日から起算して1年を経過したときは、審査請求をすることができません。 </w:t>
      </w:r>
    </w:p>
    <w:p w14:paraId="5E4A42D0" w14:textId="77777777" w:rsidR="00594957" w:rsidRDefault="00594957" w:rsidP="00594957">
      <w:pPr>
        <w:overflowPunct w:val="0"/>
        <w:autoSpaceDE w:val="0"/>
        <w:autoSpaceDN w:val="0"/>
        <w:ind w:leftChars="67" w:left="141" w:rightChars="67" w:right="141" w:firstLineChars="100" w:firstLine="210"/>
      </w:pPr>
      <w:r>
        <w:t>また、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61F20B8A" w14:textId="77777777" w:rsidR="00594957" w:rsidRDefault="00594957" w:rsidP="00594957">
      <w:pPr>
        <w:overflowPunct w:val="0"/>
        <w:autoSpaceDE w:val="0"/>
        <w:autoSpaceDN w:val="0"/>
        <w:ind w:leftChars="67" w:left="141" w:rightChars="67" w:right="141" w:firstLineChars="100" w:firstLine="210"/>
      </w:pPr>
      <w:r>
        <w:t>なお、この通知書を受けた日の翌日から起算して6か月以内であっても、この処分の日の翌日から起算して1年を経過したときは、取消訴訟を提起することができません。</w:t>
      </w:r>
    </w:p>
    <w:p w14:paraId="6F00AEDC" w14:textId="74C8A323" w:rsidR="004A6036" w:rsidRDefault="006B1AF2" w:rsidP="00671303">
      <w:pPr>
        <w:overflowPunct w:val="0"/>
        <w:autoSpaceDE w:val="0"/>
        <w:autoSpaceDN w:val="0"/>
        <w:ind w:firstLineChars="67" w:firstLine="141"/>
        <w:jc w:val="right"/>
      </w:pPr>
      <w:r>
        <w:t>(A列4番)</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671303" w:rsidRPr="00890837" w14:paraId="2C563DA6" w14:textId="77777777" w:rsidTr="0014444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3BE7333" w14:textId="77777777" w:rsidR="00671303" w:rsidRPr="00890837" w:rsidRDefault="00671303" w:rsidP="0014444B">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671303" w:rsidRPr="00890837" w14:paraId="0F94CEF2" w14:textId="77777777" w:rsidTr="0014444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387E625" w14:textId="77777777" w:rsidR="00671303" w:rsidRPr="00890837" w:rsidRDefault="00671303" w:rsidP="0014444B">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671303" w:rsidRPr="00890837" w14:paraId="26EA49AB" w14:textId="77777777" w:rsidTr="0014444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AD3C18D" w14:textId="77777777" w:rsidR="00671303" w:rsidRPr="00890837" w:rsidRDefault="00671303" w:rsidP="0014444B">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8B51B70" w14:textId="77777777" w:rsidR="00671303" w:rsidRPr="00890837" w:rsidRDefault="00671303" w:rsidP="0014444B">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671303" w:rsidRPr="00931AC4" w14:paraId="0C0528C3" w14:textId="77777777" w:rsidTr="0014444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0518DE85" w14:textId="77777777" w:rsidR="00671303" w:rsidRPr="00263964" w:rsidRDefault="00671303" w:rsidP="0014444B">
            <w:pPr>
              <w:pStyle w:val="a5"/>
              <w:rPr>
                <w:rFonts w:ascii="ＭＳ 明朝" w:eastAsia="ＭＳ 明朝" w:hAnsi="ＭＳ 明朝"/>
                <w:sz w:val="21"/>
                <w:szCs w:val="21"/>
              </w:rPr>
            </w:pPr>
            <w:r w:rsidRPr="00263964">
              <w:rPr>
                <w:rFonts w:ascii="ＭＳ 明朝" w:eastAsia="ＭＳ 明朝" w:hAnsi="ＭＳ 明朝" w:hint="eastAsia"/>
                <w:sz w:val="21"/>
                <w:szCs w:val="21"/>
              </w:rPr>
              <w:t>電話番号</w:t>
            </w:r>
          </w:p>
          <w:p w14:paraId="261D4D0A" w14:textId="77777777" w:rsidR="00671303" w:rsidRPr="00263964" w:rsidRDefault="00671303" w:rsidP="0014444B">
            <w:pPr>
              <w:pStyle w:val="a5"/>
              <w:rPr>
                <w:rFonts w:ascii="ＭＳ 明朝" w:eastAsia="ＭＳ 明朝" w:hAnsi="ＭＳ 明朝"/>
                <w:sz w:val="21"/>
                <w:szCs w:val="21"/>
              </w:rPr>
            </w:pPr>
            <w:r w:rsidRPr="00263964">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D213F5D" w14:textId="77777777" w:rsidR="00671303" w:rsidRPr="00263964" w:rsidRDefault="00671303" w:rsidP="0014444B">
            <w:pPr>
              <w:pStyle w:val="a5"/>
              <w:ind w:leftChars="-51" w:left="-107"/>
              <w:jc w:val="both"/>
              <w:rPr>
                <w:rFonts w:ascii="ＭＳ 明朝" w:eastAsia="ＭＳ 明朝" w:hAnsi="ＭＳ 明朝" w:cs="ＭＳ 明朝"/>
                <w:sz w:val="21"/>
                <w:szCs w:val="21"/>
              </w:rPr>
            </w:pPr>
            <w:r w:rsidRPr="00263964">
              <w:rPr>
                <w:rFonts w:ascii="ＭＳ 明朝" w:eastAsia="ＭＳ 明朝" w:hAnsi="ＭＳ 明朝" w:cs="ＭＳ 明朝" w:hint="eastAsia"/>
                <w:sz w:val="21"/>
                <w:szCs w:val="21"/>
              </w:rPr>
              <w:t>987-6543-2111　FAX番号　123-456-7890</w:t>
            </w:r>
          </w:p>
          <w:p w14:paraId="0F88BE9C" w14:textId="77777777" w:rsidR="00671303" w:rsidRPr="00263964" w:rsidRDefault="00671303" w:rsidP="0014444B">
            <w:pPr>
              <w:pStyle w:val="a5"/>
              <w:ind w:leftChars="-51" w:left="-107"/>
              <w:jc w:val="both"/>
              <w:rPr>
                <w:rFonts w:ascii="ＭＳ 明朝" w:eastAsia="ＭＳ 明朝" w:hAnsi="ＭＳ 明朝"/>
                <w:sz w:val="21"/>
                <w:szCs w:val="21"/>
              </w:rPr>
            </w:pPr>
            <w:r w:rsidRPr="00263964">
              <w:rPr>
                <w:rFonts w:ascii="ＭＳ 明朝" w:eastAsia="ＭＳ 明朝" w:hAnsi="ＭＳ 明朝" w:cs="ＭＳ 明朝" w:hint="eastAsia"/>
                <w:sz w:val="21"/>
                <w:szCs w:val="21"/>
              </w:rPr>
              <w:t>xxxxxxxxxx@yyy.zzz.aaa</w:t>
            </w:r>
          </w:p>
        </w:tc>
      </w:tr>
    </w:tbl>
    <w:p w14:paraId="3CF97C42" w14:textId="31A221CF" w:rsidR="001466CE" w:rsidRPr="00671303" w:rsidRDefault="001466CE" w:rsidP="006B1AF2">
      <w:pPr>
        <w:overflowPunct w:val="0"/>
        <w:autoSpaceDE w:val="0"/>
        <w:autoSpaceDN w:val="0"/>
        <w:ind w:firstLineChars="67" w:firstLine="141"/>
        <w:jc w:val="right"/>
      </w:pPr>
    </w:p>
    <w:sectPr w:rsidR="001466CE" w:rsidRPr="00671303" w:rsidSect="004765F5">
      <w:headerReference w:type="default" r:id="rId11"/>
      <w:pgSz w:w="11906" w:h="16838" w:code="9"/>
      <w:pgMar w:top="1701" w:right="1247" w:bottom="567"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862F5" w14:textId="77777777" w:rsidR="00604C05" w:rsidRDefault="00604C05">
      <w:r>
        <w:separator/>
      </w:r>
    </w:p>
  </w:endnote>
  <w:endnote w:type="continuationSeparator" w:id="0">
    <w:p w14:paraId="38AC1E1D" w14:textId="77777777" w:rsidR="00604C05" w:rsidRDefault="00604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8418E" w14:textId="77777777" w:rsidR="00604C05" w:rsidRDefault="00604C05">
      <w:r>
        <w:separator/>
      </w:r>
    </w:p>
  </w:footnote>
  <w:footnote w:type="continuationSeparator" w:id="0">
    <w:p w14:paraId="3D0C517B" w14:textId="77777777" w:rsidR="00604C05" w:rsidRDefault="00604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3C05C" w14:textId="77777777" w:rsidR="00671303" w:rsidRDefault="00671303" w:rsidP="00EF6FD0">
    <w:pPr>
      <w:pStyle w:val="a3"/>
      <w:jc w:val="right"/>
    </w:pPr>
    <w:r>
      <w:t>様式第十五号(第二十四条関係)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BA418D"/>
    <w:multiLevelType w:val="hybridMultilevel"/>
    <w:tmpl w:val="81A40010"/>
    <w:lvl w:ilvl="0" w:tplc="4D60B7CC">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16cid:durableId="556548145">
    <w:abstractNumId w:val="0"/>
  </w:num>
  <w:num w:numId="2" w16cid:durableId="1310793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20A87"/>
    <w:rsid w:val="00052D0B"/>
    <w:rsid w:val="00065B1E"/>
    <w:rsid w:val="00067CE4"/>
    <w:rsid w:val="0008405D"/>
    <w:rsid w:val="00092646"/>
    <w:rsid w:val="00093BDB"/>
    <w:rsid w:val="000A2848"/>
    <w:rsid w:val="000B57F2"/>
    <w:rsid w:val="000C0913"/>
    <w:rsid w:val="000D2546"/>
    <w:rsid w:val="000F74ED"/>
    <w:rsid w:val="001209B1"/>
    <w:rsid w:val="00135C60"/>
    <w:rsid w:val="0014444B"/>
    <w:rsid w:val="001466CE"/>
    <w:rsid w:val="00167783"/>
    <w:rsid w:val="00171425"/>
    <w:rsid w:val="001D3EE5"/>
    <w:rsid w:val="001D3F72"/>
    <w:rsid w:val="001F3314"/>
    <w:rsid w:val="00227EE9"/>
    <w:rsid w:val="002374BA"/>
    <w:rsid w:val="00247CD8"/>
    <w:rsid w:val="00257D74"/>
    <w:rsid w:val="002625BB"/>
    <w:rsid w:val="00263964"/>
    <w:rsid w:val="00266160"/>
    <w:rsid w:val="002A30E4"/>
    <w:rsid w:val="002C22C4"/>
    <w:rsid w:val="002C68EC"/>
    <w:rsid w:val="002C719D"/>
    <w:rsid w:val="002D29E7"/>
    <w:rsid w:val="002E6EDE"/>
    <w:rsid w:val="002F10FA"/>
    <w:rsid w:val="002F1D03"/>
    <w:rsid w:val="0032348C"/>
    <w:rsid w:val="00345E9E"/>
    <w:rsid w:val="003460DA"/>
    <w:rsid w:val="00354CDB"/>
    <w:rsid w:val="00380C97"/>
    <w:rsid w:val="003B6F31"/>
    <w:rsid w:val="003C29CD"/>
    <w:rsid w:val="003C59F0"/>
    <w:rsid w:val="0045334C"/>
    <w:rsid w:val="0046067B"/>
    <w:rsid w:val="004765F5"/>
    <w:rsid w:val="004A6036"/>
    <w:rsid w:val="004D6C98"/>
    <w:rsid w:val="00523FD2"/>
    <w:rsid w:val="00550C70"/>
    <w:rsid w:val="00575B17"/>
    <w:rsid w:val="00594957"/>
    <w:rsid w:val="005B6077"/>
    <w:rsid w:val="005C199A"/>
    <w:rsid w:val="005C44DB"/>
    <w:rsid w:val="00604C05"/>
    <w:rsid w:val="006078D4"/>
    <w:rsid w:val="006443EA"/>
    <w:rsid w:val="00671303"/>
    <w:rsid w:val="00673630"/>
    <w:rsid w:val="00675F73"/>
    <w:rsid w:val="00681AE9"/>
    <w:rsid w:val="00683792"/>
    <w:rsid w:val="006B1AF2"/>
    <w:rsid w:val="00714674"/>
    <w:rsid w:val="007210E9"/>
    <w:rsid w:val="00740A24"/>
    <w:rsid w:val="00747A3D"/>
    <w:rsid w:val="00760D70"/>
    <w:rsid w:val="007627D5"/>
    <w:rsid w:val="00775EB2"/>
    <w:rsid w:val="00780814"/>
    <w:rsid w:val="00780C84"/>
    <w:rsid w:val="00783D0C"/>
    <w:rsid w:val="00784322"/>
    <w:rsid w:val="00793A52"/>
    <w:rsid w:val="007C5F1A"/>
    <w:rsid w:val="007E664F"/>
    <w:rsid w:val="00801B5A"/>
    <w:rsid w:val="008074CF"/>
    <w:rsid w:val="008541F0"/>
    <w:rsid w:val="00865425"/>
    <w:rsid w:val="0086668E"/>
    <w:rsid w:val="008B4004"/>
    <w:rsid w:val="008C19C9"/>
    <w:rsid w:val="00922322"/>
    <w:rsid w:val="009647CD"/>
    <w:rsid w:val="00981BCA"/>
    <w:rsid w:val="009D093D"/>
    <w:rsid w:val="009D1C61"/>
    <w:rsid w:val="009D38E5"/>
    <w:rsid w:val="009D723C"/>
    <w:rsid w:val="009E316A"/>
    <w:rsid w:val="00A066F2"/>
    <w:rsid w:val="00A4091A"/>
    <w:rsid w:val="00A5317F"/>
    <w:rsid w:val="00A561E4"/>
    <w:rsid w:val="00AC0156"/>
    <w:rsid w:val="00B024B5"/>
    <w:rsid w:val="00B25607"/>
    <w:rsid w:val="00B26226"/>
    <w:rsid w:val="00B4033C"/>
    <w:rsid w:val="00B4185C"/>
    <w:rsid w:val="00B42BE5"/>
    <w:rsid w:val="00B442A5"/>
    <w:rsid w:val="00B5542A"/>
    <w:rsid w:val="00B56236"/>
    <w:rsid w:val="00B64956"/>
    <w:rsid w:val="00B81685"/>
    <w:rsid w:val="00BB266E"/>
    <w:rsid w:val="00BE1BF3"/>
    <w:rsid w:val="00BF5405"/>
    <w:rsid w:val="00C27600"/>
    <w:rsid w:val="00C27AAC"/>
    <w:rsid w:val="00C31714"/>
    <w:rsid w:val="00C408FE"/>
    <w:rsid w:val="00C64C3D"/>
    <w:rsid w:val="00CA283D"/>
    <w:rsid w:val="00CD1908"/>
    <w:rsid w:val="00CD2DD6"/>
    <w:rsid w:val="00CE1D47"/>
    <w:rsid w:val="00CE2FC2"/>
    <w:rsid w:val="00D0472E"/>
    <w:rsid w:val="00D22322"/>
    <w:rsid w:val="00D24726"/>
    <w:rsid w:val="00D6512C"/>
    <w:rsid w:val="00D72CAA"/>
    <w:rsid w:val="00D80816"/>
    <w:rsid w:val="00D83528"/>
    <w:rsid w:val="00D84CE1"/>
    <w:rsid w:val="00D928D5"/>
    <w:rsid w:val="00DD5F5B"/>
    <w:rsid w:val="00DE0DD8"/>
    <w:rsid w:val="00DF2079"/>
    <w:rsid w:val="00DF699C"/>
    <w:rsid w:val="00E0460E"/>
    <w:rsid w:val="00E058CA"/>
    <w:rsid w:val="00E22B67"/>
    <w:rsid w:val="00E303AE"/>
    <w:rsid w:val="00E57422"/>
    <w:rsid w:val="00E73BAD"/>
    <w:rsid w:val="00EB6B18"/>
    <w:rsid w:val="00EC1F90"/>
    <w:rsid w:val="00ED2DC4"/>
    <w:rsid w:val="00ED5D1A"/>
    <w:rsid w:val="00EF6FD0"/>
    <w:rsid w:val="00F05652"/>
    <w:rsid w:val="00F0702D"/>
    <w:rsid w:val="00F2197C"/>
    <w:rsid w:val="00F27ECE"/>
    <w:rsid w:val="00F355EC"/>
    <w:rsid w:val="00F47E58"/>
    <w:rsid w:val="00F61524"/>
    <w:rsid w:val="00F62B57"/>
    <w:rsid w:val="00F65E8A"/>
    <w:rsid w:val="00F92366"/>
    <w:rsid w:val="00FA23E9"/>
    <w:rsid w:val="00FA2CDF"/>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5508DAE"/>
  <w15:chartTrackingRefBased/>
  <w15:docId w15:val="{57325796-7D99-469C-B31F-CECA9E85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550C70"/>
    <w:pPr>
      <w:widowControl w:val="0"/>
      <w:jc w:val="both"/>
    </w:pPr>
    <w:rPr>
      <w:rFonts w:ascii="游明朝" w:eastAsia="游明朝" w:hAnsi="游明朝"/>
      <w:kern w:val="2"/>
      <w:sz w:val="21"/>
      <w:szCs w:val="22"/>
    </w:rPr>
  </w:style>
  <w:style w:type="paragraph" w:styleId="a9">
    <w:name w:val="Note Heading"/>
    <w:basedOn w:val="a"/>
    <w:next w:val="a"/>
    <w:link w:val="aa"/>
    <w:uiPriority w:val="99"/>
    <w:unhideWhenUsed/>
    <w:rsid w:val="004D6C98"/>
    <w:pPr>
      <w:jc w:val="center"/>
    </w:pPr>
    <w:rPr>
      <w:rFonts w:hAnsi="ＭＳ 明朝" w:cs="kiloji"/>
      <w:kern w:val="0"/>
      <w:sz w:val="20"/>
    </w:rPr>
  </w:style>
  <w:style w:type="character" w:customStyle="1" w:styleId="aa">
    <w:name w:val="記 (文字)"/>
    <w:basedOn w:val="a0"/>
    <w:link w:val="a9"/>
    <w:uiPriority w:val="99"/>
    <w:rsid w:val="004D6C98"/>
    <w:rPr>
      <w:rFonts w:ascii="ＭＳ 明朝" w:hAnsi="ＭＳ 明朝" w:cs="kiloji"/>
    </w:rPr>
  </w:style>
  <w:style w:type="character" w:styleId="ab">
    <w:name w:val="annotation reference"/>
    <w:basedOn w:val="a0"/>
    <w:uiPriority w:val="99"/>
    <w:semiHidden/>
    <w:unhideWhenUsed/>
    <w:rsid w:val="002625BB"/>
    <w:rPr>
      <w:sz w:val="18"/>
      <w:szCs w:val="18"/>
    </w:rPr>
  </w:style>
  <w:style w:type="paragraph" w:styleId="ac">
    <w:name w:val="annotation text"/>
    <w:basedOn w:val="a"/>
    <w:link w:val="ad"/>
    <w:uiPriority w:val="99"/>
    <w:unhideWhenUsed/>
    <w:rsid w:val="002625BB"/>
    <w:pPr>
      <w:jc w:val="left"/>
    </w:pPr>
  </w:style>
  <w:style w:type="character" w:customStyle="1" w:styleId="ad">
    <w:name w:val="コメント文字列 (文字)"/>
    <w:basedOn w:val="a0"/>
    <w:link w:val="ac"/>
    <w:uiPriority w:val="99"/>
    <w:rsid w:val="002625BB"/>
    <w:rPr>
      <w:rFonts w:ascii="ＭＳ 明朝" w:hAnsi="Courier New"/>
      <w:kern w:val="2"/>
      <w:sz w:val="21"/>
    </w:rPr>
  </w:style>
  <w:style w:type="paragraph" w:styleId="ae">
    <w:name w:val="annotation subject"/>
    <w:basedOn w:val="ac"/>
    <w:next w:val="ac"/>
    <w:link w:val="af"/>
    <w:uiPriority w:val="99"/>
    <w:semiHidden/>
    <w:unhideWhenUsed/>
    <w:rsid w:val="002625BB"/>
    <w:rPr>
      <w:b/>
      <w:bCs/>
    </w:rPr>
  </w:style>
  <w:style w:type="character" w:customStyle="1" w:styleId="af">
    <w:name w:val="コメント内容 (文字)"/>
    <w:basedOn w:val="ad"/>
    <w:link w:val="ae"/>
    <w:uiPriority w:val="99"/>
    <w:semiHidden/>
    <w:rsid w:val="002625BB"/>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10D04C-C222-4C6B-958E-3FAF85EE94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A690C8-BCA7-43E9-8E4D-9F14D7C87B0C}"/>
</file>

<file path=customXml/itemProps3.xml><?xml version="1.0" encoding="utf-8"?>
<ds:datastoreItem xmlns:ds="http://schemas.openxmlformats.org/officeDocument/2006/customXml" ds:itemID="{BC7527F5-0DB5-4ED1-A43A-9749EA03D7E7}">
  <ds:schemaRefs>
    <ds:schemaRef ds:uri="http://schemas.openxmlformats.org/officeDocument/2006/bibliography"/>
  </ds:schemaRefs>
</ds:datastoreItem>
</file>

<file path=customXml/itemProps4.xml><?xml version="1.0" encoding="utf-8"?>
<ds:datastoreItem xmlns:ds="http://schemas.openxmlformats.org/officeDocument/2006/customXml" ds:itemID="{032E6729-34FC-4184-AD88-9E545A55DE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39</TotalTime>
  <Pages>1</Pages>
  <Words>515</Words>
  <Characters>132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2021-12-21T07:50:00Z</cp:lastPrinted>
  <dcterms:created xsi:type="dcterms:W3CDTF">2021-10-20T08:45:00Z</dcterms:created>
  <dcterms:modified xsi:type="dcterms:W3CDTF">2024-11-24T02:54:00Z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0x010100C55487F8E31019458B1FD5AA377145A3</vt:lpwstr>
  </property>
</Properties>
</file>