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007F8" w14:textId="3D8FDAB0" w:rsidR="003D329C" w:rsidRPr="00890837" w:rsidRDefault="00F4061D" w:rsidP="003D329C">
      <w:pPr>
        <w:wordWrap w:val="0"/>
        <w:overflowPunct w:val="0"/>
        <w:autoSpaceDE w:val="0"/>
        <w:autoSpaceDN w:val="0"/>
        <w:rPr>
          <w:rFonts w:hAnsi="ＭＳ 明朝"/>
          <w:szCs w:val="21"/>
        </w:rPr>
      </w:pPr>
      <w:r>
        <w:rPr>
          <w:rFonts w:hAnsi="ＭＳ 明朝"/>
          <w:noProof/>
          <w:szCs w:val="21"/>
        </w:rPr>
        <mc:AlternateContent>
          <mc:Choice Requires="wps">
            <w:drawing>
              <wp:anchor distT="0" distB="0" distL="114300" distR="114300" simplePos="0" relativeHeight="251664384" behindDoc="0" locked="0" layoutInCell="1" allowOverlap="1" wp14:anchorId="1BA90056" wp14:editId="5AA1C7B0">
                <wp:simplePos x="0" y="0"/>
                <wp:positionH relativeFrom="margin">
                  <wp:posOffset>4346575</wp:posOffset>
                </wp:positionH>
                <wp:positionV relativeFrom="paragraph">
                  <wp:posOffset>-632460</wp:posOffset>
                </wp:positionV>
                <wp:extent cx="1545590" cy="648335"/>
                <wp:effectExtent l="0" t="0" r="16510" b="1841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33454FF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05187E3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7AD9C4E" w14:textId="77777777" w:rsidR="00F4061D" w:rsidRPr="004D2C41" w:rsidRDefault="00F4061D" w:rsidP="00F4061D">
                            <w:pPr>
                              <w:pStyle w:val="ae"/>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5" o:spid="_x0000_s1026" type="#_x0000_t202" style="position:absolute;left:0;text-align:left;margin-left:342.25pt;margin-top:-49.8pt;width:121.7pt;height:51.0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" filled="f" stroked="f">
                <v:textbox inset="0,0,0,0">
                  <w:txbxContent>
                    <w:p w14:paraId="33454FF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05187E3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7AD9C4E" w14:textId="77777777" w:rsidR="00F4061D" w:rsidRPr="004D2C41" w:rsidRDefault="00F4061D" w:rsidP="00F4061D">
                      <w:pPr>
                        <w:pStyle w:val="ae"/>
                        <w:jc w:val="right"/>
                        <w:rPr>
                          <w:rFonts w:ascii="ＭＳ 明朝" w:eastAsia="ＭＳ 明朝" w:hAnsi="ＭＳ 明朝"/>
                        </w:rPr>
                      </w:pPr>
                    </w:p>
                  </w:txbxContent>
                </v:textbox>
                <w10:wrap anchorx="margin"/>
              </v:shape>
            </w:pict>
          </mc:Fallback>
        </mc:AlternateContent>
      </w:r>
      <w:r w:rsidR="0055659F" w:rsidRPr="00890837">
        <w:rPr>
          <w:rFonts w:hAnsi="ＭＳ 明朝"/>
          <w:noProof/>
          <w:szCs w:val="21"/>
        </w:rPr>
        <mc:AlternateContent>
          <mc:Choice Requires="wps">
            <w:drawing>
              <wp:anchor distT="0" distB="0" distL="114300" distR="114300" simplePos="0" relativeHeight="251656192" behindDoc="0" locked="0" layoutInCell="1" allowOverlap="1" wp14:anchorId="2708B55E" wp14:editId="52C570A5">
                <wp:simplePos x="0" y="0"/>
                <wp:positionH relativeFrom="page">
                  <wp:posOffset>864235</wp:posOffset>
                </wp:positionH>
                <wp:positionV relativeFrom="page">
                  <wp:posOffset>508000</wp:posOffset>
                </wp:positionV>
                <wp:extent cx="2340000" cy="1260000"/>
                <wp:effectExtent l="0" t="0" r="22225" b="165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83BF426" w14:textId="35F3B054" w:rsidR="00C27A18" w:rsidRPr="00CD461E" w:rsidRDefault="003D329C" w:rsidP="003D329C">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8B55E" id="Text Box 2" o:spid="_x0000_s1027" type="#_x0000_t202" style="position:absolute;left:0;text-align:left;margin-left:68.05pt;margin-top:40pt;width:184.25pt;height:99.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">
                <v:textbox inset="5.85pt,.7pt,5.85pt,.7pt">
                  <w:txbxContent>
                    <w:p w14:paraId="483BF426" w14:textId="35F3B054" w:rsidR="00C27A18" w:rsidRPr="00CD461E" w:rsidRDefault="003D329C" w:rsidP="003D329C">
                      <w:r>
                        <w:rPr>
                          <w:rFonts w:hint="eastAsia"/>
                        </w:rPr>
                        <w:t>窓空宛名</w:t>
                      </w:r>
                    </w:p>
                  </w:txbxContent>
                </v:textbox>
                <w10:wrap anchorx="page" anchory="page"/>
              </v:shape>
            </w:pict>
          </mc:Fallback>
        </mc:AlternateContent>
      </w:r>
    </w:p>
    <w:p w14:paraId="29EE699F" w14:textId="3FF118EC" w:rsidR="003D329C" w:rsidRPr="00890837" w:rsidRDefault="003D329C" w:rsidP="003D329C">
      <w:pPr>
        <w:wordWrap w:val="0"/>
        <w:overflowPunct w:val="0"/>
        <w:autoSpaceDE w:val="0"/>
        <w:autoSpaceDN w:val="0"/>
        <w:rPr>
          <w:rFonts w:hAnsi="ＭＳ 明朝"/>
          <w:szCs w:val="21"/>
        </w:rPr>
      </w:pPr>
    </w:p>
    <w:p w14:paraId="3A56B8E7" w14:textId="4D0F8C04" w:rsidR="003D329C" w:rsidRPr="00890837" w:rsidRDefault="003D329C" w:rsidP="003D329C">
      <w:pPr>
        <w:wordWrap w:val="0"/>
        <w:overflowPunct w:val="0"/>
        <w:autoSpaceDE w:val="0"/>
        <w:autoSpaceDN w:val="0"/>
        <w:rPr>
          <w:rFonts w:hAnsi="ＭＳ 明朝"/>
          <w:szCs w:val="21"/>
        </w:rPr>
      </w:pPr>
    </w:p>
    <w:p w14:paraId="2C003BFA" w14:textId="63AABA6A" w:rsidR="003D329C" w:rsidRDefault="003D329C" w:rsidP="003D329C">
      <w:pPr>
        <w:wordWrap w:val="0"/>
        <w:overflowPunct w:val="0"/>
        <w:autoSpaceDE w:val="0"/>
        <w:autoSpaceDN w:val="0"/>
        <w:rPr>
          <w:rFonts w:hAnsi="ＭＳ 明朝"/>
          <w:szCs w:val="21"/>
        </w:rPr>
      </w:pPr>
    </w:p>
    <w:p w14:paraId="27BE6CC5" w14:textId="0E853A3C" w:rsidR="005A0657" w:rsidRDefault="005A0657" w:rsidP="005A0657">
      <w:pPr>
        <w:overflowPunct w:val="0"/>
        <w:autoSpaceDE w:val="0"/>
        <w:autoSpaceDN w:val="0"/>
        <w:jc w:val="center"/>
        <w:rPr>
          <w:sz w:val="28"/>
          <w:szCs w:val="28"/>
        </w:rPr>
      </w:pPr>
      <w:r w:rsidRPr="005A0657">
        <w:rPr>
          <w:rFonts w:hint="eastAsia"/>
          <w:sz w:val="28"/>
          <w:szCs w:val="28"/>
        </w:rPr>
        <w:t>特別児童扶養手当認定通知書</w:t>
      </w:r>
    </w:p>
    <w:p w14:paraId="2817B603" w14:textId="77777777" w:rsidR="005A0657" w:rsidRPr="005A0657" w:rsidRDefault="005A0657" w:rsidP="00C361F4">
      <w:pPr>
        <w:overflowPunct w:val="0"/>
        <w:autoSpaceDE w:val="0"/>
        <w:autoSpaceDN w:val="0"/>
        <w:spacing w:line="240" w:lineRule="exact"/>
        <w:jc w:val="center"/>
        <w:rPr>
          <w:rFonts w:hAnsi="ＭＳ 明朝"/>
          <w:szCs w:val="21"/>
        </w:rPr>
      </w:pPr>
    </w:p>
    <w:p w14:paraId="5C4246C3" w14:textId="57939ABA" w:rsidR="00817B19" w:rsidRDefault="00817B19" w:rsidP="00817B19">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市長</w:t>
      </w:r>
      <w:r w:rsidR="00FF3699">
        <w:rPr>
          <w:rFonts w:hAnsi="ＭＳ 明朝" w:hint="eastAsia"/>
          <w:szCs w:val="21"/>
        </w:rPr>
        <w:t xml:space="preserve">　</w:t>
      </w:r>
      <w:r w:rsidRPr="007461B4">
        <w:rPr>
          <w:rFonts w:hAnsi="ＭＳ 明朝" w:hint="eastAsia"/>
        </w:rPr>
        <w:t xml:space="preserve">　</w:t>
      </w:r>
      <w:r>
        <w:rPr>
          <w:rFonts w:hAnsi="ＭＳ 明朝" w:hint="eastAsia"/>
          <w:szCs w:val="21"/>
          <w:bdr w:val="single" w:sz="4" w:space="0" w:color="auto" w:frame="1"/>
        </w:rPr>
        <w:t>印</w:t>
      </w:r>
    </w:p>
    <w:p w14:paraId="54A3AD0F" w14:textId="77777777" w:rsidR="00FF3699" w:rsidRDefault="00FF3699" w:rsidP="00817B19">
      <w:pPr>
        <w:overflowPunct w:val="0"/>
        <w:autoSpaceDE w:val="0"/>
        <w:autoSpaceDN w:val="0"/>
        <w:jc w:val="right"/>
        <w:rPr>
          <w:rFonts w:hAnsi="ＭＳ 明朝"/>
          <w:szCs w:val="21"/>
          <w:bdr w:val="single" w:sz="4" w:space="0" w:color="auto" w:frame="1"/>
        </w:rPr>
      </w:pPr>
    </w:p>
    <w:p w14:paraId="7989BD8B" w14:textId="2CC42221" w:rsidR="00817B19" w:rsidRDefault="00817B19" w:rsidP="00817B19">
      <w:pPr>
        <w:overflowPunct w:val="0"/>
        <w:autoSpaceDE w:val="0"/>
        <w:autoSpaceDN w:val="0"/>
        <w:ind w:rightChars="67" w:right="141" w:firstLineChars="85" w:firstLine="178"/>
      </w:pPr>
      <w:r>
        <w:rPr>
          <w:rFonts w:hint="eastAsia"/>
          <w:bdr w:val="single" w:sz="4" w:space="0" w:color="auto"/>
        </w:rPr>
        <w:t xml:space="preserve">申　請　</w:t>
      </w:r>
      <w:r w:rsidRPr="00DB4319">
        <w:rPr>
          <w:rFonts w:hint="eastAsia"/>
          <w:bdr w:val="single" w:sz="4" w:space="0" w:color="auto"/>
        </w:rPr>
        <w:t>日</w:t>
      </w:r>
      <w:r w:rsidRPr="0071411C">
        <w:rPr>
          <w:rFonts w:hint="eastAsia"/>
          <w:bdr w:val="single" w:sz="4" w:space="0" w:color="auto"/>
        </w:rPr>
        <w:t xml:space="preserve"> </w:t>
      </w:r>
      <w:r>
        <w:rPr>
          <w:rFonts w:hint="eastAsia"/>
        </w:rPr>
        <w:t>付けで請求のありました特別児童扶養手当については、下記のとおり認定しましたので通知します。</w:t>
      </w:r>
    </w:p>
    <w:p w14:paraId="1E91ECD0" w14:textId="77777777" w:rsidR="00817B19" w:rsidRPr="008E760C" w:rsidRDefault="00817B19" w:rsidP="00817B19">
      <w:pPr>
        <w:pStyle w:val="aa"/>
        <w:rPr>
          <w:sz w:val="21"/>
          <w:szCs w:val="21"/>
        </w:rPr>
      </w:pPr>
      <w:r w:rsidRPr="008E760C">
        <w:rPr>
          <w:rFonts w:hint="eastAsia"/>
          <w:sz w:val="21"/>
          <w:szCs w:val="21"/>
        </w:rPr>
        <w:t>記</w:t>
      </w:r>
    </w:p>
    <w:p w14:paraId="5E452B07" w14:textId="7E7297EF" w:rsidR="00425FEB" w:rsidRPr="00817B19" w:rsidRDefault="006C6B8C" w:rsidP="00817B19">
      <w:pPr>
        <w:pStyle w:val="aa"/>
      </w:pPr>
      <w:r>
        <w:rPr>
          <w:noProof/>
        </w:rPr>
        <mc:AlternateContent>
          <mc:Choice Requires="wps">
            <w:drawing>
              <wp:anchor distT="0" distB="0" distL="114300" distR="114300" simplePos="0" relativeHeight="251661312" behindDoc="0" locked="0" layoutInCell="1" allowOverlap="1" wp14:anchorId="3A0D2BDF" wp14:editId="6A99D624">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E97088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654"/>
        <w:gridCol w:w="1198"/>
        <w:gridCol w:w="708"/>
        <w:gridCol w:w="426"/>
        <w:gridCol w:w="1018"/>
        <w:gridCol w:w="1391"/>
        <w:gridCol w:w="179"/>
        <w:gridCol w:w="530"/>
        <w:gridCol w:w="1956"/>
      </w:tblGrid>
      <w:tr w:rsidR="00FA23E9" w14:paraId="5EA01597" w14:textId="77777777" w:rsidTr="00F03489">
        <w:trPr>
          <w:trHeight w:val="737"/>
        </w:trPr>
        <w:tc>
          <w:tcPr>
            <w:tcW w:w="1409" w:type="dxa"/>
            <w:shd w:val="clear" w:color="auto" w:fill="auto"/>
            <w:vAlign w:val="center"/>
          </w:tcPr>
          <w:p w14:paraId="762DA2CD" w14:textId="77777777" w:rsidR="00FA23E9" w:rsidRDefault="00FA23E9" w:rsidP="00326D19">
            <w:pPr>
              <w:overflowPunct w:val="0"/>
              <w:autoSpaceDE w:val="0"/>
              <w:autoSpaceDN w:val="0"/>
              <w:ind w:leftChars="17" w:left="36" w:rightChars="-50" w:right="-105"/>
            </w:pPr>
            <w:r>
              <w:rPr>
                <w:rFonts w:hint="eastAsia"/>
              </w:rPr>
              <w:t>受給者氏名</w:t>
            </w:r>
          </w:p>
        </w:tc>
        <w:tc>
          <w:tcPr>
            <w:tcW w:w="2560" w:type="dxa"/>
            <w:gridSpan w:val="3"/>
            <w:shd w:val="clear" w:color="auto" w:fill="auto"/>
            <w:vAlign w:val="center"/>
          </w:tcPr>
          <w:p w14:paraId="4FCB98E5" w14:textId="77777777" w:rsidR="00FA23E9" w:rsidRDefault="00FA23E9" w:rsidP="005A0657">
            <w:pPr>
              <w:overflowPunct w:val="0"/>
              <w:autoSpaceDE w:val="0"/>
              <w:autoSpaceDN w:val="0"/>
              <w:ind w:rightChars="67" w:right="141"/>
            </w:pPr>
          </w:p>
        </w:tc>
        <w:tc>
          <w:tcPr>
            <w:tcW w:w="1444" w:type="dxa"/>
            <w:gridSpan w:val="2"/>
            <w:shd w:val="clear" w:color="auto" w:fill="auto"/>
            <w:vAlign w:val="center"/>
          </w:tcPr>
          <w:p w14:paraId="50B55DEF" w14:textId="77777777" w:rsidR="00FA23E9" w:rsidRDefault="00FA23E9" w:rsidP="00FA23E9">
            <w:pPr>
              <w:overflowPunct w:val="0"/>
              <w:autoSpaceDE w:val="0"/>
              <w:autoSpaceDN w:val="0"/>
              <w:ind w:rightChars="67" w:right="141"/>
              <w:jc w:val="center"/>
            </w:pPr>
            <w:r>
              <w:rPr>
                <w:rFonts w:hint="eastAsia"/>
              </w:rPr>
              <w:t>受給者住所</w:t>
            </w:r>
          </w:p>
        </w:tc>
        <w:tc>
          <w:tcPr>
            <w:tcW w:w="4056" w:type="dxa"/>
            <w:gridSpan w:val="4"/>
            <w:shd w:val="clear" w:color="auto" w:fill="auto"/>
            <w:vAlign w:val="center"/>
          </w:tcPr>
          <w:p w14:paraId="58E1845F" w14:textId="5DDBBFA2" w:rsidR="00FA23E9" w:rsidRDefault="00FA23E9" w:rsidP="005A0657">
            <w:pPr>
              <w:overflowPunct w:val="0"/>
              <w:autoSpaceDE w:val="0"/>
              <w:autoSpaceDN w:val="0"/>
              <w:ind w:rightChars="67" w:right="141"/>
            </w:pPr>
          </w:p>
        </w:tc>
      </w:tr>
      <w:tr w:rsidR="00FA23E9" w14:paraId="2A90A1EF" w14:textId="77777777" w:rsidTr="00F03489">
        <w:trPr>
          <w:trHeight w:val="567"/>
        </w:trPr>
        <w:tc>
          <w:tcPr>
            <w:tcW w:w="1409" w:type="dxa"/>
            <w:vMerge w:val="restart"/>
            <w:shd w:val="clear" w:color="auto" w:fill="auto"/>
            <w:vAlign w:val="center"/>
          </w:tcPr>
          <w:p w14:paraId="6F67A07D" w14:textId="681740B0" w:rsidR="00326D19" w:rsidRDefault="00CF0D4E" w:rsidP="00326D19">
            <w:pPr>
              <w:overflowPunct w:val="0"/>
              <w:autoSpaceDE w:val="0"/>
              <w:autoSpaceDN w:val="0"/>
              <w:ind w:leftChars="17" w:left="36" w:rightChars="-50" w:right="-105"/>
            </w:pPr>
            <w:r>
              <w:rPr>
                <w:rFonts w:hAnsi="ＭＳ 明朝" w:cs="ＭＳ 明朝" w:hint="eastAsia"/>
                <w:noProof/>
              </w:rPr>
              <mc:AlternateContent>
                <mc:Choice Requires="wps">
                  <w:drawing>
                    <wp:anchor distT="0" distB="0" distL="114300" distR="114300" simplePos="0" relativeHeight="251657216" behindDoc="0" locked="1" layoutInCell="1" allowOverlap="1" wp14:anchorId="14229A97" wp14:editId="614FB0CA">
                      <wp:simplePos x="0" y="0"/>
                      <wp:positionH relativeFrom="margin">
                        <wp:posOffset>-85090</wp:posOffset>
                      </wp:positionH>
                      <wp:positionV relativeFrom="paragraph">
                        <wp:posOffset>3747770</wp:posOffset>
                      </wp:positionV>
                      <wp:extent cx="6032500" cy="606425"/>
                      <wp:effectExtent l="0" t="0" r="25400" b="222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00" cy="606425"/>
                              </a:xfrm>
                              <a:prstGeom prst="rect">
                                <a:avLst/>
                              </a:prstGeom>
                              <a:solidFill>
                                <a:srgbClr val="92D050">
                                  <a:alpha val="80000"/>
                                </a:srgbClr>
                              </a:solidFill>
                              <a:ln w="12700">
                                <a:solidFill>
                                  <a:srgbClr val="92D050"/>
                                </a:solidFill>
                                <a:miter lim="800000"/>
                                <a:headEnd/>
                                <a:tailEnd/>
                              </a:ln>
                            </wps:spPr>
                            <wps:txbx>
                              <w:txbxContent>
                                <w:p w14:paraId="0D52A1D4" w14:textId="19268CB0" w:rsidR="00CD5FDA" w:rsidRPr="007C6C3F" w:rsidRDefault="00CD5FDA"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4229A97" id="Rectangle 3" o:spid="_x0000_s1028" style="position:absolute;left:0;text-align:left;margin-left:-6.7pt;margin-top:295.1pt;width:475pt;height:4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" fillcolor="#92d050" strokecolor="#92d050" strokeweight="1pt">
                      <v:fill opacity="52428f"/>
                      <v:textbox inset="5.85pt,.7pt,5.85pt,.7pt">
                        <w:txbxContent>
                          <w:p w14:paraId="0D52A1D4" w14:textId="19268CB0" w:rsidR="00CD5FDA" w:rsidRPr="007C6C3F" w:rsidRDefault="00CD5FDA"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２</w:t>
                            </w:r>
                          </w:p>
                        </w:txbxContent>
                      </v:textbox>
                      <w10:wrap anchorx="margin"/>
                      <w10:anchorlock/>
                    </v:rect>
                  </w:pict>
                </mc:Fallback>
              </mc:AlternateContent>
            </w:r>
            <w:r w:rsidR="00FA23E9">
              <w:rPr>
                <w:rFonts w:hint="eastAsia"/>
              </w:rPr>
              <w:t>支給</w:t>
            </w:r>
            <w:r w:rsidR="00326D19">
              <w:rPr>
                <w:rFonts w:hint="eastAsia"/>
              </w:rPr>
              <w:t>対象障</w:t>
            </w:r>
          </w:p>
          <w:p w14:paraId="0FA52987" w14:textId="4DD49512" w:rsidR="00FA23E9" w:rsidRDefault="00FA23E9" w:rsidP="00326D19">
            <w:pPr>
              <w:overflowPunct w:val="0"/>
              <w:autoSpaceDE w:val="0"/>
              <w:autoSpaceDN w:val="0"/>
              <w:ind w:leftChars="17" w:left="36" w:rightChars="-50" w:right="-105"/>
            </w:pPr>
            <w:r>
              <w:rPr>
                <w:rFonts w:hint="eastAsia"/>
              </w:rPr>
              <w:t>害</w:t>
            </w:r>
            <w:r w:rsidR="00326D19">
              <w:rPr>
                <w:rFonts w:hint="eastAsia"/>
              </w:rPr>
              <w:t>児</w:t>
            </w:r>
            <w:r>
              <w:rPr>
                <w:rFonts w:hint="eastAsia"/>
              </w:rPr>
              <w:t>の氏</w:t>
            </w:r>
            <w:r w:rsidR="00767443">
              <w:rPr>
                <w:rFonts w:hint="eastAsia"/>
              </w:rPr>
              <w:t>名</w:t>
            </w:r>
          </w:p>
        </w:tc>
        <w:tc>
          <w:tcPr>
            <w:tcW w:w="4004" w:type="dxa"/>
            <w:gridSpan w:val="5"/>
            <w:shd w:val="clear" w:color="auto" w:fill="auto"/>
          </w:tcPr>
          <w:p w14:paraId="4E36D64A" w14:textId="77777777" w:rsidR="000552F0" w:rsidRDefault="000552F0" w:rsidP="000552F0">
            <w:pPr>
              <w:overflowPunct w:val="0"/>
              <w:autoSpaceDE w:val="0"/>
              <w:autoSpaceDN w:val="0"/>
              <w:ind w:rightChars="67" w:right="141"/>
              <w:jc w:val="right"/>
            </w:pPr>
            <w:r>
              <w:rPr>
                <w:rFonts w:hint="eastAsia"/>
              </w:rPr>
              <w:t>1</w:t>
            </w:r>
            <w:r w:rsidR="00FA23E9">
              <w:rPr>
                <w:rFonts w:hint="eastAsia"/>
              </w:rPr>
              <w:t>級</w:t>
            </w:r>
          </w:p>
          <w:p w14:paraId="28C7C234" w14:textId="77777777" w:rsidR="00FA23E9" w:rsidRDefault="00FA23E9" w:rsidP="000552F0">
            <w:pPr>
              <w:overflowPunct w:val="0"/>
              <w:autoSpaceDE w:val="0"/>
              <w:autoSpaceDN w:val="0"/>
              <w:ind w:rightChars="67" w:right="141"/>
              <w:jc w:val="right"/>
            </w:pPr>
            <w:r>
              <w:rPr>
                <w:rFonts w:hint="eastAsia"/>
              </w:rPr>
              <w:t>2級</w:t>
            </w:r>
          </w:p>
        </w:tc>
        <w:tc>
          <w:tcPr>
            <w:tcW w:w="4056" w:type="dxa"/>
            <w:gridSpan w:val="4"/>
            <w:shd w:val="clear" w:color="auto" w:fill="auto"/>
          </w:tcPr>
          <w:p w14:paraId="12721F42"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3F25DCB3"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2級</w:t>
            </w:r>
          </w:p>
        </w:tc>
      </w:tr>
      <w:tr w:rsidR="00FA23E9" w14:paraId="504B289D" w14:textId="77777777" w:rsidTr="00F03489">
        <w:trPr>
          <w:trHeight w:val="567"/>
        </w:trPr>
        <w:tc>
          <w:tcPr>
            <w:tcW w:w="1409" w:type="dxa"/>
            <w:vMerge/>
            <w:shd w:val="clear" w:color="auto" w:fill="auto"/>
          </w:tcPr>
          <w:p w14:paraId="09A11EAD" w14:textId="77777777" w:rsidR="00FA23E9" w:rsidRDefault="00FA23E9" w:rsidP="00326D19">
            <w:pPr>
              <w:overflowPunct w:val="0"/>
              <w:autoSpaceDE w:val="0"/>
              <w:autoSpaceDN w:val="0"/>
              <w:ind w:rightChars="-50" w:right="-105"/>
            </w:pPr>
          </w:p>
        </w:tc>
        <w:tc>
          <w:tcPr>
            <w:tcW w:w="4004" w:type="dxa"/>
            <w:gridSpan w:val="5"/>
            <w:shd w:val="clear" w:color="auto" w:fill="auto"/>
          </w:tcPr>
          <w:p w14:paraId="052285F4" w14:textId="4D4E1B5D" w:rsidR="00FA23E9" w:rsidRDefault="00FA23E9" w:rsidP="000552F0">
            <w:pPr>
              <w:overflowPunct w:val="0"/>
              <w:autoSpaceDE w:val="0"/>
              <w:autoSpaceDN w:val="0"/>
              <w:ind w:rightChars="67" w:right="141"/>
              <w:jc w:val="right"/>
            </w:pPr>
            <w:r>
              <w:rPr>
                <w:rFonts w:hint="eastAsia"/>
              </w:rPr>
              <w:t>1級</w:t>
            </w:r>
          </w:p>
          <w:p w14:paraId="18799079"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056" w:type="dxa"/>
            <w:gridSpan w:val="4"/>
            <w:shd w:val="clear" w:color="auto" w:fill="auto"/>
          </w:tcPr>
          <w:p w14:paraId="0AA83998"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72B62234"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3E9" w14:paraId="26F99512" w14:textId="77777777" w:rsidTr="00F03489">
        <w:trPr>
          <w:trHeight w:val="567"/>
        </w:trPr>
        <w:tc>
          <w:tcPr>
            <w:tcW w:w="1409" w:type="dxa"/>
            <w:vMerge/>
            <w:shd w:val="clear" w:color="auto" w:fill="auto"/>
          </w:tcPr>
          <w:p w14:paraId="6E61F576" w14:textId="77777777" w:rsidR="00FA23E9" w:rsidRDefault="00FA23E9" w:rsidP="00326D19">
            <w:pPr>
              <w:overflowPunct w:val="0"/>
              <w:autoSpaceDE w:val="0"/>
              <w:autoSpaceDN w:val="0"/>
              <w:ind w:rightChars="-50" w:right="-105"/>
            </w:pPr>
          </w:p>
        </w:tc>
        <w:tc>
          <w:tcPr>
            <w:tcW w:w="4004" w:type="dxa"/>
            <w:gridSpan w:val="5"/>
            <w:shd w:val="clear" w:color="auto" w:fill="auto"/>
          </w:tcPr>
          <w:p w14:paraId="3F129552" w14:textId="28E4DC17" w:rsidR="00FA23E9" w:rsidRDefault="00FA23E9" w:rsidP="000552F0">
            <w:pPr>
              <w:overflowPunct w:val="0"/>
              <w:autoSpaceDE w:val="0"/>
              <w:autoSpaceDN w:val="0"/>
              <w:ind w:rightChars="67" w:right="141"/>
              <w:jc w:val="right"/>
            </w:pPr>
            <w:r>
              <w:rPr>
                <w:rFonts w:hint="eastAsia"/>
              </w:rPr>
              <w:t>1級</w:t>
            </w:r>
          </w:p>
          <w:p w14:paraId="46F74288"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056" w:type="dxa"/>
            <w:gridSpan w:val="4"/>
            <w:shd w:val="clear" w:color="auto" w:fill="auto"/>
          </w:tcPr>
          <w:p w14:paraId="16C029C9"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650FB758"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CDF" w14:paraId="7E3B11F9" w14:textId="77777777" w:rsidTr="00F03489">
        <w:trPr>
          <w:trHeight w:val="340"/>
        </w:trPr>
        <w:tc>
          <w:tcPr>
            <w:tcW w:w="1409" w:type="dxa"/>
            <w:vMerge w:val="restart"/>
            <w:shd w:val="clear" w:color="auto" w:fill="auto"/>
            <w:vAlign w:val="center"/>
          </w:tcPr>
          <w:p w14:paraId="4FD88ECF" w14:textId="58437788" w:rsidR="00FA2CDF" w:rsidRDefault="00FA2CDF" w:rsidP="00326D19">
            <w:pPr>
              <w:overflowPunct w:val="0"/>
              <w:autoSpaceDE w:val="0"/>
              <w:autoSpaceDN w:val="0"/>
              <w:ind w:leftChars="17" w:left="36" w:rightChars="-50" w:right="-105"/>
            </w:pPr>
            <w:r>
              <w:rPr>
                <w:rFonts w:hint="eastAsia"/>
              </w:rPr>
              <w:t>支</w:t>
            </w:r>
            <w:r w:rsidR="00CE388D">
              <w:rPr>
                <w:rFonts w:hint="eastAsia"/>
              </w:rPr>
              <w:t xml:space="preserve"> </w:t>
            </w:r>
            <w:r>
              <w:rPr>
                <w:rFonts w:hint="eastAsia"/>
              </w:rPr>
              <w:t>給</w:t>
            </w:r>
            <w:r w:rsidR="00CE388D">
              <w:rPr>
                <w:rFonts w:hint="eastAsia"/>
              </w:rPr>
              <w:t xml:space="preserve"> </w:t>
            </w:r>
            <w:r>
              <w:rPr>
                <w:rFonts w:hint="eastAsia"/>
              </w:rPr>
              <w:t>対 象</w:t>
            </w:r>
          </w:p>
          <w:p w14:paraId="41EB68AD" w14:textId="65285B4D" w:rsidR="00FA2CDF" w:rsidRDefault="00FA2CDF" w:rsidP="00326D19">
            <w:pPr>
              <w:overflowPunct w:val="0"/>
              <w:autoSpaceDE w:val="0"/>
              <w:autoSpaceDN w:val="0"/>
              <w:ind w:leftChars="17" w:left="36" w:rightChars="-50" w:right="-105"/>
            </w:pPr>
            <w:r>
              <w:rPr>
                <w:rFonts w:hint="eastAsia"/>
              </w:rPr>
              <w:t>障</w:t>
            </w:r>
            <w:r w:rsidR="00CE388D">
              <w:rPr>
                <w:rFonts w:hint="eastAsia"/>
              </w:rPr>
              <w:t xml:space="preserve"> </w:t>
            </w:r>
            <w:r>
              <w:rPr>
                <w:rFonts w:hint="eastAsia"/>
              </w:rPr>
              <w:t>害 児 数</w:t>
            </w:r>
          </w:p>
        </w:tc>
        <w:tc>
          <w:tcPr>
            <w:tcW w:w="4004" w:type="dxa"/>
            <w:gridSpan w:val="5"/>
            <w:shd w:val="clear" w:color="auto" w:fill="auto"/>
            <w:vAlign w:val="center"/>
          </w:tcPr>
          <w:p w14:paraId="7F1B87A4" w14:textId="3932EBDF" w:rsidR="00FA2CDF" w:rsidRDefault="00FA2CDF" w:rsidP="000552F0">
            <w:pPr>
              <w:overflowPunct w:val="0"/>
              <w:autoSpaceDE w:val="0"/>
              <w:autoSpaceDN w:val="0"/>
              <w:ind w:rightChars="67" w:right="141"/>
              <w:jc w:val="center"/>
            </w:pPr>
            <w:r>
              <w:rPr>
                <w:rFonts w:hint="eastAsia"/>
              </w:rPr>
              <w:t xml:space="preserve">（1級）　</w:t>
            </w:r>
            <w:r w:rsidR="00326D19">
              <w:rPr>
                <w:rFonts w:hint="eastAsia"/>
              </w:rPr>
              <w:t xml:space="preserve">　</w:t>
            </w:r>
            <w:r>
              <w:rPr>
                <w:rFonts w:hint="eastAsia"/>
              </w:rPr>
              <w:t xml:space="preserve">　　　　　　　　　　人</w:t>
            </w:r>
          </w:p>
        </w:tc>
        <w:tc>
          <w:tcPr>
            <w:tcW w:w="1570" w:type="dxa"/>
            <w:gridSpan w:val="2"/>
            <w:vMerge w:val="restart"/>
            <w:shd w:val="clear" w:color="auto" w:fill="auto"/>
            <w:vAlign w:val="center"/>
          </w:tcPr>
          <w:p w14:paraId="5E2F93C4" w14:textId="77777777" w:rsidR="00FA2CDF" w:rsidRDefault="00FA2CDF" w:rsidP="00CF0D4E">
            <w:pPr>
              <w:overflowPunct w:val="0"/>
              <w:autoSpaceDE w:val="0"/>
              <w:autoSpaceDN w:val="0"/>
              <w:ind w:right="-1"/>
              <w:jc w:val="center"/>
            </w:pPr>
            <w:r>
              <w:rPr>
                <w:rFonts w:hint="eastAsia"/>
              </w:rPr>
              <w:t>支 給 手</w:t>
            </w:r>
            <w:r w:rsidR="00263244">
              <w:rPr>
                <w:rFonts w:hint="eastAsia"/>
              </w:rPr>
              <w:t xml:space="preserve"> </w:t>
            </w:r>
            <w:r w:rsidR="003D329C">
              <w:rPr>
                <w:rFonts w:hint="eastAsia"/>
              </w:rPr>
              <w:t>当 月</w:t>
            </w:r>
            <w:r w:rsidR="00263244">
              <w:rPr>
                <w:rFonts w:hint="eastAsia"/>
              </w:rPr>
              <w:t xml:space="preserve">　　　 </w:t>
            </w:r>
            <w:r w:rsidR="003D329C">
              <w:rPr>
                <w:rFonts w:hint="eastAsia"/>
              </w:rPr>
              <w:t>額</w:t>
            </w:r>
          </w:p>
        </w:tc>
        <w:tc>
          <w:tcPr>
            <w:tcW w:w="2486" w:type="dxa"/>
            <w:gridSpan w:val="2"/>
            <w:vMerge w:val="restart"/>
            <w:shd w:val="clear" w:color="auto" w:fill="auto"/>
            <w:vAlign w:val="center"/>
          </w:tcPr>
          <w:p w14:paraId="6244A356" w14:textId="77777777" w:rsidR="00FA2CDF" w:rsidRDefault="00FA2CDF" w:rsidP="003D329C">
            <w:pPr>
              <w:wordWrap w:val="0"/>
              <w:overflowPunct w:val="0"/>
              <w:autoSpaceDE w:val="0"/>
              <w:autoSpaceDN w:val="0"/>
              <w:ind w:rightChars="67" w:right="141"/>
              <w:jc w:val="right"/>
            </w:pPr>
            <w:r>
              <w:rPr>
                <w:rFonts w:hint="eastAsia"/>
              </w:rPr>
              <w:t>円</w:t>
            </w:r>
          </w:p>
        </w:tc>
      </w:tr>
      <w:tr w:rsidR="00FA2CDF" w14:paraId="1B23F052" w14:textId="77777777" w:rsidTr="00F03489">
        <w:trPr>
          <w:trHeight w:val="340"/>
        </w:trPr>
        <w:tc>
          <w:tcPr>
            <w:tcW w:w="1409" w:type="dxa"/>
            <w:vMerge/>
            <w:shd w:val="clear" w:color="auto" w:fill="auto"/>
            <w:vAlign w:val="center"/>
          </w:tcPr>
          <w:p w14:paraId="3B2D87B3" w14:textId="77777777" w:rsidR="00FA2CDF" w:rsidRDefault="00FA2CDF" w:rsidP="00326D19">
            <w:pPr>
              <w:overflowPunct w:val="0"/>
              <w:autoSpaceDE w:val="0"/>
              <w:autoSpaceDN w:val="0"/>
              <w:ind w:rightChars="-50" w:right="-105"/>
            </w:pPr>
          </w:p>
        </w:tc>
        <w:tc>
          <w:tcPr>
            <w:tcW w:w="4004" w:type="dxa"/>
            <w:gridSpan w:val="5"/>
            <w:shd w:val="clear" w:color="auto" w:fill="auto"/>
            <w:vAlign w:val="center"/>
          </w:tcPr>
          <w:p w14:paraId="5CBBBCCF" w14:textId="70901A7F" w:rsidR="00FA2CDF" w:rsidRDefault="00FA2CDF" w:rsidP="000552F0">
            <w:pPr>
              <w:overflowPunct w:val="0"/>
              <w:autoSpaceDE w:val="0"/>
              <w:autoSpaceDN w:val="0"/>
              <w:ind w:rightChars="67" w:right="141"/>
              <w:jc w:val="center"/>
            </w:pPr>
            <w:r>
              <w:rPr>
                <w:rFonts w:hint="eastAsia"/>
              </w:rPr>
              <w:t xml:space="preserve">（2級）　</w:t>
            </w:r>
            <w:r w:rsidR="00326D19">
              <w:rPr>
                <w:rFonts w:hint="eastAsia"/>
              </w:rPr>
              <w:t xml:space="preserve">　</w:t>
            </w:r>
            <w:r>
              <w:rPr>
                <w:rFonts w:hint="eastAsia"/>
              </w:rPr>
              <w:t xml:space="preserve">　　　　　　　　　　人</w:t>
            </w:r>
          </w:p>
        </w:tc>
        <w:tc>
          <w:tcPr>
            <w:tcW w:w="1570" w:type="dxa"/>
            <w:gridSpan w:val="2"/>
            <w:vMerge/>
            <w:shd w:val="clear" w:color="auto" w:fill="auto"/>
          </w:tcPr>
          <w:p w14:paraId="294748C9" w14:textId="77777777" w:rsidR="00FA2CDF" w:rsidRDefault="00FA2CDF" w:rsidP="00CF0D4E">
            <w:pPr>
              <w:overflowPunct w:val="0"/>
              <w:autoSpaceDE w:val="0"/>
              <w:autoSpaceDN w:val="0"/>
              <w:ind w:right="-1" w:firstLineChars="1400" w:firstLine="2940"/>
            </w:pPr>
          </w:p>
        </w:tc>
        <w:tc>
          <w:tcPr>
            <w:tcW w:w="2486" w:type="dxa"/>
            <w:gridSpan w:val="2"/>
            <w:vMerge/>
            <w:shd w:val="clear" w:color="auto" w:fill="auto"/>
            <w:vAlign w:val="center"/>
          </w:tcPr>
          <w:p w14:paraId="2EC01CF7" w14:textId="77777777" w:rsidR="00FA2CDF" w:rsidRDefault="00FA2CDF" w:rsidP="00FA2CDF">
            <w:pPr>
              <w:overflowPunct w:val="0"/>
              <w:autoSpaceDE w:val="0"/>
              <w:autoSpaceDN w:val="0"/>
              <w:ind w:rightChars="67" w:right="141" w:firstLineChars="1400" w:firstLine="2940"/>
              <w:jc w:val="right"/>
            </w:pPr>
          </w:p>
        </w:tc>
      </w:tr>
      <w:tr w:rsidR="00FA2CDF" w14:paraId="64A7A373" w14:textId="77777777" w:rsidTr="00F03489">
        <w:trPr>
          <w:trHeight w:val="737"/>
        </w:trPr>
        <w:tc>
          <w:tcPr>
            <w:tcW w:w="1409" w:type="dxa"/>
            <w:shd w:val="clear" w:color="auto" w:fill="auto"/>
            <w:vAlign w:val="center"/>
          </w:tcPr>
          <w:p w14:paraId="4CC7434B" w14:textId="77777777" w:rsidR="00FA2CDF" w:rsidRPr="00FA2CDF" w:rsidRDefault="00FA2CDF" w:rsidP="00326D19">
            <w:pPr>
              <w:overflowPunct w:val="0"/>
              <w:autoSpaceDE w:val="0"/>
              <w:autoSpaceDN w:val="0"/>
              <w:ind w:leftChars="17" w:left="36" w:rightChars="-50" w:right="-105"/>
            </w:pPr>
            <w:r w:rsidRPr="00FA2CDF">
              <w:rPr>
                <w:rFonts w:hint="eastAsia"/>
              </w:rPr>
              <w:t>支 給 開 始</w:t>
            </w:r>
          </w:p>
          <w:p w14:paraId="136D755B" w14:textId="77777777" w:rsidR="00FA2CDF" w:rsidRPr="00FA2CDF" w:rsidRDefault="00FA2CDF" w:rsidP="00326D19">
            <w:pPr>
              <w:overflowPunct w:val="0"/>
              <w:autoSpaceDE w:val="0"/>
              <w:autoSpaceDN w:val="0"/>
              <w:ind w:leftChars="17" w:left="36" w:rightChars="-50" w:right="-105"/>
            </w:pPr>
            <w:r w:rsidRPr="00FA2CDF">
              <w:rPr>
                <w:rFonts w:hint="eastAsia"/>
              </w:rPr>
              <w:t xml:space="preserve">年 </w:t>
            </w:r>
            <w:r w:rsidRPr="00FA2CDF">
              <w:t xml:space="preserve">     </w:t>
            </w:r>
            <w:r w:rsidRPr="00FA2CDF">
              <w:rPr>
                <w:rFonts w:hint="eastAsia"/>
              </w:rPr>
              <w:t xml:space="preserve"> 月</w:t>
            </w:r>
          </w:p>
        </w:tc>
        <w:tc>
          <w:tcPr>
            <w:tcW w:w="4004" w:type="dxa"/>
            <w:gridSpan w:val="5"/>
            <w:shd w:val="clear" w:color="auto" w:fill="auto"/>
            <w:vAlign w:val="center"/>
          </w:tcPr>
          <w:p w14:paraId="693BE71E" w14:textId="124199F1" w:rsidR="00FA2CDF" w:rsidRPr="00FA2CDF" w:rsidRDefault="00FA2CDF" w:rsidP="00FA2CDF">
            <w:pPr>
              <w:overflowPunct w:val="0"/>
              <w:autoSpaceDE w:val="0"/>
              <w:autoSpaceDN w:val="0"/>
              <w:ind w:rightChars="67" w:right="141"/>
              <w:jc w:val="center"/>
            </w:pPr>
            <w:r>
              <w:rPr>
                <w:rFonts w:hint="eastAsia"/>
              </w:rPr>
              <w:t xml:space="preserve">　　</w:t>
            </w:r>
            <w:r w:rsidR="006D189B">
              <w:rPr>
                <w:rFonts w:hint="eastAsia"/>
              </w:rPr>
              <w:t xml:space="preserve">　</w:t>
            </w:r>
            <w:r>
              <w:rPr>
                <w:rFonts w:hint="eastAsia"/>
              </w:rPr>
              <w:t xml:space="preserve">年　　</w:t>
            </w:r>
            <w:r w:rsidR="00326D19">
              <w:rPr>
                <w:rFonts w:hint="eastAsia"/>
              </w:rPr>
              <w:t xml:space="preserve">　</w:t>
            </w:r>
            <w:r>
              <w:rPr>
                <w:rFonts w:hint="eastAsia"/>
              </w:rPr>
              <w:t>月分から</w:t>
            </w:r>
          </w:p>
        </w:tc>
        <w:tc>
          <w:tcPr>
            <w:tcW w:w="1570" w:type="dxa"/>
            <w:gridSpan w:val="2"/>
            <w:shd w:val="clear" w:color="auto" w:fill="auto"/>
            <w:vAlign w:val="center"/>
          </w:tcPr>
          <w:p w14:paraId="484D1520" w14:textId="03BEB8F1" w:rsidR="003F4237" w:rsidRPr="00D52619" w:rsidRDefault="003F4237" w:rsidP="00034BA6">
            <w:pPr>
              <w:overflowPunct w:val="0"/>
              <w:autoSpaceDE w:val="0"/>
              <w:autoSpaceDN w:val="0"/>
              <w:ind w:leftChars="-34" w:left="-71"/>
              <w:jc w:val="center"/>
            </w:pPr>
            <w:r w:rsidRPr="00D52619">
              <w:rPr>
                <w:rFonts w:hint="eastAsia"/>
                <w:spacing w:val="105"/>
                <w:kern w:val="0"/>
                <w:fitText w:val="1050" w:id="-1000614912"/>
              </w:rPr>
              <w:t>受給</w:t>
            </w:r>
            <w:r w:rsidRPr="00D52619">
              <w:rPr>
                <w:rFonts w:hint="eastAsia"/>
                <w:kern w:val="0"/>
                <w:fitText w:val="1050" w:id="-1000614912"/>
              </w:rPr>
              <w:t>者</w:t>
            </w:r>
          </w:p>
          <w:p w14:paraId="3A1E598B" w14:textId="482B82FE" w:rsidR="00FA2CDF" w:rsidRPr="00FA2CDF" w:rsidRDefault="00FA2CDF" w:rsidP="00034BA6">
            <w:pPr>
              <w:overflowPunct w:val="0"/>
              <w:autoSpaceDE w:val="0"/>
              <w:autoSpaceDN w:val="0"/>
              <w:ind w:leftChars="-34" w:left="-71"/>
              <w:jc w:val="center"/>
            </w:pPr>
            <w:r>
              <w:rPr>
                <w:rFonts w:hint="eastAsia"/>
              </w:rPr>
              <w:t>記号</w:t>
            </w:r>
            <w:r w:rsidR="00034BA6">
              <w:rPr>
                <w:rFonts w:hint="eastAsia"/>
              </w:rPr>
              <w:t>・</w:t>
            </w:r>
            <w:r w:rsidR="003D329C">
              <w:rPr>
                <w:rFonts w:hint="eastAsia"/>
              </w:rPr>
              <w:t>番号</w:t>
            </w:r>
          </w:p>
        </w:tc>
        <w:tc>
          <w:tcPr>
            <w:tcW w:w="2486" w:type="dxa"/>
            <w:gridSpan w:val="2"/>
            <w:shd w:val="clear" w:color="auto" w:fill="auto"/>
            <w:vAlign w:val="center"/>
          </w:tcPr>
          <w:p w14:paraId="395DF5B3" w14:textId="0EFF0ABD" w:rsidR="00FA2CDF" w:rsidRPr="00FA2CDF" w:rsidRDefault="00F03489" w:rsidP="00F03489">
            <w:pPr>
              <w:overflowPunct w:val="0"/>
              <w:autoSpaceDE w:val="0"/>
              <w:autoSpaceDN w:val="0"/>
              <w:ind w:rightChars="1" w:right="2"/>
              <w:jc w:val="center"/>
            </w:pPr>
            <w:r>
              <w:rPr>
                <w:rFonts w:hint="eastAsia"/>
              </w:rPr>
              <w:t xml:space="preserve">　　　　</w:t>
            </w:r>
            <w:r w:rsidR="000552F0">
              <w:rPr>
                <w:rFonts w:hint="eastAsia"/>
              </w:rPr>
              <w:t>第</w:t>
            </w:r>
            <w:r w:rsidR="00FA2CDF">
              <w:t xml:space="preserve">       </w:t>
            </w:r>
            <w:r w:rsidR="00FA2CDF">
              <w:rPr>
                <w:rFonts w:hint="eastAsia"/>
              </w:rPr>
              <w:t>号</w:t>
            </w:r>
          </w:p>
        </w:tc>
      </w:tr>
      <w:tr w:rsidR="00F03489" w14:paraId="22884D56" w14:textId="77777777" w:rsidTr="00F03489">
        <w:trPr>
          <w:trHeight w:val="737"/>
        </w:trPr>
        <w:tc>
          <w:tcPr>
            <w:tcW w:w="1409" w:type="dxa"/>
            <w:shd w:val="clear" w:color="auto" w:fill="auto"/>
            <w:vAlign w:val="center"/>
          </w:tcPr>
          <w:p w14:paraId="15A1FA08" w14:textId="77777777" w:rsidR="00F03489" w:rsidRDefault="00F03489" w:rsidP="00341270">
            <w:pPr>
              <w:overflowPunct w:val="0"/>
              <w:autoSpaceDE w:val="0"/>
              <w:autoSpaceDN w:val="0"/>
              <w:ind w:rightChars="-50" w:right="-105"/>
            </w:pPr>
            <w:r w:rsidRPr="00E910ED">
              <w:rPr>
                <w:rFonts w:hint="eastAsia"/>
                <w:spacing w:val="360"/>
                <w:kern w:val="0"/>
                <w:fitText w:val="1155" w:id="-1033202687"/>
              </w:rPr>
              <w:t>支</w:t>
            </w:r>
            <w:r w:rsidRPr="00E910ED">
              <w:rPr>
                <w:rFonts w:hint="eastAsia"/>
                <w:spacing w:val="7"/>
                <w:kern w:val="0"/>
                <w:fitText w:val="1155" w:id="-1033202687"/>
              </w:rPr>
              <w:t>払</w:t>
            </w:r>
          </w:p>
          <w:p w14:paraId="689BC1D9" w14:textId="7CC11079" w:rsidR="00F03489" w:rsidRPr="00FA2CDF" w:rsidRDefault="00F03489" w:rsidP="00341270">
            <w:pPr>
              <w:overflowPunct w:val="0"/>
              <w:autoSpaceDE w:val="0"/>
              <w:autoSpaceDN w:val="0"/>
              <w:ind w:rightChars="-50" w:right="-105"/>
            </w:pPr>
            <w:r w:rsidRPr="00E910ED">
              <w:rPr>
                <w:rFonts w:hint="eastAsia"/>
                <w:spacing w:val="45"/>
                <w:kern w:val="0"/>
                <w:fitText w:val="1155" w:id="-1033202686"/>
              </w:rPr>
              <w:t>金融機</w:t>
            </w:r>
            <w:r w:rsidRPr="00E910ED">
              <w:rPr>
                <w:rFonts w:hint="eastAsia"/>
                <w:spacing w:val="22"/>
                <w:kern w:val="0"/>
                <w:fitText w:val="1155" w:id="-1033202686"/>
              </w:rPr>
              <w:t>関</w:t>
            </w:r>
          </w:p>
        </w:tc>
        <w:tc>
          <w:tcPr>
            <w:tcW w:w="654" w:type="dxa"/>
            <w:shd w:val="clear" w:color="auto" w:fill="auto"/>
            <w:vAlign w:val="center"/>
          </w:tcPr>
          <w:p w14:paraId="12A5CAE7" w14:textId="77777777" w:rsidR="00F03489" w:rsidRDefault="00F03489" w:rsidP="00341270">
            <w:pPr>
              <w:overflowPunct w:val="0"/>
              <w:autoSpaceDE w:val="0"/>
              <w:autoSpaceDN w:val="0"/>
              <w:jc w:val="center"/>
            </w:pPr>
            <w:r>
              <w:rPr>
                <w:rFonts w:hint="eastAsia"/>
              </w:rPr>
              <w:t>支払</w:t>
            </w:r>
          </w:p>
          <w:p w14:paraId="5BA1D9E7" w14:textId="08612A70" w:rsidR="00F03489" w:rsidRDefault="00F03489" w:rsidP="00341270">
            <w:pPr>
              <w:overflowPunct w:val="0"/>
              <w:autoSpaceDE w:val="0"/>
              <w:autoSpaceDN w:val="0"/>
              <w:jc w:val="center"/>
            </w:pPr>
            <w:r>
              <w:rPr>
                <w:rFonts w:hint="eastAsia"/>
              </w:rPr>
              <w:t>方法</w:t>
            </w:r>
          </w:p>
        </w:tc>
        <w:tc>
          <w:tcPr>
            <w:tcW w:w="1198" w:type="dxa"/>
            <w:shd w:val="clear" w:color="auto" w:fill="auto"/>
            <w:vAlign w:val="center"/>
          </w:tcPr>
          <w:p w14:paraId="6B3153DF" w14:textId="77777777" w:rsidR="00F03489" w:rsidRDefault="00F03489" w:rsidP="00341270">
            <w:pPr>
              <w:overflowPunct w:val="0"/>
              <w:autoSpaceDE w:val="0"/>
              <w:autoSpaceDN w:val="0"/>
              <w:ind w:rightChars="67" w:right="141"/>
              <w:jc w:val="left"/>
            </w:pPr>
          </w:p>
        </w:tc>
        <w:tc>
          <w:tcPr>
            <w:tcW w:w="1134" w:type="dxa"/>
            <w:gridSpan w:val="2"/>
            <w:shd w:val="clear" w:color="auto" w:fill="auto"/>
            <w:vAlign w:val="center"/>
          </w:tcPr>
          <w:p w14:paraId="7975B03D" w14:textId="77777777" w:rsidR="00F03489" w:rsidRDefault="00F03489" w:rsidP="00F03489">
            <w:pPr>
              <w:overflowPunct w:val="0"/>
              <w:autoSpaceDE w:val="0"/>
              <w:autoSpaceDN w:val="0"/>
              <w:ind w:rightChars="-32" w:right="-67"/>
              <w:jc w:val="left"/>
            </w:pPr>
            <w:r w:rsidRPr="00245F95">
              <w:rPr>
                <w:rFonts w:hint="eastAsia"/>
                <w:color w:val="000000"/>
              </w:rPr>
              <w:t>支払金融</w:t>
            </w:r>
            <w:r w:rsidRPr="00E910ED">
              <w:rPr>
                <w:rFonts w:hint="eastAsia"/>
                <w:color w:val="000000"/>
                <w:spacing w:val="45"/>
                <w:kern w:val="0"/>
                <w:fitText w:val="840" w:id="-1032062720"/>
              </w:rPr>
              <w:t>機関</w:t>
            </w:r>
            <w:r w:rsidRPr="00E910ED">
              <w:rPr>
                <w:rFonts w:hint="eastAsia"/>
                <w:color w:val="000000"/>
                <w:spacing w:val="15"/>
                <w:kern w:val="0"/>
                <w:fitText w:val="840" w:id="-1032062720"/>
              </w:rPr>
              <w:t>名</w:t>
            </w:r>
          </w:p>
        </w:tc>
        <w:tc>
          <w:tcPr>
            <w:tcW w:w="2409" w:type="dxa"/>
            <w:gridSpan w:val="2"/>
            <w:shd w:val="clear" w:color="auto" w:fill="auto"/>
            <w:vAlign w:val="center"/>
          </w:tcPr>
          <w:p w14:paraId="601456E1" w14:textId="717D92CD" w:rsidR="00F03489" w:rsidRDefault="00F03489" w:rsidP="00341270">
            <w:pPr>
              <w:overflowPunct w:val="0"/>
              <w:autoSpaceDE w:val="0"/>
              <w:autoSpaceDN w:val="0"/>
              <w:ind w:rightChars="67" w:right="141"/>
              <w:jc w:val="left"/>
            </w:pPr>
          </w:p>
        </w:tc>
        <w:tc>
          <w:tcPr>
            <w:tcW w:w="709" w:type="dxa"/>
            <w:gridSpan w:val="2"/>
            <w:shd w:val="clear" w:color="auto" w:fill="auto"/>
            <w:vAlign w:val="center"/>
          </w:tcPr>
          <w:p w14:paraId="7B0EE7DA" w14:textId="77777777" w:rsidR="00F03489" w:rsidRDefault="00F03489" w:rsidP="00F03489">
            <w:pPr>
              <w:overflowPunct w:val="0"/>
              <w:autoSpaceDE w:val="0"/>
              <w:autoSpaceDN w:val="0"/>
              <w:ind w:rightChars="-50" w:right="-105"/>
              <w:jc w:val="left"/>
            </w:pPr>
            <w:r>
              <w:rPr>
                <w:rFonts w:hint="eastAsia"/>
              </w:rPr>
              <w:t>口座番号</w:t>
            </w:r>
          </w:p>
        </w:tc>
        <w:tc>
          <w:tcPr>
            <w:tcW w:w="1956" w:type="dxa"/>
            <w:shd w:val="clear" w:color="auto" w:fill="auto"/>
            <w:vAlign w:val="center"/>
          </w:tcPr>
          <w:p w14:paraId="17513C70" w14:textId="5D435489" w:rsidR="00F03489" w:rsidRDefault="00F03489" w:rsidP="00341270">
            <w:pPr>
              <w:overflowPunct w:val="0"/>
              <w:autoSpaceDE w:val="0"/>
              <w:autoSpaceDN w:val="0"/>
              <w:ind w:rightChars="67" w:right="141"/>
              <w:jc w:val="left"/>
            </w:pPr>
          </w:p>
        </w:tc>
      </w:tr>
      <w:tr w:rsidR="00FA2CDF" w14:paraId="38D384C1" w14:textId="77777777" w:rsidTr="00F03489">
        <w:trPr>
          <w:trHeight w:val="2541"/>
        </w:trPr>
        <w:tc>
          <w:tcPr>
            <w:tcW w:w="1409" w:type="dxa"/>
            <w:shd w:val="clear" w:color="auto" w:fill="auto"/>
            <w:vAlign w:val="center"/>
          </w:tcPr>
          <w:p w14:paraId="0E36614D" w14:textId="6A397E50" w:rsidR="00FA2CDF" w:rsidRPr="00FA2CDF" w:rsidRDefault="00FA2CDF" w:rsidP="00326D19">
            <w:pPr>
              <w:overflowPunct w:val="0"/>
              <w:autoSpaceDE w:val="0"/>
              <w:autoSpaceDN w:val="0"/>
              <w:ind w:leftChars="17" w:left="36" w:rightChars="-50" w:right="-105"/>
            </w:pPr>
            <w:r>
              <w:rPr>
                <w:rFonts w:hint="eastAsia"/>
              </w:rPr>
              <w:t xml:space="preserve">備　　</w:t>
            </w:r>
            <w:r w:rsidR="00326D19">
              <w:rPr>
                <w:rFonts w:hint="eastAsia"/>
              </w:rPr>
              <w:t xml:space="preserve">　</w:t>
            </w:r>
            <w:r>
              <w:rPr>
                <w:rFonts w:hint="eastAsia"/>
              </w:rPr>
              <w:t>考</w:t>
            </w:r>
          </w:p>
        </w:tc>
        <w:tc>
          <w:tcPr>
            <w:tcW w:w="8060" w:type="dxa"/>
            <w:gridSpan w:val="9"/>
            <w:shd w:val="clear" w:color="auto" w:fill="92D050"/>
          </w:tcPr>
          <w:p w14:paraId="40577A27" w14:textId="46B911AE" w:rsidR="00CF0D4E" w:rsidRDefault="00CF0D4E" w:rsidP="00F11973">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016C1263" w14:textId="5DF4EF10" w:rsidR="00CF0D4E" w:rsidRDefault="00CF0D4E" w:rsidP="00F11973">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573F7760" w14:textId="1E203FEE" w:rsidR="00FA2CDF" w:rsidRPr="00C246E4" w:rsidRDefault="00F11973" w:rsidP="00F11973">
            <w:pPr>
              <w:overflowPunct w:val="0"/>
              <w:autoSpaceDE w:val="0"/>
              <w:autoSpaceDN w:val="0"/>
              <w:spacing w:before="240"/>
              <w:ind w:rightChars="67" w:right="141"/>
              <w:jc w:val="center"/>
              <w:rPr>
                <w:rFonts w:ascii="ＭＳ ゴシック" w:eastAsia="ＭＳ ゴシック" w:hAnsi="ＭＳ ゴシック"/>
                <w:b/>
                <w:bCs/>
                <w:sz w:val="24"/>
                <w:szCs w:val="24"/>
              </w:rPr>
            </w:pPr>
            <w:r w:rsidRPr="00C246E4">
              <w:rPr>
                <w:rFonts w:ascii="ＭＳ ゴシック" w:eastAsia="ＭＳ ゴシック" w:hAnsi="ＭＳ ゴシック" w:hint="eastAsia"/>
                <w:b/>
                <w:bCs/>
                <w:color w:val="FFFFFF" w:themeColor="background1"/>
                <w:sz w:val="24"/>
                <w:szCs w:val="24"/>
              </w:rPr>
              <w:t>固定文</w:t>
            </w:r>
            <w:r w:rsidR="003C607A" w:rsidRPr="00C246E4">
              <w:rPr>
                <w:rFonts w:ascii="ＭＳ ゴシック" w:eastAsia="ＭＳ ゴシック" w:hAnsi="ＭＳ ゴシック" w:hint="eastAsia"/>
                <w:b/>
                <w:bCs/>
                <w:color w:val="FFFFFF" w:themeColor="background1"/>
                <w:sz w:val="24"/>
                <w:szCs w:val="24"/>
              </w:rPr>
              <w:t>言</w:t>
            </w:r>
            <w:r w:rsidR="00AD0D3B" w:rsidRPr="00C246E4">
              <w:rPr>
                <w:rFonts w:ascii="ＭＳ ゴシック" w:eastAsia="ＭＳ ゴシック" w:hAnsi="ＭＳ ゴシック" w:hint="eastAsia"/>
                <w:b/>
                <w:bCs/>
                <w:color w:val="FFFFFF" w:themeColor="background1"/>
                <w:sz w:val="24"/>
                <w:szCs w:val="24"/>
              </w:rPr>
              <w:t>１</w:t>
            </w:r>
            <w:r w:rsidRPr="00C246E4">
              <w:rPr>
                <w:rFonts w:ascii="ＭＳ ゴシック" w:eastAsia="ＭＳ ゴシック" w:hAnsi="ＭＳ ゴシック" w:hint="eastAsia"/>
                <w:b/>
                <w:bCs/>
                <w:color w:val="FFFFFF" w:themeColor="background1"/>
                <w:sz w:val="24"/>
                <w:szCs w:val="24"/>
              </w:rPr>
              <w:t>＋編集１</w:t>
            </w:r>
          </w:p>
        </w:tc>
      </w:tr>
    </w:tbl>
    <w:p w14:paraId="7AB1AE9C" w14:textId="4B110C72" w:rsidR="0045334C" w:rsidRDefault="006B1AF2" w:rsidP="00673630">
      <w:pPr>
        <w:wordWrap w:val="0"/>
        <w:overflowPunct w:val="0"/>
        <w:autoSpaceDE w:val="0"/>
        <w:autoSpaceDN w:val="0"/>
        <w:rPr>
          <w:rFonts w:hAnsi="ＭＳ 明朝"/>
          <w:szCs w:val="21"/>
        </w:rPr>
      </w:pPr>
      <w:r>
        <w:rPr>
          <w:rFonts w:hAnsi="ＭＳ 明朝" w:cs="ＭＳ 明朝" w:hint="eastAsia"/>
        </w:rPr>
        <w:t>◎</w:t>
      </w:r>
      <w:r>
        <w:t xml:space="preserve"> 裏面の注意をよく読んで</w:t>
      </w:r>
      <w:r w:rsidR="00CE388D">
        <w:rPr>
          <w:rFonts w:hint="eastAsia"/>
        </w:rPr>
        <w:t>くだ</w:t>
      </w:r>
      <w:r w:rsidR="00865425">
        <w:rPr>
          <w:rFonts w:hint="eastAsia"/>
        </w:rPr>
        <w:t>さい</w:t>
      </w:r>
      <w:r>
        <w:t>。</w:t>
      </w:r>
    </w:p>
    <w:p w14:paraId="0D848BA3" w14:textId="77777777" w:rsidR="001466CE" w:rsidRDefault="006B1AF2" w:rsidP="006B1AF2">
      <w:pPr>
        <w:overflowPunct w:val="0"/>
        <w:autoSpaceDE w:val="0"/>
        <w:autoSpaceDN w:val="0"/>
        <w:ind w:firstLineChars="67" w:firstLine="141"/>
        <w:jc w:val="right"/>
      </w:pPr>
      <w:r>
        <w:t>(A列4番)</w:t>
      </w:r>
    </w:p>
    <w:p w14:paraId="30EDB486" w14:textId="77777777" w:rsidR="00532404" w:rsidRDefault="00532404" w:rsidP="006B1AF2">
      <w:pPr>
        <w:overflowPunct w:val="0"/>
        <w:autoSpaceDE w:val="0"/>
        <w:autoSpaceDN w:val="0"/>
        <w:ind w:firstLineChars="67" w:firstLine="141"/>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DC50DB" w:rsidRPr="00890837" w14:paraId="09D29974" w14:textId="77777777" w:rsidTr="00841C44">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2A333706" w14:textId="77777777" w:rsidR="00DC50DB" w:rsidRPr="00890837" w:rsidRDefault="00DC50DB" w:rsidP="00841C44">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DC50DB" w:rsidRPr="00890837" w14:paraId="46DDC5C8" w14:textId="77777777" w:rsidTr="00841C44">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6F55BA6C" w14:textId="77777777" w:rsidR="00DC50DB" w:rsidRPr="00890837" w:rsidRDefault="00DC50DB" w:rsidP="00841C44">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DC50DB" w:rsidRPr="00890837" w14:paraId="54821870" w14:textId="77777777" w:rsidTr="00841C44">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44F96FEF" w14:textId="77777777" w:rsidR="00DC50DB" w:rsidRPr="00890837" w:rsidRDefault="00DC50DB" w:rsidP="00841C44">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047FB57" w14:textId="77777777" w:rsidR="00DC50DB" w:rsidRPr="00890837" w:rsidRDefault="00DC50DB" w:rsidP="00841C44">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DC50DB" w:rsidRPr="00931AC4" w14:paraId="3AC3A90F" w14:textId="77777777" w:rsidTr="00841C44">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DF066BE" w14:textId="77777777" w:rsidR="00DC50DB" w:rsidRPr="00935EEC" w:rsidRDefault="00DC50DB" w:rsidP="00841C44">
            <w:pPr>
              <w:pStyle w:val="a5"/>
              <w:rPr>
                <w:rFonts w:ascii="ＭＳ 明朝" w:eastAsia="ＭＳ 明朝" w:hAnsi="ＭＳ 明朝"/>
                <w:sz w:val="21"/>
                <w:szCs w:val="21"/>
              </w:rPr>
            </w:pPr>
            <w:r w:rsidRPr="00935EEC">
              <w:rPr>
                <w:rFonts w:ascii="ＭＳ 明朝" w:eastAsia="ＭＳ 明朝" w:hAnsi="ＭＳ 明朝" w:hint="eastAsia"/>
                <w:sz w:val="21"/>
                <w:szCs w:val="21"/>
              </w:rPr>
              <w:t>電話番号</w:t>
            </w:r>
          </w:p>
          <w:p w14:paraId="2AA249A3" w14:textId="77777777" w:rsidR="00DC50DB" w:rsidRPr="00935EEC" w:rsidRDefault="00DC50DB" w:rsidP="00841C44">
            <w:pPr>
              <w:pStyle w:val="a5"/>
              <w:rPr>
                <w:rFonts w:ascii="ＭＳ 明朝" w:eastAsia="ＭＳ 明朝" w:hAnsi="ＭＳ 明朝"/>
                <w:sz w:val="21"/>
                <w:szCs w:val="21"/>
              </w:rPr>
            </w:pPr>
            <w:r w:rsidRPr="00935EEC">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EEFB80D" w14:textId="77777777" w:rsidR="00DC50DB" w:rsidRPr="00935EEC" w:rsidRDefault="00DC50DB" w:rsidP="00841C44">
            <w:pPr>
              <w:pStyle w:val="a5"/>
              <w:ind w:leftChars="-51" w:left="-107"/>
              <w:jc w:val="both"/>
              <w:rPr>
                <w:rFonts w:ascii="ＭＳ 明朝" w:eastAsia="ＭＳ 明朝" w:hAnsi="ＭＳ 明朝" w:cs="ＭＳ 明朝"/>
                <w:sz w:val="21"/>
                <w:szCs w:val="21"/>
              </w:rPr>
            </w:pPr>
            <w:r w:rsidRPr="00935EEC">
              <w:rPr>
                <w:rFonts w:ascii="ＭＳ 明朝" w:eastAsia="ＭＳ 明朝" w:hAnsi="ＭＳ 明朝" w:cs="ＭＳ 明朝" w:hint="eastAsia"/>
                <w:sz w:val="21"/>
                <w:szCs w:val="21"/>
              </w:rPr>
              <w:t>987-6543-2111　FAX番号　123-456-7890</w:t>
            </w:r>
          </w:p>
          <w:p w14:paraId="3D74894A" w14:textId="6B0313EE" w:rsidR="00DC50DB" w:rsidRPr="00935EEC" w:rsidRDefault="00AD0D3B" w:rsidP="00841C44">
            <w:pPr>
              <w:pStyle w:val="a5"/>
              <w:ind w:leftChars="-51" w:left="-107"/>
              <w:jc w:val="both"/>
              <w:rPr>
                <w:rFonts w:ascii="ＭＳ 明朝" w:eastAsia="ＭＳ 明朝" w:hAnsi="ＭＳ 明朝"/>
                <w:sz w:val="21"/>
                <w:szCs w:val="21"/>
              </w:rPr>
            </w:pPr>
            <w:hyperlink r:id="rId11" w:history="1">
              <w:r w:rsidRPr="00935EEC">
                <w:rPr>
                  <w:rStyle w:val="a8"/>
                  <w:rFonts w:ascii="ＭＳ 明朝" w:eastAsia="ＭＳ 明朝" w:hAnsi="ＭＳ 明朝" w:cs="ＭＳ 明朝" w:hint="eastAsia"/>
                  <w:color w:val="auto"/>
                  <w:sz w:val="21"/>
                  <w:szCs w:val="21"/>
                  <w:u w:val="none"/>
                </w:rPr>
                <w:t>xxxxxxxxxx@yyy.zzz.aaa</w:t>
              </w:r>
            </w:hyperlink>
          </w:p>
        </w:tc>
      </w:tr>
    </w:tbl>
    <w:p w14:paraId="7F3981BB" w14:textId="519FEE48" w:rsidR="006B1AF2" w:rsidRPr="001466CE" w:rsidRDefault="00263244" w:rsidP="00767443">
      <w:pPr>
        <w:overflowPunct w:val="0"/>
        <w:autoSpaceDE w:val="0"/>
        <w:autoSpaceDN w:val="0"/>
        <w:ind w:leftChars="150" w:left="315" w:firstLineChars="67" w:firstLine="141"/>
        <w:jc w:val="center"/>
        <w:rPr>
          <w:rFonts w:hAnsi="ＭＳ 明朝"/>
          <w:szCs w:val="21"/>
        </w:rPr>
      </w:pPr>
      <w:r>
        <w:br w:type="page"/>
      </w:r>
      <w:r w:rsidR="00E910ED">
        <w:rPr>
          <w:noProof/>
        </w:rPr>
        <w:lastRenderedPageBreak/>
        <mc:AlternateContent>
          <mc:Choice Requires="wps">
            <w:drawing>
              <wp:anchor distT="0" distB="0" distL="114300" distR="114300" simplePos="0" relativeHeight="251658240" behindDoc="0" locked="0" layoutInCell="1" allowOverlap="1" wp14:anchorId="0E914942" wp14:editId="08332EB6">
                <wp:simplePos x="0" y="0"/>
                <wp:positionH relativeFrom="column">
                  <wp:posOffset>151130</wp:posOffset>
                </wp:positionH>
                <wp:positionV relativeFrom="margin">
                  <wp:align>top</wp:align>
                </wp:positionV>
                <wp:extent cx="5899150" cy="1838325"/>
                <wp:effectExtent l="0" t="0" r="25400" b="2857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9150" cy="1838325"/>
                        </a:xfrm>
                        <a:prstGeom prst="rect">
                          <a:avLst/>
                        </a:prstGeom>
                        <a:solidFill>
                          <a:srgbClr val="92D050">
                            <a:alpha val="80000"/>
                          </a:srgbClr>
                        </a:solidFill>
                        <a:ln w="12700" algn="ctr">
                          <a:solidFill>
                            <a:srgbClr val="92D050"/>
                          </a:solidFill>
                          <a:miter lim="800000"/>
                          <a:headEnd/>
                          <a:tailEnd/>
                        </a:ln>
                        <a:effectLst/>
                      </wps:spPr>
                      <wps:txbx>
                        <w:txbxContent>
                          <w:p w14:paraId="2A89CC4D" w14:textId="2397E5B2"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914942" id="Rectangle 4" o:spid="_x0000_s1029" style="position:absolute;left:0;text-align:left;margin-left:11.9pt;margin-top:0;width:464.5pt;height:144.75pt;z-index:251658240;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" fillcolor="#92d050" strokecolor="#92d050" strokeweight="1pt">
                <v:fill opacity="52428f"/>
                <v:textbox inset="5.85pt,.7pt,5.85pt,.7pt">
                  <w:txbxContent>
                    <w:p w14:paraId="2A89CC4D" w14:textId="2397E5B2"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３</w:t>
                      </w:r>
                    </w:p>
                  </w:txbxContent>
                </v:textbox>
                <w10:wrap anchory="margin"/>
              </v:rect>
            </w:pict>
          </mc:Fallback>
        </mc:AlternateContent>
      </w:r>
      <w:r w:rsidR="006B1AF2">
        <w:t>(裏 面)</w:t>
      </w:r>
    </w:p>
    <w:p w14:paraId="5C32E89B" w14:textId="1D4425CF" w:rsidR="006B1AF2" w:rsidRDefault="006B1AF2" w:rsidP="00767443">
      <w:pPr>
        <w:overflowPunct w:val="0"/>
        <w:autoSpaceDE w:val="0"/>
        <w:autoSpaceDN w:val="0"/>
        <w:ind w:leftChars="150" w:left="315" w:firstLineChars="67" w:firstLine="141"/>
      </w:pPr>
      <w:r>
        <w:t>注意</w:t>
      </w:r>
    </w:p>
    <w:p w14:paraId="28125DF3" w14:textId="3E0529DE" w:rsidR="00865425" w:rsidRDefault="006D189B" w:rsidP="006D189B">
      <w:pPr>
        <w:wordWrap w:val="0"/>
        <w:overflowPunct w:val="0"/>
        <w:autoSpaceDE w:val="0"/>
        <w:autoSpaceDN w:val="0"/>
        <w:ind w:leftChars="217" w:left="708" w:hangingChars="120" w:hanging="252"/>
      </w:pPr>
      <w:r>
        <w:rPr>
          <w:rFonts w:hint="eastAsia"/>
        </w:rPr>
        <w:t>１</w:t>
      </w:r>
      <w:r w:rsidR="00865425">
        <w:rPr>
          <w:rFonts w:hint="eastAsia"/>
        </w:rPr>
        <w:t xml:space="preserve">　</w:t>
      </w:r>
      <w:r w:rsidR="00865425">
        <w:t>特別児童扶養手当認定通知書を受けた方の特別児童扶養手当は金融機関の口座への振り込み又は郵便局への送金により受けることになっています。</w:t>
      </w:r>
    </w:p>
    <w:p w14:paraId="63AAEC5F" w14:textId="6BA26251" w:rsidR="00865425" w:rsidRDefault="00865425" w:rsidP="006D189B">
      <w:pPr>
        <w:wordWrap w:val="0"/>
        <w:overflowPunct w:val="0"/>
        <w:autoSpaceDE w:val="0"/>
        <w:autoSpaceDN w:val="0"/>
        <w:ind w:leftChars="337" w:left="708" w:firstLineChars="67" w:firstLine="141"/>
      </w:pPr>
      <w:r>
        <w:t>なお、特別児童扶養手当を郵便局への送金により受ける場合は、特別児童扶養手当送金通知書及び</w:t>
      </w:r>
      <w:r w:rsidR="00EE652F" w:rsidRPr="00EE652F">
        <w:rPr>
          <w:rFonts w:hint="eastAsia"/>
        </w:rPr>
        <w:t>特別児童扶養手当受給証明書</w:t>
      </w:r>
      <w:r>
        <w:t>とともに、印鑑証明書</w:t>
      </w:r>
      <w:r w:rsidR="006359EB" w:rsidRPr="00D52619">
        <w:rPr>
          <w:rFonts w:hint="eastAsia"/>
        </w:rPr>
        <w:t>又は</w:t>
      </w:r>
      <w:r w:rsidRPr="00D52619">
        <w:t>身</w:t>
      </w:r>
      <w:r>
        <w:t>分証明書等の正当な受取人又はその代理人であることを証する書面を支払郵便局へ持参することにより受けることになっています。</w:t>
      </w:r>
    </w:p>
    <w:p w14:paraId="2F3AE216" w14:textId="1022DB5C" w:rsidR="00865425" w:rsidRDefault="0055659F" w:rsidP="00767443">
      <w:pPr>
        <w:wordWrap w:val="0"/>
        <w:overflowPunct w:val="0"/>
        <w:autoSpaceDE w:val="0"/>
        <w:autoSpaceDN w:val="0"/>
        <w:ind w:leftChars="150" w:left="315" w:firstLineChars="150" w:firstLine="315"/>
      </w:pPr>
      <w:r>
        <w:rPr>
          <w:rFonts w:hint="eastAsia"/>
          <w:noProof/>
        </w:rPr>
        <mc:AlternateContent>
          <mc:Choice Requires="wps">
            <w:drawing>
              <wp:anchor distT="0" distB="0" distL="114300" distR="114300" simplePos="0" relativeHeight="251659264" behindDoc="0" locked="0" layoutInCell="1" allowOverlap="1" wp14:anchorId="76B41781" wp14:editId="0DECC1A1">
                <wp:simplePos x="0" y="0"/>
                <wp:positionH relativeFrom="column">
                  <wp:posOffset>122555</wp:posOffset>
                </wp:positionH>
                <wp:positionV relativeFrom="paragraph">
                  <wp:posOffset>180340</wp:posOffset>
                </wp:positionV>
                <wp:extent cx="5918200" cy="2533650"/>
                <wp:effectExtent l="0" t="0" r="25400" b="190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8200" cy="2533650"/>
                        </a:xfrm>
                        <a:prstGeom prst="rect">
                          <a:avLst/>
                        </a:prstGeom>
                        <a:solidFill>
                          <a:srgbClr val="92D050">
                            <a:alpha val="80000"/>
                          </a:srgbClr>
                        </a:solidFill>
                        <a:ln w="12700" algn="ctr">
                          <a:solidFill>
                            <a:srgbClr val="92D050"/>
                          </a:solidFill>
                          <a:miter lim="800000"/>
                          <a:headEnd/>
                          <a:tailEnd/>
                        </a:ln>
                        <a:effectLst/>
                      </wps:spPr>
                      <wps:txbx>
                        <w:txbxContent>
                          <w:p w14:paraId="630C33D5" w14:textId="77777777" w:rsidR="00C10BAC" w:rsidRPr="007C6C3F" w:rsidRDefault="00C10BAC" w:rsidP="00C10BAC">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教示文</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B41781" id="Rectangle 5" o:spid="_x0000_s1030" style="position:absolute;left:0;text-align:left;margin-left:9.65pt;margin-top:14.2pt;width:466pt;height:1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" fillcolor="#92d050" strokecolor="#92d050" strokeweight="1pt">
                <v:fill opacity="52428f"/>
                <v:textbox inset="5.85pt,.7pt,5.85pt,.7pt">
                  <w:txbxContent>
                    <w:p w14:paraId="630C33D5" w14:textId="77777777" w:rsidR="00C10BAC" w:rsidRPr="007C6C3F" w:rsidRDefault="00C10BAC" w:rsidP="00C10BAC">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教示文</w:t>
                      </w:r>
                    </w:p>
                  </w:txbxContent>
                </v:textbox>
              </v:rect>
            </w:pict>
          </mc:Fallback>
        </mc:AlternateContent>
      </w:r>
    </w:p>
    <w:p w14:paraId="01003D36" w14:textId="1A944662" w:rsidR="00865425" w:rsidRDefault="006D189B" w:rsidP="00340F86">
      <w:pPr>
        <w:wordWrap w:val="0"/>
        <w:overflowPunct w:val="0"/>
        <w:autoSpaceDE w:val="0"/>
        <w:autoSpaceDN w:val="0"/>
        <w:ind w:leftChars="216" w:left="706" w:hangingChars="120" w:hanging="252"/>
      </w:pPr>
      <w:r>
        <w:rPr>
          <w:rFonts w:hint="eastAsia"/>
        </w:rPr>
        <w:t>２</w:t>
      </w:r>
      <w:r w:rsidR="00865425">
        <w:rPr>
          <w:rFonts w:hint="eastAsia"/>
        </w:rPr>
        <w:t xml:space="preserve">　</w:t>
      </w:r>
      <w:r w:rsidR="00865425">
        <w:t>この認定に不服があるときは、この通知書を受けた日の翌日から起算して3か月以内に、書面で、都道府県知事に対して審査請求をすることができます。</w:t>
      </w:r>
    </w:p>
    <w:p w14:paraId="01390495" w14:textId="77777777" w:rsidR="00865425" w:rsidRDefault="00865425" w:rsidP="00340F86">
      <w:pPr>
        <w:wordWrap w:val="0"/>
        <w:overflowPunct w:val="0"/>
        <w:autoSpaceDE w:val="0"/>
        <w:autoSpaceDN w:val="0"/>
        <w:ind w:leftChars="337" w:left="708" w:firstLineChars="67" w:firstLine="141"/>
      </w:pPr>
      <w:r>
        <w:t>なお、この通知書を受けた日の翌日から起算して3か月以内であっても、この処分の日の翌日から起算して1年を経過したときは、審査請求をすることができません。</w:t>
      </w:r>
    </w:p>
    <w:p w14:paraId="037171F2" w14:textId="77777777" w:rsidR="00865425" w:rsidRDefault="00865425" w:rsidP="00767443">
      <w:pPr>
        <w:wordWrap w:val="0"/>
        <w:overflowPunct w:val="0"/>
        <w:autoSpaceDE w:val="0"/>
        <w:autoSpaceDN w:val="0"/>
        <w:ind w:leftChars="150" w:left="315" w:firstLineChars="150" w:firstLine="315"/>
      </w:pPr>
    </w:p>
    <w:p w14:paraId="322CF72A" w14:textId="77777777" w:rsidR="00865425" w:rsidRDefault="006D189B" w:rsidP="00340F86">
      <w:pPr>
        <w:wordWrap w:val="0"/>
        <w:overflowPunct w:val="0"/>
        <w:autoSpaceDE w:val="0"/>
        <w:autoSpaceDN w:val="0"/>
        <w:ind w:leftChars="200" w:left="708" w:hangingChars="137" w:hanging="288"/>
      </w:pPr>
      <w:r>
        <w:rPr>
          <w:rFonts w:hint="eastAsia"/>
        </w:rPr>
        <w:t>３</w:t>
      </w:r>
      <w:r w:rsidR="00865425">
        <w:rPr>
          <w:rFonts w:hint="eastAsia"/>
        </w:rPr>
        <w:t xml:space="preserve">　</w:t>
      </w:r>
      <w:r w:rsidR="00865425">
        <w:t>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w:t>
      </w:r>
    </w:p>
    <w:p w14:paraId="0212D1D6" w14:textId="13A51903" w:rsidR="00981BCA" w:rsidRPr="00981BCA" w:rsidRDefault="00865425" w:rsidP="00340F86">
      <w:pPr>
        <w:wordWrap w:val="0"/>
        <w:overflowPunct w:val="0"/>
        <w:autoSpaceDE w:val="0"/>
        <w:autoSpaceDN w:val="0"/>
        <w:ind w:leftChars="337" w:left="708" w:firstLineChars="67" w:firstLine="141"/>
        <w:rPr>
          <w:rFonts w:hAnsi="ＭＳ 明朝"/>
          <w:sz w:val="18"/>
          <w:szCs w:val="18"/>
        </w:rPr>
      </w:pPr>
      <w:r>
        <w:t>なお、この通知書を受けた日の翌日から起算して6か月以内であっても、この処分の日の翌日から起算して1年を経過したときは、取消訴訟を提起することができません。</w:t>
      </w:r>
    </w:p>
    <w:sectPr w:rsidR="00981BCA" w:rsidRPr="00981BCA" w:rsidSect="00341270">
      <w:headerReference w:type="default" r:id="rId12"/>
      <w:pgSz w:w="11906" w:h="16838" w:code="9"/>
      <w:pgMar w:top="1701" w:right="1247" w:bottom="993"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C12F5" w14:textId="77777777" w:rsidR="00CA7049" w:rsidRDefault="00CA7049">
      <w:r>
        <w:separator/>
      </w:r>
    </w:p>
  </w:endnote>
  <w:endnote w:type="continuationSeparator" w:id="0">
    <w:p w14:paraId="358562CE" w14:textId="77777777" w:rsidR="00CA7049" w:rsidRDefault="00CA7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AE4DD" w14:textId="77777777" w:rsidR="00CA7049" w:rsidRDefault="00CA7049">
      <w:r>
        <w:separator/>
      </w:r>
    </w:p>
  </w:footnote>
  <w:footnote w:type="continuationSeparator" w:id="0">
    <w:p w14:paraId="5FDAFCA8" w14:textId="77777777" w:rsidR="00CA7049" w:rsidRDefault="00CA7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7724C" w14:textId="77777777" w:rsidR="003D329C" w:rsidRDefault="003D329C" w:rsidP="008911C4">
    <w:pPr>
      <w:pStyle w:val="a3"/>
      <w:jc w:val="right"/>
    </w:pPr>
    <w:r>
      <w:rPr>
        <w:rFonts w:hint="eastAsia"/>
      </w:rPr>
      <w:t>様式第十一号(第十七条関係)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4607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2050" fillcolor="none [2409]" strokecolor="none [3204]">
      <v:fill color="none [2409]" opacity="26214f"/>
      <v:stroke color="none [3204]"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13256"/>
    <w:rsid w:val="00034BA6"/>
    <w:rsid w:val="00050154"/>
    <w:rsid w:val="00052D0B"/>
    <w:rsid w:val="000552F0"/>
    <w:rsid w:val="00065B1E"/>
    <w:rsid w:val="00067CE4"/>
    <w:rsid w:val="0008405D"/>
    <w:rsid w:val="00092646"/>
    <w:rsid w:val="000A2848"/>
    <w:rsid w:val="000B0456"/>
    <w:rsid w:val="000B57F2"/>
    <w:rsid w:val="000D2546"/>
    <w:rsid w:val="000D3ABF"/>
    <w:rsid w:val="000F74ED"/>
    <w:rsid w:val="00112DCF"/>
    <w:rsid w:val="001209B1"/>
    <w:rsid w:val="00130919"/>
    <w:rsid w:val="00135C60"/>
    <w:rsid w:val="001466CE"/>
    <w:rsid w:val="00167783"/>
    <w:rsid w:val="001708F8"/>
    <w:rsid w:val="00171425"/>
    <w:rsid w:val="00192B9C"/>
    <w:rsid w:val="001D3EE5"/>
    <w:rsid w:val="001D3F72"/>
    <w:rsid w:val="001F3314"/>
    <w:rsid w:val="00206C75"/>
    <w:rsid w:val="002374BA"/>
    <w:rsid w:val="00247CD8"/>
    <w:rsid w:val="00263244"/>
    <w:rsid w:val="002642CB"/>
    <w:rsid w:val="00266160"/>
    <w:rsid w:val="002A30E4"/>
    <w:rsid w:val="002C22C4"/>
    <w:rsid w:val="002C43FA"/>
    <w:rsid w:val="002C686E"/>
    <w:rsid w:val="002C68EC"/>
    <w:rsid w:val="002C719D"/>
    <w:rsid w:val="002D29E7"/>
    <w:rsid w:val="0030781C"/>
    <w:rsid w:val="0032348C"/>
    <w:rsid w:val="00326D19"/>
    <w:rsid w:val="00327AF1"/>
    <w:rsid w:val="00340F86"/>
    <w:rsid w:val="00341270"/>
    <w:rsid w:val="00345E9E"/>
    <w:rsid w:val="00393A48"/>
    <w:rsid w:val="003A5D9C"/>
    <w:rsid w:val="003B6F31"/>
    <w:rsid w:val="003C607A"/>
    <w:rsid w:val="003D329C"/>
    <w:rsid w:val="003F2063"/>
    <w:rsid w:val="003F4017"/>
    <w:rsid w:val="003F4237"/>
    <w:rsid w:val="00425FEB"/>
    <w:rsid w:val="004426B5"/>
    <w:rsid w:val="00452B3F"/>
    <w:rsid w:val="0045334C"/>
    <w:rsid w:val="0046067B"/>
    <w:rsid w:val="005257A6"/>
    <w:rsid w:val="00532404"/>
    <w:rsid w:val="0053741C"/>
    <w:rsid w:val="00540C2E"/>
    <w:rsid w:val="0054749D"/>
    <w:rsid w:val="0055659F"/>
    <w:rsid w:val="00575B17"/>
    <w:rsid w:val="005A0657"/>
    <w:rsid w:val="005B1D4C"/>
    <w:rsid w:val="005C199A"/>
    <w:rsid w:val="006078D4"/>
    <w:rsid w:val="006359EB"/>
    <w:rsid w:val="006443EA"/>
    <w:rsid w:val="00673630"/>
    <w:rsid w:val="00681AE9"/>
    <w:rsid w:val="00683792"/>
    <w:rsid w:val="006B1AF2"/>
    <w:rsid w:val="006C6B8C"/>
    <w:rsid w:val="006D189B"/>
    <w:rsid w:val="0071411C"/>
    <w:rsid w:val="00714674"/>
    <w:rsid w:val="007210E9"/>
    <w:rsid w:val="00740A24"/>
    <w:rsid w:val="00747A3D"/>
    <w:rsid w:val="00760D70"/>
    <w:rsid w:val="007627D5"/>
    <w:rsid w:val="00767443"/>
    <w:rsid w:val="00775EB2"/>
    <w:rsid w:val="00780814"/>
    <w:rsid w:val="00780C84"/>
    <w:rsid w:val="00784322"/>
    <w:rsid w:val="00785C22"/>
    <w:rsid w:val="007A26B8"/>
    <w:rsid w:val="007C5F1A"/>
    <w:rsid w:val="007C6C3F"/>
    <w:rsid w:val="00801B5A"/>
    <w:rsid w:val="008074CF"/>
    <w:rsid w:val="00817B19"/>
    <w:rsid w:val="00841C44"/>
    <w:rsid w:val="008541F0"/>
    <w:rsid w:val="00865425"/>
    <w:rsid w:val="008911C4"/>
    <w:rsid w:val="008B4004"/>
    <w:rsid w:val="008E760C"/>
    <w:rsid w:val="00921BAC"/>
    <w:rsid w:val="00922322"/>
    <w:rsid w:val="00935EEC"/>
    <w:rsid w:val="00940669"/>
    <w:rsid w:val="009647CD"/>
    <w:rsid w:val="00966B25"/>
    <w:rsid w:val="00981BCA"/>
    <w:rsid w:val="009D093D"/>
    <w:rsid w:val="009D1C61"/>
    <w:rsid w:val="009D2C42"/>
    <w:rsid w:val="009D6F40"/>
    <w:rsid w:val="009E0D8A"/>
    <w:rsid w:val="009E316A"/>
    <w:rsid w:val="009E783C"/>
    <w:rsid w:val="009F1594"/>
    <w:rsid w:val="009F6803"/>
    <w:rsid w:val="00A066F2"/>
    <w:rsid w:val="00A561E4"/>
    <w:rsid w:val="00A71645"/>
    <w:rsid w:val="00A72404"/>
    <w:rsid w:val="00AB6C1B"/>
    <w:rsid w:val="00AC0156"/>
    <w:rsid w:val="00AD0D3B"/>
    <w:rsid w:val="00AE59F3"/>
    <w:rsid w:val="00B024B5"/>
    <w:rsid w:val="00B25607"/>
    <w:rsid w:val="00B26226"/>
    <w:rsid w:val="00B4033C"/>
    <w:rsid w:val="00B4185C"/>
    <w:rsid w:val="00B442A5"/>
    <w:rsid w:val="00B5542A"/>
    <w:rsid w:val="00B56236"/>
    <w:rsid w:val="00B64433"/>
    <w:rsid w:val="00B64956"/>
    <w:rsid w:val="00B64BCC"/>
    <w:rsid w:val="00BE1BF3"/>
    <w:rsid w:val="00BF5405"/>
    <w:rsid w:val="00C10BAC"/>
    <w:rsid w:val="00C10C0A"/>
    <w:rsid w:val="00C21947"/>
    <w:rsid w:val="00C246E4"/>
    <w:rsid w:val="00C27600"/>
    <w:rsid w:val="00C27A18"/>
    <w:rsid w:val="00C31714"/>
    <w:rsid w:val="00C361F4"/>
    <w:rsid w:val="00CA0FAE"/>
    <w:rsid w:val="00CA283D"/>
    <w:rsid w:val="00CA7049"/>
    <w:rsid w:val="00CD1908"/>
    <w:rsid w:val="00CD2DD6"/>
    <w:rsid w:val="00CD5FDA"/>
    <w:rsid w:val="00CD657A"/>
    <w:rsid w:val="00CE2FC2"/>
    <w:rsid w:val="00CE388D"/>
    <w:rsid w:val="00CF0D4E"/>
    <w:rsid w:val="00CF45D5"/>
    <w:rsid w:val="00D13D72"/>
    <w:rsid w:val="00D22322"/>
    <w:rsid w:val="00D24726"/>
    <w:rsid w:val="00D400F0"/>
    <w:rsid w:val="00D475AA"/>
    <w:rsid w:val="00D52619"/>
    <w:rsid w:val="00D6512C"/>
    <w:rsid w:val="00D72CAA"/>
    <w:rsid w:val="00D83528"/>
    <w:rsid w:val="00D84CE1"/>
    <w:rsid w:val="00DB29CF"/>
    <w:rsid w:val="00DB330E"/>
    <w:rsid w:val="00DB4319"/>
    <w:rsid w:val="00DB52C8"/>
    <w:rsid w:val="00DC50DB"/>
    <w:rsid w:val="00DD2CFF"/>
    <w:rsid w:val="00DD5F5B"/>
    <w:rsid w:val="00DF699C"/>
    <w:rsid w:val="00E0460E"/>
    <w:rsid w:val="00E058CA"/>
    <w:rsid w:val="00E22B67"/>
    <w:rsid w:val="00E73BAD"/>
    <w:rsid w:val="00E871D1"/>
    <w:rsid w:val="00E910ED"/>
    <w:rsid w:val="00EB6B18"/>
    <w:rsid w:val="00ED2DC4"/>
    <w:rsid w:val="00ED5D1A"/>
    <w:rsid w:val="00EE652F"/>
    <w:rsid w:val="00F0036B"/>
    <w:rsid w:val="00F03489"/>
    <w:rsid w:val="00F05652"/>
    <w:rsid w:val="00F06712"/>
    <w:rsid w:val="00F0702D"/>
    <w:rsid w:val="00F11973"/>
    <w:rsid w:val="00F2197C"/>
    <w:rsid w:val="00F27ECE"/>
    <w:rsid w:val="00F355EC"/>
    <w:rsid w:val="00F4061D"/>
    <w:rsid w:val="00F4358F"/>
    <w:rsid w:val="00F65E8A"/>
    <w:rsid w:val="00F92366"/>
    <w:rsid w:val="00FA23E9"/>
    <w:rsid w:val="00FA2CDF"/>
    <w:rsid w:val="00FB40E5"/>
    <w:rsid w:val="00FE15AC"/>
    <w:rsid w:val="00FF282F"/>
    <w:rsid w:val="00FF3699"/>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none [2409]" strokecolor="none [3204]">
      <v:fill color="none [2409]" opacity="26214f"/>
      <v:stroke color="none [3204]" weight="1pt"/>
      <v:textbox inset="5.85pt,.7pt,5.85pt,.7pt"/>
    </o:shapedefaults>
    <o:shapelayout v:ext="edit">
      <o:idmap v:ext="edit" data="2"/>
    </o:shapelayout>
  </w:shapeDefaults>
  <w:decimalSymbol w:val="."/>
  <w:listSeparator w:val=","/>
  <w14:docId w14:val="456FC0E6"/>
  <w15:chartTrackingRefBased/>
  <w15:docId w15:val="{43D2F37E-D6AF-49D2-80D7-90890EAC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D0D3B"/>
    <w:rPr>
      <w:color w:val="0563C1" w:themeColor="hyperlink"/>
      <w:u w:val="single"/>
    </w:rPr>
  </w:style>
  <w:style w:type="character" w:styleId="a9">
    <w:name w:val="Unresolved Mention"/>
    <w:basedOn w:val="a0"/>
    <w:uiPriority w:val="99"/>
    <w:semiHidden/>
    <w:unhideWhenUsed/>
    <w:rsid w:val="00AD0D3B"/>
    <w:rPr>
      <w:color w:val="605E5C"/>
      <w:shd w:val="clear" w:color="auto" w:fill="E1DFDD"/>
    </w:rPr>
  </w:style>
  <w:style w:type="paragraph" w:styleId="aa">
    <w:name w:val="Note Heading"/>
    <w:basedOn w:val="a"/>
    <w:next w:val="a"/>
    <w:link w:val="ab"/>
    <w:uiPriority w:val="99"/>
    <w:unhideWhenUsed/>
    <w:rsid w:val="00817B19"/>
    <w:pPr>
      <w:jc w:val="center"/>
    </w:pPr>
    <w:rPr>
      <w:rFonts w:hAnsi="ＭＳ 明朝" w:cs="kiloji"/>
      <w:kern w:val="0"/>
      <w:sz w:val="20"/>
    </w:rPr>
  </w:style>
  <w:style w:type="character" w:customStyle="1" w:styleId="ab">
    <w:name w:val="記 (文字)"/>
    <w:basedOn w:val="a0"/>
    <w:link w:val="aa"/>
    <w:uiPriority w:val="99"/>
    <w:rsid w:val="00817B19"/>
    <w:rPr>
      <w:rFonts w:ascii="ＭＳ 明朝" w:hAnsi="ＭＳ 明朝" w:cs="kiloji"/>
    </w:rPr>
  </w:style>
  <w:style w:type="paragraph" w:styleId="ac">
    <w:name w:val="Closing"/>
    <w:basedOn w:val="a"/>
    <w:link w:val="ad"/>
    <w:uiPriority w:val="99"/>
    <w:unhideWhenUsed/>
    <w:rsid w:val="00817B19"/>
    <w:pPr>
      <w:jc w:val="right"/>
    </w:pPr>
    <w:rPr>
      <w:rFonts w:hAnsi="ＭＳ 明朝" w:cs="kiloji"/>
      <w:kern w:val="0"/>
      <w:sz w:val="20"/>
    </w:rPr>
  </w:style>
  <w:style w:type="character" w:customStyle="1" w:styleId="ad">
    <w:name w:val="結語 (文字)"/>
    <w:basedOn w:val="a0"/>
    <w:link w:val="ac"/>
    <w:uiPriority w:val="99"/>
    <w:rsid w:val="00817B19"/>
    <w:rPr>
      <w:rFonts w:ascii="ＭＳ 明朝" w:hAnsi="ＭＳ 明朝" w:cs="kiloji"/>
    </w:rPr>
  </w:style>
  <w:style w:type="paragraph" w:styleId="ae">
    <w:name w:val="No Spacing"/>
    <w:uiPriority w:val="1"/>
    <w:qFormat/>
    <w:rsid w:val="005257A6"/>
    <w:pPr>
      <w:widowControl w:val="0"/>
      <w:jc w:val="both"/>
    </w:pPr>
    <w:rPr>
      <w:rFonts w:ascii="游明朝" w:eastAsia="游明朝" w:hAnsi="游明朝"/>
      <w:kern w:val="2"/>
      <w:sz w:val="21"/>
      <w:szCs w:val="22"/>
    </w:rPr>
  </w:style>
  <w:style w:type="character" w:styleId="af">
    <w:name w:val="annotation reference"/>
    <w:basedOn w:val="a0"/>
    <w:uiPriority w:val="99"/>
    <w:semiHidden/>
    <w:unhideWhenUsed/>
    <w:rsid w:val="0030781C"/>
    <w:rPr>
      <w:sz w:val="18"/>
      <w:szCs w:val="18"/>
    </w:rPr>
  </w:style>
  <w:style w:type="paragraph" w:styleId="af0">
    <w:name w:val="annotation text"/>
    <w:basedOn w:val="a"/>
    <w:link w:val="af1"/>
    <w:uiPriority w:val="99"/>
    <w:unhideWhenUsed/>
    <w:rsid w:val="0030781C"/>
    <w:pPr>
      <w:jc w:val="left"/>
    </w:pPr>
  </w:style>
  <w:style w:type="character" w:customStyle="1" w:styleId="af1">
    <w:name w:val="コメント文字列 (文字)"/>
    <w:basedOn w:val="a0"/>
    <w:link w:val="af0"/>
    <w:uiPriority w:val="99"/>
    <w:rsid w:val="0030781C"/>
    <w:rPr>
      <w:rFonts w:ascii="ＭＳ 明朝" w:hAnsi="Courier New"/>
      <w:kern w:val="2"/>
      <w:sz w:val="21"/>
    </w:rPr>
  </w:style>
  <w:style w:type="paragraph" w:styleId="af2">
    <w:name w:val="annotation subject"/>
    <w:basedOn w:val="af0"/>
    <w:next w:val="af0"/>
    <w:link w:val="af3"/>
    <w:uiPriority w:val="99"/>
    <w:semiHidden/>
    <w:unhideWhenUsed/>
    <w:rsid w:val="0030781C"/>
    <w:rPr>
      <w:b/>
      <w:bCs/>
    </w:rPr>
  </w:style>
  <w:style w:type="character" w:customStyle="1" w:styleId="af3">
    <w:name w:val="コメント内容 (文字)"/>
    <w:basedOn w:val="af1"/>
    <w:link w:val="af2"/>
    <w:uiPriority w:val="99"/>
    <w:semiHidden/>
    <w:rsid w:val="0030781C"/>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151596">
      <w:bodyDiv w:val="1"/>
      <w:marLeft w:val="0"/>
      <w:marRight w:val="0"/>
      <w:marTop w:val="0"/>
      <w:marBottom w:val="0"/>
      <w:divBdr>
        <w:top w:val="none" w:sz="0" w:space="0" w:color="auto"/>
        <w:left w:val="none" w:sz="0" w:space="0" w:color="auto"/>
        <w:bottom w:val="none" w:sz="0" w:space="0" w:color="auto"/>
        <w:right w:val="none" w:sz="0" w:space="0" w:color="auto"/>
      </w:divBdr>
    </w:div>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 w:id="209331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538135">
            <a:alpha val="39999"/>
          </a:srgbClr>
        </a:solidFill>
        <a:ln w="12700" algn="ctr">
          <a:solidFill>
            <a:srgbClr val="4472C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a:spPr>
      <a:bodyPr rot="0" vert="horz" wrap="square" lIns="74295" tIns="8890" rIns="74295" bIns="889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03D1A62C-B206-43AE-99DC-19341D842AA1}">
  <ds:schemaRefs>
    <ds:schemaRef ds:uri="http://schemas.openxmlformats.org/officeDocument/2006/bibliography"/>
  </ds:schemaRefs>
</ds:datastoreItem>
</file>

<file path=customXml/itemProps2.xml><?xml version="1.0" encoding="utf-8"?>
<ds:datastoreItem xmlns:ds="http://schemas.openxmlformats.org/officeDocument/2006/customXml" ds:itemID="{C7125C7B-5BD4-4C1C-9CC3-B29F91D241F5}">
  <ds:schemaRefs>
    <ds:schemaRef ds:uri="http://schemas.microsoft.com/sharepoint/v3/contenttype/forms"/>
  </ds:schemaRefs>
</ds:datastoreItem>
</file>

<file path=customXml/itemProps3.xml><?xml version="1.0" encoding="utf-8"?>
<ds:datastoreItem xmlns:ds="http://schemas.openxmlformats.org/officeDocument/2006/customXml" ds:itemID="{3F202314-F4D7-4D15-8565-73AC91EA516F}"/>
</file>

<file path=customXml/itemProps4.xml><?xml version="1.0" encoding="utf-8"?>
<ds:datastoreItem xmlns:ds="http://schemas.openxmlformats.org/officeDocument/2006/customXml" ds:itemID="{976A4A78-EC6D-4955-9A62-7649C2A35B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RB-EF.dot</Template>
  <TotalTime>275</TotalTime>
  <Pages>2</Pages>
  <Words>823</Words>
  <Characters>358</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2021-12-21T02:21:00Z</cp:lastPrinted>
  <dcterms:created xsi:type="dcterms:W3CDTF">2021-10-19T11:37:00Z</dcterms:created>
  <dcterms:modified xsi:type="dcterms:W3CDTF">2024-11-24T02:50:00Z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0x010100C55487F8E31019458B1FD5AA377145A3</vt:lpwstr>
  </property>
</Properties>
</file>