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698F8" w14:textId="69E120CB" w:rsidR="00D6512C" w:rsidRPr="002A3440" w:rsidRDefault="00CB7E28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CB7E28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CB7E28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368" w14:textId="4C3C58E2" w:rsidR="001A40C4" w:rsidRDefault="00CB7E28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B0A93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B7E28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16891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A16EB5B-BEA7-4422-8DAD-0E22B2534DFB}"/>
</file>

<file path=customXml/itemProps2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62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2024-11-24T01:09:00Z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