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7968C2E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FE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856B277" w:rsidR="002F10FA" w:rsidRDefault="005A2FBD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625B6C">
              <w:rPr>
                <w:rFonts w:hint="eastAsia"/>
                <w:spacing w:val="105"/>
                <w:kern w:val="0"/>
                <w:fitText w:val="1050" w:id="-1000613376"/>
              </w:rPr>
              <w:t>受給</w:t>
            </w:r>
            <w:r w:rsidRPr="00625B6C">
              <w:rPr>
                <w:rFonts w:hint="eastAsia"/>
                <w:kern w:val="0"/>
                <w:fitText w:val="1050" w:id="-1000613376"/>
              </w:rPr>
              <w:t>者</w:t>
            </w:r>
            <w:r w:rsidR="002F10FA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8DF1" w14:textId="77777777" w:rsidR="00E21A7F" w:rsidRDefault="00E21A7F" w:rsidP="00F20C33">
    <w:pPr>
      <w:pStyle w:val="a3"/>
      <w:jc w:val="right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09EA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34F31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A2FBD"/>
    <w:rsid w:val="005B1981"/>
    <w:rsid w:val="005B6077"/>
    <w:rsid w:val="005B79BB"/>
    <w:rsid w:val="005C199A"/>
    <w:rsid w:val="006078D4"/>
    <w:rsid w:val="00623EAA"/>
    <w:rsid w:val="00625B6C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0C33"/>
    <w:rsid w:val="00F2197C"/>
    <w:rsid w:val="00F27ECE"/>
    <w:rsid w:val="00F355EC"/>
    <w:rsid w:val="00F52A42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3EF2FC-FE90-4493-BE31-313600B8D661}"/>
</file>

<file path=customXml/itemProps4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513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