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F8F3B" w14:textId="70110C78" w:rsidR="00065120" w:rsidRPr="00890837" w:rsidRDefault="006314A9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1A661677">
                <wp:simplePos x="0" y="0"/>
                <wp:positionH relativeFrom="margin">
                  <wp:posOffset>4241800</wp:posOffset>
                </wp:positionH>
                <wp:positionV relativeFrom="paragraph">
                  <wp:posOffset>-730885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F85C4A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26F96FE8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A46D5C5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pt;margin-top:-57.5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" filled="f" stroked="f">
                <v:textbox inset="0,0,0,0">
                  <w:txbxContent>
                    <w:p w14:paraId="64F85C4A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26F96FE8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A46D5C5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5271D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72D936" wp14:editId="0D0D4240">
                <wp:simplePos x="0" y="0"/>
                <wp:positionH relativeFrom="page">
                  <wp:posOffset>868045</wp:posOffset>
                </wp:positionH>
                <wp:positionV relativeFrom="page">
                  <wp:posOffset>508000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4A436" w14:textId="7EECAC13" w:rsidR="00C155BF" w:rsidRPr="00CD461E" w:rsidRDefault="00065120" w:rsidP="00065120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2D936" id="Text Box 2" o:spid="_x0000_s1027" type="#_x0000_t202" style="position:absolute;left:0;text-align:left;margin-left:68.35pt;margin-top:40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Y88jUeEAAAAKAQAADwAAAAAAAAAAAAAAAAB0BAAAZHJzL2Rvd25yZXYueG1s&#10;UEsFBgAAAAAEAAQA8wAAAIIFAAAAAA==&#10;">
                <v:textbox inset="5.85pt,.7pt,5.85pt,.7pt">
                  <w:txbxContent>
                    <w:p w14:paraId="42D4A436" w14:textId="7EECAC13" w:rsidR="00C155BF" w:rsidRPr="00CD461E" w:rsidRDefault="00065120" w:rsidP="00065120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A6A34C" w14:textId="265D9B06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CD384C9" w14:textId="77777777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BE7744" w14:textId="77777777" w:rsidR="00015D4A" w:rsidRDefault="00015D4A" w:rsidP="00015D4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5F21C7A" w14:textId="3684241C" w:rsidR="00015D4A" w:rsidRDefault="00015D4A" w:rsidP="00015D4A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認定請求却下</w:t>
      </w:r>
      <w:r w:rsidRPr="005A0657">
        <w:rPr>
          <w:rFonts w:hint="eastAsia"/>
          <w:sz w:val="28"/>
          <w:szCs w:val="28"/>
        </w:rPr>
        <w:t>通知書</w:t>
      </w:r>
    </w:p>
    <w:p w14:paraId="2D99EE34" w14:textId="4ABD6004" w:rsidR="00065120" w:rsidRPr="00890837" w:rsidRDefault="00AB165A" w:rsidP="00015D4A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AFF61" wp14:editId="64034F56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3573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7B4E570" w14:textId="0F897BF7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71D2EF2C" w14:textId="5D9B47AB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442E63FE" w14:textId="47E55882" w:rsidR="00E71739" w:rsidRDefault="00E71739" w:rsidP="00E71739">
      <w:pPr>
        <w:overflowPunct w:val="0"/>
        <w:autoSpaceDE w:val="0"/>
        <w:autoSpaceDN w:val="0"/>
        <w:ind w:rightChars="67" w:right="141" w:firstLineChars="85" w:firstLine="178"/>
      </w:pPr>
      <w:r w:rsidRPr="00065120">
        <w:rPr>
          <w:rFonts w:hint="eastAsia"/>
          <w:bdr w:val="single" w:sz="4" w:space="0" w:color="auto"/>
        </w:rPr>
        <w:t>申　請　日</w:t>
      </w:r>
      <w:r>
        <w:t>付けで特別児童扶養手当の認定の請求がありましたが、</w:t>
      </w:r>
      <w:r w:rsidR="00A06F19">
        <w:rPr>
          <w:rFonts w:hint="eastAsia"/>
        </w:rPr>
        <w:t>下記</w:t>
      </w:r>
      <w:r>
        <w:t>のとおり却下しましたので通知します。</w:t>
      </w:r>
    </w:p>
    <w:p w14:paraId="42BEEE9A" w14:textId="4861BDC7" w:rsidR="00E71739" w:rsidRPr="00A97935" w:rsidRDefault="008D0A0D" w:rsidP="00E71739">
      <w:pPr>
        <w:pStyle w:val="ab"/>
        <w:rPr>
          <w:sz w:val="21"/>
          <w:szCs w:val="21"/>
        </w:rPr>
      </w:pPr>
      <w:r w:rsidRPr="00A97935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A22832" wp14:editId="4274B559">
                <wp:simplePos x="0" y="0"/>
                <wp:positionH relativeFrom="column">
                  <wp:posOffset>74930</wp:posOffset>
                </wp:positionH>
                <wp:positionV relativeFrom="page">
                  <wp:posOffset>5981700</wp:posOffset>
                </wp:positionV>
                <wp:extent cx="5921375" cy="5524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8AB28" w14:textId="6489764F" w:rsidR="00AA53FC" w:rsidRPr="00157A69" w:rsidRDefault="009A7EF9" w:rsidP="00AA53F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22832" id="正方形/長方形 3" o:spid="_x0000_s1028" style="position:absolute;left:0;text-align:left;margin-left:5.9pt;margin-top:471pt;width:466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69C8AB28" w14:textId="6489764F" w:rsidR="00AA53FC" w:rsidRPr="00157A69" w:rsidRDefault="009A7EF9" w:rsidP="00AA53F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E71739" w:rsidRPr="00A97935">
        <w:rPr>
          <w:rFonts w:hint="eastAsia"/>
          <w:sz w:val="21"/>
          <w:szCs w:val="21"/>
        </w:rPr>
        <w:t>記</w:t>
      </w:r>
    </w:p>
    <w:p w14:paraId="1C0B784C" w14:textId="7B38139A" w:rsidR="00E71739" w:rsidRPr="00E71739" w:rsidRDefault="008D0A0D" w:rsidP="00E71739">
      <w:pPr>
        <w:pStyle w:val="a5"/>
        <w:rPr>
          <w:rFonts w:ascii="ＭＳ 明朝" w:eastAsia="ＭＳ 明朝" w:hAnsi="ＭＳ 明朝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53E4DC" wp14:editId="016CBE7A">
                <wp:simplePos x="0" y="0"/>
                <wp:positionH relativeFrom="column">
                  <wp:posOffset>74930</wp:posOffset>
                </wp:positionH>
                <wp:positionV relativeFrom="page">
                  <wp:posOffset>6581775</wp:posOffset>
                </wp:positionV>
                <wp:extent cx="5921375" cy="2324100"/>
                <wp:effectExtent l="0" t="0" r="2222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2324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F2F15" w14:textId="749C0534" w:rsidR="00FB2783" w:rsidRPr="00157A69" w:rsidRDefault="00FB2783" w:rsidP="00FB2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3E4DC" id="正方形/長方形 2" o:spid="_x0000_s1029" style="position:absolute;margin-left:5.9pt;margin-top:518.25pt;width:466.2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" fillcolor="#92d050" strokecolor="#92d050" strokeweight="1pt">
                <v:fill opacity="52428f"/>
                <v:textbox>
                  <w:txbxContent>
                    <w:p w14:paraId="7C5F2F15" w14:textId="749C0534" w:rsidR="00FB2783" w:rsidRPr="00157A69" w:rsidRDefault="00FB2783" w:rsidP="00FB2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3"/>
      </w:tblGrid>
      <w:tr w:rsidR="00793A52" w14:paraId="55C4CEE5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C6E6598" w14:textId="2F2276BD" w:rsidR="00793A52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7653" w:type="dxa"/>
            <w:shd w:val="clear" w:color="auto" w:fill="auto"/>
          </w:tcPr>
          <w:p w14:paraId="323C7E44" w14:textId="21A782DB" w:rsidR="00793A52" w:rsidRDefault="00793A5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793A52" w14:paraId="63F401ED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A41F903" w14:textId="5C5587FC" w:rsidR="00793A52" w:rsidRPr="00FA2CDF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653" w:type="dxa"/>
            <w:shd w:val="clear" w:color="auto" w:fill="auto"/>
            <w:vAlign w:val="center"/>
          </w:tcPr>
          <w:p w14:paraId="4FFACF6A" w14:textId="34173006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013722A1" w14:textId="77777777" w:rsidTr="003E73B5">
        <w:trPr>
          <w:cantSplit/>
          <w:trHeight w:val="2151"/>
        </w:trPr>
        <w:tc>
          <w:tcPr>
            <w:tcW w:w="1701" w:type="dxa"/>
            <w:shd w:val="clear" w:color="auto" w:fill="auto"/>
            <w:textDirection w:val="tbRlV"/>
            <w:vAlign w:val="center"/>
          </w:tcPr>
          <w:p w14:paraId="22FADAEF" w14:textId="4649BF60" w:rsidR="00FA2CDF" w:rsidRPr="00FA2CDF" w:rsidRDefault="00793A52" w:rsidP="00065120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653" w:type="dxa"/>
            <w:shd w:val="clear" w:color="auto" w:fill="auto"/>
          </w:tcPr>
          <w:p w14:paraId="0CADC3A4" w14:textId="0F8B9D37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3224A33D" w14:textId="0D3AB4F3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3AAB9746" w14:textId="7497DE8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618C8FC2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532807B3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これに不服があるときは、この通知書を受けた日の翌日から起算して3か月以内に、書面で、都道府県知事に対して審査請求をすることができます。</w:t>
      </w:r>
    </w:p>
    <w:p w14:paraId="41BC3ED6" w14:textId="6ED31AEB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 xml:space="preserve">なお、この通知書を受けた日の翌日から起算して3か月以内であっても、この処分の日の翌日から起算して1年を経過したときは、審査請求をすることができません。 </w:t>
      </w:r>
    </w:p>
    <w:p w14:paraId="6DC3654A" w14:textId="47E0B33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6A66D5FC" w14:textId="46344A47" w:rsidR="00015D4A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6892913E" w14:textId="12D666D9" w:rsidR="00E71739" w:rsidRPr="003E73B5" w:rsidRDefault="006B1AF2" w:rsidP="003E73B5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3E73B5" w:rsidRPr="00890837" w14:paraId="0E031904" w14:textId="77777777" w:rsidTr="000022B7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37429C" w14:textId="77777777" w:rsidR="003E73B5" w:rsidRPr="00890837" w:rsidRDefault="003E73B5" w:rsidP="000022B7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3E73B5" w:rsidRPr="00890837" w14:paraId="59E8B0DB" w14:textId="77777777" w:rsidTr="000022B7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E366BA" w14:textId="77777777" w:rsidR="003E73B5" w:rsidRPr="00890837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3E73B5" w:rsidRPr="00890837" w14:paraId="5A53DB9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ED59FBE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5E2239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3E73B5" w:rsidRPr="00931AC4" w14:paraId="4D986BA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E1D206D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E71E23F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2014CE7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6EFEE5E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4906BE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6B67E2C0" w14:textId="77777777" w:rsidR="003E73B5" w:rsidRPr="003E73B5" w:rsidRDefault="003E73B5" w:rsidP="003E73B5">
      <w:pPr>
        <w:overflowPunct w:val="0"/>
        <w:autoSpaceDE w:val="0"/>
        <w:autoSpaceDN w:val="0"/>
        <w:ind w:firstLineChars="67" w:firstLine="141"/>
        <w:jc w:val="right"/>
      </w:pPr>
    </w:p>
    <w:sectPr w:rsidR="003E73B5" w:rsidRPr="003E73B5" w:rsidSect="00AB165A">
      <w:headerReference w:type="default" r:id="rId12"/>
      <w:pgSz w:w="11906" w:h="16838" w:code="9"/>
      <w:pgMar w:top="1701" w:right="1247" w:bottom="851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D2CBA" w14:textId="77777777" w:rsidR="00855C50" w:rsidRDefault="00855C50">
      <w:r>
        <w:separator/>
      </w:r>
    </w:p>
  </w:endnote>
  <w:endnote w:type="continuationSeparator" w:id="0">
    <w:p w14:paraId="6101B663" w14:textId="77777777" w:rsidR="00855C50" w:rsidRDefault="0085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A6DA7" w14:textId="77777777" w:rsidR="00855C50" w:rsidRDefault="00855C50">
      <w:r>
        <w:separator/>
      </w:r>
    </w:p>
  </w:footnote>
  <w:footnote w:type="continuationSeparator" w:id="0">
    <w:p w14:paraId="0BCC154D" w14:textId="77777777" w:rsidR="00855C50" w:rsidRDefault="0085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471B2" w14:textId="77777777" w:rsidR="00065120" w:rsidRDefault="00065120" w:rsidP="00A9472F">
    <w:pPr>
      <w:pStyle w:val="a3"/>
      <w:jc w:val="right"/>
    </w:pPr>
    <w:r>
      <w:t>様式第十二号(第十八条関係)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523468891">
    <w:abstractNumId w:val="0"/>
  </w:num>
  <w:num w:numId="2" w16cid:durableId="51565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22B7"/>
    <w:rsid w:val="00015D4A"/>
    <w:rsid w:val="000358D9"/>
    <w:rsid w:val="00052D0B"/>
    <w:rsid w:val="00065120"/>
    <w:rsid w:val="00065B1E"/>
    <w:rsid w:val="00067CE4"/>
    <w:rsid w:val="0008405D"/>
    <w:rsid w:val="00092646"/>
    <w:rsid w:val="000A2562"/>
    <w:rsid w:val="000A2848"/>
    <w:rsid w:val="000B57F2"/>
    <w:rsid w:val="000C0913"/>
    <w:rsid w:val="000D2546"/>
    <w:rsid w:val="000F74ED"/>
    <w:rsid w:val="001209B1"/>
    <w:rsid w:val="00135C60"/>
    <w:rsid w:val="001466CE"/>
    <w:rsid w:val="00157A69"/>
    <w:rsid w:val="001620CF"/>
    <w:rsid w:val="00167783"/>
    <w:rsid w:val="00171425"/>
    <w:rsid w:val="001933F0"/>
    <w:rsid w:val="001D3EE5"/>
    <w:rsid w:val="001D3F72"/>
    <w:rsid w:val="001F3314"/>
    <w:rsid w:val="00225EFD"/>
    <w:rsid w:val="00227EE9"/>
    <w:rsid w:val="002374BA"/>
    <w:rsid w:val="00242D08"/>
    <w:rsid w:val="00247CD8"/>
    <w:rsid w:val="00266160"/>
    <w:rsid w:val="002A30E4"/>
    <w:rsid w:val="002C22C4"/>
    <w:rsid w:val="002C68EC"/>
    <w:rsid w:val="002C719D"/>
    <w:rsid w:val="002D29E7"/>
    <w:rsid w:val="0032348C"/>
    <w:rsid w:val="00345E9E"/>
    <w:rsid w:val="003B22AB"/>
    <w:rsid w:val="003B6F31"/>
    <w:rsid w:val="003E73B5"/>
    <w:rsid w:val="0041207E"/>
    <w:rsid w:val="0045271D"/>
    <w:rsid w:val="0045334C"/>
    <w:rsid w:val="0046067B"/>
    <w:rsid w:val="004906BE"/>
    <w:rsid w:val="004E4E44"/>
    <w:rsid w:val="00507E01"/>
    <w:rsid w:val="00575B17"/>
    <w:rsid w:val="005B6077"/>
    <w:rsid w:val="005C199A"/>
    <w:rsid w:val="006078D4"/>
    <w:rsid w:val="006314A9"/>
    <w:rsid w:val="006443EA"/>
    <w:rsid w:val="00673630"/>
    <w:rsid w:val="00681AE9"/>
    <w:rsid w:val="00683792"/>
    <w:rsid w:val="006B1AF2"/>
    <w:rsid w:val="00714674"/>
    <w:rsid w:val="0072011C"/>
    <w:rsid w:val="007210E9"/>
    <w:rsid w:val="00740A24"/>
    <w:rsid w:val="00747A3D"/>
    <w:rsid w:val="00760D70"/>
    <w:rsid w:val="007627D5"/>
    <w:rsid w:val="00775EB2"/>
    <w:rsid w:val="00780814"/>
    <w:rsid w:val="00780C84"/>
    <w:rsid w:val="00781BB6"/>
    <w:rsid w:val="00784322"/>
    <w:rsid w:val="00793A52"/>
    <w:rsid w:val="007C5F1A"/>
    <w:rsid w:val="007E30EF"/>
    <w:rsid w:val="00801B5A"/>
    <w:rsid w:val="008074CF"/>
    <w:rsid w:val="00852521"/>
    <w:rsid w:val="008541F0"/>
    <w:rsid w:val="00855C50"/>
    <w:rsid w:val="00865425"/>
    <w:rsid w:val="008B4004"/>
    <w:rsid w:val="008D0A0D"/>
    <w:rsid w:val="008F290D"/>
    <w:rsid w:val="00904836"/>
    <w:rsid w:val="00922322"/>
    <w:rsid w:val="009647CD"/>
    <w:rsid w:val="00981BCA"/>
    <w:rsid w:val="009A7EF9"/>
    <w:rsid w:val="009D093D"/>
    <w:rsid w:val="009D1C61"/>
    <w:rsid w:val="009E316A"/>
    <w:rsid w:val="009F3D4B"/>
    <w:rsid w:val="009F654D"/>
    <w:rsid w:val="00A066F2"/>
    <w:rsid w:val="00A06F19"/>
    <w:rsid w:val="00A561E4"/>
    <w:rsid w:val="00A9472F"/>
    <w:rsid w:val="00A97935"/>
    <w:rsid w:val="00AA53FC"/>
    <w:rsid w:val="00AB165A"/>
    <w:rsid w:val="00AC0156"/>
    <w:rsid w:val="00AF7645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90F28"/>
    <w:rsid w:val="00BE1BF3"/>
    <w:rsid w:val="00BF5405"/>
    <w:rsid w:val="00C155BF"/>
    <w:rsid w:val="00C27600"/>
    <w:rsid w:val="00C31714"/>
    <w:rsid w:val="00C50DF8"/>
    <w:rsid w:val="00C60781"/>
    <w:rsid w:val="00C90D0D"/>
    <w:rsid w:val="00CA283D"/>
    <w:rsid w:val="00CD1908"/>
    <w:rsid w:val="00CD2DD6"/>
    <w:rsid w:val="00CE2FC2"/>
    <w:rsid w:val="00D22322"/>
    <w:rsid w:val="00D24726"/>
    <w:rsid w:val="00D6512C"/>
    <w:rsid w:val="00D72CAA"/>
    <w:rsid w:val="00D83528"/>
    <w:rsid w:val="00D84CE1"/>
    <w:rsid w:val="00DD5F5B"/>
    <w:rsid w:val="00DF699C"/>
    <w:rsid w:val="00E0460E"/>
    <w:rsid w:val="00E058CA"/>
    <w:rsid w:val="00E22B67"/>
    <w:rsid w:val="00E71739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D14"/>
    <w:rsid w:val="00F65E8A"/>
    <w:rsid w:val="00F9129A"/>
    <w:rsid w:val="00F92366"/>
    <w:rsid w:val="00F970B3"/>
    <w:rsid w:val="00FA23E9"/>
    <w:rsid w:val="00FA2CDF"/>
    <w:rsid w:val="00FB2783"/>
    <w:rsid w:val="00FB40E5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AB025"/>
  <w15:chartTrackingRefBased/>
  <w15:docId w15:val="{610FF1A7-8DFD-4CE1-88C3-913970F3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E73B5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3E73B5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6314A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E71739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E71739"/>
    <w:rPr>
      <w:rFonts w:ascii="ＭＳ 明朝" w:hAnsi="ＭＳ 明朝" w:cs="kiloji"/>
    </w:rPr>
  </w:style>
  <w:style w:type="paragraph" w:styleId="ad">
    <w:name w:val="Closing"/>
    <w:basedOn w:val="a"/>
    <w:link w:val="ae"/>
    <w:uiPriority w:val="99"/>
    <w:unhideWhenUsed/>
    <w:rsid w:val="00E71739"/>
    <w:pPr>
      <w:jc w:val="right"/>
    </w:pPr>
    <w:rPr>
      <w:rFonts w:hAnsi="ＭＳ 明朝" w:cs="kiloji"/>
      <w:kern w:val="0"/>
      <w:sz w:val="20"/>
    </w:rPr>
  </w:style>
  <w:style w:type="character" w:customStyle="1" w:styleId="ae">
    <w:name w:val="結語 (文字)"/>
    <w:basedOn w:val="a0"/>
    <w:link w:val="ad"/>
    <w:uiPriority w:val="99"/>
    <w:rsid w:val="00E71739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D3B7-5C87-4052-8B8B-BFBAEC430F3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EC36FB9-BE78-4F44-A686-FC2ECB3B0BA9}"/>
</file>

<file path=customXml/itemProps3.xml><?xml version="1.0" encoding="utf-8"?>
<ds:datastoreItem xmlns:ds="http://schemas.openxmlformats.org/officeDocument/2006/customXml" ds:itemID="{0C61C315-5DDE-4BC9-BD25-A6CF563CC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1BBC3-26A6-4C1F-BD03-2330E52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307</TotalTime>
  <Pages>1</Pages>
  <Words>495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660</CharactersWithSpaces>
  <SharedDoc>false</SharedDoc>
  <HLinks>
    <vt:vector size="6" baseType="variant">
      <vt:variant>
        <vt:i4>3670099</vt:i4>
      </vt:variant>
      <vt:variant>
        <vt:i4>0</vt:i4>
      </vt:variant>
      <vt:variant>
        <vt:i4>0</vt:i4>
      </vt:variant>
      <vt:variant>
        <vt:i4>5</vt:i4>
      </vt:variant>
      <vt:variant>
        <vt:lpwstr>mailto:xxxxxxxxxx@yyy.zzz.aaa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2021-12-21T07:40:00Z</cp:lastPrinted>
  <dcterms:created xsi:type="dcterms:W3CDTF">2021-10-19T11:50:00Z</dcterms:created>
  <dcterms:modified xsi:type="dcterms:W3CDTF">2024-11-24T02:52:00Z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