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AF93" w14:textId="5F88E7C6" w:rsidR="00AE67A1" w:rsidRPr="00676F77" w:rsidRDefault="00AE67A1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676F77">
        <w:rPr>
          <w:rFonts w:asciiTheme="minorEastAsia" w:eastAsiaTheme="minorEastAsia" w:hAnsiTheme="minorEastAsia"/>
          <w:szCs w:val="21"/>
        </w:rPr>
        <w:t>(</w:t>
      </w:r>
      <w:r w:rsidRPr="00676F77">
        <w:rPr>
          <w:rFonts w:asciiTheme="minorEastAsia" w:eastAsiaTheme="minorEastAsia" w:hAnsiTheme="minorEastAsia" w:hint="eastAsia"/>
          <w:szCs w:val="21"/>
        </w:rPr>
        <w:t>表</w:t>
      </w:r>
      <w:r w:rsidR="00BA40DB" w:rsidRPr="00676F77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676F77">
        <w:rPr>
          <w:rFonts w:asciiTheme="minorEastAsia" w:eastAsiaTheme="minorEastAsia" w:hAnsiTheme="minorEastAsia"/>
          <w:szCs w:val="21"/>
        </w:rPr>
        <w:t>)</w:t>
      </w:r>
    </w:p>
    <w:tbl>
      <w:tblPr>
        <w:tblW w:w="1457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"/>
        <w:gridCol w:w="349"/>
        <w:gridCol w:w="644"/>
        <w:gridCol w:w="826"/>
        <w:gridCol w:w="1540"/>
        <w:gridCol w:w="154"/>
        <w:gridCol w:w="371"/>
        <w:gridCol w:w="357"/>
        <w:gridCol w:w="78"/>
        <w:gridCol w:w="284"/>
        <w:gridCol w:w="730"/>
        <w:gridCol w:w="120"/>
        <w:gridCol w:w="89"/>
        <w:gridCol w:w="1610"/>
        <w:gridCol w:w="140"/>
        <w:gridCol w:w="477"/>
        <w:gridCol w:w="1366"/>
        <w:gridCol w:w="209"/>
        <w:gridCol w:w="643"/>
        <w:gridCol w:w="92"/>
        <w:gridCol w:w="474"/>
        <w:gridCol w:w="711"/>
        <w:gridCol w:w="1844"/>
        <w:gridCol w:w="141"/>
        <w:gridCol w:w="930"/>
        <w:gridCol w:w="187"/>
      </w:tblGrid>
      <w:tr w:rsidR="00AE67A1" w:rsidRPr="00612459" w14:paraId="54C59754" w14:textId="77777777" w:rsidTr="00612459">
        <w:trPr>
          <w:cantSplit/>
          <w:trHeight w:val="78"/>
        </w:trPr>
        <w:tc>
          <w:tcPr>
            <w:tcW w:w="14573" w:type="dxa"/>
            <w:gridSpan w:val="26"/>
            <w:tcBorders>
              <w:bottom w:val="nil"/>
            </w:tcBorders>
          </w:tcPr>
          <w:p w14:paraId="49B58BEB" w14:textId="537036DE" w:rsidR="00AE67A1" w:rsidRPr="00612459" w:rsidRDefault="00AE67A1" w:rsidP="00612459">
            <w:pPr>
              <w:wordWrap w:val="0"/>
              <w:overflowPunct w:val="0"/>
              <w:autoSpaceDE w:val="0"/>
              <w:autoSpaceDN w:val="0"/>
              <w:spacing w:line="120" w:lineRule="exact"/>
              <w:rPr>
                <w:rFonts w:asciiTheme="minorEastAsia" w:eastAsiaTheme="minorEastAsia" w:hAnsiTheme="minorEastAsia"/>
                <w:sz w:val="12"/>
                <w:szCs w:val="12"/>
              </w:rPr>
            </w:pPr>
            <w:r w:rsidRPr="00612459">
              <w:rPr>
                <w:rFonts w:asciiTheme="minorEastAsia" w:eastAsiaTheme="minorEastAsia" w:hAnsiTheme="minorEastAsia" w:hint="eastAsia"/>
                <w:sz w:val="12"/>
                <w:szCs w:val="12"/>
              </w:rPr>
              <w:t xml:space="preserve">　</w:t>
            </w:r>
          </w:p>
        </w:tc>
      </w:tr>
      <w:tr w:rsidR="00B25759" w:rsidRPr="00676F77" w14:paraId="2026AF26" w14:textId="77777777" w:rsidTr="00D92DCB">
        <w:trPr>
          <w:cantSplit/>
          <w:trHeight w:val="502"/>
        </w:trPr>
        <w:tc>
          <w:tcPr>
            <w:tcW w:w="207" w:type="dxa"/>
            <w:vMerge w:val="restart"/>
            <w:tcBorders>
              <w:top w:val="nil"/>
            </w:tcBorders>
          </w:tcPr>
          <w:p w14:paraId="3B4B4D01" w14:textId="53E9478D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</w:t>
            </w:r>
          </w:p>
        </w:tc>
        <w:tc>
          <w:tcPr>
            <w:tcW w:w="3359" w:type="dxa"/>
            <w:gridSpan w:val="4"/>
          </w:tcPr>
          <w:p w14:paraId="52D5F0E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都道府県名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 w:val="restart"/>
            <w:tcBorders>
              <w:top w:val="single" w:sz="4" w:space="0" w:color="FFFFFF" w:themeColor="background1"/>
              <w:right w:val="nil"/>
            </w:tcBorders>
            <w:vAlign w:val="center"/>
          </w:tcPr>
          <w:p w14:paraId="7486FFEA" w14:textId="51D7BA54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76F77"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6B624F7C" wp14:editId="74E0189F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234950</wp:posOffset>
                      </wp:positionV>
                      <wp:extent cx="2390775" cy="355600"/>
                      <wp:effectExtent l="0" t="0" r="28575" b="254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775" cy="3556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55F01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0.9pt;margin-top:18.5pt;width:188.25pt;height:2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" o:allowincell="f" strokeweight=".5pt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○○○○○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手当受給者台</w:t>
            </w:r>
            <w:r w:rsidRPr="00676F77">
              <w:rPr>
                <w:rFonts w:asciiTheme="minorEastAsia" w:eastAsiaTheme="minorEastAsia" w:hAnsiTheme="minorEastAsia" w:hint="eastAsia"/>
                <w:sz w:val="28"/>
                <w:szCs w:val="28"/>
              </w:rPr>
              <w:t>帳</w:t>
            </w:r>
          </w:p>
          <w:p w14:paraId="7A14B0D6" w14:textId="586A4A86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 w:hint="eastAsia"/>
                <w:spacing w:val="24"/>
                <w:szCs w:val="21"/>
              </w:rPr>
              <w:t>認定年月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日　　　年　　月　　日</w:t>
            </w:r>
          </w:p>
          <w:p w14:paraId="06D0F343" w14:textId="09366B19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支給開始年月　　　　年　　　　月</w:t>
            </w:r>
          </w:p>
        </w:tc>
        <w:tc>
          <w:tcPr>
            <w:tcW w:w="483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E068B2F" w14:textId="01B789B0" w:rsidR="00B25759" w:rsidRPr="00676F77" w:rsidRDefault="00B25759" w:rsidP="00FE7E6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000000"/>
            </w:tcBorders>
          </w:tcPr>
          <w:p w14:paraId="1C16577A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B25759" w:rsidRPr="00676F77" w14:paraId="785B1467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23964D9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 w:val="restart"/>
          </w:tcPr>
          <w:p w14:paraId="582AECE6" w14:textId="7744E54D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実施機関名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01CF0DFF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C2667" w14:textId="66BB9141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7F14E" w14:textId="6462E230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0FF3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F811852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072CD8B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/>
          </w:tcPr>
          <w:p w14:paraId="5E82D1F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5BBD3F9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485EF" w14:textId="797D0C8D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CE49D" w14:textId="24280354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1B185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E36B211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4467770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04DACC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4EEAC781" w14:textId="196C699F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 w:val="restart"/>
            <w:vAlign w:val="center"/>
          </w:tcPr>
          <w:p w14:paraId="58347C0D" w14:textId="433B5F73" w:rsidR="00B25759" w:rsidRPr="00676F77" w:rsidRDefault="00B25759" w:rsidP="00D92DCB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住</w:t>
            </w:r>
          </w:p>
          <w:p w14:paraId="7087E48C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01B6F704" w14:textId="2857C94B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4741" w:type="dxa"/>
            <w:gridSpan w:val="8"/>
            <w:vMerge w:val="restart"/>
            <w:vAlign w:val="center"/>
          </w:tcPr>
          <w:p w14:paraId="6E2EAC78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extDirection w:val="tbRlV"/>
            <w:vAlign w:val="center"/>
          </w:tcPr>
          <w:p w14:paraId="632EF38C" w14:textId="0D040489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支払方法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  <w:p w14:paraId="1B422A50" w14:textId="2CCDC249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支払地</w:t>
            </w: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0F81A1A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45E117C" w14:textId="2AC4F515" w:rsidR="00B25759" w:rsidRPr="00B25759" w:rsidRDefault="00B13887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1946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75D9C41" w14:textId="77777777" w:rsidTr="00B25759">
        <w:trPr>
          <w:cantSplit/>
          <w:trHeight w:val="454"/>
        </w:trPr>
        <w:tc>
          <w:tcPr>
            <w:tcW w:w="207" w:type="dxa"/>
            <w:vMerge/>
          </w:tcPr>
          <w:p w14:paraId="135A2C0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5584AD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top w:val="dashed" w:sz="4" w:space="0" w:color="auto"/>
            </w:tcBorders>
          </w:tcPr>
          <w:p w14:paraId="273BA6FF" w14:textId="05597693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vAlign w:val="center"/>
          </w:tcPr>
          <w:p w14:paraId="36824168" w14:textId="271F7DD5" w:rsidR="00B25759" w:rsidRPr="00676F77" w:rsidRDefault="00B25759" w:rsidP="0091773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3E13F22C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1E3E4F1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right w:val="single" w:sz="4" w:space="0" w:color="000000"/>
            </w:tcBorders>
          </w:tcPr>
          <w:p w14:paraId="56A5309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76CD54F" w14:textId="1A6EEE6A" w:rsidR="00B25759" w:rsidRPr="00676F77" w:rsidRDefault="00D61703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401B2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1794B6E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2D40263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1077D41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675CD59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6F7AFDC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 w:val="restart"/>
            <w:vAlign w:val="bottom"/>
          </w:tcPr>
          <w:p w14:paraId="5C66F27E" w14:textId="2336CF8C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735" w:type="dxa"/>
            <w:gridSpan w:val="2"/>
            <w:vMerge/>
          </w:tcPr>
          <w:p w14:paraId="7471A9F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2B77300E" w14:textId="4E8A39E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47920235" w14:textId="18504201" w:rsidR="00B25759" w:rsidRPr="00676F77" w:rsidRDefault="00B13887" w:rsidP="00BD527E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B7BC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96C965" w14:textId="77777777" w:rsidTr="00D61703">
        <w:trPr>
          <w:cantSplit/>
          <w:trHeight w:val="285"/>
        </w:trPr>
        <w:tc>
          <w:tcPr>
            <w:tcW w:w="207" w:type="dxa"/>
            <w:vMerge/>
          </w:tcPr>
          <w:p w14:paraId="254F7A4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512BBE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 w:val="restart"/>
            <w:tcBorders>
              <w:top w:val="dashed" w:sz="4" w:space="0" w:color="auto"/>
            </w:tcBorders>
            <w:vAlign w:val="bottom"/>
          </w:tcPr>
          <w:p w14:paraId="6AC0590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　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7024A01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481E427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4BE8740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bottom w:val="single" w:sz="8" w:space="0" w:color="FFFFFF" w:themeColor="background1"/>
              <w:right w:val="single" w:sz="4" w:space="0" w:color="000000"/>
            </w:tcBorders>
            <w:vAlign w:val="bottom"/>
          </w:tcPr>
          <w:p w14:paraId="6CAE2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2FB7C4C6" w14:textId="55DCB7AB" w:rsidR="00B25759" w:rsidRPr="00676F77" w:rsidRDefault="00D61703" w:rsidP="00D6170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4BB6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30A5D37E" w14:textId="77777777" w:rsidTr="00D34D6B">
        <w:trPr>
          <w:cantSplit/>
          <w:trHeight w:val="285"/>
        </w:trPr>
        <w:tc>
          <w:tcPr>
            <w:tcW w:w="207" w:type="dxa"/>
            <w:vMerge/>
          </w:tcPr>
          <w:p w14:paraId="1FF45E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E68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/>
            <w:vAlign w:val="bottom"/>
          </w:tcPr>
          <w:p w14:paraId="320B4B1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4" w:type="dxa"/>
            <w:vMerge/>
          </w:tcPr>
          <w:p w14:paraId="764D2D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09E835F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2C6A2B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00" w:type="dxa"/>
            <w:gridSpan w:val="5"/>
            <w:tcBorders>
              <w:right w:val="single" w:sz="4" w:space="0" w:color="000000"/>
            </w:tcBorders>
            <w:vAlign w:val="bottom"/>
          </w:tcPr>
          <w:p w14:paraId="001F3BBB" w14:textId="3AF180CC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4329C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3A90DF" w14:textId="77777777" w:rsidTr="00917731">
        <w:trPr>
          <w:cantSplit/>
          <w:trHeight w:val="406"/>
        </w:trPr>
        <w:tc>
          <w:tcPr>
            <w:tcW w:w="207" w:type="dxa"/>
            <w:vMerge/>
          </w:tcPr>
          <w:p w14:paraId="3BB8F32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154A8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障害名</w:t>
            </w:r>
          </w:p>
        </w:tc>
        <w:tc>
          <w:tcPr>
            <w:tcW w:w="6776" w:type="dxa"/>
            <w:gridSpan w:val="13"/>
          </w:tcPr>
          <w:p w14:paraId="67E0BDA5" w14:textId="07C21EB8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366" w:type="dxa"/>
            <w:vAlign w:val="center"/>
          </w:tcPr>
          <w:p w14:paraId="33D85C54" w14:textId="75D30780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障害の程度</w:t>
            </w:r>
          </w:p>
        </w:tc>
        <w:tc>
          <w:tcPr>
            <w:tcW w:w="5044" w:type="dxa"/>
            <w:gridSpan w:val="8"/>
            <w:tcBorders>
              <w:right w:val="single" w:sz="4" w:space="0" w:color="000000"/>
            </w:tcBorders>
            <w:vAlign w:val="center"/>
          </w:tcPr>
          <w:p w14:paraId="0E5ABFE3" w14:textId="559B44D6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011E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127D736" w14:textId="77777777" w:rsidTr="00917731">
        <w:trPr>
          <w:cantSplit/>
          <w:trHeight w:val="70"/>
        </w:trPr>
        <w:tc>
          <w:tcPr>
            <w:tcW w:w="207" w:type="dxa"/>
            <w:vMerge/>
          </w:tcPr>
          <w:p w14:paraId="17D49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14B21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300"/>
                <w:szCs w:val="21"/>
              </w:rPr>
              <w:t>手当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470" w:type="dxa"/>
            <w:gridSpan w:val="2"/>
            <w:vAlign w:val="center"/>
          </w:tcPr>
          <w:p w14:paraId="4A5B78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694" w:type="dxa"/>
            <w:gridSpan w:val="2"/>
            <w:vAlign w:val="center"/>
          </w:tcPr>
          <w:p w14:paraId="323642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改定年月</w:t>
            </w:r>
          </w:p>
        </w:tc>
        <w:tc>
          <w:tcPr>
            <w:tcW w:w="371" w:type="dxa"/>
            <w:vMerge w:val="restart"/>
            <w:textDirection w:val="tbRlV"/>
            <w:vAlign w:val="center"/>
          </w:tcPr>
          <w:p w14:paraId="669FA71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60"/>
                <w:szCs w:val="21"/>
              </w:rPr>
              <w:t>所得状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況</w:t>
            </w:r>
          </w:p>
        </w:tc>
        <w:tc>
          <w:tcPr>
            <w:tcW w:w="1449" w:type="dxa"/>
            <w:gridSpan w:val="4"/>
            <w:vAlign w:val="center"/>
          </w:tcPr>
          <w:p w14:paraId="15DA067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年次</w:t>
            </w:r>
          </w:p>
        </w:tc>
        <w:tc>
          <w:tcPr>
            <w:tcW w:w="1959" w:type="dxa"/>
            <w:gridSpan w:val="4"/>
            <w:vAlign w:val="center"/>
          </w:tcPr>
          <w:p w14:paraId="6837707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40"/>
                <w:szCs w:val="21"/>
              </w:rPr>
              <w:t>届出の有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695" w:type="dxa"/>
            <w:gridSpan w:val="4"/>
            <w:vAlign w:val="center"/>
          </w:tcPr>
          <w:p w14:paraId="31E1EED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所得制限該当・非該当別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439408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40"/>
                <w:szCs w:val="21"/>
              </w:rPr>
              <w:t>支給停止期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間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27DBC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A392E0C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077EBA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5397AED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7D1A89A0" w14:textId="5DF0C5E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E1EA91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4911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033AB0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D833F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2F315BD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139DA67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80F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C965B5" w14:textId="77777777" w:rsidTr="00917731">
        <w:trPr>
          <w:cantSplit/>
          <w:trHeight w:val="324"/>
        </w:trPr>
        <w:tc>
          <w:tcPr>
            <w:tcW w:w="207" w:type="dxa"/>
            <w:vMerge/>
          </w:tcPr>
          <w:p w14:paraId="6EA83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46B8BDD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856E86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1E52F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1B62AE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BE98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1F229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225C1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D8A080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3EE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3A11834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84F7CF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2C79C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739CEC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FBF851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5161651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206F59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AD1130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1D3B5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1EEA3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8535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A7A6FC9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162A4B3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F93A1D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DB5A04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BD2D3E2" w14:textId="3961AEF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321743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419463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4C9B29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8D445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026C1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45CD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3450D1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561F4E0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A0108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64BCA63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442BB0B" w14:textId="38BCFC5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F0E6E0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679F3A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2A1042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62A036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4D20E3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79295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267D3CB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7A0D23B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51FE96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144966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EFED536" w14:textId="48912F4E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146522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1CAA4B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461D0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623BBE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914298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9CC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E5738C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3434DE2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B3A41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4E137C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F2493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3770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EF4B2E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C81252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17B616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55549A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8125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7A7A5F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338E7BB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2C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3DA541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D957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2204F60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5EC89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5642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1D844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0C6928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0C3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524BD75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74B5368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6F98C5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E8ADC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0331E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4421ABA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AC42BB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2CF181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4DDB7B0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80A90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B6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D75A545" w14:textId="77777777" w:rsidTr="00917731">
        <w:trPr>
          <w:cantSplit/>
          <w:trHeight w:val="379"/>
        </w:trPr>
        <w:tc>
          <w:tcPr>
            <w:tcW w:w="207" w:type="dxa"/>
            <w:vMerge/>
          </w:tcPr>
          <w:p w14:paraId="1D8534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A40D98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44E6167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49F8A7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634B26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507C5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2636BEC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1D40F49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5FF31B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8043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165FF3E" w14:textId="77777777" w:rsidTr="00917731">
        <w:trPr>
          <w:cantSplit/>
        </w:trPr>
        <w:tc>
          <w:tcPr>
            <w:tcW w:w="207" w:type="dxa"/>
            <w:vMerge/>
          </w:tcPr>
          <w:p w14:paraId="7551F6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9" w:type="dxa"/>
            <w:gridSpan w:val="3"/>
            <w:vAlign w:val="center"/>
          </w:tcPr>
          <w:p w14:paraId="64799D2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格喪失年月日</w:t>
            </w:r>
          </w:p>
        </w:tc>
        <w:tc>
          <w:tcPr>
            <w:tcW w:w="2422" w:type="dxa"/>
            <w:gridSpan w:val="4"/>
            <w:vAlign w:val="center"/>
          </w:tcPr>
          <w:p w14:paraId="289006CB" w14:textId="3629E1B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</w:tc>
        <w:tc>
          <w:tcPr>
            <w:tcW w:w="1301" w:type="dxa"/>
            <w:gridSpan w:val="5"/>
            <w:vAlign w:val="center"/>
          </w:tcPr>
          <w:p w14:paraId="386150BF" w14:textId="77777777" w:rsidR="00B25759" w:rsidRPr="00676F77" w:rsidRDefault="00B25759" w:rsidP="00B25759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格喪失事由</w:t>
            </w:r>
          </w:p>
        </w:tc>
        <w:tc>
          <w:tcPr>
            <w:tcW w:w="8637" w:type="dxa"/>
            <w:gridSpan w:val="12"/>
            <w:tcBorders>
              <w:right w:val="single" w:sz="4" w:space="0" w:color="000000"/>
            </w:tcBorders>
            <w:vAlign w:val="center"/>
          </w:tcPr>
          <w:p w14:paraId="08636F4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1B47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356EEF5" w14:textId="77777777" w:rsidTr="00E33E77">
        <w:trPr>
          <w:cantSplit/>
          <w:trHeight w:val="359"/>
        </w:trPr>
        <w:tc>
          <w:tcPr>
            <w:tcW w:w="207" w:type="dxa"/>
            <w:vMerge/>
          </w:tcPr>
          <w:p w14:paraId="20FDD39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shd w:val="clear" w:color="auto" w:fill="auto"/>
            <w:textDirection w:val="tbRlV"/>
            <w:vAlign w:val="center"/>
          </w:tcPr>
          <w:p w14:paraId="44AA9760" w14:textId="53B41C15" w:rsidR="00B25759" w:rsidRPr="00E33E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33E77">
              <w:rPr>
                <w:rFonts w:hAnsi="ＭＳ 明朝" w:hint="eastAsia"/>
                <w:szCs w:val="21"/>
              </w:rPr>
              <w:t>備　考</w:t>
            </w:r>
          </w:p>
        </w:tc>
        <w:tc>
          <w:tcPr>
            <w:tcW w:w="5104" w:type="dxa"/>
            <w:gridSpan w:val="10"/>
            <w:vMerge w:val="restart"/>
            <w:shd w:val="clear" w:color="auto" w:fill="92D050"/>
            <w:vAlign w:val="center"/>
          </w:tcPr>
          <w:p w14:paraId="5F7E2A12" w14:textId="576E63B2" w:rsidR="00B25759" w:rsidRPr="00CF1DC2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1699" w:type="dxa"/>
            <w:gridSpan w:val="2"/>
            <w:vAlign w:val="center"/>
          </w:tcPr>
          <w:p w14:paraId="0620D979" w14:textId="77777777" w:rsidR="00B25759" w:rsidRPr="00676F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配 偶 者</w:t>
            </w:r>
          </w:p>
        </w:tc>
        <w:tc>
          <w:tcPr>
            <w:tcW w:w="2835" w:type="dxa"/>
            <w:gridSpan w:val="5"/>
            <w:vAlign w:val="center"/>
          </w:tcPr>
          <w:p w14:paraId="35439DC5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7" w:type="dxa"/>
            <w:gridSpan w:val="3"/>
            <w:tcBorders>
              <w:right w:val="single" w:sz="4" w:space="0" w:color="000000"/>
            </w:tcBorders>
            <w:vAlign w:val="center"/>
          </w:tcPr>
          <w:p w14:paraId="7E086BD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2915" w:type="dxa"/>
            <w:gridSpan w:val="3"/>
            <w:tcBorders>
              <w:right w:val="single" w:sz="4" w:space="0" w:color="000000"/>
            </w:tcBorders>
            <w:vAlign w:val="center"/>
          </w:tcPr>
          <w:p w14:paraId="241E698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2558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E438D31" w14:textId="77777777" w:rsidTr="00E33E77">
        <w:trPr>
          <w:cantSplit/>
          <w:trHeight w:val="444"/>
        </w:trPr>
        <w:tc>
          <w:tcPr>
            <w:tcW w:w="207" w:type="dxa"/>
            <w:vMerge/>
            <w:tcBorders>
              <w:bottom w:val="nil"/>
            </w:tcBorders>
          </w:tcPr>
          <w:p w14:paraId="191A169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  <w:shd w:val="clear" w:color="auto" w:fill="auto"/>
            <w:textDirection w:val="tbRlV"/>
            <w:vAlign w:val="center"/>
          </w:tcPr>
          <w:p w14:paraId="18E102F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4" w:type="dxa"/>
            <w:gridSpan w:val="10"/>
            <w:vMerge/>
            <w:shd w:val="clear" w:color="auto" w:fill="92D050"/>
            <w:vAlign w:val="center"/>
          </w:tcPr>
          <w:p w14:paraId="0B3C418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21A9E867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扶養義務者</w:t>
            </w:r>
          </w:p>
          <w:p w14:paraId="0E457889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続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柄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35" w:type="dxa"/>
            <w:gridSpan w:val="5"/>
            <w:vAlign w:val="bottom"/>
          </w:tcPr>
          <w:p w14:paraId="1A2DCD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1277" w:type="dxa"/>
            <w:gridSpan w:val="3"/>
            <w:vAlign w:val="center"/>
          </w:tcPr>
          <w:p w14:paraId="6A2AD3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985" w:type="dxa"/>
            <w:gridSpan w:val="2"/>
            <w:vAlign w:val="bottom"/>
          </w:tcPr>
          <w:p w14:paraId="080B3E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0" w:type="dxa"/>
            <w:tcBorders>
              <w:right w:val="single" w:sz="4" w:space="0" w:color="000000"/>
            </w:tcBorders>
            <w:vAlign w:val="center"/>
          </w:tcPr>
          <w:p w14:paraId="327BD3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同居</w:t>
            </w:r>
          </w:p>
          <w:p w14:paraId="5379A7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別居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2E24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C5B9CD6" w14:textId="77777777" w:rsidTr="00B13887">
        <w:trPr>
          <w:cantSplit/>
          <w:trHeight w:val="70"/>
        </w:trPr>
        <w:tc>
          <w:tcPr>
            <w:tcW w:w="14573" w:type="dxa"/>
            <w:gridSpan w:val="26"/>
            <w:tcBorders>
              <w:top w:val="nil"/>
              <w:right w:val="single" w:sz="4" w:space="0" w:color="000000"/>
            </w:tcBorders>
          </w:tcPr>
          <w:p w14:paraId="308C95CD" w14:textId="77777777" w:rsidR="00B25759" w:rsidRPr="00676F77" w:rsidRDefault="00B25759" w:rsidP="00B13887">
            <w:pPr>
              <w:wordWrap w:val="0"/>
              <w:overflowPunct w:val="0"/>
              <w:autoSpaceDE w:val="0"/>
              <w:autoSpaceDN w:val="0"/>
              <w:spacing w:line="60" w:lineRule="exac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019C7C89" w14:textId="77777777" w:rsidR="00AE67A1" w:rsidRPr="00612459" w:rsidRDefault="00AE67A1" w:rsidP="00612459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sz w:val="6"/>
          <w:szCs w:val="6"/>
        </w:rPr>
      </w:pPr>
    </w:p>
    <w:sectPr w:rsidR="00AE67A1" w:rsidRPr="00612459" w:rsidSect="00676F77">
      <w:headerReference w:type="default" r:id="rId11"/>
      <w:pgSz w:w="16839" w:h="11907" w:orient="landscape" w:code="9"/>
      <w:pgMar w:top="1135" w:right="1134" w:bottom="993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B586" w14:textId="77777777" w:rsidR="007D77DF" w:rsidRDefault="007D77DF" w:rsidP="00E23645">
      <w:r>
        <w:separator/>
      </w:r>
    </w:p>
  </w:endnote>
  <w:endnote w:type="continuationSeparator" w:id="0">
    <w:p w14:paraId="6762D8AD" w14:textId="77777777" w:rsidR="007D77DF" w:rsidRDefault="007D77DF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26E1" w14:textId="77777777" w:rsidR="007D77DF" w:rsidRDefault="007D77DF" w:rsidP="00E23645">
      <w:r>
        <w:separator/>
      </w:r>
    </w:p>
  </w:footnote>
  <w:footnote w:type="continuationSeparator" w:id="0">
    <w:p w14:paraId="753E2565" w14:textId="77777777" w:rsidR="007D77DF" w:rsidRDefault="007D77DF" w:rsidP="00E23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E22A" w14:textId="32A57695" w:rsidR="005428E3" w:rsidRDefault="005428E3">
    <w:pPr>
      <w:pStyle w:val="a3"/>
    </w:pPr>
    <w:r>
      <w:rPr>
        <w:rFonts w:hint="eastAsia"/>
      </w:rPr>
      <w:t>様式第</w:t>
    </w:r>
    <w:r w:rsidR="004B6CB6">
      <w:rPr>
        <w:rFonts w:hint="eastAsia"/>
      </w:rPr>
      <w:t>（１）（２）（３）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 w16cid:durableId="15929152">
    <w:abstractNumId w:val="9"/>
  </w:num>
  <w:num w:numId="2" w16cid:durableId="2057661638">
    <w:abstractNumId w:val="7"/>
  </w:num>
  <w:num w:numId="3" w16cid:durableId="1650668120">
    <w:abstractNumId w:val="6"/>
  </w:num>
  <w:num w:numId="4" w16cid:durableId="1162358082">
    <w:abstractNumId w:val="5"/>
  </w:num>
  <w:num w:numId="5" w16cid:durableId="1443308825">
    <w:abstractNumId w:val="4"/>
  </w:num>
  <w:num w:numId="6" w16cid:durableId="947664791">
    <w:abstractNumId w:val="8"/>
  </w:num>
  <w:num w:numId="7" w16cid:durableId="808518903">
    <w:abstractNumId w:val="3"/>
  </w:num>
  <w:num w:numId="8" w16cid:durableId="1638487162">
    <w:abstractNumId w:val="2"/>
  </w:num>
  <w:num w:numId="9" w16cid:durableId="1575354372">
    <w:abstractNumId w:val="1"/>
  </w:num>
  <w:num w:numId="10" w16cid:durableId="1620916234">
    <w:abstractNumId w:val="0"/>
  </w:num>
  <w:num w:numId="11" w16cid:durableId="1085225399">
    <w:abstractNumId w:val="10"/>
  </w:num>
  <w:num w:numId="12" w16cid:durableId="920263299">
    <w:abstractNumId w:val="14"/>
  </w:num>
  <w:num w:numId="13" w16cid:durableId="1195535148">
    <w:abstractNumId w:val="15"/>
  </w:num>
  <w:num w:numId="14" w16cid:durableId="1238052190">
    <w:abstractNumId w:val="13"/>
  </w:num>
  <w:num w:numId="15" w16cid:durableId="230165266">
    <w:abstractNumId w:val="11"/>
  </w:num>
  <w:num w:numId="16" w16cid:durableId="9588720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0325C4"/>
    <w:rsid w:val="00097111"/>
    <w:rsid w:val="000A5D00"/>
    <w:rsid w:val="00115DAC"/>
    <w:rsid w:val="00255363"/>
    <w:rsid w:val="002870AC"/>
    <w:rsid w:val="003E5DFE"/>
    <w:rsid w:val="00411309"/>
    <w:rsid w:val="0044181F"/>
    <w:rsid w:val="004B6CB6"/>
    <w:rsid w:val="004C021F"/>
    <w:rsid w:val="004C7C0D"/>
    <w:rsid w:val="004D12C3"/>
    <w:rsid w:val="004E1E0D"/>
    <w:rsid w:val="005428E3"/>
    <w:rsid w:val="005A66AE"/>
    <w:rsid w:val="00612459"/>
    <w:rsid w:val="00676F77"/>
    <w:rsid w:val="006C1A01"/>
    <w:rsid w:val="006F3B16"/>
    <w:rsid w:val="0075205D"/>
    <w:rsid w:val="00754C83"/>
    <w:rsid w:val="007D77DF"/>
    <w:rsid w:val="00816FE5"/>
    <w:rsid w:val="0084108E"/>
    <w:rsid w:val="008B47DC"/>
    <w:rsid w:val="00917731"/>
    <w:rsid w:val="00994036"/>
    <w:rsid w:val="00A101E8"/>
    <w:rsid w:val="00AE09BD"/>
    <w:rsid w:val="00AE67A1"/>
    <w:rsid w:val="00B13887"/>
    <w:rsid w:val="00B25759"/>
    <w:rsid w:val="00B64863"/>
    <w:rsid w:val="00B84690"/>
    <w:rsid w:val="00BA40DB"/>
    <w:rsid w:val="00BD527E"/>
    <w:rsid w:val="00C628E4"/>
    <w:rsid w:val="00CB10EE"/>
    <w:rsid w:val="00CB2B5E"/>
    <w:rsid w:val="00CC62D0"/>
    <w:rsid w:val="00CF1DC2"/>
    <w:rsid w:val="00D61703"/>
    <w:rsid w:val="00D72E63"/>
    <w:rsid w:val="00D92DCB"/>
    <w:rsid w:val="00D93BBF"/>
    <w:rsid w:val="00DB3435"/>
    <w:rsid w:val="00DF4FB6"/>
    <w:rsid w:val="00E227BE"/>
    <w:rsid w:val="00E23645"/>
    <w:rsid w:val="00E33E77"/>
    <w:rsid w:val="00F3789F"/>
    <w:rsid w:val="00FE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08E253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93ACC-FED2-462F-A5FD-02B6B1C97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035A1E-4B1F-4AD6-A3F8-2E5C2C9C7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A9574-9E91-4167-8A6C-303662ADCE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266C8D-43D5-413A-A56C-78883592E4C5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151</TotalTime>
  <Pages>1</Pages>
  <Words>431</Words>
  <Characters>434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864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2022-05-06T04:56:00Z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2021-10-26T01:23:35Z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6761622d-46a8-42fc-b43a-0e9e12222e46</vt:lpwstr>
  </property>
  <property fmtid="{D5CDD505-2E9C-101B-9397-08002B2CF9AE}" pid="9" name="MSIP_Label_a7295cc1-d279-42ac-ab4d-3b0f4fece050_ContentBits">
    <vt:lpwstr>0</vt:lpwstr>
  </property>
</Properties>
</file>