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25A91B84" w:rsidR="00D6512C" w:rsidRPr="003000F2" w:rsidRDefault="00125FA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125FA6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125FA6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77777777" w:rsidR="00F2197C" w:rsidRDefault="00F2197C" w:rsidP="00125FA6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25FA6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77F7D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61107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7EA49C-D27A-4594-BA1F-C2C3E011DEB0}"/>
</file>

<file path=customXml/itemProps4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