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C40B" w14:textId="69EDF1B0" w:rsidR="00F2197C" w:rsidRDefault="006C361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6C361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6C3615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6C3615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8669" w14:textId="77777777" w:rsidR="00F2197C" w:rsidRDefault="00F2197C" w:rsidP="006C3615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9717D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C3615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4E37FD-F64D-42C1-824C-F16610CCB4E0}"/>
</file>

<file path=customXml/itemProps2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98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