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1B7734" w14:textId="0E11F855" w:rsidR="00E35FA0" w:rsidRDefault="00D07144" w:rsidP="00671945">
      <w:pPr>
        <w:pStyle w:val="a7"/>
        <w:spacing w:before="0" w:after="0" w:line="60" w:lineRule="auto"/>
        <w:jc w:val="both"/>
        <w:rPr>
          <w:rFonts w:ascii="ＭＳ 明朝" w:eastAsia="ＭＳ 明朝" w:hAnsi="ＭＳ 明朝"/>
          <w:bCs/>
          <w:sz w:val="24"/>
        </w:rPr>
      </w:pPr>
      <w:r w:rsidRPr="00A41CCB">
        <w:rPr>
          <w:rFonts w:hAnsi="ＭＳ 明朝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2708368" wp14:editId="27B764B0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9758476" cy="1908000"/>
                <wp:effectExtent l="0" t="0" r="14605" b="16510"/>
                <wp:wrapNone/>
                <wp:docPr id="6" name="正方形/長方形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758476" cy="19080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6350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14:paraId="3A208EC5" w14:textId="6CF3A47B" w:rsidR="00D07144" w:rsidRPr="0026175B" w:rsidRDefault="00D07144" w:rsidP="00D07144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2708368" id="正方形/長方形 6" o:spid="_x0000_s1026" style="position:absolute;left:0;text-align:left;margin-left:0;margin-top:0;width:768.4pt;height:150.2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" fillcolor="#92d050" strokecolor="#92d050" strokeweight=".5pt">
                <v:fill opacity="52428f"/>
                <v:textbox>
                  <w:txbxContent>
                    <w:p w14:paraId="3A208EC5" w14:textId="6CF3A47B" w:rsidR="00D07144" w:rsidRPr="0026175B" w:rsidRDefault="00D07144" w:rsidP="00D07144">
                      <w:pPr>
                        <w:jc w:val="center"/>
                        <w:rPr>
                          <w:rFonts w:ascii="ＭＳ ゴシック" w:eastAsia="ＭＳ ゴシック" w:hAnsi="ＭＳ ゴシック"/>
                          <w:sz w:val="32"/>
                          <w:szCs w:val="32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3CD6C4F2" w14:textId="21FEC44D" w:rsidR="00E35FA0" w:rsidRDefault="00E35FA0" w:rsidP="00671945">
      <w:pPr>
        <w:spacing w:line="60" w:lineRule="auto"/>
      </w:pPr>
    </w:p>
    <w:p w14:paraId="53AF0149" w14:textId="0A843787" w:rsidR="00E35FA0" w:rsidRPr="00E35FA0" w:rsidRDefault="00E35FA0" w:rsidP="00671945">
      <w:pPr>
        <w:spacing w:line="60" w:lineRule="auto"/>
      </w:pPr>
    </w:p>
    <w:p w14:paraId="7412932D" w14:textId="54DC575D" w:rsidR="00E35FA0" w:rsidRDefault="00E35FA0" w:rsidP="00671945">
      <w:pPr>
        <w:pStyle w:val="a7"/>
        <w:spacing w:before="0" w:after="0" w:line="60" w:lineRule="auto"/>
        <w:rPr>
          <w:rFonts w:ascii="ＭＳ 明朝" w:eastAsia="ＭＳ 明朝" w:hAnsi="ＭＳ 明朝"/>
          <w:bCs/>
          <w:sz w:val="24"/>
        </w:rPr>
      </w:pPr>
    </w:p>
    <w:p w14:paraId="654827D9" w14:textId="203D9355" w:rsidR="00E35FA0" w:rsidRDefault="00E35FA0" w:rsidP="00671945">
      <w:pPr>
        <w:pStyle w:val="a7"/>
        <w:spacing w:before="0" w:after="0" w:line="60" w:lineRule="auto"/>
        <w:rPr>
          <w:rFonts w:ascii="ＭＳ 明朝" w:eastAsia="ＭＳ 明朝" w:hAnsi="ＭＳ 明朝"/>
          <w:bCs/>
          <w:sz w:val="24"/>
        </w:rPr>
      </w:pPr>
    </w:p>
    <w:p w14:paraId="7549D900" w14:textId="247FEF13" w:rsidR="00D07144" w:rsidRPr="00D07144" w:rsidRDefault="00D07144" w:rsidP="00D07144"/>
    <w:p w14:paraId="03887CF6" w14:textId="7CF75CC9" w:rsidR="00F12BCE" w:rsidRPr="00A41CCB" w:rsidRDefault="00897C4B" w:rsidP="00A41CCB">
      <w:pPr>
        <w:pStyle w:val="a7"/>
        <w:spacing w:before="0" w:after="0"/>
        <w:ind w:leftChars="4900" w:left="10290"/>
        <w:rPr>
          <w:rFonts w:ascii="ＭＳ 明朝" w:eastAsia="ＭＳ 明朝" w:hAnsi="ＭＳ 明朝"/>
          <w:bCs/>
          <w:sz w:val="18"/>
          <w:szCs w:val="18"/>
        </w:rPr>
      </w:pPr>
      <w:r w:rsidRPr="00A41CCB">
        <w:rPr>
          <w:rFonts w:ascii="ＭＳ 明朝" w:eastAsia="ＭＳ 明朝" w:hAnsi="ＭＳ 明朝" w:hint="eastAsia"/>
          <w:bCs/>
          <w:sz w:val="18"/>
          <w:szCs w:val="18"/>
        </w:rPr>
        <w:t>社会福祉法人等利用者負担軽減確認証</w:t>
      </w:r>
      <w:r w:rsidR="00A260FF" w:rsidRPr="00A41CCB">
        <w:rPr>
          <w:rFonts w:ascii="ＭＳ 明朝" w:eastAsia="ＭＳ 明朝" w:hAnsi="ＭＳ 明朝" w:hint="eastAsia"/>
          <w:bCs/>
          <w:sz w:val="18"/>
          <w:szCs w:val="18"/>
        </w:rPr>
        <w:t>（特例措置対象者）</w:t>
      </w:r>
    </w:p>
    <w:p w14:paraId="1D0C6648" w14:textId="3B16E395" w:rsidR="00E35FA0" w:rsidRPr="00A41CCB" w:rsidRDefault="00F12BCE" w:rsidP="00A41CCB">
      <w:pPr>
        <w:pStyle w:val="a7"/>
        <w:spacing w:before="0" w:after="0"/>
        <w:ind w:leftChars="4800" w:left="10080"/>
        <w:rPr>
          <w:rFonts w:ascii="ＭＳ 明朝" w:eastAsia="ＭＳ 明朝" w:hAnsi="ＭＳ 明朝"/>
          <w:bCs/>
          <w:sz w:val="16"/>
          <w:szCs w:val="16"/>
        </w:rPr>
      </w:pPr>
      <w:r w:rsidRPr="00A41CCB">
        <w:rPr>
          <w:rFonts w:ascii="ＭＳ 明朝" w:eastAsia="ＭＳ 明朝" w:hAnsi="ＭＳ 明朝" w:hint="eastAsia"/>
          <w:bCs/>
          <w:sz w:val="16"/>
          <w:szCs w:val="16"/>
        </w:rPr>
        <w:t>（社会福祉法人等による利用者負担の軽減制度）</w:t>
      </w:r>
    </w:p>
    <w:tbl>
      <w:tblPr>
        <w:tblpPr w:leftFromText="142" w:rightFromText="142" w:vertAnchor="page" w:horzAnchor="margin" w:tblpX="10162" w:tblpY="3499"/>
        <w:tblW w:w="51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27"/>
        <w:gridCol w:w="117"/>
        <w:gridCol w:w="1031"/>
        <w:gridCol w:w="448"/>
        <w:gridCol w:w="315"/>
        <w:gridCol w:w="314"/>
        <w:gridCol w:w="314"/>
        <w:gridCol w:w="314"/>
        <w:gridCol w:w="302"/>
        <w:gridCol w:w="13"/>
        <w:gridCol w:w="314"/>
        <w:gridCol w:w="824"/>
        <w:gridCol w:w="525"/>
        <w:gridCol w:w="14"/>
      </w:tblGrid>
      <w:tr w:rsidR="006449D5" w14:paraId="14C58F4F" w14:textId="77777777" w:rsidTr="000D3626">
        <w:trPr>
          <w:trHeight w:val="65"/>
        </w:trPr>
        <w:tc>
          <w:tcPr>
            <w:tcW w:w="5172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931E4A" w14:textId="0907E7ED" w:rsidR="006449D5" w:rsidRDefault="006449D5" w:rsidP="00665D3D">
            <w:pPr>
              <w:jc w:val="center"/>
            </w:pPr>
            <w:r>
              <w:t>(</w:t>
            </w:r>
            <w:r>
              <w:rPr>
                <w:rFonts w:hint="eastAsia"/>
              </w:rPr>
              <w:t>表面</w:t>
            </w:r>
            <w:r>
              <w:t>)</w:t>
            </w:r>
          </w:p>
        </w:tc>
      </w:tr>
      <w:tr w:rsidR="006449D5" w14:paraId="4C82172E" w14:textId="77777777" w:rsidTr="000D3626">
        <w:trPr>
          <w:gridAfter w:val="1"/>
          <w:wAfter w:w="14" w:type="dxa"/>
          <w:cantSplit/>
          <w:trHeight w:val="155"/>
        </w:trPr>
        <w:tc>
          <w:tcPr>
            <w:tcW w:w="5158" w:type="dxa"/>
            <w:gridSpan w:val="13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14:paraId="7A177D3F" w14:textId="441650EF" w:rsidR="006449D5" w:rsidRPr="006449D5" w:rsidRDefault="006449D5" w:rsidP="00665D3D">
            <w:pPr>
              <w:rPr>
                <w:sz w:val="14"/>
                <w:szCs w:val="14"/>
              </w:rPr>
            </w:pPr>
          </w:p>
        </w:tc>
      </w:tr>
      <w:tr w:rsidR="006449D5" w14:paraId="621D4504" w14:textId="77777777" w:rsidTr="00772931">
        <w:trPr>
          <w:gridAfter w:val="1"/>
          <w:wAfter w:w="14" w:type="dxa"/>
          <w:cantSplit/>
          <w:trHeight w:val="652"/>
        </w:trPr>
        <w:tc>
          <w:tcPr>
            <w:tcW w:w="444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14:paraId="35C010C9" w14:textId="7EA4BAC9" w:rsidR="006449D5" w:rsidRPr="006449D5" w:rsidRDefault="006449D5" w:rsidP="00665D3D">
            <w:pPr>
              <w:rPr>
                <w:sz w:val="14"/>
                <w:szCs w:val="14"/>
              </w:rPr>
            </w:pPr>
          </w:p>
        </w:tc>
        <w:tc>
          <w:tcPr>
            <w:tcW w:w="4189" w:type="dxa"/>
            <w:gridSpan w:val="10"/>
            <w:vAlign w:val="center"/>
          </w:tcPr>
          <w:p w14:paraId="2450B707" w14:textId="77777777" w:rsidR="006449D5" w:rsidRPr="006449D5" w:rsidRDefault="006449D5" w:rsidP="00313752">
            <w:pPr>
              <w:jc w:val="distribute"/>
              <w:rPr>
                <w:spacing w:val="28"/>
                <w:sz w:val="18"/>
                <w:szCs w:val="18"/>
              </w:rPr>
            </w:pPr>
            <w:r w:rsidRPr="00313752">
              <w:rPr>
                <w:rFonts w:hint="eastAsia"/>
                <w:kern w:val="0"/>
                <w:sz w:val="18"/>
                <w:szCs w:val="18"/>
              </w:rPr>
              <w:t>社会福祉法人等利用者負担軽減確認証</w:t>
            </w:r>
          </w:p>
          <w:p w14:paraId="478A5060" w14:textId="77777777" w:rsidR="006449D5" w:rsidRPr="006449D5" w:rsidRDefault="006449D5" w:rsidP="00665D3D">
            <w:pPr>
              <w:jc w:val="center"/>
              <w:rPr>
                <w:sz w:val="18"/>
                <w:szCs w:val="18"/>
              </w:rPr>
            </w:pPr>
            <w:r w:rsidRPr="001837F2">
              <w:rPr>
                <w:rFonts w:hint="eastAsia"/>
                <w:sz w:val="16"/>
                <w:szCs w:val="16"/>
              </w:rPr>
              <w:t>（社会福祉法人等による利用者負担の軽減制度）</w:t>
            </w:r>
          </w:p>
        </w:tc>
        <w:tc>
          <w:tcPr>
            <w:tcW w:w="525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14:paraId="203A3BA2" w14:textId="661C1779" w:rsidR="006449D5" w:rsidRPr="006449D5" w:rsidRDefault="006449D5" w:rsidP="00665D3D">
            <w:pPr>
              <w:rPr>
                <w:sz w:val="14"/>
                <w:szCs w:val="14"/>
              </w:rPr>
            </w:pPr>
          </w:p>
        </w:tc>
      </w:tr>
      <w:tr w:rsidR="006449D5" w14:paraId="538FC651" w14:textId="77777777" w:rsidTr="00772931">
        <w:trPr>
          <w:gridAfter w:val="1"/>
          <w:wAfter w:w="14" w:type="dxa"/>
          <w:cantSplit/>
          <w:trHeight w:val="396"/>
        </w:trPr>
        <w:tc>
          <w:tcPr>
            <w:tcW w:w="3482" w:type="dxa"/>
            <w:gridSpan w:val="9"/>
            <w:tcBorders>
              <w:top w:val="nil"/>
              <w:left w:val="single" w:sz="12" w:space="0" w:color="auto"/>
              <w:right w:val="nil"/>
            </w:tcBorders>
            <w:vAlign w:val="bottom"/>
          </w:tcPr>
          <w:p w14:paraId="3950C637" w14:textId="419FC16B" w:rsidR="006449D5" w:rsidRPr="00666ACC" w:rsidRDefault="006449D5" w:rsidP="00665D3D">
            <w:pPr>
              <w:ind w:firstLineChars="200" w:firstLine="320"/>
              <w:rPr>
                <w:sz w:val="16"/>
                <w:szCs w:val="16"/>
              </w:rPr>
            </w:pPr>
            <w:r w:rsidRPr="00666ACC">
              <w:rPr>
                <w:rFonts w:hint="eastAsia"/>
                <w:sz w:val="16"/>
                <w:szCs w:val="16"/>
              </w:rPr>
              <w:t>交付年月日</w:t>
            </w:r>
          </w:p>
        </w:tc>
        <w:tc>
          <w:tcPr>
            <w:tcW w:w="1676" w:type="dxa"/>
            <w:gridSpan w:val="4"/>
            <w:tcBorders>
              <w:top w:val="nil"/>
              <w:left w:val="nil"/>
              <w:right w:val="single" w:sz="12" w:space="0" w:color="auto"/>
            </w:tcBorders>
          </w:tcPr>
          <w:p w14:paraId="17EDA0D8" w14:textId="7661202A" w:rsidR="006449D5" w:rsidRPr="00666ACC" w:rsidRDefault="006449D5" w:rsidP="00665D3D">
            <w:pPr>
              <w:rPr>
                <w:sz w:val="16"/>
                <w:szCs w:val="16"/>
              </w:rPr>
            </w:pPr>
          </w:p>
        </w:tc>
      </w:tr>
      <w:tr w:rsidR="006449D5" w14:paraId="375F4091" w14:textId="77777777" w:rsidTr="00772931">
        <w:trPr>
          <w:gridAfter w:val="1"/>
          <w:wAfter w:w="14" w:type="dxa"/>
          <w:cantSplit/>
          <w:trHeight w:val="418"/>
        </w:trPr>
        <w:tc>
          <w:tcPr>
            <w:tcW w:w="1475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4DB80484" w14:textId="60062A7B" w:rsidR="006449D5" w:rsidRPr="00666ACC" w:rsidRDefault="006449D5" w:rsidP="00665D3D">
            <w:pPr>
              <w:jc w:val="center"/>
              <w:rPr>
                <w:spacing w:val="34"/>
                <w:sz w:val="16"/>
                <w:szCs w:val="16"/>
              </w:rPr>
            </w:pPr>
            <w:r w:rsidRPr="007D2193">
              <w:rPr>
                <w:rFonts w:hint="eastAsia"/>
                <w:spacing w:val="80"/>
                <w:kern w:val="0"/>
                <w:sz w:val="16"/>
                <w:szCs w:val="16"/>
                <w:fitText w:val="1120" w:id="-1704194299"/>
              </w:rPr>
              <w:t>確認番</w:t>
            </w:r>
            <w:r w:rsidRPr="007D2193">
              <w:rPr>
                <w:rFonts w:hint="eastAsia"/>
                <w:kern w:val="0"/>
                <w:sz w:val="16"/>
                <w:szCs w:val="16"/>
                <w:fitText w:val="1120" w:id="-1704194299"/>
              </w:rPr>
              <w:t>号</w:t>
            </w:r>
          </w:p>
        </w:tc>
        <w:tc>
          <w:tcPr>
            <w:tcW w:w="3683" w:type="dxa"/>
            <w:gridSpan w:val="10"/>
            <w:tcBorders>
              <w:top w:val="nil"/>
              <w:right w:val="single" w:sz="12" w:space="0" w:color="auto"/>
            </w:tcBorders>
            <w:vAlign w:val="center"/>
          </w:tcPr>
          <w:p w14:paraId="279215CB" w14:textId="5EBD79B6" w:rsidR="006449D5" w:rsidRPr="00666ACC" w:rsidRDefault="006449D5" w:rsidP="00665D3D">
            <w:pPr>
              <w:rPr>
                <w:sz w:val="16"/>
                <w:szCs w:val="16"/>
              </w:rPr>
            </w:pPr>
          </w:p>
        </w:tc>
      </w:tr>
      <w:tr w:rsidR="006449D5" w14:paraId="385C80CC" w14:textId="77777777" w:rsidTr="00772931">
        <w:trPr>
          <w:gridAfter w:val="1"/>
          <w:wAfter w:w="14" w:type="dxa"/>
          <w:cantSplit/>
          <w:trHeight w:val="804"/>
        </w:trPr>
        <w:tc>
          <w:tcPr>
            <w:tcW w:w="327" w:type="dxa"/>
            <w:vMerge w:val="restart"/>
            <w:tcBorders>
              <w:top w:val="single" w:sz="4" w:space="0" w:color="auto"/>
              <w:left w:val="single" w:sz="12" w:space="0" w:color="auto"/>
              <w:bottom w:val="nil"/>
            </w:tcBorders>
            <w:tcMar>
              <w:left w:w="0" w:type="dxa"/>
              <w:right w:w="0" w:type="dxa"/>
            </w:tcMar>
            <w:textDirection w:val="tbRlV"/>
            <w:vAlign w:val="center"/>
          </w:tcPr>
          <w:p w14:paraId="5C3CC66D" w14:textId="5324DDED" w:rsidR="006449D5" w:rsidRPr="00666ACC" w:rsidRDefault="006449D5" w:rsidP="00665D3D">
            <w:pPr>
              <w:ind w:left="113" w:right="113"/>
              <w:jc w:val="center"/>
              <w:rPr>
                <w:spacing w:val="54"/>
                <w:sz w:val="16"/>
                <w:szCs w:val="16"/>
              </w:rPr>
            </w:pPr>
            <w:r w:rsidRPr="007D2193">
              <w:rPr>
                <w:rFonts w:hint="eastAsia"/>
                <w:spacing w:val="120"/>
                <w:kern w:val="0"/>
                <w:sz w:val="16"/>
                <w:szCs w:val="16"/>
                <w:fitText w:val="960" w:id="-1704194047"/>
              </w:rPr>
              <w:t>受給</w:t>
            </w:r>
            <w:r w:rsidRPr="007D2193">
              <w:rPr>
                <w:rFonts w:hint="eastAsia"/>
                <w:kern w:val="0"/>
                <w:sz w:val="16"/>
                <w:szCs w:val="16"/>
                <w:fitText w:val="960" w:id="-1704194047"/>
              </w:rPr>
              <w:t>者</w:t>
            </w:r>
          </w:p>
        </w:tc>
        <w:tc>
          <w:tcPr>
            <w:tcW w:w="1148" w:type="dxa"/>
            <w:gridSpan w:val="2"/>
            <w:tcBorders>
              <w:bottom w:val="nil"/>
            </w:tcBorders>
            <w:vAlign w:val="center"/>
          </w:tcPr>
          <w:p w14:paraId="229535F1" w14:textId="08A12529" w:rsidR="006449D5" w:rsidRPr="00666ACC" w:rsidRDefault="006449D5" w:rsidP="00665D3D">
            <w:pPr>
              <w:jc w:val="distribute"/>
              <w:rPr>
                <w:sz w:val="16"/>
                <w:szCs w:val="16"/>
              </w:rPr>
            </w:pPr>
            <w:r w:rsidRPr="00666ACC">
              <w:rPr>
                <w:rFonts w:hint="eastAsia"/>
                <w:sz w:val="16"/>
                <w:szCs w:val="16"/>
              </w:rPr>
              <w:t>住所</w:t>
            </w:r>
          </w:p>
        </w:tc>
        <w:tc>
          <w:tcPr>
            <w:tcW w:w="3683" w:type="dxa"/>
            <w:gridSpan w:val="10"/>
            <w:tcBorders>
              <w:bottom w:val="nil"/>
              <w:right w:val="single" w:sz="12" w:space="0" w:color="auto"/>
            </w:tcBorders>
            <w:vAlign w:val="center"/>
          </w:tcPr>
          <w:p w14:paraId="51431912" w14:textId="1F419CAF" w:rsidR="006449D5" w:rsidRPr="00666ACC" w:rsidRDefault="006449D5" w:rsidP="00665D3D">
            <w:pPr>
              <w:rPr>
                <w:sz w:val="16"/>
                <w:szCs w:val="16"/>
              </w:rPr>
            </w:pPr>
          </w:p>
        </w:tc>
      </w:tr>
      <w:tr w:rsidR="006449D5" w14:paraId="221AC8AD" w14:textId="77777777" w:rsidTr="00772931">
        <w:trPr>
          <w:gridAfter w:val="1"/>
          <w:wAfter w:w="14" w:type="dxa"/>
          <w:cantSplit/>
          <w:trHeight w:val="326"/>
        </w:trPr>
        <w:tc>
          <w:tcPr>
            <w:tcW w:w="327" w:type="dxa"/>
            <w:vMerge/>
            <w:tcBorders>
              <w:top w:val="nil"/>
              <w:left w:val="single" w:sz="12" w:space="0" w:color="auto"/>
              <w:bottom w:val="nil"/>
            </w:tcBorders>
            <w:vAlign w:val="center"/>
          </w:tcPr>
          <w:p w14:paraId="4FC5EC19" w14:textId="77777777" w:rsidR="006449D5" w:rsidRPr="00666ACC" w:rsidRDefault="006449D5" w:rsidP="00665D3D">
            <w:pPr>
              <w:rPr>
                <w:sz w:val="16"/>
                <w:szCs w:val="16"/>
              </w:rPr>
            </w:pPr>
          </w:p>
        </w:tc>
        <w:tc>
          <w:tcPr>
            <w:tcW w:w="1148" w:type="dxa"/>
            <w:gridSpan w:val="2"/>
            <w:tcBorders>
              <w:bottom w:val="single" w:sz="4" w:space="0" w:color="auto"/>
            </w:tcBorders>
            <w:vAlign w:val="center"/>
          </w:tcPr>
          <w:p w14:paraId="76FF5AB0" w14:textId="77777777" w:rsidR="006449D5" w:rsidRPr="00666ACC" w:rsidRDefault="006449D5" w:rsidP="00665D3D">
            <w:pPr>
              <w:jc w:val="distribute"/>
              <w:rPr>
                <w:sz w:val="16"/>
                <w:szCs w:val="16"/>
              </w:rPr>
            </w:pPr>
            <w:r w:rsidRPr="00666ACC">
              <w:rPr>
                <w:rFonts w:hint="eastAsia"/>
                <w:sz w:val="16"/>
                <w:szCs w:val="16"/>
              </w:rPr>
              <w:t>フリガナ</w:t>
            </w:r>
          </w:p>
        </w:tc>
        <w:tc>
          <w:tcPr>
            <w:tcW w:w="3683" w:type="dxa"/>
            <w:gridSpan w:val="10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3D470973" w14:textId="7BF31017" w:rsidR="006449D5" w:rsidRPr="00666ACC" w:rsidRDefault="006449D5" w:rsidP="00665D3D">
            <w:pPr>
              <w:rPr>
                <w:sz w:val="16"/>
                <w:szCs w:val="16"/>
              </w:rPr>
            </w:pPr>
          </w:p>
        </w:tc>
      </w:tr>
      <w:tr w:rsidR="006449D5" w14:paraId="7D7A88FF" w14:textId="77777777" w:rsidTr="00772931">
        <w:trPr>
          <w:gridAfter w:val="1"/>
          <w:wAfter w:w="14" w:type="dxa"/>
          <w:cantSplit/>
          <w:trHeight w:val="693"/>
        </w:trPr>
        <w:tc>
          <w:tcPr>
            <w:tcW w:w="327" w:type="dxa"/>
            <w:vMerge/>
            <w:tcBorders>
              <w:top w:val="nil"/>
              <w:left w:val="single" w:sz="12" w:space="0" w:color="auto"/>
              <w:bottom w:val="nil"/>
            </w:tcBorders>
            <w:vAlign w:val="center"/>
          </w:tcPr>
          <w:p w14:paraId="7891537C" w14:textId="77777777" w:rsidR="006449D5" w:rsidRPr="00666ACC" w:rsidRDefault="006449D5" w:rsidP="00665D3D">
            <w:pPr>
              <w:rPr>
                <w:sz w:val="16"/>
                <w:szCs w:val="16"/>
              </w:rPr>
            </w:pPr>
          </w:p>
        </w:tc>
        <w:tc>
          <w:tcPr>
            <w:tcW w:w="1148" w:type="dxa"/>
            <w:gridSpan w:val="2"/>
            <w:tcBorders>
              <w:top w:val="single" w:sz="4" w:space="0" w:color="auto"/>
            </w:tcBorders>
            <w:vAlign w:val="center"/>
          </w:tcPr>
          <w:p w14:paraId="7A3CB68D" w14:textId="77777777" w:rsidR="006449D5" w:rsidRPr="00666ACC" w:rsidRDefault="006449D5" w:rsidP="00665D3D">
            <w:pPr>
              <w:jc w:val="distribute"/>
              <w:rPr>
                <w:sz w:val="16"/>
                <w:szCs w:val="16"/>
              </w:rPr>
            </w:pPr>
            <w:r w:rsidRPr="00666ACC">
              <w:rPr>
                <w:rFonts w:hint="eastAsia"/>
                <w:sz w:val="16"/>
                <w:szCs w:val="16"/>
              </w:rPr>
              <w:t>氏名</w:t>
            </w:r>
          </w:p>
        </w:tc>
        <w:tc>
          <w:tcPr>
            <w:tcW w:w="3683" w:type="dxa"/>
            <w:gridSpan w:val="10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14:paraId="06343ED4" w14:textId="36BD4C13" w:rsidR="006449D5" w:rsidRPr="00666ACC" w:rsidRDefault="006449D5" w:rsidP="00665D3D">
            <w:pPr>
              <w:rPr>
                <w:sz w:val="16"/>
                <w:szCs w:val="16"/>
              </w:rPr>
            </w:pPr>
          </w:p>
        </w:tc>
      </w:tr>
      <w:tr w:rsidR="00772931" w14:paraId="4D2363C6" w14:textId="77777777" w:rsidTr="00772931">
        <w:trPr>
          <w:gridAfter w:val="1"/>
          <w:wAfter w:w="14" w:type="dxa"/>
          <w:cantSplit/>
          <w:trHeight w:val="418"/>
        </w:trPr>
        <w:tc>
          <w:tcPr>
            <w:tcW w:w="327" w:type="dxa"/>
            <w:vMerge/>
            <w:tcBorders>
              <w:top w:val="nil"/>
              <w:left w:val="single" w:sz="12" w:space="0" w:color="auto"/>
              <w:bottom w:val="single" w:sz="4" w:space="0" w:color="auto"/>
            </w:tcBorders>
            <w:vAlign w:val="center"/>
          </w:tcPr>
          <w:p w14:paraId="60E686EF" w14:textId="77777777" w:rsidR="00772931" w:rsidRPr="00666ACC" w:rsidRDefault="00772931" w:rsidP="00665D3D">
            <w:pPr>
              <w:rPr>
                <w:sz w:val="16"/>
                <w:szCs w:val="16"/>
              </w:rPr>
            </w:pPr>
          </w:p>
        </w:tc>
        <w:tc>
          <w:tcPr>
            <w:tcW w:w="1148" w:type="dxa"/>
            <w:gridSpan w:val="2"/>
            <w:vAlign w:val="center"/>
          </w:tcPr>
          <w:p w14:paraId="06D37909" w14:textId="3A3A089C" w:rsidR="00772931" w:rsidRPr="00666ACC" w:rsidRDefault="00772931" w:rsidP="00665D3D">
            <w:pPr>
              <w:jc w:val="distribute"/>
              <w:rPr>
                <w:sz w:val="16"/>
                <w:szCs w:val="16"/>
              </w:rPr>
            </w:pPr>
            <w:r w:rsidRPr="00666ACC">
              <w:rPr>
                <w:rFonts w:hint="eastAsia"/>
                <w:sz w:val="16"/>
                <w:szCs w:val="16"/>
              </w:rPr>
              <w:t>生年月日</w:t>
            </w:r>
          </w:p>
        </w:tc>
        <w:tc>
          <w:tcPr>
            <w:tcW w:w="3683" w:type="dxa"/>
            <w:gridSpan w:val="10"/>
            <w:tcBorders>
              <w:right w:val="single" w:sz="12" w:space="0" w:color="auto"/>
            </w:tcBorders>
            <w:vAlign w:val="center"/>
          </w:tcPr>
          <w:p w14:paraId="32781E97" w14:textId="176A1A7B" w:rsidR="00772931" w:rsidRPr="00666ACC" w:rsidRDefault="00772931" w:rsidP="00311FBE">
            <w:pPr>
              <w:jc w:val="left"/>
              <w:rPr>
                <w:spacing w:val="-10"/>
                <w:sz w:val="16"/>
                <w:szCs w:val="16"/>
              </w:rPr>
            </w:pPr>
          </w:p>
        </w:tc>
      </w:tr>
      <w:tr w:rsidR="006449D5" w14:paraId="33C86F85" w14:textId="77777777" w:rsidTr="00772931">
        <w:trPr>
          <w:gridAfter w:val="1"/>
          <w:wAfter w:w="14" w:type="dxa"/>
          <w:cantSplit/>
          <w:trHeight w:val="418"/>
        </w:trPr>
        <w:tc>
          <w:tcPr>
            <w:tcW w:w="1475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603D335" w14:textId="77777777" w:rsidR="006449D5" w:rsidRPr="007D2193" w:rsidRDefault="006449D5" w:rsidP="00DD26D5">
            <w:pPr>
              <w:jc w:val="center"/>
              <w:rPr>
                <w:spacing w:val="8"/>
                <w:w w:val="87"/>
                <w:kern w:val="0"/>
                <w:sz w:val="14"/>
                <w:szCs w:val="14"/>
              </w:rPr>
            </w:pPr>
            <w:r w:rsidRPr="00FC27D4">
              <w:rPr>
                <w:rFonts w:hint="eastAsia"/>
                <w:spacing w:val="3"/>
                <w:w w:val="87"/>
                <w:kern w:val="0"/>
                <w:sz w:val="14"/>
                <w:szCs w:val="14"/>
                <w:fitText w:val="1232" w:id="-1479881983"/>
              </w:rPr>
              <w:t>介護保険被保険者番</w:t>
            </w:r>
            <w:r w:rsidRPr="00FC27D4">
              <w:rPr>
                <w:rFonts w:hint="eastAsia"/>
                <w:spacing w:val="-11"/>
                <w:w w:val="87"/>
                <w:kern w:val="0"/>
                <w:sz w:val="14"/>
                <w:szCs w:val="14"/>
                <w:fitText w:val="1232" w:id="-1479881983"/>
              </w:rPr>
              <w:t>号</w:t>
            </w:r>
          </w:p>
          <w:p w14:paraId="61B78FA6" w14:textId="5BCA4F06" w:rsidR="007D2193" w:rsidRPr="007D2193" w:rsidRDefault="007D2193" w:rsidP="00DD26D5">
            <w:pPr>
              <w:jc w:val="center"/>
              <w:rPr>
                <w:spacing w:val="-10"/>
                <w:sz w:val="14"/>
                <w:szCs w:val="14"/>
              </w:rPr>
            </w:pPr>
            <w:r w:rsidRPr="007D2193">
              <w:rPr>
                <w:rFonts w:hint="eastAsia"/>
                <w:w w:val="88"/>
                <w:kern w:val="0"/>
                <w:sz w:val="14"/>
                <w:szCs w:val="14"/>
                <w:fitText w:val="1235" w:id="-1479881470"/>
              </w:rPr>
              <w:t>（被保険者のみ記載</w:t>
            </w:r>
            <w:r w:rsidRPr="007D2193">
              <w:rPr>
                <w:rFonts w:hint="eastAsia"/>
                <w:spacing w:val="7"/>
                <w:w w:val="88"/>
                <w:kern w:val="0"/>
                <w:sz w:val="14"/>
                <w:szCs w:val="14"/>
                <w:fitText w:val="1235" w:id="-1479881470"/>
              </w:rPr>
              <w:t>）</w:t>
            </w:r>
          </w:p>
        </w:tc>
        <w:tc>
          <w:tcPr>
            <w:tcW w:w="3683" w:type="dxa"/>
            <w:gridSpan w:val="10"/>
            <w:tcBorders>
              <w:right w:val="single" w:sz="12" w:space="0" w:color="auto"/>
            </w:tcBorders>
            <w:vAlign w:val="center"/>
          </w:tcPr>
          <w:p w14:paraId="5A0EC2A6" w14:textId="77777777" w:rsidR="006449D5" w:rsidRPr="00666ACC" w:rsidRDefault="006449D5" w:rsidP="00665D3D">
            <w:pPr>
              <w:rPr>
                <w:sz w:val="16"/>
                <w:szCs w:val="16"/>
              </w:rPr>
            </w:pPr>
          </w:p>
        </w:tc>
      </w:tr>
      <w:tr w:rsidR="006449D5" w14:paraId="6341C6F3" w14:textId="77777777" w:rsidTr="00772931">
        <w:trPr>
          <w:gridAfter w:val="1"/>
          <w:wAfter w:w="14" w:type="dxa"/>
          <w:cantSplit/>
          <w:trHeight w:val="418"/>
        </w:trPr>
        <w:tc>
          <w:tcPr>
            <w:tcW w:w="1475" w:type="dxa"/>
            <w:gridSpan w:val="3"/>
            <w:tcBorders>
              <w:top w:val="single" w:sz="4" w:space="0" w:color="auto"/>
              <w:left w:val="single" w:sz="12" w:space="0" w:color="auto"/>
              <w:bottom w:val="nil"/>
            </w:tcBorders>
            <w:vAlign w:val="center"/>
          </w:tcPr>
          <w:p w14:paraId="2B6B16D0" w14:textId="77777777" w:rsidR="006449D5" w:rsidRPr="00666ACC" w:rsidRDefault="006449D5" w:rsidP="00665D3D">
            <w:pPr>
              <w:jc w:val="center"/>
              <w:rPr>
                <w:spacing w:val="22"/>
                <w:sz w:val="16"/>
                <w:szCs w:val="16"/>
              </w:rPr>
            </w:pPr>
            <w:r w:rsidRPr="007D2193">
              <w:rPr>
                <w:rFonts w:hint="eastAsia"/>
                <w:spacing w:val="40"/>
                <w:kern w:val="0"/>
                <w:sz w:val="16"/>
                <w:szCs w:val="16"/>
                <w:fitText w:val="1120" w:id="-1704194302"/>
              </w:rPr>
              <w:t>適用年月</w:t>
            </w:r>
            <w:r w:rsidRPr="007D2193">
              <w:rPr>
                <w:rFonts w:hint="eastAsia"/>
                <w:kern w:val="0"/>
                <w:sz w:val="16"/>
                <w:szCs w:val="16"/>
                <w:fitText w:val="1120" w:id="-1704194302"/>
              </w:rPr>
              <w:t>日</w:t>
            </w:r>
          </w:p>
        </w:tc>
        <w:tc>
          <w:tcPr>
            <w:tcW w:w="3683" w:type="dxa"/>
            <w:gridSpan w:val="10"/>
            <w:tcBorders>
              <w:right w:val="single" w:sz="12" w:space="0" w:color="auto"/>
            </w:tcBorders>
            <w:vAlign w:val="center"/>
          </w:tcPr>
          <w:p w14:paraId="4656E6B4" w14:textId="66B35581" w:rsidR="006449D5" w:rsidRPr="00666ACC" w:rsidRDefault="006449D5" w:rsidP="00311FBE">
            <w:pPr>
              <w:ind w:rightChars="100" w:right="210"/>
              <w:jc w:val="right"/>
              <w:rPr>
                <w:sz w:val="16"/>
                <w:szCs w:val="16"/>
              </w:rPr>
            </w:pPr>
            <w:r w:rsidRPr="00666ACC">
              <w:rPr>
                <w:rFonts w:hint="eastAsia"/>
                <w:sz w:val="16"/>
                <w:szCs w:val="16"/>
              </w:rPr>
              <w:t>から</w:t>
            </w:r>
          </w:p>
        </w:tc>
      </w:tr>
      <w:tr w:rsidR="006449D5" w14:paraId="38BC6DAD" w14:textId="77777777" w:rsidTr="00772931">
        <w:trPr>
          <w:gridAfter w:val="1"/>
          <w:wAfter w:w="14" w:type="dxa"/>
          <w:cantSplit/>
          <w:trHeight w:val="418"/>
        </w:trPr>
        <w:tc>
          <w:tcPr>
            <w:tcW w:w="1475" w:type="dxa"/>
            <w:gridSpan w:val="3"/>
            <w:tcBorders>
              <w:left w:val="single" w:sz="12" w:space="0" w:color="auto"/>
            </w:tcBorders>
            <w:vAlign w:val="center"/>
          </w:tcPr>
          <w:p w14:paraId="6D7A5076" w14:textId="77777777" w:rsidR="006449D5" w:rsidRPr="00666ACC" w:rsidRDefault="006449D5" w:rsidP="00665D3D">
            <w:pPr>
              <w:jc w:val="center"/>
              <w:rPr>
                <w:spacing w:val="39"/>
                <w:kern w:val="0"/>
                <w:sz w:val="16"/>
                <w:szCs w:val="16"/>
              </w:rPr>
            </w:pPr>
            <w:r w:rsidRPr="007D2193">
              <w:rPr>
                <w:rFonts w:hint="eastAsia"/>
                <w:spacing w:val="80"/>
                <w:kern w:val="0"/>
                <w:sz w:val="16"/>
                <w:szCs w:val="16"/>
                <w:fitText w:val="1120" w:id="-1704194301"/>
              </w:rPr>
              <w:t>有効期</w:t>
            </w:r>
            <w:r w:rsidRPr="007D2193">
              <w:rPr>
                <w:rFonts w:hint="eastAsia"/>
                <w:kern w:val="0"/>
                <w:sz w:val="16"/>
                <w:szCs w:val="16"/>
                <w:fitText w:val="1120" w:id="-1704194301"/>
              </w:rPr>
              <w:t>限</w:t>
            </w:r>
          </w:p>
        </w:tc>
        <w:tc>
          <w:tcPr>
            <w:tcW w:w="3683" w:type="dxa"/>
            <w:gridSpan w:val="10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086DA632" w14:textId="08E4158D" w:rsidR="006449D5" w:rsidRPr="00666ACC" w:rsidRDefault="006449D5" w:rsidP="00311FBE">
            <w:pPr>
              <w:ind w:rightChars="100" w:right="210"/>
              <w:jc w:val="right"/>
              <w:rPr>
                <w:sz w:val="16"/>
                <w:szCs w:val="16"/>
              </w:rPr>
            </w:pPr>
            <w:r w:rsidRPr="00666ACC">
              <w:rPr>
                <w:rFonts w:hint="eastAsia"/>
                <w:sz w:val="16"/>
                <w:szCs w:val="16"/>
              </w:rPr>
              <w:t>まで</w:t>
            </w:r>
          </w:p>
        </w:tc>
      </w:tr>
      <w:tr w:rsidR="006449D5" w14:paraId="32EB4CAD" w14:textId="77777777" w:rsidTr="00772931">
        <w:trPr>
          <w:gridAfter w:val="1"/>
          <w:wAfter w:w="14" w:type="dxa"/>
          <w:cantSplit/>
          <w:trHeight w:val="418"/>
        </w:trPr>
        <w:tc>
          <w:tcPr>
            <w:tcW w:w="1475" w:type="dxa"/>
            <w:gridSpan w:val="3"/>
            <w:tcBorders>
              <w:left w:val="single" w:sz="12" w:space="0" w:color="auto"/>
            </w:tcBorders>
            <w:vAlign w:val="center"/>
          </w:tcPr>
          <w:p w14:paraId="2FC84BD5" w14:textId="5DD782BA" w:rsidR="006449D5" w:rsidRPr="00666ACC" w:rsidRDefault="006449D5" w:rsidP="00665D3D">
            <w:pPr>
              <w:jc w:val="center"/>
              <w:rPr>
                <w:spacing w:val="87"/>
                <w:kern w:val="0"/>
                <w:sz w:val="16"/>
                <w:szCs w:val="16"/>
              </w:rPr>
            </w:pPr>
            <w:r w:rsidRPr="00754C2B">
              <w:rPr>
                <w:rFonts w:hint="eastAsia"/>
                <w:spacing w:val="80"/>
                <w:kern w:val="0"/>
                <w:sz w:val="16"/>
                <w:szCs w:val="16"/>
                <w:fitText w:val="1120" w:id="-1704194300"/>
              </w:rPr>
              <w:t>減額割</w:t>
            </w:r>
            <w:r w:rsidRPr="00754C2B">
              <w:rPr>
                <w:rFonts w:hint="eastAsia"/>
                <w:kern w:val="0"/>
                <w:sz w:val="16"/>
                <w:szCs w:val="16"/>
                <w:fitText w:val="1120" w:id="-1704194300"/>
              </w:rPr>
              <w:t>合</w:t>
            </w:r>
          </w:p>
        </w:tc>
        <w:tc>
          <w:tcPr>
            <w:tcW w:w="3683" w:type="dxa"/>
            <w:gridSpan w:val="10"/>
            <w:tcBorders>
              <w:bottom w:val="nil"/>
              <w:right w:val="single" w:sz="12" w:space="0" w:color="auto"/>
            </w:tcBorders>
            <w:shd w:val="clear" w:color="auto" w:fill="92D050"/>
            <w:vAlign w:val="center"/>
          </w:tcPr>
          <w:p w14:paraId="3573BFF2" w14:textId="125FDB31" w:rsidR="00091772" w:rsidRPr="00091772" w:rsidRDefault="00091772" w:rsidP="00091772">
            <w:pPr>
              <w:jc w:val="center"/>
              <w:rPr>
                <w:rFonts w:ascii="ＭＳ ゴシック" w:eastAsia="ＭＳ ゴシック" w:hAnsi="ＭＳ ゴシック" w:cs="ＭＳ 明朝"/>
                <w:b/>
                <w:color w:val="FFFFFF" w:themeColor="background1"/>
                <w:sz w:val="16"/>
                <w:szCs w:val="16"/>
              </w:rPr>
            </w:pPr>
            <w:r w:rsidRPr="00091772">
              <w:rPr>
                <w:rFonts w:ascii="ＭＳ ゴシック" w:eastAsia="ＭＳ ゴシック" w:hAnsi="ＭＳ ゴシック" w:cs="ＭＳ 明朝" w:hint="eastAsia"/>
                <w:b/>
                <w:color w:val="FFFFFF" w:themeColor="background1"/>
                <w:sz w:val="16"/>
                <w:szCs w:val="16"/>
              </w:rPr>
              <w:t>固定文言１＋編集１</w:t>
            </w:r>
          </w:p>
          <w:p w14:paraId="3211F6E2" w14:textId="05A7D6E8" w:rsidR="006449D5" w:rsidRPr="00666ACC" w:rsidRDefault="006449D5" w:rsidP="00091772">
            <w:pPr>
              <w:jc w:val="right"/>
              <w:rPr>
                <w:sz w:val="14"/>
                <w:szCs w:val="14"/>
              </w:rPr>
            </w:pPr>
            <w:r w:rsidRPr="00666ACC">
              <w:rPr>
                <w:rFonts w:hAnsi="ＭＳ 明朝" w:cs="ＭＳ 明朝" w:hint="eastAsia"/>
                <w:sz w:val="14"/>
                <w:szCs w:val="14"/>
              </w:rPr>
              <w:t>／１００（居住費については１００／１００）</w:t>
            </w:r>
          </w:p>
        </w:tc>
      </w:tr>
      <w:tr w:rsidR="006449D5" w14:paraId="3017177F" w14:textId="77777777" w:rsidTr="00772931">
        <w:trPr>
          <w:gridAfter w:val="1"/>
          <w:wAfter w:w="14" w:type="dxa"/>
          <w:cantSplit/>
          <w:trHeight w:val="57"/>
        </w:trPr>
        <w:tc>
          <w:tcPr>
            <w:tcW w:w="1475" w:type="dxa"/>
            <w:gridSpan w:val="3"/>
            <w:vMerge w:val="restart"/>
            <w:tcBorders>
              <w:left w:val="single" w:sz="12" w:space="0" w:color="auto"/>
            </w:tcBorders>
            <w:vAlign w:val="center"/>
          </w:tcPr>
          <w:p w14:paraId="1CAB48AB" w14:textId="77777777" w:rsidR="00801BAC" w:rsidRDefault="006449D5" w:rsidP="00801BAC">
            <w:pPr>
              <w:ind w:rightChars="53" w:right="111"/>
              <w:jc w:val="center"/>
              <w:rPr>
                <w:sz w:val="16"/>
                <w:szCs w:val="16"/>
              </w:rPr>
            </w:pPr>
            <w:r w:rsidRPr="00754C2B">
              <w:rPr>
                <w:rFonts w:hint="eastAsia"/>
                <w:spacing w:val="40"/>
                <w:kern w:val="0"/>
                <w:sz w:val="16"/>
                <w:szCs w:val="16"/>
                <w:fitText w:val="1120" w:id="-1574173952"/>
              </w:rPr>
              <w:t>保険者番</w:t>
            </w:r>
            <w:r w:rsidRPr="00754C2B">
              <w:rPr>
                <w:rFonts w:hint="eastAsia"/>
                <w:kern w:val="0"/>
                <w:sz w:val="16"/>
                <w:szCs w:val="16"/>
                <w:fitText w:val="1120" w:id="-1574173952"/>
              </w:rPr>
              <w:t>号</w:t>
            </w:r>
          </w:p>
          <w:p w14:paraId="5BB13874" w14:textId="77777777" w:rsidR="00801BAC" w:rsidRDefault="006449D5" w:rsidP="00801BAC">
            <w:pPr>
              <w:ind w:rightChars="53" w:right="111"/>
              <w:jc w:val="center"/>
              <w:rPr>
                <w:sz w:val="16"/>
                <w:szCs w:val="16"/>
              </w:rPr>
            </w:pPr>
            <w:r w:rsidRPr="00754C2B">
              <w:rPr>
                <w:rFonts w:hint="eastAsia"/>
                <w:spacing w:val="40"/>
                <w:kern w:val="0"/>
                <w:sz w:val="16"/>
                <w:szCs w:val="16"/>
                <w:fitText w:val="1120" w:id="-1574173951"/>
              </w:rPr>
              <w:t>並びに保</w:t>
            </w:r>
            <w:r w:rsidRPr="00754C2B">
              <w:rPr>
                <w:rFonts w:hint="eastAsia"/>
                <w:kern w:val="0"/>
                <w:sz w:val="16"/>
                <w:szCs w:val="16"/>
                <w:fitText w:val="1120" w:id="-1574173951"/>
              </w:rPr>
              <w:t>険</w:t>
            </w:r>
          </w:p>
          <w:p w14:paraId="466083DA" w14:textId="77777777" w:rsidR="00801BAC" w:rsidRDefault="006449D5" w:rsidP="00801BAC">
            <w:pPr>
              <w:ind w:rightChars="53" w:right="111"/>
              <w:jc w:val="center"/>
              <w:rPr>
                <w:spacing w:val="10"/>
                <w:sz w:val="16"/>
                <w:szCs w:val="16"/>
              </w:rPr>
            </w:pPr>
            <w:r w:rsidRPr="00754C2B">
              <w:rPr>
                <w:rFonts w:hint="eastAsia"/>
                <w:spacing w:val="40"/>
                <w:kern w:val="0"/>
                <w:sz w:val="16"/>
                <w:szCs w:val="16"/>
                <w:fitText w:val="1120" w:id="-1574173950"/>
              </w:rPr>
              <w:t>者</w:t>
            </w:r>
            <w:r w:rsidR="00801BAC" w:rsidRPr="00754C2B">
              <w:rPr>
                <w:rFonts w:hint="eastAsia"/>
                <w:spacing w:val="40"/>
                <w:kern w:val="0"/>
                <w:sz w:val="16"/>
                <w:szCs w:val="16"/>
                <w:fitText w:val="1120" w:id="-1574173950"/>
              </w:rPr>
              <w:t>の</w:t>
            </w:r>
            <w:r w:rsidRPr="00754C2B">
              <w:rPr>
                <w:rFonts w:hint="eastAsia"/>
                <w:spacing w:val="40"/>
                <w:kern w:val="0"/>
                <w:sz w:val="16"/>
                <w:szCs w:val="16"/>
                <w:fitText w:val="1120" w:id="-1574173950"/>
              </w:rPr>
              <w:t>名称</w:t>
            </w:r>
            <w:r w:rsidRPr="00754C2B">
              <w:rPr>
                <w:rFonts w:hint="eastAsia"/>
                <w:kern w:val="0"/>
                <w:sz w:val="16"/>
                <w:szCs w:val="16"/>
                <w:fitText w:val="1120" w:id="-1574173950"/>
              </w:rPr>
              <w:t>及</w:t>
            </w:r>
          </w:p>
          <w:p w14:paraId="205EE165" w14:textId="541F0DC8" w:rsidR="006449D5" w:rsidRPr="00666ACC" w:rsidRDefault="006449D5" w:rsidP="00801BAC">
            <w:pPr>
              <w:ind w:rightChars="53" w:right="111" w:firstLineChars="10" w:firstLine="24"/>
              <w:rPr>
                <w:spacing w:val="20"/>
                <w:sz w:val="16"/>
                <w:szCs w:val="16"/>
              </w:rPr>
            </w:pPr>
            <w:r w:rsidRPr="000D3626">
              <w:rPr>
                <w:rFonts w:hint="eastAsia"/>
                <w:spacing w:val="40"/>
                <w:kern w:val="0"/>
                <w:sz w:val="16"/>
                <w:szCs w:val="16"/>
                <w:fitText w:val="360" w:id="-1574173696"/>
              </w:rPr>
              <w:t>び</w:t>
            </w:r>
            <w:r w:rsidRPr="000D3626">
              <w:rPr>
                <w:rFonts w:hint="eastAsia"/>
                <w:spacing w:val="-20"/>
                <w:kern w:val="0"/>
                <w:sz w:val="16"/>
                <w:szCs w:val="16"/>
                <w:fitText w:val="360" w:id="-1574173696"/>
              </w:rPr>
              <w:t>印</w:t>
            </w:r>
          </w:p>
        </w:tc>
        <w:tc>
          <w:tcPr>
            <w:tcW w:w="3683" w:type="dxa"/>
            <w:gridSpan w:val="10"/>
            <w:tcBorders>
              <w:bottom w:val="nil"/>
              <w:right w:val="single" w:sz="12" w:space="0" w:color="auto"/>
            </w:tcBorders>
            <w:vAlign w:val="center"/>
          </w:tcPr>
          <w:p w14:paraId="72F9A66C" w14:textId="4862A6B6" w:rsidR="006449D5" w:rsidRPr="000D3626" w:rsidRDefault="006449D5" w:rsidP="00665D3D">
            <w:pPr>
              <w:rPr>
                <w:sz w:val="9"/>
                <w:szCs w:val="9"/>
              </w:rPr>
            </w:pPr>
          </w:p>
        </w:tc>
      </w:tr>
      <w:tr w:rsidR="006449D5" w14:paraId="12A984B0" w14:textId="77777777" w:rsidTr="00772931">
        <w:trPr>
          <w:gridAfter w:val="1"/>
          <w:wAfter w:w="14" w:type="dxa"/>
          <w:cantSplit/>
          <w:trHeight w:val="425"/>
        </w:trPr>
        <w:tc>
          <w:tcPr>
            <w:tcW w:w="1475" w:type="dxa"/>
            <w:gridSpan w:val="3"/>
            <w:vMerge/>
            <w:tcBorders>
              <w:left w:val="single" w:sz="12" w:space="0" w:color="auto"/>
            </w:tcBorders>
            <w:vAlign w:val="center"/>
          </w:tcPr>
          <w:p w14:paraId="00ED4167" w14:textId="77777777" w:rsidR="006449D5" w:rsidRPr="00666ACC" w:rsidRDefault="006449D5" w:rsidP="00665D3D">
            <w:pPr>
              <w:rPr>
                <w:sz w:val="16"/>
                <w:szCs w:val="16"/>
              </w:rPr>
            </w:pPr>
          </w:p>
        </w:tc>
        <w:tc>
          <w:tcPr>
            <w:tcW w:w="448" w:type="dxa"/>
            <w:tcBorders>
              <w:top w:val="nil"/>
              <w:bottom w:val="nil"/>
            </w:tcBorders>
            <w:vAlign w:val="center"/>
          </w:tcPr>
          <w:p w14:paraId="28F2ACDD" w14:textId="0BA27740" w:rsidR="006449D5" w:rsidRPr="00666ACC" w:rsidRDefault="006449D5" w:rsidP="00665D3D">
            <w:pPr>
              <w:rPr>
                <w:sz w:val="16"/>
                <w:szCs w:val="16"/>
              </w:rPr>
            </w:pPr>
          </w:p>
        </w:tc>
        <w:tc>
          <w:tcPr>
            <w:tcW w:w="315" w:type="dxa"/>
            <w:vAlign w:val="center"/>
          </w:tcPr>
          <w:p w14:paraId="00DE66B8" w14:textId="77777777" w:rsidR="006449D5" w:rsidRPr="00666ACC" w:rsidRDefault="006449D5" w:rsidP="00665D3D">
            <w:pPr>
              <w:rPr>
                <w:sz w:val="16"/>
                <w:szCs w:val="16"/>
              </w:rPr>
            </w:pPr>
          </w:p>
        </w:tc>
        <w:tc>
          <w:tcPr>
            <w:tcW w:w="314" w:type="dxa"/>
            <w:tcBorders>
              <w:right w:val="single" w:sz="18" w:space="0" w:color="auto"/>
            </w:tcBorders>
            <w:vAlign w:val="center"/>
          </w:tcPr>
          <w:p w14:paraId="6F1743F2" w14:textId="5CD07F1C" w:rsidR="006449D5" w:rsidRPr="00666ACC" w:rsidRDefault="006449D5" w:rsidP="00665D3D">
            <w:pPr>
              <w:rPr>
                <w:sz w:val="16"/>
                <w:szCs w:val="16"/>
              </w:rPr>
            </w:pPr>
          </w:p>
        </w:tc>
        <w:tc>
          <w:tcPr>
            <w:tcW w:w="31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vAlign w:val="center"/>
          </w:tcPr>
          <w:p w14:paraId="6A968BB8" w14:textId="77777777" w:rsidR="006449D5" w:rsidRPr="00666ACC" w:rsidRDefault="006449D5" w:rsidP="00665D3D">
            <w:pPr>
              <w:rPr>
                <w:sz w:val="16"/>
                <w:szCs w:val="16"/>
              </w:rPr>
            </w:pPr>
          </w:p>
        </w:tc>
        <w:tc>
          <w:tcPr>
            <w:tcW w:w="314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14:paraId="2C7AF5BA" w14:textId="6138D857" w:rsidR="006449D5" w:rsidRPr="00666ACC" w:rsidRDefault="006449D5" w:rsidP="00665D3D">
            <w:pPr>
              <w:rPr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43198EC" w14:textId="2C26A29B" w:rsidR="006449D5" w:rsidRPr="00666ACC" w:rsidRDefault="006449D5" w:rsidP="00665D3D">
            <w:pPr>
              <w:rPr>
                <w:sz w:val="16"/>
                <w:szCs w:val="16"/>
              </w:rPr>
            </w:pPr>
          </w:p>
        </w:tc>
        <w:tc>
          <w:tcPr>
            <w:tcW w:w="314" w:type="dxa"/>
            <w:tcBorders>
              <w:left w:val="single" w:sz="18" w:space="0" w:color="auto"/>
            </w:tcBorders>
            <w:vAlign w:val="center"/>
          </w:tcPr>
          <w:p w14:paraId="7DC4399F" w14:textId="20710DAE" w:rsidR="006449D5" w:rsidRPr="00666ACC" w:rsidRDefault="006449D5" w:rsidP="00665D3D">
            <w:pPr>
              <w:rPr>
                <w:sz w:val="16"/>
                <w:szCs w:val="16"/>
              </w:rPr>
            </w:pPr>
          </w:p>
        </w:tc>
        <w:tc>
          <w:tcPr>
            <w:tcW w:w="1349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14:paraId="6BE38930" w14:textId="02BDED2F" w:rsidR="006449D5" w:rsidRPr="00666ACC" w:rsidRDefault="006449D5" w:rsidP="00665D3D">
            <w:pPr>
              <w:rPr>
                <w:sz w:val="16"/>
                <w:szCs w:val="16"/>
              </w:rPr>
            </w:pPr>
          </w:p>
        </w:tc>
      </w:tr>
      <w:tr w:rsidR="006449D5" w14:paraId="24DE1B29" w14:textId="77777777" w:rsidTr="00772931">
        <w:trPr>
          <w:gridAfter w:val="1"/>
          <w:wAfter w:w="14" w:type="dxa"/>
          <w:cantSplit/>
          <w:trHeight w:val="837"/>
        </w:trPr>
        <w:tc>
          <w:tcPr>
            <w:tcW w:w="1475" w:type="dxa"/>
            <w:gridSpan w:val="3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0C5411C2" w14:textId="77777777" w:rsidR="006449D5" w:rsidRPr="00666ACC" w:rsidRDefault="006449D5" w:rsidP="00665D3D">
            <w:pPr>
              <w:rPr>
                <w:sz w:val="16"/>
                <w:szCs w:val="16"/>
              </w:rPr>
            </w:pPr>
          </w:p>
        </w:tc>
        <w:tc>
          <w:tcPr>
            <w:tcW w:w="3683" w:type="dxa"/>
            <w:gridSpan w:val="10"/>
            <w:tcBorders>
              <w:top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5194A881" w14:textId="70C4E6B9" w:rsidR="006449D5" w:rsidRPr="00367BC2" w:rsidRDefault="000D3626" w:rsidP="000D3626">
            <w:pPr>
              <w:widowControl/>
              <w:wordWrap/>
              <w:autoSpaceDE/>
              <w:autoSpaceDN/>
              <w:spacing w:beforeLines="25" w:before="83"/>
              <w:rPr>
                <w:rFonts w:hAnsi="ＭＳ 明朝"/>
                <w:sz w:val="16"/>
                <w:szCs w:val="16"/>
              </w:rPr>
            </w:pPr>
            <w:r w:rsidRPr="00367BC2">
              <w:rPr>
                <w:rFonts w:hAnsi="ＭＳ 明朝" w:hint="eastAsia"/>
                <w:sz w:val="16"/>
                <w:szCs w:val="16"/>
              </w:rPr>
              <w:t>●●市</w:t>
            </w:r>
            <w:r w:rsidR="006449D5" w:rsidRPr="00367BC2">
              <w:rPr>
                <w:rFonts w:hAnsi="ＭＳ 明朝" w:hint="eastAsia"/>
                <w:sz w:val="16"/>
                <w:szCs w:val="16"/>
              </w:rPr>
              <w:t>介護保険課</w:t>
            </w:r>
          </w:p>
          <w:p w14:paraId="3A599314" w14:textId="6EB03A91" w:rsidR="000D3626" w:rsidRPr="00367BC2" w:rsidRDefault="00901D17" w:rsidP="00665D3D">
            <w:pPr>
              <w:rPr>
                <w:rFonts w:hAnsi="ＭＳ 明朝"/>
                <w:sz w:val="16"/>
                <w:szCs w:val="16"/>
              </w:rPr>
            </w:pPr>
            <w:r w:rsidRPr="00367BC2">
              <w:rPr>
                <w:rFonts w:ascii="ＭＳ Ｐゴシック" w:eastAsia="ＭＳ Ｐゴシック" w:hAnsi="ＭＳ Ｐゴシック" w:cs="ＭＳ Ｐゴシック"/>
                <w:noProof/>
                <w:kern w:val="0"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5DE4746E" wp14:editId="37DC2964">
                      <wp:simplePos x="0" y="0"/>
                      <wp:positionH relativeFrom="column">
                        <wp:posOffset>1868805</wp:posOffset>
                      </wp:positionH>
                      <wp:positionV relativeFrom="paragraph">
                        <wp:posOffset>14605</wp:posOffset>
                      </wp:positionV>
                      <wp:extent cx="361950" cy="361950"/>
                      <wp:effectExtent l="0" t="0" r="19050" b="19050"/>
                      <wp:wrapNone/>
                      <wp:docPr id="4" name="正方形/長方形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61950" cy="36195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03AC7D00" w14:textId="77777777" w:rsidR="006449D5" w:rsidRPr="004D7CFD" w:rsidRDefault="006449D5" w:rsidP="00147863">
                                  <w:pPr>
                                    <w:spacing w:line="280" w:lineRule="exact"/>
                                    <w:jc w:val="center"/>
                                    <w:rPr>
                                      <w:rFonts w:hAnsi="ＭＳ 明朝"/>
                                      <w:color w:val="000000" w:themeColor="text1"/>
                                      <w:sz w:val="16"/>
                                      <w:szCs w:val="16"/>
                                    </w:rPr>
                                  </w:pPr>
                                  <w:r w:rsidRPr="004D7CFD">
                                    <w:rPr>
                                      <w:rFonts w:hAnsi="ＭＳ 明朝" w:hint="eastAsia"/>
                                      <w:color w:val="000000" w:themeColor="text1"/>
                                      <w:sz w:val="16"/>
                                      <w:szCs w:val="16"/>
                                    </w:rPr>
                                    <w:t>印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DE4746E" id="正方形/長方形 4" o:spid="_x0000_s1027" style="position:absolute;left:0;text-align:left;margin-left:147.15pt;margin-top:1.15pt;width:28.5pt;height:28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" filled="f" strokecolor="black [3213]" strokeweight=".25pt">
                      <v:textbox inset="0,0,0,0">
                        <w:txbxContent>
                          <w:p w14:paraId="03AC7D00" w14:textId="77777777" w:rsidR="006449D5" w:rsidRPr="004D7CFD" w:rsidRDefault="006449D5" w:rsidP="00147863">
                            <w:pPr>
                              <w:spacing w:line="280" w:lineRule="exact"/>
                              <w:jc w:val="center"/>
                              <w:rPr>
                                <w:rFonts w:hAnsi="ＭＳ 明朝"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 w:rsidRPr="004D7CFD">
                              <w:rPr>
                                <w:rFonts w:hAnsi="ＭＳ 明朝" w:hint="eastAsia"/>
                                <w:color w:val="000000" w:themeColor="text1"/>
                                <w:sz w:val="16"/>
                                <w:szCs w:val="16"/>
                              </w:rPr>
                              <w:t>印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6449D5" w:rsidRPr="00367BC2">
              <w:rPr>
                <w:rFonts w:hAnsi="ＭＳ 明朝" w:hint="eastAsia"/>
                <w:sz w:val="16"/>
                <w:szCs w:val="16"/>
              </w:rPr>
              <w:t>123-4567</w:t>
            </w:r>
          </w:p>
          <w:p w14:paraId="4F1149BC" w14:textId="7EBE898F" w:rsidR="006449D5" w:rsidRPr="00367BC2" w:rsidRDefault="006449D5" w:rsidP="00665D3D">
            <w:pPr>
              <w:rPr>
                <w:rFonts w:hAnsi="ＭＳ 明朝"/>
                <w:sz w:val="16"/>
                <w:szCs w:val="16"/>
              </w:rPr>
            </w:pPr>
            <w:r w:rsidRPr="00367BC2">
              <w:rPr>
                <w:rFonts w:hAnsi="ＭＳ 明朝" w:hint="eastAsia"/>
                <w:sz w:val="16"/>
                <w:szCs w:val="16"/>
              </w:rPr>
              <w:t>●●市●●１－２－３</w:t>
            </w:r>
            <w:r w:rsidR="00901D17" w:rsidRPr="00367BC2">
              <w:rPr>
                <w:rFonts w:hAnsi="ＭＳ 明朝" w:hint="eastAsia"/>
                <w:sz w:val="16"/>
                <w:szCs w:val="16"/>
              </w:rPr>
              <w:t xml:space="preserve">　 </w:t>
            </w:r>
            <w:r w:rsidR="000D3626" w:rsidRPr="00367BC2">
              <w:rPr>
                <w:rFonts w:hAnsi="ＭＳ 明朝" w:hint="eastAsia"/>
                <w:sz w:val="16"/>
                <w:szCs w:val="16"/>
              </w:rPr>
              <w:t>○○市（町村）</w:t>
            </w:r>
          </w:p>
          <w:p w14:paraId="1039ED56" w14:textId="65468836" w:rsidR="006449D5" w:rsidRPr="00666ACC" w:rsidRDefault="006449D5" w:rsidP="000D3626">
            <w:pPr>
              <w:spacing w:afterLines="10" w:after="33"/>
              <w:rPr>
                <w:sz w:val="16"/>
                <w:szCs w:val="16"/>
              </w:rPr>
            </w:pPr>
            <w:r w:rsidRPr="00367BC2">
              <w:rPr>
                <w:rFonts w:hAnsi="ＭＳ 明朝" w:hint="eastAsia"/>
                <w:sz w:val="16"/>
                <w:szCs w:val="16"/>
              </w:rPr>
              <w:t>987-6543-2111</w:t>
            </w:r>
          </w:p>
        </w:tc>
      </w:tr>
    </w:tbl>
    <w:p w14:paraId="16D02052" w14:textId="5B0381B2" w:rsidR="006449D5" w:rsidRDefault="00C44C0B" w:rsidP="00F12BCE">
      <w:pPr>
        <w:spacing w:beforeLines="50" w:before="167"/>
        <w:ind w:leftChars="67" w:left="141"/>
      </w:pPr>
      <w:r w:rsidRPr="00A41CCB">
        <w:rPr>
          <w:rFonts w:hAnsi="ＭＳ 明朝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CBFDD3B" wp14:editId="0133A646">
                <wp:simplePos x="0" y="0"/>
                <wp:positionH relativeFrom="column">
                  <wp:posOffset>0</wp:posOffset>
                </wp:positionH>
                <wp:positionV relativeFrom="paragraph">
                  <wp:posOffset>203200</wp:posOffset>
                </wp:positionV>
                <wp:extent cx="6381750" cy="4672965"/>
                <wp:effectExtent l="0" t="0" r="19050" b="13335"/>
                <wp:wrapNone/>
                <wp:docPr id="1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81750" cy="467296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6350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14:paraId="4B542D40" w14:textId="77777777" w:rsidR="00BA0DB6" w:rsidRDefault="00BA0DB6" w:rsidP="00A939D2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</w:p>
                          <w:p w14:paraId="245365C5" w14:textId="77777777" w:rsidR="00BA0DB6" w:rsidRDefault="00BA0DB6" w:rsidP="00A939D2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</w:p>
                          <w:p w14:paraId="3458C675" w14:textId="77777777" w:rsidR="00BA0DB6" w:rsidRDefault="00BA0DB6" w:rsidP="00A939D2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</w:p>
                          <w:p w14:paraId="57110455" w14:textId="2E7407B7" w:rsidR="00A939D2" w:rsidRPr="00BA0DB6" w:rsidRDefault="00A939D2" w:rsidP="00A939D2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sz w:val="24"/>
                                <w:szCs w:val="24"/>
                              </w:rPr>
                            </w:pPr>
                            <w:r w:rsidRPr="00BA0DB6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自由記載</w:t>
                            </w:r>
                            <w:r w:rsidR="00BA0DB6" w:rsidRPr="00BA0DB6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１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CBFDD3B" id="正方形/長方形 1" o:spid="_x0000_s1028" style="position:absolute;left:0;text-align:left;margin-left:0;margin-top:16pt;width:502.5pt;height:367.9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" fillcolor="#92d050" strokecolor="#92d050" strokeweight=".5pt">
                <v:fill opacity="52428f"/>
                <v:textbox>
                  <w:txbxContent>
                    <w:p w14:paraId="4B542D40" w14:textId="77777777" w:rsidR="00BA0DB6" w:rsidRDefault="00BA0DB6" w:rsidP="00A939D2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</w:p>
                    <w:p w14:paraId="245365C5" w14:textId="77777777" w:rsidR="00BA0DB6" w:rsidRDefault="00BA0DB6" w:rsidP="00A939D2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</w:p>
                    <w:p w14:paraId="3458C675" w14:textId="77777777" w:rsidR="00BA0DB6" w:rsidRDefault="00BA0DB6" w:rsidP="00A939D2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</w:p>
                    <w:p w14:paraId="57110455" w14:textId="2E7407B7" w:rsidR="00A939D2" w:rsidRPr="00BA0DB6" w:rsidRDefault="00A939D2" w:rsidP="00A939D2">
                      <w:pPr>
                        <w:jc w:val="center"/>
                        <w:rPr>
                          <w:rFonts w:ascii="ＭＳ ゴシック" w:eastAsia="ＭＳ ゴシック" w:hAnsi="ＭＳ ゴシック"/>
                          <w:sz w:val="24"/>
                          <w:szCs w:val="24"/>
                        </w:rPr>
                      </w:pPr>
                      <w:r w:rsidRPr="00BA0DB6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>自由記載</w:t>
                      </w:r>
                      <w:r w:rsidR="00BA0DB6" w:rsidRPr="00BA0DB6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>１</w:t>
                      </w:r>
                    </w:p>
                  </w:txbxContent>
                </v:textbox>
              </v:rect>
            </w:pict>
          </mc:Fallback>
        </mc:AlternateContent>
      </w:r>
    </w:p>
    <w:p w14:paraId="1A1287C2" w14:textId="55DE676A" w:rsidR="006449D5" w:rsidRDefault="006449D5" w:rsidP="00F12BCE">
      <w:pPr>
        <w:spacing w:beforeLines="50" w:before="167"/>
        <w:ind w:leftChars="67" w:left="141"/>
      </w:pPr>
    </w:p>
    <w:p w14:paraId="0BB6339C" w14:textId="31712A59" w:rsidR="006449D5" w:rsidRDefault="006449D5" w:rsidP="00F12BCE">
      <w:pPr>
        <w:spacing w:beforeLines="50" w:before="167"/>
        <w:ind w:leftChars="67" w:left="141"/>
      </w:pPr>
    </w:p>
    <w:p w14:paraId="37EEEE6A" w14:textId="13DDEEEC" w:rsidR="006449D5" w:rsidRDefault="006449D5" w:rsidP="006449D5">
      <w:pPr>
        <w:spacing w:beforeLines="50" w:before="167"/>
      </w:pPr>
    </w:p>
    <w:p w14:paraId="44238DE1" w14:textId="3324AFD4" w:rsidR="00671945" w:rsidRDefault="00C44C0B" w:rsidP="006449D5">
      <w:pPr>
        <w:spacing w:beforeLines="50" w:before="167"/>
      </w:pPr>
      <w:r>
        <w:rPr>
          <w:rFonts w:hAnsi="ＭＳ 明朝"/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12FB03F0" wp14:editId="67E00FD7">
                <wp:simplePos x="0" y="0"/>
                <wp:positionH relativeFrom="page">
                  <wp:posOffset>226695</wp:posOffset>
                </wp:positionH>
                <wp:positionV relativeFrom="page">
                  <wp:posOffset>133350</wp:posOffset>
                </wp:positionV>
                <wp:extent cx="914400" cy="313200"/>
                <wp:effectExtent l="0" t="0" r="0" b="0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31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6862698" w14:textId="77777777" w:rsidR="00C44C0B" w:rsidRPr="00967DE7" w:rsidRDefault="00C44C0B" w:rsidP="00C44C0B">
                            <w:pPr>
                              <w:jc w:val="center"/>
                              <w:rPr>
                                <w:rFonts w:hAnsi="ＭＳ 明朝"/>
                                <w:color w:val="000000" w:themeColor="text1"/>
                                <w:sz w:val="20"/>
                              </w:rPr>
                            </w:pPr>
                            <w:r w:rsidRPr="00967DE7">
                              <w:rPr>
                                <w:rFonts w:hAnsi="ＭＳ 明朝" w:hint="eastAsia"/>
                                <w:color w:val="000000" w:themeColor="text1"/>
                                <w:sz w:val="18"/>
                                <w:bdr w:val="single" w:sz="4" w:space="0" w:color="auto"/>
                              </w:rPr>
                              <w:t>様式番号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2FB03F0" id="正方形/長方形 9" o:spid="_x0000_s1029" style="position:absolute;left:0;text-align:left;margin-left:17.85pt;margin-top:10.5pt;width:1in;height:24.65pt;z-index:2516776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" filled="f" stroked="f" strokeweight="2pt">
                <v:textbox>
                  <w:txbxContent>
                    <w:p w14:paraId="76862698" w14:textId="77777777" w:rsidR="00C44C0B" w:rsidRPr="00967DE7" w:rsidRDefault="00C44C0B" w:rsidP="00C44C0B">
                      <w:pPr>
                        <w:jc w:val="center"/>
                        <w:rPr>
                          <w:rFonts w:hAnsi="ＭＳ 明朝"/>
                          <w:color w:val="000000" w:themeColor="text1"/>
                          <w:sz w:val="20"/>
                        </w:rPr>
                      </w:pPr>
                      <w:r w:rsidRPr="00967DE7">
                        <w:rPr>
                          <w:rFonts w:hAnsi="ＭＳ 明朝" w:hint="eastAsia"/>
                          <w:color w:val="000000" w:themeColor="text1"/>
                          <w:sz w:val="18"/>
                          <w:bdr w:val="single" w:sz="4" w:space="0" w:color="auto"/>
                        </w:rPr>
                        <w:t>様式番号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</w:p>
    <w:p w14:paraId="5651648A" w14:textId="77777777" w:rsidR="00671945" w:rsidRDefault="00671945" w:rsidP="006449D5">
      <w:pPr>
        <w:spacing w:beforeLines="50" w:before="167"/>
      </w:pPr>
    </w:p>
    <w:p w14:paraId="219F11A1" w14:textId="5C6E5DFE" w:rsidR="006449D5" w:rsidRDefault="006449D5" w:rsidP="006449D5">
      <w:pPr>
        <w:spacing w:beforeLines="50" w:before="167"/>
      </w:pPr>
    </w:p>
    <w:p w14:paraId="1118C5B3" w14:textId="7E651121" w:rsidR="00D07144" w:rsidRDefault="00D07144" w:rsidP="006449D5">
      <w:pPr>
        <w:spacing w:beforeLines="50" w:before="167"/>
      </w:pPr>
    </w:p>
    <w:p w14:paraId="064F2C88" w14:textId="266C1588" w:rsidR="00D07144" w:rsidRDefault="00D07144" w:rsidP="006449D5">
      <w:pPr>
        <w:spacing w:beforeLines="50" w:before="167"/>
      </w:pPr>
    </w:p>
    <w:p w14:paraId="1B82B7C2" w14:textId="00D04D8B" w:rsidR="00D07144" w:rsidRDefault="00D07144" w:rsidP="006449D5">
      <w:pPr>
        <w:spacing w:beforeLines="50" w:before="167"/>
      </w:pPr>
    </w:p>
    <w:p w14:paraId="523B8C96" w14:textId="518D2E15" w:rsidR="00D07144" w:rsidRDefault="00D07144" w:rsidP="006449D5">
      <w:pPr>
        <w:spacing w:beforeLines="50" w:before="167"/>
      </w:pPr>
    </w:p>
    <w:p w14:paraId="302DCDE5" w14:textId="6840A41A" w:rsidR="00D07144" w:rsidRDefault="00D07144" w:rsidP="006449D5">
      <w:pPr>
        <w:spacing w:beforeLines="50" w:before="167"/>
      </w:pPr>
    </w:p>
    <w:p w14:paraId="12E47874" w14:textId="61EDA90B" w:rsidR="00D07144" w:rsidRDefault="00D07144" w:rsidP="006449D5">
      <w:pPr>
        <w:spacing w:beforeLines="50" w:before="167"/>
      </w:pPr>
    </w:p>
    <w:p w14:paraId="757AFFF5" w14:textId="0ABA489A" w:rsidR="00D07144" w:rsidRDefault="00D07144" w:rsidP="006449D5">
      <w:pPr>
        <w:spacing w:beforeLines="50" w:before="167"/>
      </w:pPr>
    </w:p>
    <w:p w14:paraId="277FF352" w14:textId="72A64D2E" w:rsidR="00D07144" w:rsidRDefault="00D07144" w:rsidP="006449D5">
      <w:pPr>
        <w:spacing w:beforeLines="50" w:before="167"/>
      </w:pPr>
    </w:p>
    <w:p w14:paraId="70EBC6FC" w14:textId="714D65ED" w:rsidR="00D07144" w:rsidRDefault="00D07144" w:rsidP="006449D5">
      <w:pPr>
        <w:spacing w:beforeLines="50" w:before="167"/>
      </w:pPr>
      <w:r w:rsidRPr="00A41CCB">
        <w:rPr>
          <w:rFonts w:hAnsi="ＭＳ 明朝"/>
          <w:noProof/>
          <w:sz w:val="18"/>
          <w:szCs w:val="18"/>
        </w:rPr>
        <w:lastRenderedPageBreak/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14C390C" wp14:editId="2982BC19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9780422" cy="1944000"/>
                <wp:effectExtent l="0" t="0" r="11430" b="18415"/>
                <wp:wrapNone/>
                <wp:docPr id="7" name="正方形/長方形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780422" cy="19440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6350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14:paraId="30F99171" w14:textId="231E107D" w:rsidR="00D07144" w:rsidRPr="0026175B" w:rsidRDefault="00D07144" w:rsidP="00D07144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14C390C" id="正方形/長方形 7" o:spid="_x0000_s1030" style="position:absolute;left:0;text-align:left;margin-left:0;margin-top:-.05pt;width:770.1pt;height:153.0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" fillcolor="#92d050" strokecolor="#92d050" strokeweight=".5pt">
                <v:fill opacity="52428f"/>
                <v:textbox>
                  <w:txbxContent>
                    <w:p w14:paraId="30F99171" w14:textId="231E107D" w:rsidR="00D07144" w:rsidRPr="0026175B" w:rsidRDefault="00D07144" w:rsidP="00D07144">
                      <w:pPr>
                        <w:jc w:val="center"/>
                        <w:rPr>
                          <w:rFonts w:ascii="ＭＳ ゴシック" w:eastAsia="ＭＳ ゴシック" w:hAnsi="ＭＳ ゴシック"/>
                          <w:sz w:val="32"/>
                          <w:szCs w:val="32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EBEEBEB" w14:textId="5D6D6CD6" w:rsidR="00D07144" w:rsidRDefault="00D07144" w:rsidP="006449D5">
      <w:pPr>
        <w:spacing w:beforeLines="50" w:before="167"/>
      </w:pPr>
    </w:p>
    <w:p w14:paraId="49F53F1C" w14:textId="6082E831" w:rsidR="00D07144" w:rsidRDefault="00D07144" w:rsidP="006449D5">
      <w:pPr>
        <w:spacing w:beforeLines="50" w:before="167"/>
      </w:pPr>
    </w:p>
    <w:p w14:paraId="19128388" w14:textId="764CC92D" w:rsidR="00D07144" w:rsidRDefault="00D07144" w:rsidP="006449D5">
      <w:pPr>
        <w:spacing w:beforeLines="50" w:before="167"/>
      </w:pPr>
    </w:p>
    <w:p w14:paraId="7ACEBC34" w14:textId="4FD2F026" w:rsidR="00D07144" w:rsidRDefault="00D07144" w:rsidP="006449D5">
      <w:pPr>
        <w:spacing w:beforeLines="50" w:before="167"/>
      </w:pPr>
    </w:p>
    <w:p w14:paraId="05980765" w14:textId="49227927" w:rsidR="00E35FA0" w:rsidRDefault="00E35FA0" w:rsidP="006449D5">
      <w:pPr>
        <w:spacing w:beforeLines="50" w:before="167"/>
      </w:pPr>
    </w:p>
    <w:tbl>
      <w:tblPr>
        <w:tblpPr w:leftFromText="142" w:rightFromText="142" w:vertAnchor="page" w:horzAnchor="margin" w:tblpY="3550"/>
        <w:tblW w:w="51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159"/>
      </w:tblGrid>
      <w:tr w:rsidR="000A5B66" w14:paraId="61FFCC92" w14:textId="77777777" w:rsidTr="006E178D">
        <w:trPr>
          <w:trHeight w:val="64"/>
        </w:trPr>
        <w:tc>
          <w:tcPr>
            <w:tcW w:w="51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BD8AA09" w14:textId="59771047" w:rsidR="000A5B66" w:rsidRDefault="000A5B66" w:rsidP="000A5B66">
            <w:pPr>
              <w:jc w:val="center"/>
            </w:pPr>
            <w:r>
              <w:t>(</w:t>
            </w:r>
            <w:r>
              <w:rPr>
                <w:rFonts w:hint="eastAsia"/>
              </w:rPr>
              <w:t>裏面</w:t>
            </w:r>
            <w:r>
              <w:t>)</w:t>
            </w:r>
          </w:p>
        </w:tc>
      </w:tr>
      <w:tr w:rsidR="000A5B66" w14:paraId="58BF42DE" w14:textId="77777777" w:rsidTr="006E178D">
        <w:trPr>
          <w:cantSplit/>
          <w:trHeight w:val="247"/>
        </w:trPr>
        <w:tc>
          <w:tcPr>
            <w:tcW w:w="5159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extDirection w:val="tbRlV"/>
          </w:tcPr>
          <w:p w14:paraId="2D57EACF" w14:textId="0E7B9E1A" w:rsidR="000A5B66" w:rsidRDefault="000A5B66" w:rsidP="00E84EDE">
            <w:pPr>
              <w:adjustRightInd w:val="0"/>
              <w:snapToGrid w:val="0"/>
              <w:ind w:left="113"/>
              <w:rPr>
                <w:spacing w:val="12"/>
                <w:sz w:val="16"/>
                <w:szCs w:val="16"/>
              </w:rPr>
            </w:pPr>
            <w:r w:rsidRPr="00962DA8">
              <w:rPr>
                <w:rFonts w:hint="eastAsia"/>
                <w:spacing w:val="32"/>
                <w:sz w:val="16"/>
                <w:szCs w:val="16"/>
              </w:rPr>
              <w:t xml:space="preserve">　　　　</w:t>
            </w:r>
            <w:r w:rsidRPr="00E84EDE">
              <w:rPr>
                <w:rFonts w:hint="eastAsia"/>
                <w:spacing w:val="12"/>
                <w:sz w:val="20"/>
                <w:szCs w:val="16"/>
              </w:rPr>
              <w:t>注　意　事　項</w:t>
            </w:r>
          </w:p>
          <w:p w14:paraId="376CF6D4" w14:textId="77777777" w:rsidR="00E84EDE" w:rsidRPr="00962DA8" w:rsidRDefault="00E84EDE" w:rsidP="00E84EDE">
            <w:pPr>
              <w:spacing w:line="140" w:lineRule="exact"/>
              <w:ind w:left="113"/>
              <w:rPr>
                <w:spacing w:val="12"/>
                <w:sz w:val="16"/>
                <w:szCs w:val="16"/>
              </w:rPr>
            </w:pPr>
          </w:p>
          <w:p w14:paraId="20D7E503" w14:textId="77777777" w:rsidR="000A5B66" w:rsidRPr="00962DA8" w:rsidRDefault="000A5B66" w:rsidP="00962DA8">
            <w:pPr>
              <w:ind w:left="57"/>
              <w:rPr>
                <w:spacing w:val="12"/>
                <w:sz w:val="16"/>
                <w:szCs w:val="16"/>
              </w:rPr>
            </w:pPr>
            <w:r w:rsidRPr="00962DA8">
              <w:rPr>
                <w:rFonts w:hint="eastAsia"/>
                <w:spacing w:val="12"/>
                <w:sz w:val="16"/>
                <w:szCs w:val="16"/>
              </w:rPr>
              <w:t xml:space="preserve">　一　</w:t>
            </w:r>
            <w:r w:rsidRPr="00754C2B">
              <w:rPr>
                <w:rFonts w:hint="eastAsia"/>
                <w:spacing w:val="18"/>
                <w:kern w:val="0"/>
                <w:sz w:val="16"/>
                <w:szCs w:val="16"/>
                <w:fitText w:val="6280" w:id="-1573119999"/>
              </w:rPr>
              <w:t>次の介護サービスを受けるときは、必ず事前に、この確認証を事業者</w:t>
            </w:r>
            <w:r w:rsidRPr="00754C2B">
              <w:rPr>
                <w:rFonts w:hint="eastAsia"/>
                <w:spacing w:val="22"/>
                <w:kern w:val="0"/>
                <w:sz w:val="16"/>
                <w:szCs w:val="16"/>
                <w:fitText w:val="6280" w:id="-1573119999"/>
              </w:rPr>
              <w:t>に</w:t>
            </w:r>
          </w:p>
          <w:p w14:paraId="15796774" w14:textId="77777777" w:rsidR="000A5B66" w:rsidRPr="00962DA8" w:rsidRDefault="000A5B66" w:rsidP="00962DA8">
            <w:pPr>
              <w:ind w:left="57"/>
              <w:rPr>
                <w:spacing w:val="12"/>
                <w:sz w:val="16"/>
                <w:szCs w:val="16"/>
              </w:rPr>
            </w:pPr>
            <w:r w:rsidRPr="00962DA8">
              <w:rPr>
                <w:rFonts w:hint="eastAsia"/>
                <w:spacing w:val="12"/>
                <w:sz w:val="16"/>
                <w:szCs w:val="16"/>
              </w:rPr>
              <w:t xml:space="preserve">　　提出してください。</w:t>
            </w:r>
          </w:p>
          <w:p w14:paraId="6D828BEE" w14:textId="77777777" w:rsidR="000A5B66" w:rsidRPr="00962DA8" w:rsidRDefault="000A5B66" w:rsidP="00962DA8">
            <w:pPr>
              <w:ind w:left="57"/>
              <w:rPr>
                <w:spacing w:val="12"/>
                <w:sz w:val="16"/>
                <w:szCs w:val="16"/>
              </w:rPr>
            </w:pPr>
            <w:r w:rsidRPr="00962DA8">
              <w:rPr>
                <w:rFonts w:hint="eastAsia"/>
                <w:spacing w:val="12"/>
                <w:sz w:val="16"/>
                <w:szCs w:val="16"/>
              </w:rPr>
              <w:t xml:space="preserve">　二　</w:t>
            </w:r>
            <w:r w:rsidRPr="00754C2B">
              <w:rPr>
                <w:rFonts w:hint="eastAsia"/>
                <w:spacing w:val="15"/>
                <w:kern w:val="0"/>
                <w:sz w:val="16"/>
                <w:szCs w:val="16"/>
                <w:fitText w:val="6280" w:id="-1573119998"/>
              </w:rPr>
              <w:t>対象となるサービスは、訪問介護、通所介護、短期入所生活介護、定期</w:t>
            </w:r>
            <w:r w:rsidRPr="00754C2B">
              <w:rPr>
                <w:rFonts w:hint="eastAsia"/>
                <w:spacing w:val="20"/>
                <w:kern w:val="0"/>
                <w:sz w:val="16"/>
                <w:szCs w:val="16"/>
                <w:fitText w:val="6280" w:id="-1573119998"/>
              </w:rPr>
              <w:t>巡</w:t>
            </w:r>
          </w:p>
          <w:p w14:paraId="443F0B8B" w14:textId="77777777" w:rsidR="000A5B66" w:rsidRPr="00962DA8" w:rsidRDefault="000A5B66" w:rsidP="00962DA8">
            <w:pPr>
              <w:ind w:left="57"/>
              <w:rPr>
                <w:spacing w:val="12"/>
                <w:sz w:val="16"/>
                <w:szCs w:val="16"/>
              </w:rPr>
            </w:pPr>
            <w:r w:rsidRPr="00962DA8">
              <w:rPr>
                <w:rFonts w:hint="eastAsia"/>
                <w:spacing w:val="12"/>
                <w:sz w:val="16"/>
                <w:szCs w:val="16"/>
              </w:rPr>
              <w:t xml:space="preserve">　　</w:t>
            </w:r>
            <w:r w:rsidRPr="00754C2B">
              <w:rPr>
                <w:rFonts w:hint="eastAsia"/>
                <w:spacing w:val="15"/>
                <w:kern w:val="0"/>
                <w:sz w:val="16"/>
                <w:szCs w:val="16"/>
                <w:fitText w:val="6440" w:id="-1573119997"/>
              </w:rPr>
              <w:t>回・随時対応型訪問介護看護、夜間対応型訪問介護、地域密着型通所介護</w:t>
            </w:r>
            <w:r w:rsidRPr="00754C2B">
              <w:rPr>
                <w:rFonts w:hint="eastAsia"/>
                <w:spacing w:val="5"/>
                <w:kern w:val="0"/>
                <w:sz w:val="16"/>
                <w:szCs w:val="16"/>
                <w:fitText w:val="6440" w:id="-1573119997"/>
              </w:rPr>
              <w:t>、</w:t>
            </w:r>
          </w:p>
          <w:p w14:paraId="41AAA47E" w14:textId="77777777" w:rsidR="000A5B66" w:rsidRPr="00962DA8" w:rsidRDefault="000A5B66" w:rsidP="00962DA8">
            <w:pPr>
              <w:ind w:left="57"/>
              <w:rPr>
                <w:spacing w:val="12"/>
                <w:sz w:val="16"/>
                <w:szCs w:val="16"/>
              </w:rPr>
            </w:pPr>
            <w:r w:rsidRPr="00962DA8">
              <w:rPr>
                <w:rFonts w:hint="eastAsia"/>
                <w:spacing w:val="12"/>
                <w:sz w:val="16"/>
                <w:szCs w:val="16"/>
              </w:rPr>
              <w:t xml:space="preserve">　　</w:t>
            </w:r>
            <w:r w:rsidRPr="00754C2B">
              <w:rPr>
                <w:rFonts w:hint="eastAsia"/>
                <w:spacing w:val="15"/>
                <w:kern w:val="0"/>
                <w:sz w:val="16"/>
                <w:szCs w:val="16"/>
                <w:fitText w:val="6440" w:id="-1573119996"/>
              </w:rPr>
              <w:t>認知症対応型通所介護、小規模多機能型居宅介護、地域密着型介護老人福</w:t>
            </w:r>
            <w:r w:rsidRPr="00754C2B">
              <w:rPr>
                <w:rFonts w:hint="eastAsia"/>
                <w:spacing w:val="5"/>
                <w:kern w:val="0"/>
                <w:sz w:val="16"/>
                <w:szCs w:val="16"/>
                <w:fitText w:val="6440" w:id="-1573119996"/>
              </w:rPr>
              <w:t>祉</w:t>
            </w:r>
          </w:p>
          <w:p w14:paraId="4A755D2D" w14:textId="77777777" w:rsidR="000A5B66" w:rsidRPr="00962DA8" w:rsidRDefault="000A5B66" w:rsidP="00962DA8">
            <w:pPr>
              <w:ind w:left="57"/>
              <w:rPr>
                <w:spacing w:val="12"/>
                <w:sz w:val="16"/>
                <w:szCs w:val="16"/>
              </w:rPr>
            </w:pPr>
            <w:r w:rsidRPr="00962DA8">
              <w:rPr>
                <w:rFonts w:hint="eastAsia"/>
                <w:spacing w:val="12"/>
                <w:sz w:val="16"/>
                <w:szCs w:val="16"/>
              </w:rPr>
              <w:t xml:space="preserve">　　施設入所者生活介護、看護小規模多機能型居宅介護、介護福祉施設サービス、</w:t>
            </w:r>
          </w:p>
          <w:p w14:paraId="1384544D" w14:textId="77777777" w:rsidR="000A5B66" w:rsidRPr="00962DA8" w:rsidRDefault="000A5B66" w:rsidP="00962DA8">
            <w:pPr>
              <w:ind w:left="57"/>
              <w:rPr>
                <w:spacing w:val="12"/>
                <w:sz w:val="16"/>
                <w:szCs w:val="16"/>
              </w:rPr>
            </w:pPr>
            <w:r w:rsidRPr="00962DA8">
              <w:rPr>
                <w:rFonts w:hint="eastAsia"/>
                <w:spacing w:val="12"/>
                <w:sz w:val="16"/>
                <w:szCs w:val="16"/>
              </w:rPr>
              <w:t xml:space="preserve">　　</w:t>
            </w:r>
            <w:r w:rsidRPr="00754C2B">
              <w:rPr>
                <w:rFonts w:hint="eastAsia"/>
                <w:spacing w:val="15"/>
                <w:kern w:val="0"/>
                <w:sz w:val="16"/>
                <w:szCs w:val="16"/>
                <w:fitText w:val="6440" w:id="-1573119744"/>
              </w:rPr>
              <w:t>介護予防短期入所生活介護、介護予防認知症対応型通所介護及び介護予防</w:t>
            </w:r>
            <w:r w:rsidRPr="00754C2B">
              <w:rPr>
                <w:rFonts w:hint="eastAsia"/>
                <w:spacing w:val="5"/>
                <w:kern w:val="0"/>
                <w:sz w:val="16"/>
                <w:szCs w:val="16"/>
                <w:fitText w:val="6440" w:id="-1573119744"/>
              </w:rPr>
              <w:t>小</w:t>
            </w:r>
          </w:p>
          <w:p w14:paraId="56A2D65A" w14:textId="77777777" w:rsidR="000A5B66" w:rsidRPr="00962DA8" w:rsidRDefault="000A5B66" w:rsidP="00962DA8">
            <w:pPr>
              <w:ind w:left="57"/>
              <w:rPr>
                <w:sz w:val="16"/>
                <w:szCs w:val="16"/>
              </w:rPr>
            </w:pPr>
            <w:r w:rsidRPr="00962DA8">
              <w:rPr>
                <w:rFonts w:hint="eastAsia"/>
                <w:spacing w:val="12"/>
                <w:sz w:val="16"/>
                <w:szCs w:val="16"/>
              </w:rPr>
              <w:t xml:space="preserve">　　</w:t>
            </w:r>
            <w:r w:rsidRPr="00754C2B">
              <w:rPr>
                <w:rFonts w:hint="eastAsia"/>
                <w:spacing w:val="9"/>
                <w:kern w:val="0"/>
                <w:sz w:val="16"/>
                <w:szCs w:val="16"/>
                <w:fitText w:val="6440" w:id="-1573119743"/>
              </w:rPr>
              <w:t>規模多機能型居宅介護</w:t>
            </w:r>
            <w:r w:rsidRPr="00754C2B">
              <w:rPr>
                <w:spacing w:val="9"/>
                <w:kern w:val="0"/>
                <w:sz w:val="16"/>
                <w:szCs w:val="16"/>
                <w:fitText w:val="6440" w:id="-1573119743"/>
              </w:rPr>
              <w:t>並びに第一号訪問事業のうち介護予防訪問介護に相当す</w:t>
            </w:r>
            <w:r w:rsidRPr="00754C2B">
              <w:rPr>
                <w:spacing w:val="25"/>
                <w:kern w:val="0"/>
                <w:sz w:val="16"/>
                <w:szCs w:val="16"/>
                <w:fitText w:val="6440" w:id="-1573119743"/>
              </w:rPr>
              <w:t>る</w:t>
            </w:r>
          </w:p>
          <w:p w14:paraId="4006265E" w14:textId="2DCD24E8" w:rsidR="000A5B66" w:rsidRPr="00962DA8" w:rsidRDefault="00427BF7" w:rsidP="00754C2B">
            <w:pPr>
              <w:ind w:left="113"/>
              <w:rPr>
                <w:spacing w:val="12"/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 xml:space="preserve">　　</w:t>
            </w:r>
            <w:r w:rsidR="000A5B66" w:rsidRPr="00962DA8">
              <w:rPr>
                <w:sz w:val="16"/>
                <w:szCs w:val="16"/>
              </w:rPr>
              <w:t>事業及び第一号通所事業のうち介護予防通所介護に相当する事業</w:t>
            </w:r>
            <w:r w:rsidR="000A5B66" w:rsidRPr="00962DA8">
              <w:rPr>
                <w:rFonts w:hint="eastAsia"/>
                <w:spacing w:val="12"/>
                <w:sz w:val="16"/>
                <w:szCs w:val="16"/>
              </w:rPr>
              <w:t>です。</w:t>
            </w:r>
          </w:p>
          <w:p w14:paraId="46FABEA9" w14:textId="77777777" w:rsidR="000A5B66" w:rsidRPr="00962DA8" w:rsidRDefault="000A5B66" w:rsidP="00962DA8">
            <w:pPr>
              <w:ind w:left="57"/>
              <w:rPr>
                <w:spacing w:val="12"/>
                <w:sz w:val="16"/>
                <w:szCs w:val="16"/>
              </w:rPr>
            </w:pPr>
            <w:r w:rsidRPr="00962DA8">
              <w:rPr>
                <w:rFonts w:hint="eastAsia"/>
                <w:spacing w:val="12"/>
                <w:sz w:val="16"/>
                <w:szCs w:val="16"/>
              </w:rPr>
              <w:t xml:space="preserve">　三　この確認証は、都道府県に申し出のあった事業者のみ有効です。</w:t>
            </w:r>
          </w:p>
          <w:p w14:paraId="1C71436C" w14:textId="77777777" w:rsidR="000A5B66" w:rsidRPr="00962DA8" w:rsidRDefault="000A5B66" w:rsidP="00962DA8">
            <w:pPr>
              <w:ind w:left="57"/>
              <w:rPr>
                <w:spacing w:val="12"/>
                <w:sz w:val="16"/>
                <w:szCs w:val="16"/>
              </w:rPr>
            </w:pPr>
            <w:r w:rsidRPr="00962DA8">
              <w:rPr>
                <w:rFonts w:hint="eastAsia"/>
                <w:spacing w:val="12"/>
                <w:sz w:val="16"/>
                <w:szCs w:val="16"/>
              </w:rPr>
              <w:t xml:space="preserve">　四　</w:t>
            </w:r>
            <w:r w:rsidRPr="00427BF7">
              <w:rPr>
                <w:rFonts w:hint="eastAsia"/>
                <w:spacing w:val="15"/>
                <w:kern w:val="0"/>
                <w:sz w:val="16"/>
                <w:szCs w:val="16"/>
                <w:fitText w:val="6280" w:id="-1573119742"/>
              </w:rPr>
              <w:t>前記のサービスの利用者負担額並びにこれらのサービスを利用した場合</w:t>
            </w:r>
            <w:r w:rsidRPr="00427BF7">
              <w:rPr>
                <w:rFonts w:hint="eastAsia"/>
                <w:spacing w:val="20"/>
                <w:kern w:val="0"/>
                <w:sz w:val="16"/>
                <w:szCs w:val="16"/>
                <w:fitText w:val="6280" w:id="-1573119742"/>
              </w:rPr>
              <w:t>の</w:t>
            </w:r>
          </w:p>
          <w:p w14:paraId="40343A89" w14:textId="77777777" w:rsidR="000A5B66" w:rsidRPr="00962DA8" w:rsidRDefault="000A5B66" w:rsidP="00962DA8">
            <w:pPr>
              <w:ind w:left="57"/>
              <w:rPr>
                <w:spacing w:val="12"/>
                <w:sz w:val="16"/>
                <w:szCs w:val="16"/>
              </w:rPr>
            </w:pPr>
            <w:r w:rsidRPr="00962DA8">
              <w:rPr>
                <w:rFonts w:hint="eastAsia"/>
                <w:spacing w:val="12"/>
                <w:sz w:val="16"/>
                <w:szCs w:val="16"/>
              </w:rPr>
              <w:t xml:space="preserve">　　</w:t>
            </w:r>
            <w:r w:rsidRPr="00427BF7">
              <w:rPr>
                <w:rFonts w:hint="eastAsia"/>
                <w:spacing w:val="18"/>
                <w:kern w:val="0"/>
                <w:sz w:val="16"/>
                <w:szCs w:val="16"/>
                <w:fitText w:val="6440" w:id="-1573119488"/>
              </w:rPr>
              <w:t>食費、居住費（滞在費）及び宿泊費が、表面に記載されているそれぞれ</w:t>
            </w:r>
            <w:r w:rsidRPr="00427BF7">
              <w:rPr>
                <w:rFonts w:hint="eastAsia"/>
                <w:spacing w:val="4"/>
                <w:kern w:val="0"/>
                <w:sz w:val="16"/>
                <w:szCs w:val="16"/>
                <w:fitText w:val="6440" w:id="-1573119488"/>
              </w:rPr>
              <w:t>の</w:t>
            </w:r>
          </w:p>
          <w:p w14:paraId="2EB66B5E" w14:textId="3C92FCC1" w:rsidR="000A5B66" w:rsidRPr="00962DA8" w:rsidRDefault="000A5B66" w:rsidP="00962DA8">
            <w:pPr>
              <w:ind w:left="57"/>
              <w:rPr>
                <w:spacing w:val="12"/>
                <w:sz w:val="16"/>
                <w:szCs w:val="16"/>
              </w:rPr>
            </w:pPr>
            <w:r w:rsidRPr="00962DA8">
              <w:rPr>
                <w:rFonts w:hint="eastAsia"/>
                <w:spacing w:val="12"/>
                <w:sz w:val="16"/>
                <w:szCs w:val="16"/>
              </w:rPr>
              <w:t xml:space="preserve">　　減額割合により軽減されます。</w:t>
            </w:r>
          </w:p>
          <w:p w14:paraId="2741C792" w14:textId="77777777" w:rsidR="000A5B66" w:rsidRPr="00962DA8" w:rsidRDefault="000A5B66" w:rsidP="00962DA8">
            <w:pPr>
              <w:ind w:left="57"/>
              <w:rPr>
                <w:rFonts w:hAnsi="ＭＳ 明朝" w:cs="ＭＳ 明朝"/>
                <w:spacing w:val="12"/>
                <w:sz w:val="16"/>
                <w:szCs w:val="16"/>
              </w:rPr>
            </w:pPr>
            <w:r w:rsidRPr="00962DA8">
              <w:rPr>
                <w:rFonts w:hint="eastAsia"/>
                <w:spacing w:val="12"/>
                <w:sz w:val="16"/>
                <w:szCs w:val="16"/>
              </w:rPr>
              <w:t xml:space="preserve">　五</w:t>
            </w:r>
            <w:r w:rsidRPr="00962DA8">
              <w:rPr>
                <w:rFonts w:hAnsi="ＭＳ 明朝" w:cs="ＭＳ 明朝" w:hint="eastAsia"/>
                <w:spacing w:val="12"/>
                <w:sz w:val="16"/>
                <w:szCs w:val="16"/>
              </w:rPr>
              <w:t xml:space="preserve">　</w:t>
            </w:r>
            <w:r w:rsidRPr="00427BF7">
              <w:rPr>
                <w:rFonts w:hAnsi="ＭＳ 明朝" w:cs="ＭＳ 明朝" w:hint="eastAsia"/>
                <w:spacing w:val="18"/>
                <w:kern w:val="0"/>
                <w:sz w:val="16"/>
                <w:szCs w:val="16"/>
                <w:fitText w:val="6280" w:id="-1573119487"/>
              </w:rPr>
              <w:t>介護保険の被保険者の資格がなくなったとき、減額措置の要件に該当</w:t>
            </w:r>
            <w:r w:rsidRPr="00427BF7">
              <w:rPr>
                <w:rFonts w:hAnsi="ＭＳ 明朝" w:cs="ＭＳ 明朝" w:hint="eastAsia"/>
                <w:spacing w:val="22"/>
                <w:kern w:val="0"/>
                <w:sz w:val="16"/>
                <w:szCs w:val="16"/>
                <w:fitText w:val="6280" w:id="-1573119487"/>
              </w:rPr>
              <w:t>し</w:t>
            </w:r>
          </w:p>
          <w:p w14:paraId="2191FE63" w14:textId="77777777" w:rsidR="000A5B66" w:rsidRPr="00962DA8" w:rsidRDefault="000A5B66" w:rsidP="00962DA8">
            <w:pPr>
              <w:ind w:left="57"/>
              <w:rPr>
                <w:rFonts w:hAnsi="ＭＳ 明朝" w:cs="ＭＳ 明朝"/>
                <w:spacing w:val="12"/>
                <w:sz w:val="16"/>
                <w:szCs w:val="16"/>
              </w:rPr>
            </w:pPr>
            <w:r w:rsidRPr="00962DA8">
              <w:rPr>
                <w:rFonts w:hAnsi="ＭＳ 明朝" w:cs="ＭＳ 明朝" w:hint="eastAsia"/>
                <w:spacing w:val="12"/>
                <w:sz w:val="16"/>
                <w:szCs w:val="16"/>
              </w:rPr>
              <w:t xml:space="preserve">　　</w:t>
            </w:r>
            <w:r w:rsidRPr="00427BF7">
              <w:rPr>
                <w:rFonts w:hAnsi="ＭＳ 明朝" w:cs="ＭＳ 明朝" w:hint="eastAsia"/>
                <w:spacing w:val="18"/>
                <w:kern w:val="0"/>
                <w:sz w:val="16"/>
                <w:szCs w:val="16"/>
                <w:fitText w:val="6440" w:id="-1573119486"/>
              </w:rPr>
              <w:t>なくなったとき、又は減額確認証の有効期限に至ったときは、遅滞なく</w:t>
            </w:r>
            <w:r w:rsidRPr="00427BF7">
              <w:rPr>
                <w:rFonts w:hAnsi="ＭＳ 明朝" w:cs="ＭＳ 明朝" w:hint="eastAsia"/>
                <w:spacing w:val="4"/>
                <w:kern w:val="0"/>
                <w:sz w:val="16"/>
                <w:szCs w:val="16"/>
                <w:fitText w:val="6440" w:id="-1573119486"/>
              </w:rPr>
              <w:t>、</w:t>
            </w:r>
          </w:p>
          <w:p w14:paraId="78D8E757" w14:textId="77777777" w:rsidR="000A5B66" w:rsidRPr="00962DA8" w:rsidRDefault="000A5B66" w:rsidP="00962DA8">
            <w:pPr>
              <w:ind w:left="57"/>
              <w:rPr>
                <w:rFonts w:hAnsi="ＭＳ 明朝" w:cs="ＭＳ 明朝"/>
                <w:spacing w:val="12"/>
                <w:sz w:val="16"/>
                <w:szCs w:val="16"/>
              </w:rPr>
            </w:pPr>
            <w:r w:rsidRPr="00962DA8">
              <w:rPr>
                <w:rFonts w:hAnsi="ＭＳ 明朝" w:cs="ＭＳ 明朝" w:hint="eastAsia"/>
                <w:spacing w:val="12"/>
                <w:sz w:val="16"/>
                <w:szCs w:val="16"/>
              </w:rPr>
              <w:t xml:space="preserve">　　この証を市町村に返してください。また、転出の届出をする際には、この証を</w:t>
            </w:r>
          </w:p>
          <w:p w14:paraId="342FEA78" w14:textId="77777777" w:rsidR="000A5B66" w:rsidRPr="00962DA8" w:rsidRDefault="000A5B66" w:rsidP="00962DA8">
            <w:pPr>
              <w:ind w:left="57"/>
              <w:rPr>
                <w:spacing w:val="12"/>
                <w:sz w:val="16"/>
                <w:szCs w:val="16"/>
              </w:rPr>
            </w:pPr>
            <w:r w:rsidRPr="00962DA8">
              <w:rPr>
                <w:rFonts w:hAnsi="ＭＳ 明朝" w:cs="ＭＳ 明朝" w:hint="eastAsia"/>
                <w:spacing w:val="12"/>
                <w:sz w:val="16"/>
                <w:szCs w:val="16"/>
              </w:rPr>
              <w:t xml:space="preserve">　　添えてください。</w:t>
            </w:r>
          </w:p>
          <w:p w14:paraId="2D42CCCB" w14:textId="77777777" w:rsidR="000A5B66" w:rsidRPr="00962DA8" w:rsidRDefault="000A5B66" w:rsidP="00962DA8">
            <w:pPr>
              <w:ind w:left="57"/>
              <w:rPr>
                <w:spacing w:val="12"/>
                <w:sz w:val="16"/>
                <w:szCs w:val="16"/>
              </w:rPr>
            </w:pPr>
            <w:r w:rsidRPr="00962DA8">
              <w:rPr>
                <w:rFonts w:hint="eastAsia"/>
                <w:spacing w:val="12"/>
                <w:sz w:val="16"/>
                <w:szCs w:val="16"/>
              </w:rPr>
              <w:t xml:space="preserve">　六　</w:t>
            </w:r>
            <w:r w:rsidRPr="00427BF7">
              <w:rPr>
                <w:rFonts w:hint="eastAsia"/>
                <w:spacing w:val="18"/>
                <w:kern w:val="0"/>
                <w:sz w:val="16"/>
                <w:szCs w:val="16"/>
                <w:fitText w:val="6280" w:id="-1573119485"/>
              </w:rPr>
              <w:t>この証の表面の記載事項に変更があったときは、十四日以内に、この</w:t>
            </w:r>
            <w:r w:rsidRPr="00427BF7">
              <w:rPr>
                <w:rFonts w:hint="eastAsia"/>
                <w:spacing w:val="22"/>
                <w:kern w:val="0"/>
                <w:sz w:val="16"/>
                <w:szCs w:val="16"/>
                <w:fitText w:val="6280" w:id="-1573119485"/>
              </w:rPr>
              <w:t>証</w:t>
            </w:r>
          </w:p>
          <w:p w14:paraId="76B7615B" w14:textId="77777777" w:rsidR="000A5B66" w:rsidRPr="00962DA8" w:rsidRDefault="000A5B66" w:rsidP="00962DA8">
            <w:pPr>
              <w:ind w:left="57"/>
              <w:rPr>
                <w:spacing w:val="12"/>
                <w:sz w:val="16"/>
                <w:szCs w:val="16"/>
              </w:rPr>
            </w:pPr>
            <w:r w:rsidRPr="00962DA8">
              <w:rPr>
                <w:rFonts w:hint="eastAsia"/>
                <w:spacing w:val="12"/>
                <w:sz w:val="16"/>
                <w:szCs w:val="16"/>
              </w:rPr>
              <w:t xml:space="preserve">　　を添えて、市町村にその旨を届け出てください。</w:t>
            </w:r>
          </w:p>
          <w:p w14:paraId="741EE98D" w14:textId="20880CE5" w:rsidR="000A5B66" w:rsidRPr="00962DA8" w:rsidRDefault="000A5B66" w:rsidP="00962DA8">
            <w:pPr>
              <w:ind w:left="57"/>
              <w:rPr>
                <w:spacing w:val="12"/>
                <w:sz w:val="16"/>
                <w:szCs w:val="16"/>
              </w:rPr>
            </w:pPr>
            <w:r w:rsidRPr="00962DA8">
              <w:rPr>
                <w:rFonts w:hint="eastAsia"/>
                <w:spacing w:val="12"/>
                <w:sz w:val="16"/>
                <w:szCs w:val="16"/>
              </w:rPr>
              <w:t xml:space="preserve">　七　</w:t>
            </w:r>
            <w:r w:rsidRPr="00FC27D4">
              <w:rPr>
                <w:rFonts w:hint="eastAsia"/>
                <w:spacing w:val="18"/>
                <w:kern w:val="0"/>
                <w:sz w:val="16"/>
                <w:szCs w:val="16"/>
                <w:fitText w:val="6280" w:id="-1573119484"/>
              </w:rPr>
              <w:t>不正にこの証を使用した者は、刑法により詐欺罪として</w:t>
            </w:r>
            <w:r w:rsidR="00FC27D4" w:rsidRPr="00FC27D4">
              <w:rPr>
                <w:rFonts w:hint="eastAsia"/>
                <w:spacing w:val="18"/>
                <w:kern w:val="0"/>
                <w:sz w:val="16"/>
                <w:szCs w:val="16"/>
                <w:fitText w:val="6280" w:id="-1573119484"/>
              </w:rPr>
              <w:t>拘禁刑</w:t>
            </w:r>
            <w:r w:rsidRPr="00FC27D4">
              <w:rPr>
                <w:rFonts w:hint="eastAsia"/>
                <w:spacing w:val="18"/>
                <w:kern w:val="0"/>
                <w:sz w:val="16"/>
                <w:szCs w:val="16"/>
                <w:fitText w:val="6280" w:id="-1573119484"/>
              </w:rPr>
              <w:t>の処分</w:t>
            </w:r>
            <w:r w:rsidRPr="00FC27D4">
              <w:rPr>
                <w:rFonts w:hint="eastAsia"/>
                <w:spacing w:val="22"/>
                <w:kern w:val="0"/>
                <w:sz w:val="16"/>
                <w:szCs w:val="16"/>
                <w:fitText w:val="6280" w:id="-1573119484"/>
              </w:rPr>
              <w:t>を</w:t>
            </w:r>
          </w:p>
          <w:p w14:paraId="60F2AC0C" w14:textId="45F8EE43" w:rsidR="000A5B66" w:rsidRPr="00962DA8" w:rsidRDefault="00F57995" w:rsidP="00962DA8">
            <w:pPr>
              <w:ind w:left="57"/>
              <w:rPr>
                <w:sz w:val="16"/>
                <w:szCs w:val="16"/>
              </w:rPr>
            </w:pPr>
            <w:r>
              <w:rPr>
                <w:rFonts w:hAnsi="ＭＳ 明朝"/>
                <w:noProof/>
                <w:sz w:val="18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4E29BE40" wp14:editId="796F8164">
                      <wp:simplePos x="0" y="0"/>
                      <wp:positionH relativeFrom="column">
                        <wp:posOffset>-212725</wp:posOffset>
                      </wp:positionH>
                      <wp:positionV relativeFrom="paragraph">
                        <wp:posOffset>3175</wp:posOffset>
                      </wp:positionV>
                      <wp:extent cx="2969895" cy="4600575"/>
                      <wp:effectExtent l="0" t="0" r="20955" b="28575"/>
                      <wp:wrapNone/>
                      <wp:docPr id="3" name="正方形/長方形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969895" cy="46005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92D050">
                                  <a:alpha val="80000"/>
                                </a:srgbClr>
                              </a:solidFill>
                              <a:ln w="6350">
                                <a:solidFill>
                                  <a:srgbClr val="92D05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</wps:spPr>
                            <wps:txbx>
                              <w:txbxContent>
                                <w:p w14:paraId="2649177E" w14:textId="14A7749F" w:rsidR="00C02A71" w:rsidRPr="00BB2F6A" w:rsidRDefault="00C02A71" w:rsidP="00C02A71">
                                  <w:pPr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bCs/>
                                      <w:color w:val="FFFFFF" w:themeColor="background1"/>
                                      <w:sz w:val="24"/>
                                      <w:szCs w:val="24"/>
                                    </w:rPr>
                                    <w:t>固定文言</w:t>
                                  </w:r>
                                  <w:r w:rsidR="00227E77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bCs/>
                                      <w:color w:val="FFFFFF" w:themeColor="background1"/>
                                      <w:sz w:val="24"/>
                                      <w:szCs w:val="24"/>
                                    </w:rPr>
                                    <w:t>２</w:t>
                                  </w: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bCs/>
                                      <w:color w:val="FFFFFF" w:themeColor="background1"/>
                                      <w:sz w:val="24"/>
                                      <w:szCs w:val="24"/>
                                    </w:rPr>
                                    <w:t>＋編集</w:t>
                                  </w:r>
                                  <w:r w:rsidR="00227E77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bCs/>
                                      <w:color w:val="FFFFFF" w:themeColor="background1"/>
                                      <w:sz w:val="24"/>
                                      <w:szCs w:val="24"/>
                                    </w:rPr>
                                    <w:t>２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E29BE40" id="正方形/長方形 3" o:spid="_x0000_s1031" style="position:absolute;left:0;text-align:left;margin-left:-16.75pt;margin-top:.25pt;width:233.85pt;height:362.2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" fillcolor="#92d050" strokecolor="#92d050" strokeweight=".5pt">
                      <v:fill opacity="52428f"/>
                      <v:textbox>
                        <w:txbxContent>
                          <w:p w14:paraId="2649177E" w14:textId="14A7749F" w:rsidR="00C02A71" w:rsidRPr="00BB2F6A" w:rsidRDefault="00C02A71" w:rsidP="00C02A71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固定文言</w:t>
                            </w:r>
                            <w:r w:rsidR="00227E77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２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＋編集</w:t>
                            </w:r>
                            <w:r w:rsidR="00227E77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２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0A5B66" w:rsidRPr="00962DA8">
              <w:rPr>
                <w:rFonts w:hint="eastAsia"/>
                <w:spacing w:val="12"/>
                <w:sz w:val="16"/>
                <w:szCs w:val="16"/>
              </w:rPr>
              <w:t xml:space="preserve">　　</w:t>
            </w:r>
            <w:r w:rsidR="00FC27D4">
              <w:rPr>
                <w:rFonts w:hint="eastAsia"/>
                <w:spacing w:val="12"/>
                <w:sz w:val="16"/>
                <w:szCs w:val="16"/>
              </w:rPr>
              <w:t>受け</w:t>
            </w:r>
            <w:r w:rsidR="000A5B66" w:rsidRPr="00962DA8">
              <w:rPr>
                <w:rFonts w:hint="eastAsia"/>
                <w:spacing w:val="12"/>
                <w:sz w:val="16"/>
                <w:szCs w:val="16"/>
              </w:rPr>
              <w:t>ます。</w:t>
            </w:r>
          </w:p>
        </w:tc>
      </w:tr>
      <w:tr w:rsidR="000A5B66" w14:paraId="731F663E" w14:textId="77777777" w:rsidTr="006E178D">
        <w:trPr>
          <w:cantSplit/>
          <w:trHeight w:val="645"/>
        </w:trPr>
        <w:tc>
          <w:tcPr>
            <w:tcW w:w="5159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C7517D0" w14:textId="77777777" w:rsidR="000A5B66" w:rsidRDefault="000A5B66" w:rsidP="000A5B66"/>
        </w:tc>
      </w:tr>
      <w:tr w:rsidR="000A5B66" w14:paraId="6CF08C37" w14:textId="77777777" w:rsidTr="006E178D">
        <w:trPr>
          <w:cantSplit/>
          <w:trHeight w:val="392"/>
        </w:trPr>
        <w:tc>
          <w:tcPr>
            <w:tcW w:w="5159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6A25701" w14:textId="77777777" w:rsidR="000A5B66" w:rsidRDefault="000A5B66" w:rsidP="000A5B66"/>
        </w:tc>
      </w:tr>
      <w:tr w:rsidR="000A5B66" w14:paraId="2A1D12B9" w14:textId="77777777" w:rsidTr="006E178D">
        <w:trPr>
          <w:cantSplit/>
          <w:trHeight w:val="413"/>
        </w:trPr>
        <w:tc>
          <w:tcPr>
            <w:tcW w:w="5159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340056D" w14:textId="77777777" w:rsidR="000A5B66" w:rsidRDefault="000A5B66" w:rsidP="000A5B66"/>
        </w:tc>
      </w:tr>
      <w:tr w:rsidR="000A5B66" w14:paraId="6E998221" w14:textId="77777777" w:rsidTr="006E178D">
        <w:trPr>
          <w:cantSplit/>
          <w:trHeight w:val="797"/>
        </w:trPr>
        <w:tc>
          <w:tcPr>
            <w:tcW w:w="5159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863FACE" w14:textId="77777777" w:rsidR="000A5B66" w:rsidRDefault="000A5B66" w:rsidP="000A5B66"/>
        </w:tc>
      </w:tr>
      <w:tr w:rsidR="000A5B66" w14:paraId="447C002C" w14:textId="77777777" w:rsidTr="006E178D">
        <w:trPr>
          <w:cantSplit/>
          <w:trHeight w:val="321"/>
        </w:trPr>
        <w:tc>
          <w:tcPr>
            <w:tcW w:w="5159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2222F44" w14:textId="77777777" w:rsidR="000A5B66" w:rsidRDefault="000A5B66" w:rsidP="000A5B66"/>
        </w:tc>
      </w:tr>
      <w:tr w:rsidR="000A5B66" w14:paraId="22FA38DF" w14:textId="77777777" w:rsidTr="006E178D">
        <w:trPr>
          <w:cantSplit/>
          <w:trHeight w:val="686"/>
        </w:trPr>
        <w:tc>
          <w:tcPr>
            <w:tcW w:w="5159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41F61DD" w14:textId="77777777" w:rsidR="000A5B66" w:rsidRDefault="000A5B66" w:rsidP="000A5B66"/>
        </w:tc>
      </w:tr>
      <w:tr w:rsidR="000A5B66" w14:paraId="52219188" w14:textId="77777777" w:rsidTr="006E178D">
        <w:trPr>
          <w:cantSplit/>
          <w:trHeight w:val="413"/>
        </w:trPr>
        <w:tc>
          <w:tcPr>
            <w:tcW w:w="5159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46497D4" w14:textId="77777777" w:rsidR="000A5B66" w:rsidRDefault="000A5B66" w:rsidP="000A5B66"/>
        </w:tc>
      </w:tr>
      <w:tr w:rsidR="000A5B66" w14:paraId="59667E24" w14:textId="77777777" w:rsidTr="006E178D">
        <w:trPr>
          <w:cantSplit/>
          <w:trHeight w:val="413"/>
        </w:trPr>
        <w:tc>
          <w:tcPr>
            <w:tcW w:w="5159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CD8EF70" w14:textId="77777777" w:rsidR="000A5B66" w:rsidRDefault="000A5B66" w:rsidP="000A5B66"/>
        </w:tc>
      </w:tr>
      <w:tr w:rsidR="000A5B66" w14:paraId="086BD00B" w14:textId="77777777" w:rsidTr="006E178D">
        <w:trPr>
          <w:cantSplit/>
          <w:trHeight w:val="413"/>
        </w:trPr>
        <w:tc>
          <w:tcPr>
            <w:tcW w:w="5159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C021EFE" w14:textId="77777777" w:rsidR="000A5B66" w:rsidRDefault="000A5B66" w:rsidP="000A5B66"/>
        </w:tc>
      </w:tr>
      <w:tr w:rsidR="000A5B66" w14:paraId="737CF2C0" w14:textId="77777777" w:rsidTr="006E178D">
        <w:trPr>
          <w:cantSplit/>
          <w:trHeight w:val="413"/>
        </w:trPr>
        <w:tc>
          <w:tcPr>
            <w:tcW w:w="5159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B18DA57" w14:textId="77777777" w:rsidR="000A5B66" w:rsidRDefault="000A5B66" w:rsidP="000A5B66"/>
        </w:tc>
      </w:tr>
      <w:tr w:rsidR="000A5B66" w14:paraId="24940A15" w14:textId="77777777" w:rsidTr="006E178D">
        <w:trPr>
          <w:cantSplit/>
          <w:trHeight w:val="413"/>
        </w:trPr>
        <w:tc>
          <w:tcPr>
            <w:tcW w:w="5159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B79A3F7" w14:textId="77777777" w:rsidR="000A5B66" w:rsidRDefault="000A5B66" w:rsidP="000A5B66"/>
        </w:tc>
      </w:tr>
      <w:tr w:rsidR="000A5B66" w14:paraId="45B494D0" w14:textId="77777777" w:rsidTr="006E178D">
        <w:trPr>
          <w:cantSplit/>
          <w:trHeight w:val="295"/>
        </w:trPr>
        <w:tc>
          <w:tcPr>
            <w:tcW w:w="5159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E5388D1" w14:textId="77777777" w:rsidR="000A5B66" w:rsidRDefault="000A5B66" w:rsidP="000A5B66"/>
        </w:tc>
      </w:tr>
      <w:tr w:rsidR="000A5B66" w14:paraId="7CCA103B" w14:textId="77777777" w:rsidTr="006E178D">
        <w:trPr>
          <w:cantSplit/>
          <w:trHeight w:val="422"/>
        </w:trPr>
        <w:tc>
          <w:tcPr>
            <w:tcW w:w="5159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BBDD611" w14:textId="77777777" w:rsidR="000A5B66" w:rsidRDefault="000A5B66" w:rsidP="000A5B66"/>
        </w:tc>
      </w:tr>
      <w:tr w:rsidR="000A5B66" w14:paraId="47809507" w14:textId="77777777" w:rsidTr="006E178D">
        <w:trPr>
          <w:cantSplit/>
          <w:trHeight w:val="829"/>
        </w:trPr>
        <w:tc>
          <w:tcPr>
            <w:tcW w:w="5159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EDDA144" w14:textId="77777777" w:rsidR="000A5B66" w:rsidRDefault="000A5B66" w:rsidP="000A5B66"/>
        </w:tc>
      </w:tr>
    </w:tbl>
    <w:p w14:paraId="6FCA484F" w14:textId="268F55A1" w:rsidR="00E35FA0" w:rsidRDefault="00C44C0B" w:rsidP="006449D5">
      <w:pPr>
        <w:spacing w:beforeLines="50" w:before="167"/>
      </w:pPr>
      <w:r w:rsidRPr="00A41CCB">
        <w:rPr>
          <w:rFonts w:hAnsi="ＭＳ 明朝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37C90401" wp14:editId="08EAA02D">
                <wp:simplePos x="0" y="0"/>
                <wp:positionH relativeFrom="column">
                  <wp:posOffset>3371850</wp:posOffset>
                </wp:positionH>
                <wp:positionV relativeFrom="paragraph">
                  <wp:posOffset>136525</wp:posOffset>
                </wp:positionV>
                <wp:extent cx="6408420" cy="4662000"/>
                <wp:effectExtent l="0" t="0" r="11430" b="24765"/>
                <wp:wrapNone/>
                <wp:docPr id="2" name="正方形/長方形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08420" cy="46620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6350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14:paraId="08016629" w14:textId="77777777" w:rsidR="00BA0DB6" w:rsidRDefault="00BA0DB6" w:rsidP="0081426B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</w:p>
                          <w:p w14:paraId="2B3EFB98" w14:textId="77777777" w:rsidR="00BA0DB6" w:rsidRDefault="00BA0DB6" w:rsidP="0081426B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color w:val="FFFFFF" w:themeColor="background1"/>
                                <w:sz w:val="32"/>
                                <w:szCs w:val="32"/>
                              </w:rPr>
                            </w:pPr>
                          </w:p>
                          <w:p w14:paraId="792FE68D" w14:textId="77777777" w:rsidR="00BA0DB6" w:rsidRDefault="00BA0DB6" w:rsidP="0081426B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color w:val="FFFFFF" w:themeColor="background1"/>
                                <w:sz w:val="32"/>
                                <w:szCs w:val="32"/>
                              </w:rPr>
                            </w:pPr>
                          </w:p>
                          <w:p w14:paraId="657F8366" w14:textId="2A46CCEA" w:rsidR="0081426B" w:rsidRPr="00BA0DB6" w:rsidRDefault="0081426B" w:rsidP="0081426B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sz w:val="24"/>
                                <w:szCs w:val="24"/>
                              </w:rPr>
                            </w:pPr>
                            <w:r w:rsidRPr="00BA0DB6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自由記載</w:t>
                            </w:r>
                            <w:r w:rsidR="00BA0DB6" w:rsidRPr="00BA0DB6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１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7C90401" id="正方形/長方形 2" o:spid="_x0000_s1032" style="position:absolute;left:0;text-align:left;margin-left:265.5pt;margin-top:10.75pt;width:504.6pt;height:367.1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" fillcolor="#92d050" strokecolor="#92d050" strokeweight=".5pt">
                <v:fill opacity="52428f"/>
                <v:textbox>
                  <w:txbxContent>
                    <w:p w14:paraId="08016629" w14:textId="77777777" w:rsidR="00BA0DB6" w:rsidRDefault="00BA0DB6" w:rsidP="0081426B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</w:p>
                    <w:p w14:paraId="2B3EFB98" w14:textId="77777777" w:rsidR="00BA0DB6" w:rsidRDefault="00BA0DB6" w:rsidP="0081426B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color w:val="FFFFFF" w:themeColor="background1"/>
                          <w:sz w:val="32"/>
                          <w:szCs w:val="32"/>
                        </w:rPr>
                      </w:pPr>
                    </w:p>
                    <w:p w14:paraId="792FE68D" w14:textId="77777777" w:rsidR="00BA0DB6" w:rsidRDefault="00BA0DB6" w:rsidP="0081426B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color w:val="FFFFFF" w:themeColor="background1"/>
                          <w:sz w:val="32"/>
                          <w:szCs w:val="32"/>
                        </w:rPr>
                      </w:pPr>
                    </w:p>
                    <w:p w14:paraId="657F8366" w14:textId="2A46CCEA" w:rsidR="0081426B" w:rsidRPr="00BA0DB6" w:rsidRDefault="0081426B" w:rsidP="0081426B">
                      <w:pPr>
                        <w:jc w:val="center"/>
                        <w:rPr>
                          <w:rFonts w:ascii="ＭＳ ゴシック" w:eastAsia="ＭＳ ゴシック" w:hAnsi="ＭＳ ゴシック"/>
                          <w:sz w:val="24"/>
                          <w:szCs w:val="24"/>
                        </w:rPr>
                      </w:pPr>
                      <w:r w:rsidRPr="00BA0DB6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>自由記載</w:t>
                      </w:r>
                      <w:r w:rsidR="00BA0DB6" w:rsidRPr="00BA0DB6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>１</w:t>
                      </w:r>
                    </w:p>
                  </w:txbxContent>
                </v:textbox>
              </v:rect>
            </w:pict>
          </mc:Fallback>
        </mc:AlternateContent>
      </w:r>
    </w:p>
    <w:p w14:paraId="75EE4CF1" w14:textId="6095671E" w:rsidR="00E35FA0" w:rsidRDefault="00E35FA0" w:rsidP="006449D5">
      <w:pPr>
        <w:spacing w:beforeLines="50" w:before="167"/>
      </w:pPr>
    </w:p>
    <w:p w14:paraId="7DADB3A7" w14:textId="69A8C69F" w:rsidR="00E35FA0" w:rsidRDefault="00E35FA0" w:rsidP="006449D5">
      <w:pPr>
        <w:spacing w:beforeLines="50" w:before="167"/>
      </w:pPr>
    </w:p>
    <w:p w14:paraId="11B63501" w14:textId="2B6B623C" w:rsidR="00E35FA0" w:rsidRDefault="00E35FA0" w:rsidP="006449D5">
      <w:pPr>
        <w:spacing w:beforeLines="50" w:before="167"/>
      </w:pPr>
    </w:p>
    <w:p w14:paraId="50A00BDF" w14:textId="17AA8F0C" w:rsidR="00E35FA0" w:rsidRDefault="00E35FA0" w:rsidP="006449D5">
      <w:pPr>
        <w:spacing w:beforeLines="50" w:before="167"/>
      </w:pPr>
    </w:p>
    <w:p w14:paraId="029142BE" w14:textId="19BA339D" w:rsidR="00E35FA0" w:rsidRDefault="00E35FA0" w:rsidP="006449D5">
      <w:pPr>
        <w:spacing w:beforeLines="50" w:before="167"/>
      </w:pPr>
    </w:p>
    <w:p w14:paraId="175AD78C" w14:textId="130BC13F" w:rsidR="00E35FA0" w:rsidRDefault="00E35FA0" w:rsidP="006449D5">
      <w:pPr>
        <w:spacing w:beforeLines="50" w:before="167"/>
      </w:pPr>
    </w:p>
    <w:p w14:paraId="450147E2" w14:textId="5D2F7334" w:rsidR="00E35FA0" w:rsidRDefault="00E35FA0" w:rsidP="006449D5">
      <w:pPr>
        <w:spacing w:beforeLines="50" w:before="167"/>
      </w:pPr>
    </w:p>
    <w:p w14:paraId="00638463" w14:textId="04DA6C10" w:rsidR="00E35FA0" w:rsidRDefault="00E35FA0" w:rsidP="006449D5">
      <w:pPr>
        <w:spacing w:beforeLines="50" w:before="167"/>
      </w:pPr>
    </w:p>
    <w:p w14:paraId="4A7047BA" w14:textId="507C8F56" w:rsidR="00E35FA0" w:rsidRDefault="00E35FA0" w:rsidP="006449D5">
      <w:pPr>
        <w:spacing w:beforeLines="50" w:before="167"/>
      </w:pPr>
    </w:p>
    <w:p w14:paraId="09165F8E" w14:textId="3A5C90A5" w:rsidR="00E35FA0" w:rsidRDefault="00E35FA0" w:rsidP="006449D5">
      <w:pPr>
        <w:spacing w:beforeLines="50" w:before="167"/>
      </w:pPr>
    </w:p>
    <w:p w14:paraId="0C25DD6A" w14:textId="23ABEC53" w:rsidR="00E35FA0" w:rsidRDefault="00E35FA0" w:rsidP="006449D5">
      <w:pPr>
        <w:spacing w:beforeLines="50" w:before="167"/>
      </w:pPr>
    </w:p>
    <w:p w14:paraId="1595E434" w14:textId="5BBF7877" w:rsidR="00E35FA0" w:rsidRDefault="00E35FA0" w:rsidP="006449D5">
      <w:pPr>
        <w:spacing w:beforeLines="50" w:before="167"/>
      </w:pPr>
    </w:p>
    <w:p w14:paraId="5B7D48CB" w14:textId="77777777" w:rsidR="00E35FA0" w:rsidRDefault="00E35FA0" w:rsidP="006449D5">
      <w:pPr>
        <w:spacing w:beforeLines="50" w:before="167"/>
      </w:pPr>
    </w:p>
    <w:p w14:paraId="33813A9E" w14:textId="7004DB8F" w:rsidR="00E35FA0" w:rsidRPr="00E35FA0" w:rsidRDefault="00E35FA0" w:rsidP="00E35FA0">
      <w:pPr>
        <w:spacing w:beforeLines="50" w:before="167"/>
        <w:ind w:leftChars="67" w:left="141"/>
      </w:pPr>
      <w:r>
        <w:rPr>
          <w:rFonts w:hint="eastAsia"/>
        </w:rPr>
        <w:t>備考　この証の大きさは、縦１２８ミリメートル、横９１ミリメートルとすること。</w:t>
      </w:r>
    </w:p>
    <w:sectPr w:rsidR="00E35FA0" w:rsidRPr="00E35FA0" w:rsidSect="00BD582A">
      <w:pgSz w:w="16838" w:h="11906" w:orient="landscape" w:code="9"/>
      <w:pgMar w:top="720" w:right="720" w:bottom="720" w:left="720" w:header="284" w:footer="284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711D22" w14:textId="77777777" w:rsidR="005340FC" w:rsidRDefault="005340FC" w:rsidP="00930025">
      <w:r>
        <w:separator/>
      </w:r>
    </w:p>
  </w:endnote>
  <w:endnote w:type="continuationSeparator" w:id="0">
    <w:p w14:paraId="48483332" w14:textId="77777777" w:rsidR="005340FC" w:rsidRDefault="005340FC" w:rsidP="009300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159E10" w14:textId="77777777" w:rsidR="005340FC" w:rsidRDefault="005340FC" w:rsidP="00930025">
      <w:r>
        <w:separator/>
      </w:r>
    </w:p>
  </w:footnote>
  <w:footnote w:type="continuationSeparator" w:id="0">
    <w:p w14:paraId="0013FE1C" w14:textId="77777777" w:rsidR="005340FC" w:rsidRDefault="005340FC" w:rsidP="0093002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bordersDoNotSurroundHeader/>
  <w:bordersDoNotSurroundFooter/>
  <w:attachedTemplate r:id="rId1"/>
  <w:defaultTabStop w:val="851"/>
  <w:drawingGridHorizontalSpacing w:val="105"/>
  <w:drawingGridVerticalSpacing w:val="335"/>
  <w:displayHorizontalDrawingGridEvery w:val="0"/>
  <w:characterSpacingControl w:val="compressPunctuation"/>
  <w:strictFirstAndLastChars/>
  <w:hdrShapeDefaults>
    <o:shapedefaults v:ext="edit" spidmax="880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0025"/>
    <w:rsid w:val="00091772"/>
    <w:rsid w:val="000A5B66"/>
    <w:rsid w:val="000D3626"/>
    <w:rsid w:val="00166C7C"/>
    <w:rsid w:val="001837F2"/>
    <w:rsid w:val="001D3DF5"/>
    <w:rsid w:val="002241C2"/>
    <w:rsid w:val="00225837"/>
    <w:rsid w:val="00227E77"/>
    <w:rsid w:val="00254D22"/>
    <w:rsid w:val="0026175B"/>
    <w:rsid w:val="002739AE"/>
    <w:rsid w:val="00283DF7"/>
    <w:rsid w:val="002B6B73"/>
    <w:rsid w:val="002F79F0"/>
    <w:rsid w:val="00311FBE"/>
    <w:rsid w:val="00313752"/>
    <w:rsid w:val="00367BC2"/>
    <w:rsid w:val="00371CAC"/>
    <w:rsid w:val="00383CB7"/>
    <w:rsid w:val="0042206D"/>
    <w:rsid w:val="0042587E"/>
    <w:rsid w:val="00427BF7"/>
    <w:rsid w:val="00453101"/>
    <w:rsid w:val="004D7CFD"/>
    <w:rsid w:val="005340FC"/>
    <w:rsid w:val="005765EA"/>
    <w:rsid w:val="005B2012"/>
    <w:rsid w:val="00607F21"/>
    <w:rsid w:val="0063531E"/>
    <w:rsid w:val="006449D5"/>
    <w:rsid w:val="00665D3D"/>
    <w:rsid w:val="00666ACC"/>
    <w:rsid w:val="00671945"/>
    <w:rsid w:val="0068540F"/>
    <w:rsid w:val="006A0AE8"/>
    <w:rsid w:val="006A642E"/>
    <w:rsid w:val="006D5369"/>
    <w:rsid w:val="006E178D"/>
    <w:rsid w:val="006F7D23"/>
    <w:rsid w:val="007036B5"/>
    <w:rsid w:val="00754C2B"/>
    <w:rsid w:val="00772931"/>
    <w:rsid w:val="007776A4"/>
    <w:rsid w:val="00781A11"/>
    <w:rsid w:val="00796E73"/>
    <w:rsid w:val="007D2193"/>
    <w:rsid w:val="007E7EBE"/>
    <w:rsid w:val="00801BAC"/>
    <w:rsid w:val="0081426B"/>
    <w:rsid w:val="00833223"/>
    <w:rsid w:val="00895322"/>
    <w:rsid w:val="00897C4B"/>
    <w:rsid w:val="008C2B2E"/>
    <w:rsid w:val="008E2F8C"/>
    <w:rsid w:val="00901D17"/>
    <w:rsid w:val="009220E0"/>
    <w:rsid w:val="00930025"/>
    <w:rsid w:val="00962DA8"/>
    <w:rsid w:val="009D6B39"/>
    <w:rsid w:val="00A03382"/>
    <w:rsid w:val="00A260FF"/>
    <w:rsid w:val="00A346CA"/>
    <w:rsid w:val="00A41CCB"/>
    <w:rsid w:val="00A4435E"/>
    <w:rsid w:val="00A713EA"/>
    <w:rsid w:val="00A92A2A"/>
    <w:rsid w:val="00A939D2"/>
    <w:rsid w:val="00AC166A"/>
    <w:rsid w:val="00AC51E0"/>
    <w:rsid w:val="00B401D1"/>
    <w:rsid w:val="00BA0DB6"/>
    <w:rsid w:val="00BB4F1C"/>
    <w:rsid w:val="00BD582A"/>
    <w:rsid w:val="00C02A71"/>
    <w:rsid w:val="00C1191C"/>
    <w:rsid w:val="00C36898"/>
    <w:rsid w:val="00C44C0B"/>
    <w:rsid w:val="00C74596"/>
    <w:rsid w:val="00CA29D0"/>
    <w:rsid w:val="00CF6C02"/>
    <w:rsid w:val="00D07144"/>
    <w:rsid w:val="00DA6BC7"/>
    <w:rsid w:val="00DD26D5"/>
    <w:rsid w:val="00E3016E"/>
    <w:rsid w:val="00E35FA0"/>
    <w:rsid w:val="00E46A2F"/>
    <w:rsid w:val="00E71B1D"/>
    <w:rsid w:val="00E7568B"/>
    <w:rsid w:val="00E75A78"/>
    <w:rsid w:val="00E84EDE"/>
    <w:rsid w:val="00E91F66"/>
    <w:rsid w:val="00ED23E9"/>
    <w:rsid w:val="00EE1C9A"/>
    <w:rsid w:val="00F12BCE"/>
    <w:rsid w:val="00F133BA"/>
    <w:rsid w:val="00F213ED"/>
    <w:rsid w:val="00F435BB"/>
    <w:rsid w:val="00F53A12"/>
    <w:rsid w:val="00F57995"/>
    <w:rsid w:val="00F9450F"/>
    <w:rsid w:val="00FC2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8065">
      <v:textbox inset="5.85pt,.7pt,5.85pt,.7pt"/>
    </o:shapedefaults>
    <o:shapelayout v:ext="edit">
      <o:idmap v:ext="edit" data="1"/>
    </o:shapelayout>
  </w:shapeDefaults>
  <w:decimalSymbol w:val="."/>
  <w:listSeparator w:val=","/>
  <w14:docId w14:val="6477691B"/>
  <w14:defaultImageDpi w14:val="0"/>
  <w15:docId w15:val="{DF75EB69-BFBC-4662-AF1D-4046800CCF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macro" w:semiHidden="1" w:unhideWhenUsed="1"/>
    <w:lsdException w:name="List Bullet" w:semiHidden="1" w:unhideWhenUsed="1"/>
    <w:lsdException w:name="List Number" w:semiHidden="1" w:unhideWhenUsed="1"/>
    <w:lsdException w:name="Title" w:uiPriority="10" w:qFormat="1"/>
    <w:lsdException w:name="Default Paragraph Font" w:semiHidden="1" w:uiPriority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trong" w:uiPriority="22" w:qFormat="1"/>
    <w:lsdException w:name="Emphasis" w:uiPriority="20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jc w:val="both"/>
    </w:pPr>
    <w:rPr>
      <w:rFonts w:ascii="ＭＳ 明朝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3002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930025"/>
    <w:rPr>
      <w:rFonts w:ascii="ＭＳ 明朝" w:cs="Times New Roman"/>
      <w:kern w:val="2"/>
      <w:sz w:val="21"/>
    </w:rPr>
  </w:style>
  <w:style w:type="paragraph" w:styleId="a5">
    <w:name w:val="footer"/>
    <w:basedOn w:val="a"/>
    <w:link w:val="a6"/>
    <w:uiPriority w:val="99"/>
    <w:unhideWhenUsed/>
    <w:rsid w:val="0093002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930025"/>
    <w:rPr>
      <w:rFonts w:ascii="ＭＳ 明朝" w:cs="Times New Roman"/>
      <w:kern w:val="2"/>
      <w:sz w:val="21"/>
    </w:rPr>
  </w:style>
  <w:style w:type="paragraph" w:styleId="a7">
    <w:name w:val="Title"/>
    <w:basedOn w:val="a"/>
    <w:next w:val="a"/>
    <w:link w:val="a8"/>
    <w:uiPriority w:val="10"/>
    <w:qFormat/>
    <w:rsid w:val="00B401D1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character" w:customStyle="1" w:styleId="a8">
    <w:name w:val="表題 (文字)"/>
    <w:basedOn w:val="a0"/>
    <w:link w:val="a7"/>
    <w:uiPriority w:val="10"/>
    <w:rsid w:val="00B401D1"/>
    <w:rPr>
      <w:rFonts w:asciiTheme="majorHAnsi" w:eastAsiaTheme="majorEastAsia" w:hAnsiTheme="majorHAnsi" w:cstheme="majorBidi"/>
      <w:kern w:val="2"/>
      <w:sz w:val="32"/>
      <w:szCs w:val="32"/>
    </w:rPr>
  </w:style>
  <w:style w:type="character" w:styleId="a9">
    <w:name w:val="annotation reference"/>
    <w:basedOn w:val="a0"/>
    <w:uiPriority w:val="99"/>
    <w:rsid w:val="00283DF7"/>
    <w:rPr>
      <w:sz w:val="18"/>
      <w:szCs w:val="18"/>
    </w:rPr>
  </w:style>
  <w:style w:type="paragraph" w:styleId="aa">
    <w:name w:val="annotation text"/>
    <w:basedOn w:val="a"/>
    <w:link w:val="ab"/>
    <w:uiPriority w:val="99"/>
    <w:rsid w:val="00283DF7"/>
    <w:pPr>
      <w:jc w:val="left"/>
    </w:pPr>
  </w:style>
  <w:style w:type="character" w:customStyle="1" w:styleId="ab">
    <w:name w:val="コメント文字列 (文字)"/>
    <w:basedOn w:val="a0"/>
    <w:link w:val="aa"/>
    <w:uiPriority w:val="99"/>
    <w:rsid w:val="00283DF7"/>
    <w:rPr>
      <w:rFonts w:ascii="ＭＳ 明朝"/>
      <w:kern w:val="2"/>
      <w:sz w:val="21"/>
    </w:rPr>
  </w:style>
  <w:style w:type="paragraph" w:styleId="ac">
    <w:name w:val="annotation subject"/>
    <w:basedOn w:val="aa"/>
    <w:next w:val="aa"/>
    <w:link w:val="ad"/>
    <w:uiPriority w:val="99"/>
    <w:rsid w:val="00283DF7"/>
    <w:rPr>
      <w:b/>
      <w:bCs/>
    </w:rPr>
  </w:style>
  <w:style w:type="character" w:customStyle="1" w:styleId="ad">
    <w:name w:val="コメント内容 (文字)"/>
    <w:basedOn w:val="ab"/>
    <w:link w:val="ac"/>
    <w:uiPriority w:val="99"/>
    <w:rsid w:val="00283DF7"/>
    <w:rPr>
      <w:rFonts w:ascii="ＭＳ 明朝"/>
      <w:b/>
      <w:bCs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naisyoku\&#12487;&#12473;&#12463;&#12488;&#12483;&#12503;\&#27096;&#24335;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25d6edc-9fc2-47f6-a05d-431feacdcae4" xsi:nil="true"/>
    <lcf76f155ced4ddcb4097134ff3c332f xmlns="05454652-2587-4000-899f-88d1d4129563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E881F1D9E96D346B4A26C5F6FE48C89" ma:contentTypeVersion="13" ma:contentTypeDescription="新しいドキュメントを作成します。" ma:contentTypeScope="" ma:versionID="579fccd6fe05834d9d0808fc9ebff454">
  <xsd:schema xmlns:xsd="http://www.w3.org/2001/XMLSchema" xmlns:xs="http://www.w3.org/2001/XMLSchema" xmlns:p="http://schemas.microsoft.com/office/2006/metadata/properties" xmlns:ns2="05454652-2587-4000-899f-88d1d4129563" xmlns:ns3="f25d6edc-9fc2-47f6-a05d-431feacdcae4" targetNamespace="http://schemas.microsoft.com/office/2006/metadata/properties" ma:root="true" ma:fieldsID="8b506fb9ce4fc6fcdf36d791ff44153d" ns2:_="" ns3:_="">
    <xsd:import namespace="05454652-2587-4000-899f-88d1d4129563"/>
    <xsd:import namespace="f25d6edc-9fc2-47f6-a05d-431feacdcae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454652-2587-4000-899f-88d1d412956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37741816-7060-47fa-90da-5799debb75e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6edc-9fc2-47f6-a05d-431feacdcae4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f38a12eb-9860-4787-8b4c-90fd88b02b44}" ma:internalName="TaxCatchAll" ma:showField="CatchAllData" ma:web="f25d6edc-9fc2-47f6-a05d-431feacdca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9764775-959E-45D0-8F0B-01236ED6AA15}">
  <ds:schemaRefs>
    <ds:schemaRef ds:uri="http://schemas.microsoft.com/office/2006/metadata/properties"/>
    <ds:schemaRef ds:uri="http://schemas.microsoft.com/office/infopath/2007/PartnerControls"/>
    <ds:schemaRef ds:uri="f25d6edc-9fc2-47f6-a05d-431feacdcae4"/>
    <ds:schemaRef ds:uri="05454652-2587-4000-899f-88d1d4129563"/>
  </ds:schemaRefs>
</ds:datastoreItem>
</file>

<file path=customXml/itemProps2.xml><?xml version="1.0" encoding="utf-8"?>
<ds:datastoreItem xmlns:ds="http://schemas.openxmlformats.org/officeDocument/2006/customXml" ds:itemID="{19A0BFF4-6D3D-412A-B460-791CA4C8583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C6D97D7-F51B-4A88-AE58-CDB9D5504E3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5454652-2587-4000-899f-88d1d4129563"/>
    <ds:schemaRef ds:uri="f25d6edc-9fc2-47f6-a05d-431feacdcae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様式.dot</Template>
  <TotalTime>135</TotalTime>
  <Pages>2</Pages>
  <Words>865</Words>
  <Characters>243</Characters>
  <Application>Microsoft Office Word</Application>
  <DocSecurity>0</DocSecurity>
  <Lines>2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revision>2</cp:revision>
  <cp:lastPrinted>2021-10-18T05:30:00Z</cp:lastPrinted>
  <dcterms:created xsi:type="dcterms:W3CDTF">2020-12-22T07:22:00Z</dcterms:created>
  <dcterms:modified xsi:type="dcterms:W3CDTF">2025-06-10T02:19:00Z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7295cc1-d279-42ac-ab4d-3b0f4fece050_Enabled">
    <vt:lpwstr>true</vt:lpwstr>
  </property>
  <property fmtid="{D5CDD505-2E9C-101B-9397-08002B2CF9AE}" pid="3" name="MSIP_Label_a7295cc1-d279-42ac-ab4d-3b0f4fece050_SetDate">
    <vt:lpwstr>2021-07-28T09:11:04Z</vt:lpwstr>
  </property>
  <property fmtid="{D5CDD505-2E9C-101B-9397-08002B2CF9AE}" pid="4" name="MSIP_Label_a7295cc1-d279-42ac-ab4d-3b0f4fece050_Method">
    <vt:lpwstr>Standard</vt:lpwstr>
  </property>
  <property fmtid="{D5CDD505-2E9C-101B-9397-08002B2CF9AE}" pid="5" name="MSIP_Label_a7295cc1-d279-42ac-ab4d-3b0f4fece050_Name">
    <vt:lpwstr>FUJITSU-RESTRICTED​</vt:lpwstr>
  </property>
  <property fmtid="{D5CDD505-2E9C-101B-9397-08002B2CF9AE}" pid="6" name="MSIP_Label_a7295cc1-d279-42ac-ab4d-3b0f4fece050_SiteId">
    <vt:lpwstr>a19f121d-81e1-4858-a9d8-736e267fd4c7</vt:lpwstr>
  </property>
  <property fmtid="{D5CDD505-2E9C-101B-9397-08002B2CF9AE}" pid="7" name="MSIP_Label_a7295cc1-d279-42ac-ab4d-3b0f4fece050_ActionId">
    <vt:lpwstr>28c061fa-5dcf-48f6-8c0f-7058435945fa</vt:lpwstr>
  </property>
  <property fmtid="{D5CDD505-2E9C-101B-9397-08002B2CF9AE}" pid="8" name="MSIP_Label_a7295cc1-d279-42ac-ab4d-3b0f4fece050_ContentBits">
    <vt:lpwstr>0</vt:lpwstr>
  </property>
  <property fmtid="{D5CDD505-2E9C-101B-9397-08002B2CF9AE}" pid="9" name="ContentTypeId">
    <vt:lpwstr>0x0101007E881F1D9E96D346B4A26C5F6FE48C89</vt:lpwstr>
  </property>
  <property fmtid="{D5CDD505-2E9C-101B-9397-08002B2CF9AE}" pid="10" name="MediaServiceImageTags">
    <vt:lpwstr/>
  </property>
</Properties>
</file>