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39BE68" w14:textId="72BEBCDE" w:rsidR="00CB3D53" w:rsidRPr="00556630" w:rsidRDefault="005E0FCE" w:rsidP="00556630">
      <w:pPr>
        <w:pStyle w:val="a7"/>
        <w:spacing w:before="0" w:after="0"/>
        <w:jc w:val="left"/>
        <w:rPr>
          <w:rFonts w:ascii="ＭＳ 明朝" w:eastAsia="ＭＳ 明朝" w:hAnsi="ＭＳ 明朝"/>
          <w:sz w:val="21"/>
          <w:szCs w:val="21"/>
        </w:rPr>
      </w:pPr>
      <w:r>
        <w:rPr>
          <w:rFonts w:hAnsi="ＭＳ 明朝"/>
          <w:noProof/>
          <w:sz w:val="18"/>
          <w:szCs w:val="16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7C8E05C" wp14:editId="002AE222">
                <wp:simplePos x="0" y="0"/>
                <wp:positionH relativeFrom="column">
                  <wp:posOffset>0</wp:posOffset>
                </wp:positionH>
                <wp:positionV relativeFrom="paragraph">
                  <wp:posOffset>-9525</wp:posOffset>
                </wp:positionV>
                <wp:extent cx="9794875" cy="1924050"/>
                <wp:effectExtent l="0" t="0" r="15875" b="19050"/>
                <wp:wrapNone/>
                <wp:docPr id="2" name="正方形/長方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794875" cy="192405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6350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03CF53A1" w14:textId="582A77AC" w:rsidR="00556630" w:rsidRPr="00BB2F6A" w:rsidRDefault="00556630" w:rsidP="00556630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7C8E05C" id="正方形/長方形 2" o:spid="_x0000_s1026" style="position:absolute;margin-left:0;margin-top:-.75pt;width:771.25pt;height:151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" fillcolor="#92d050" strokecolor="#92d050" strokeweight=".5pt">
                <v:fill opacity="52428f"/>
                <v:textbox>
                  <w:txbxContent>
                    <w:p w14:paraId="03CF53A1" w14:textId="582A77AC" w:rsidR="00556630" w:rsidRPr="00BB2F6A" w:rsidRDefault="00556630" w:rsidP="00556630">
                      <w:pPr>
                        <w:jc w:val="center"/>
                        <w:rPr>
                          <w:rFonts w:ascii="ＭＳ ゴシック" w:eastAsia="ＭＳ ゴシック" w:hAnsi="ＭＳ ゴシック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1C2162"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78CF07E" wp14:editId="2B32DE05">
                <wp:simplePos x="0" y="0"/>
                <wp:positionH relativeFrom="page">
                  <wp:posOffset>226695</wp:posOffset>
                </wp:positionH>
                <wp:positionV relativeFrom="page">
                  <wp:posOffset>133350</wp:posOffset>
                </wp:positionV>
                <wp:extent cx="914400" cy="313200"/>
                <wp:effectExtent l="0" t="0" r="0" b="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31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B659289" w14:textId="77777777" w:rsidR="001C2162" w:rsidRPr="00967DE7" w:rsidRDefault="001C2162" w:rsidP="001C2162">
                            <w:pPr>
                              <w:jc w:val="center"/>
                              <w:rPr>
                                <w:rFonts w:hAnsi="ＭＳ 明朝"/>
                                <w:color w:val="000000" w:themeColor="text1"/>
                                <w:sz w:val="20"/>
                              </w:rPr>
                            </w:pPr>
                            <w:r w:rsidRPr="00967DE7">
                              <w:rPr>
                                <w:rFonts w:hAnsi="ＭＳ 明朝" w:hint="eastAsia"/>
                                <w:color w:val="000000" w:themeColor="text1"/>
                                <w:sz w:val="18"/>
                                <w:bdr w:val="single" w:sz="4" w:space="0" w:color="auto"/>
                              </w:rPr>
                              <w:t>様式番号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78CF07E" id="正方形/長方形 9" o:spid="_x0000_s1027" style="position:absolute;margin-left:17.85pt;margin-top:10.5pt;width:1in;height:24.65pt;z-index:251671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" filled="f" stroked="f" strokeweight="2pt">
                <v:textbox>
                  <w:txbxContent>
                    <w:p w14:paraId="5B659289" w14:textId="77777777" w:rsidR="001C2162" w:rsidRPr="00967DE7" w:rsidRDefault="001C2162" w:rsidP="001C2162">
                      <w:pPr>
                        <w:jc w:val="center"/>
                        <w:rPr>
                          <w:rFonts w:hAnsi="ＭＳ 明朝"/>
                          <w:color w:val="000000" w:themeColor="text1"/>
                          <w:sz w:val="20"/>
                        </w:rPr>
                      </w:pPr>
                      <w:r w:rsidRPr="00967DE7">
                        <w:rPr>
                          <w:rFonts w:hAnsi="ＭＳ 明朝" w:hint="eastAsia"/>
                          <w:color w:val="000000" w:themeColor="text1"/>
                          <w:sz w:val="18"/>
                          <w:bdr w:val="single" w:sz="4" w:space="0" w:color="auto"/>
                        </w:rPr>
                        <w:t>様式番号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</w:p>
    <w:p w14:paraId="6E10AC1F" w14:textId="2F2CF878" w:rsidR="00CB3D53" w:rsidRPr="00556630" w:rsidRDefault="00CB3D53" w:rsidP="00556630">
      <w:pPr>
        <w:pStyle w:val="a7"/>
        <w:spacing w:before="0" w:after="0"/>
        <w:jc w:val="left"/>
        <w:rPr>
          <w:rFonts w:ascii="ＭＳ 明朝" w:eastAsia="ＭＳ 明朝" w:hAnsi="ＭＳ 明朝"/>
          <w:sz w:val="21"/>
          <w:szCs w:val="21"/>
        </w:rPr>
      </w:pPr>
    </w:p>
    <w:p w14:paraId="4F40DF81" w14:textId="77398B00" w:rsidR="00763105" w:rsidRDefault="00763105" w:rsidP="00C67D99">
      <w:pPr>
        <w:rPr>
          <w:sz w:val="14"/>
          <w:szCs w:val="14"/>
        </w:rPr>
      </w:pPr>
    </w:p>
    <w:p w14:paraId="0B20AABE" w14:textId="71D284BF" w:rsidR="00BC0157" w:rsidRDefault="00BC0157" w:rsidP="00C67D99">
      <w:pPr>
        <w:rPr>
          <w:sz w:val="14"/>
          <w:szCs w:val="14"/>
        </w:rPr>
      </w:pPr>
    </w:p>
    <w:p w14:paraId="43FB6ABC" w14:textId="7116979D" w:rsidR="00BC0157" w:rsidRDefault="00BC0157" w:rsidP="00C67D99">
      <w:pPr>
        <w:rPr>
          <w:sz w:val="14"/>
          <w:szCs w:val="14"/>
        </w:rPr>
      </w:pPr>
    </w:p>
    <w:tbl>
      <w:tblPr>
        <w:tblpPr w:leftFromText="142" w:rightFromText="142" w:vertAnchor="page" w:horzAnchor="margin" w:tblpX="10156" w:tblpY="3511"/>
        <w:tblW w:w="51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46"/>
        <w:gridCol w:w="120"/>
        <w:gridCol w:w="702"/>
        <w:gridCol w:w="448"/>
        <w:gridCol w:w="338"/>
        <w:gridCol w:w="338"/>
        <w:gridCol w:w="338"/>
        <w:gridCol w:w="338"/>
        <w:gridCol w:w="338"/>
        <w:gridCol w:w="384"/>
        <w:gridCol w:w="986"/>
        <w:gridCol w:w="459"/>
        <w:gridCol w:w="29"/>
      </w:tblGrid>
      <w:tr w:rsidR="00BC0157" w:rsidRPr="00556630" w14:paraId="190BA5C6" w14:textId="77777777" w:rsidTr="00301A6F">
        <w:trPr>
          <w:gridAfter w:val="1"/>
          <w:wAfter w:w="29" w:type="dxa"/>
          <w:trHeight w:val="268"/>
        </w:trPr>
        <w:tc>
          <w:tcPr>
            <w:tcW w:w="5135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BA8EF9" w14:textId="7F810331" w:rsidR="00BC0157" w:rsidRPr="00556630" w:rsidRDefault="00BC0157" w:rsidP="00301A6F">
            <w:pPr>
              <w:jc w:val="center"/>
              <w:rPr>
                <w:sz w:val="20"/>
              </w:rPr>
            </w:pPr>
            <w:r w:rsidRPr="00556630">
              <w:rPr>
                <w:sz w:val="20"/>
              </w:rPr>
              <w:t>(</w:t>
            </w:r>
            <w:r w:rsidRPr="00556630">
              <w:rPr>
                <w:rFonts w:hint="eastAsia"/>
                <w:sz w:val="20"/>
              </w:rPr>
              <w:t>表面</w:t>
            </w:r>
            <w:r w:rsidRPr="00556630">
              <w:rPr>
                <w:sz w:val="20"/>
              </w:rPr>
              <w:t>)</w:t>
            </w:r>
          </w:p>
        </w:tc>
      </w:tr>
      <w:tr w:rsidR="00BC0157" w:rsidRPr="00556630" w14:paraId="245C3741" w14:textId="77777777" w:rsidTr="00301A6F">
        <w:trPr>
          <w:cantSplit/>
          <w:trHeight w:val="91"/>
        </w:trPr>
        <w:tc>
          <w:tcPr>
            <w:tcW w:w="5164" w:type="dxa"/>
            <w:gridSpan w:val="13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14:paraId="6EE3630F" w14:textId="6C7DDCE2" w:rsidR="00BC0157" w:rsidRPr="002B3929" w:rsidRDefault="00BC0157" w:rsidP="00301A6F">
            <w:pPr>
              <w:rPr>
                <w:sz w:val="12"/>
                <w:szCs w:val="12"/>
              </w:rPr>
            </w:pPr>
          </w:p>
        </w:tc>
      </w:tr>
      <w:tr w:rsidR="00BC0157" w:rsidRPr="00556630" w14:paraId="724D34CE" w14:textId="77777777" w:rsidTr="00301A6F">
        <w:trPr>
          <w:cantSplit/>
          <w:trHeight w:val="177"/>
        </w:trPr>
        <w:tc>
          <w:tcPr>
            <w:tcW w:w="466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14:paraId="00C07562" w14:textId="15D00E03" w:rsidR="00BC0157" w:rsidRPr="00556630" w:rsidRDefault="00BC0157" w:rsidP="00301A6F">
            <w:pPr>
              <w:rPr>
                <w:sz w:val="14"/>
                <w:szCs w:val="14"/>
              </w:rPr>
            </w:pPr>
          </w:p>
        </w:tc>
        <w:tc>
          <w:tcPr>
            <w:tcW w:w="4210" w:type="dxa"/>
            <w:gridSpan w:val="9"/>
            <w:vAlign w:val="center"/>
          </w:tcPr>
          <w:p w14:paraId="7263EFFD" w14:textId="1BDF320A" w:rsidR="00BC0157" w:rsidRPr="00556630" w:rsidRDefault="00BC0157" w:rsidP="00301A6F">
            <w:pPr>
              <w:jc w:val="center"/>
              <w:rPr>
                <w:b/>
                <w:sz w:val="20"/>
              </w:rPr>
            </w:pPr>
            <w:r w:rsidRPr="00556630">
              <w:rPr>
                <w:rFonts w:hint="eastAsia"/>
                <w:b/>
                <w:sz w:val="20"/>
              </w:rPr>
              <w:t>介護保険利用者負担額減額・免除認定証</w:t>
            </w:r>
          </w:p>
        </w:tc>
        <w:tc>
          <w:tcPr>
            <w:tcW w:w="488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14:paraId="7EFAB05F" w14:textId="77777777" w:rsidR="00BC0157" w:rsidRPr="00556630" w:rsidRDefault="00BC0157" w:rsidP="00301A6F">
            <w:pPr>
              <w:rPr>
                <w:sz w:val="14"/>
                <w:szCs w:val="14"/>
              </w:rPr>
            </w:pPr>
          </w:p>
        </w:tc>
      </w:tr>
      <w:tr w:rsidR="00BC0157" w:rsidRPr="00556630" w14:paraId="03B04FB3" w14:textId="77777777" w:rsidTr="00301A6F">
        <w:trPr>
          <w:cantSplit/>
          <w:trHeight w:val="480"/>
        </w:trPr>
        <w:tc>
          <w:tcPr>
            <w:tcW w:w="5164" w:type="dxa"/>
            <w:gridSpan w:val="13"/>
            <w:tcBorders>
              <w:top w:val="nil"/>
              <w:left w:val="single" w:sz="12" w:space="0" w:color="auto"/>
              <w:right w:val="single" w:sz="12" w:space="0" w:color="auto"/>
            </w:tcBorders>
            <w:vAlign w:val="bottom"/>
          </w:tcPr>
          <w:p w14:paraId="16EFAC43" w14:textId="750A1A91" w:rsidR="00BC0157" w:rsidRPr="00490BDA" w:rsidRDefault="00BC0157" w:rsidP="00155DD4">
            <w:pPr>
              <w:ind w:firstLineChars="150" w:firstLine="240"/>
              <w:rPr>
                <w:sz w:val="16"/>
                <w:szCs w:val="16"/>
              </w:rPr>
            </w:pPr>
            <w:r w:rsidRPr="00490BDA">
              <w:rPr>
                <w:rFonts w:hint="eastAsia"/>
                <w:sz w:val="16"/>
                <w:szCs w:val="16"/>
              </w:rPr>
              <w:t>交付年月日</w:t>
            </w:r>
          </w:p>
        </w:tc>
      </w:tr>
      <w:tr w:rsidR="00BC0157" w:rsidRPr="00556630" w14:paraId="548C4113" w14:textId="77777777" w:rsidTr="00F84419">
        <w:trPr>
          <w:cantSplit/>
          <w:trHeight w:val="452"/>
        </w:trPr>
        <w:tc>
          <w:tcPr>
            <w:tcW w:w="346" w:type="dxa"/>
            <w:vMerge w:val="restart"/>
            <w:tcBorders>
              <w:top w:val="nil"/>
              <w:left w:val="single" w:sz="12" w:space="0" w:color="auto"/>
              <w:bottom w:val="nil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 w14:paraId="1DEE32D6" w14:textId="5429F588" w:rsidR="00BC0157" w:rsidRPr="00167F2F" w:rsidRDefault="00BC0157" w:rsidP="00301A6F">
            <w:pPr>
              <w:ind w:firstLineChars="100" w:firstLine="390"/>
              <w:jc w:val="center"/>
              <w:rPr>
                <w:sz w:val="18"/>
                <w:szCs w:val="18"/>
              </w:rPr>
            </w:pPr>
            <w:r w:rsidRPr="00167F2F">
              <w:rPr>
                <w:rFonts w:hint="eastAsia"/>
                <w:spacing w:val="105"/>
                <w:sz w:val="18"/>
                <w:szCs w:val="18"/>
              </w:rPr>
              <w:t>被保険者</w:t>
            </w:r>
          </w:p>
        </w:tc>
        <w:tc>
          <w:tcPr>
            <w:tcW w:w="822" w:type="dxa"/>
            <w:gridSpan w:val="2"/>
            <w:vAlign w:val="center"/>
          </w:tcPr>
          <w:p w14:paraId="5621070B" w14:textId="18FAB50E" w:rsidR="00BC0157" w:rsidRPr="00490BDA" w:rsidRDefault="00BC0157" w:rsidP="00301A6F">
            <w:pPr>
              <w:jc w:val="distribute"/>
              <w:rPr>
                <w:sz w:val="16"/>
                <w:szCs w:val="16"/>
              </w:rPr>
            </w:pPr>
            <w:r w:rsidRPr="00490BDA">
              <w:rPr>
                <w:rFonts w:hint="eastAsia"/>
                <w:sz w:val="16"/>
                <w:szCs w:val="16"/>
              </w:rPr>
              <w:t>番号</w:t>
            </w:r>
          </w:p>
        </w:tc>
        <w:tc>
          <w:tcPr>
            <w:tcW w:w="3996" w:type="dxa"/>
            <w:gridSpan w:val="10"/>
            <w:tcBorders>
              <w:top w:val="nil"/>
              <w:right w:val="single" w:sz="12" w:space="0" w:color="auto"/>
            </w:tcBorders>
            <w:vAlign w:val="center"/>
          </w:tcPr>
          <w:p w14:paraId="4C181FE4" w14:textId="459A89EF" w:rsidR="00BC0157" w:rsidRPr="00556630" w:rsidRDefault="00BC0157" w:rsidP="00301A6F">
            <w:pPr>
              <w:rPr>
                <w:sz w:val="14"/>
                <w:szCs w:val="14"/>
              </w:rPr>
            </w:pPr>
          </w:p>
        </w:tc>
      </w:tr>
      <w:tr w:rsidR="00BC0157" w:rsidRPr="00556630" w14:paraId="234695D5" w14:textId="77777777" w:rsidTr="00301A6F">
        <w:trPr>
          <w:cantSplit/>
          <w:trHeight w:val="907"/>
        </w:trPr>
        <w:tc>
          <w:tcPr>
            <w:tcW w:w="346" w:type="dxa"/>
            <w:vMerge/>
            <w:tcBorders>
              <w:top w:val="nil"/>
              <w:left w:val="single" w:sz="12" w:space="0" w:color="auto"/>
              <w:bottom w:val="nil"/>
            </w:tcBorders>
            <w:vAlign w:val="center"/>
          </w:tcPr>
          <w:p w14:paraId="23A9482D" w14:textId="77777777" w:rsidR="00BC0157" w:rsidRPr="00556630" w:rsidRDefault="00BC0157" w:rsidP="00301A6F">
            <w:pPr>
              <w:rPr>
                <w:sz w:val="14"/>
                <w:szCs w:val="14"/>
              </w:rPr>
            </w:pPr>
          </w:p>
        </w:tc>
        <w:tc>
          <w:tcPr>
            <w:tcW w:w="822" w:type="dxa"/>
            <w:gridSpan w:val="2"/>
            <w:tcBorders>
              <w:bottom w:val="single" w:sz="4" w:space="0" w:color="auto"/>
            </w:tcBorders>
            <w:vAlign w:val="center"/>
          </w:tcPr>
          <w:p w14:paraId="3042AAC2" w14:textId="07939B32" w:rsidR="00BC0157" w:rsidRPr="00490BDA" w:rsidRDefault="00BC0157" w:rsidP="00301A6F">
            <w:pPr>
              <w:jc w:val="distribute"/>
              <w:rPr>
                <w:sz w:val="16"/>
                <w:szCs w:val="16"/>
              </w:rPr>
            </w:pPr>
            <w:r w:rsidRPr="00490BDA">
              <w:rPr>
                <w:rFonts w:hint="eastAsia"/>
                <w:sz w:val="16"/>
                <w:szCs w:val="16"/>
              </w:rPr>
              <w:t>住所</w:t>
            </w:r>
          </w:p>
        </w:tc>
        <w:tc>
          <w:tcPr>
            <w:tcW w:w="3996" w:type="dxa"/>
            <w:gridSpan w:val="10"/>
            <w:tcBorders>
              <w:bottom w:val="nil"/>
              <w:right w:val="single" w:sz="12" w:space="0" w:color="auto"/>
            </w:tcBorders>
            <w:vAlign w:val="center"/>
          </w:tcPr>
          <w:p w14:paraId="089DA81A" w14:textId="3E479C8D" w:rsidR="00BC0157" w:rsidRPr="00556630" w:rsidRDefault="00BC0157" w:rsidP="00301A6F">
            <w:pPr>
              <w:rPr>
                <w:sz w:val="14"/>
                <w:szCs w:val="14"/>
              </w:rPr>
            </w:pPr>
          </w:p>
        </w:tc>
      </w:tr>
      <w:tr w:rsidR="00BC0157" w:rsidRPr="00556630" w14:paraId="364020C2" w14:textId="77777777" w:rsidTr="00301A6F">
        <w:trPr>
          <w:cantSplit/>
          <w:trHeight w:val="192"/>
        </w:trPr>
        <w:tc>
          <w:tcPr>
            <w:tcW w:w="346" w:type="dxa"/>
            <w:vMerge/>
            <w:tcBorders>
              <w:top w:val="nil"/>
              <w:left w:val="single" w:sz="12" w:space="0" w:color="auto"/>
              <w:bottom w:val="nil"/>
            </w:tcBorders>
            <w:vAlign w:val="center"/>
          </w:tcPr>
          <w:p w14:paraId="65EEE28B" w14:textId="77777777" w:rsidR="00BC0157" w:rsidRPr="00556630" w:rsidRDefault="00BC0157" w:rsidP="00301A6F">
            <w:pPr>
              <w:rPr>
                <w:sz w:val="14"/>
                <w:szCs w:val="14"/>
              </w:rPr>
            </w:pPr>
          </w:p>
        </w:tc>
        <w:tc>
          <w:tcPr>
            <w:tcW w:w="822" w:type="dxa"/>
            <w:gridSpan w:val="2"/>
            <w:tcBorders>
              <w:bottom w:val="single" w:sz="4" w:space="0" w:color="auto"/>
            </w:tcBorders>
            <w:vAlign w:val="center"/>
          </w:tcPr>
          <w:p w14:paraId="1875EA5B" w14:textId="77777777" w:rsidR="00BC0157" w:rsidRPr="00556630" w:rsidRDefault="00BC0157" w:rsidP="00301A6F">
            <w:pPr>
              <w:jc w:val="center"/>
              <w:rPr>
                <w:sz w:val="14"/>
                <w:szCs w:val="14"/>
              </w:rPr>
            </w:pPr>
            <w:r w:rsidRPr="00F84419">
              <w:rPr>
                <w:rFonts w:hint="eastAsia"/>
                <w:spacing w:val="20"/>
                <w:kern w:val="0"/>
                <w:sz w:val="14"/>
                <w:szCs w:val="14"/>
                <w:fitText w:val="680" w:id="-1701647612"/>
              </w:rPr>
              <w:t>フリガ</w:t>
            </w:r>
            <w:r w:rsidRPr="00F84419">
              <w:rPr>
                <w:rFonts w:hint="eastAsia"/>
                <w:kern w:val="0"/>
                <w:sz w:val="14"/>
                <w:szCs w:val="14"/>
                <w:fitText w:val="680" w:id="-1701647612"/>
              </w:rPr>
              <w:t>ナ</w:t>
            </w:r>
          </w:p>
        </w:tc>
        <w:tc>
          <w:tcPr>
            <w:tcW w:w="3996" w:type="dxa"/>
            <w:gridSpan w:val="10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7EAC6232" w14:textId="77777777" w:rsidR="00BC0157" w:rsidRPr="00556630" w:rsidRDefault="00BC0157" w:rsidP="00301A6F">
            <w:pPr>
              <w:rPr>
                <w:sz w:val="14"/>
                <w:szCs w:val="14"/>
              </w:rPr>
            </w:pPr>
          </w:p>
        </w:tc>
      </w:tr>
      <w:tr w:rsidR="00BC0157" w:rsidRPr="00556630" w14:paraId="28E08EF9" w14:textId="77777777" w:rsidTr="00301A6F">
        <w:trPr>
          <w:cantSplit/>
          <w:trHeight w:val="599"/>
        </w:trPr>
        <w:tc>
          <w:tcPr>
            <w:tcW w:w="346" w:type="dxa"/>
            <w:vMerge/>
            <w:tcBorders>
              <w:top w:val="nil"/>
              <w:left w:val="single" w:sz="12" w:space="0" w:color="auto"/>
              <w:bottom w:val="nil"/>
            </w:tcBorders>
            <w:vAlign w:val="center"/>
          </w:tcPr>
          <w:p w14:paraId="55359169" w14:textId="77777777" w:rsidR="00BC0157" w:rsidRPr="00556630" w:rsidRDefault="00BC0157" w:rsidP="00301A6F">
            <w:pPr>
              <w:rPr>
                <w:sz w:val="14"/>
                <w:szCs w:val="14"/>
              </w:rPr>
            </w:pPr>
          </w:p>
        </w:tc>
        <w:tc>
          <w:tcPr>
            <w:tcW w:w="822" w:type="dxa"/>
            <w:gridSpan w:val="2"/>
            <w:tcBorders>
              <w:top w:val="single" w:sz="4" w:space="0" w:color="auto"/>
            </w:tcBorders>
            <w:vAlign w:val="center"/>
          </w:tcPr>
          <w:p w14:paraId="0318484F" w14:textId="77777777" w:rsidR="00BC0157" w:rsidRPr="00490BDA" w:rsidRDefault="00BC0157" w:rsidP="00301A6F">
            <w:pPr>
              <w:jc w:val="distribute"/>
              <w:rPr>
                <w:sz w:val="16"/>
                <w:szCs w:val="16"/>
              </w:rPr>
            </w:pPr>
            <w:r w:rsidRPr="00490BDA">
              <w:rPr>
                <w:rFonts w:hint="eastAsia"/>
                <w:sz w:val="16"/>
                <w:szCs w:val="16"/>
              </w:rPr>
              <w:t>氏名</w:t>
            </w:r>
          </w:p>
        </w:tc>
        <w:tc>
          <w:tcPr>
            <w:tcW w:w="3996" w:type="dxa"/>
            <w:gridSpan w:val="10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14:paraId="559AA609" w14:textId="2B1A5BA6" w:rsidR="00BC0157" w:rsidRPr="00556630" w:rsidRDefault="00BC0157" w:rsidP="00301A6F">
            <w:pPr>
              <w:rPr>
                <w:sz w:val="14"/>
                <w:szCs w:val="14"/>
              </w:rPr>
            </w:pPr>
          </w:p>
        </w:tc>
      </w:tr>
      <w:tr w:rsidR="001D095B" w:rsidRPr="00556630" w14:paraId="35D4ABE7" w14:textId="77777777" w:rsidTr="00690919">
        <w:trPr>
          <w:cantSplit/>
          <w:trHeight w:val="598"/>
        </w:trPr>
        <w:tc>
          <w:tcPr>
            <w:tcW w:w="346" w:type="dxa"/>
            <w:vMerge/>
            <w:tcBorders>
              <w:top w:val="nil"/>
              <w:left w:val="single" w:sz="12" w:space="0" w:color="auto"/>
              <w:bottom w:val="nil"/>
            </w:tcBorders>
            <w:vAlign w:val="center"/>
          </w:tcPr>
          <w:p w14:paraId="49D9BFEC" w14:textId="77777777" w:rsidR="001D095B" w:rsidRPr="00556630" w:rsidRDefault="001D095B" w:rsidP="00301A6F">
            <w:pPr>
              <w:rPr>
                <w:sz w:val="14"/>
                <w:szCs w:val="14"/>
              </w:rPr>
            </w:pPr>
          </w:p>
        </w:tc>
        <w:tc>
          <w:tcPr>
            <w:tcW w:w="822" w:type="dxa"/>
            <w:gridSpan w:val="2"/>
            <w:tcMar>
              <w:left w:w="0" w:type="dxa"/>
              <w:right w:w="0" w:type="dxa"/>
            </w:tcMar>
            <w:vAlign w:val="center"/>
          </w:tcPr>
          <w:p w14:paraId="41A495EE" w14:textId="77777777" w:rsidR="001D095B" w:rsidRPr="00490BDA" w:rsidRDefault="001D095B" w:rsidP="00F84419">
            <w:pPr>
              <w:jc w:val="center"/>
              <w:rPr>
                <w:sz w:val="16"/>
                <w:szCs w:val="16"/>
              </w:rPr>
            </w:pPr>
            <w:r w:rsidRPr="00F84419">
              <w:rPr>
                <w:rFonts w:hint="eastAsia"/>
                <w:kern w:val="0"/>
                <w:sz w:val="16"/>
                <w:szCs w:val="16"/>
              </w:rPr>
              <w:t>生年月日</w:t>
            </w:r>
          </w:p>
        </w:tc>
        <w:tc>
          <w:tcPr>
            <w:tcW w:w="3996" w:type="dxa"/>
            <w:gridSpan w:val="10"/>
            <w:tcBorders>
              <w:right w:val="single" w:sz="12" w:space="0" w:color="auto"/>
            </w:tcBorders>
            <w:vAlign w:val="center"/>
          </w:tcPr>
          <w:p w14:paraId="63CFCC12" w14:textId="4CEBD594" w:rsidR="001D095B" w:rsidRPr="00490BDA" w:rsidRDefault="001D095B" w:rsidP="006C1D46">
            <w:pPr>
              <w:jc w:val="left"/>
              <w:rPr>
                <w:spacing w:val="-10"/>
                <w:sz w:val="16"/>
                <w:szCs w:val="16"/>
              </w:rPr>
            </w:pPr>
          </w:p>
        </w:tc>
      </w:tr>
      <w:tr w:rsidR="00BC0157" w:rsidRPr="00556630" w14:paraId="2ED8573C" w14:textId="77777777" w:rsidTr="00F84419">
        <w:trPr>
          <w:cantSplit/>
          <w:trHeight w:val="598"/>
        </w:trPr>
        <w:tc>
          <w:tcPr>
            <w:tcW w:w="346" w:type="dxa"/>
            <w:vMerge/>
            <w:tcBorders>
              <w:top w:val="nil"/>
              <w:left w:val="single" w:sz="12" w:space="0" w:color="auto"/>
              <w:bottom w:val="nil"/>
            </w:tcBorders>
            <w:vAlign w:val="center"/>
          </w:tcPr>
          <w:p w14:paraId="3AD37CD5" w14:textId="77777777" w:rsidR="00BC0157" w:rsidRPr="00556630" w:rsidRDefault="00BC0157" w:rsidP="00301A6F">
            <w:pPr>
              <w:rPr>
                <w:sz w:val="14"/>
                <w:szCs w:val="14"/>
              </w:rPr>
            </w:pPr>
          </w:p>
        </w:tc>
        <w:tc>
          <w:tcPr>
            <w:tcW w:w="822" w:type="dxa"/>
            <w:gridSpan w:val="2"/>
            <w:tcMar>
              <w:left w:w="0" w:type="dxa"/>
              <w:right w:w="0" w:type="dxa"/>
            </w:tcMar>
            <w:vAlign w:val="center"/>
          </w:tcPr>
          <w:p w14:paraId="5E68CEE5" w14:textId="77777777" w:rsidR="00BC0157" w:rsidRPr="00490BDA" w:rsidRDefault="00BC0157" w:rsidP="00511D47">
            <w:pPr>
              <w:jc w:val="center"/>
              <w:rPr>
                <w:spacing w:val="-10"/>
                <w:sz w:val="16"/>
                <w:szCs w:val="16"/>
              </w:rPr>
            </w:pPr>
            <w:r w:rsidRPr="00F84419">
              <w:rPr>
                <w:rFonts w:hint="eastAsia"/>
                <w:spacing w:val="2"/>
                <w:w w:val="87"/>
                <w:kern w:val="0"/>
                <w:sz w:val="16"/>
                <w:szCs w:val="16"/>
                <w:fitText w:val="704" w:id="-1563793664"/>
              </w:rPr>
              <w:t>適用年月</w:t>
            </w:r>
            <w:r w:rsidRPr="00F84419">
              <w:rPr>
                <w:rFonts w:hint="eastAsia"/>
                <w:spacing w:val="-2"/>
                <w:w w:val="87"/>
                <w:kern w:val="0"/>
                <w:sz w:val="16"/>
                <w:szCs w:val="16"/>
                <w:fitText w:val="704" w:id="-1563793664"/>
              </w:rPr>
              <w:t>日</w:t>
            </w:r>
          </w:p>
        </w:tc>
        <w:tc>
          <w:tcPr>
            <w:tcW w:w="3996" w:type="dxa"/>
            <w:gridSpan w:val="10"/>
            <w:tcBorders>
              <w:right w:val="single" w:sz="12" w:space="0" w:color="auto"/>
            </w:tcBorders>
            <w:vAlign w:val="center"/>
          </w:tcPr>
          <w:p w14:paraId="75D60706" w14:textId="647DFBB5" w:rsidR="00BC0157" w:rsidRPr="00490BDA" w:rsidRDefault="00BC0157" w:rsidP="00CC2821">
            <w:pPr>
              <w:ind w:rightChars="100" w:right="210"/>
              <w:jc w:val="right"/>
              <w:rPr>
                <w:sz w:val="16"/>
                <w:szCs w:val="16"/>
              </w:rPr>
            </w:pPr>
            <w:r w:rsidRPr="00490BDA">
              <w:rPr>
                <w:rFonts w:hint="eastAsia"/>
                <w:sz w:val="16"/>
                <w:szCs w:val="16"/>
              </w:rPr>
              <w:t>から</w:t>
            </w:r>
          </w:p>
        </w:tc>
      </w:tr>
      <w:tr w:rsidR="00BC0157" w:rsidRPr="00556630" w14:paraId="7F3A5254" w14:textId="77777777" w:rsidTr="00F84419">
        <w:trPr>
          <w:cantSplit/>
          <w:trHeight w:val="598"/>
        </w:trPr>
        <w:tc>
          <w:tcPr>
            <w:tcW w:w="346" w:type="dxa"/>
            <w:vMerge/>
            <w:tcBorders>
              <w:top w:val="nil"/>
              <w:left w:val="single" w:sz="12" w:space="0" w:color="auto"/>
              <w:bottom w:val="single" w:sz="4" w:space="0" w:color="auto"/>
            </w:tcBorders>
            <w:vAlign w:val="center"/>
          </w:tcPr>
          <w:p w14:paraId="3C975B8F" w14:textId="77777777" w:rsidR="00BC0157" w:rsidRPr="00556630" w:rsidRDefault="00BC0157" w:rsidP="00301A6F">
            <w:pPr>
              <w:rPr>
                <w:sz w:val="14"/>
                <w:szCs w:val="14"/>
              </w:rPr>
            </w:pPr>
          </w:p>
        </w:tc>
        <w:tc>
          <w:tcPr>
            <w:tcW w:w="822" w:type="dxa"/>
            <w:gridSpan w:val="2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5A050B9" w14:textId="77777777" w:rsidR="00BC0157" w:rsidRPr="00490BDA" w:rsidRDefault="00BC0157" w:rsidP="00511D47">
            <w:pPr>
              <w:jc w:val="center"/>
              <w:rPr>
                <w:sz w:val="16"/>
                <w:szCs w:val="16"/>
              </w:rPr>
            </w:pPr>
            <w:r w:rsidRPr="00F84419">
              <w:rPr>
                <w:rFonts w:hint="eastAsia"/>
                <w:kern w:val="0"/>
                <w:sz w:val="16"/>
                <w:szCs w:val="16"/>
              </w:rPr>
              <w:t>有効期限</w:t>
            </w:r>
          </w:p>
        </w:tc>
        <w:tc>
          <w:tcPr>
            <w:tcW w:w="3996" w:type="dxa"/>
            <w:gridSpan w:val="10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42457F88" w14:textId="502E2811" w:rsidR="00BC0157" w:rsidRPr="00490BDA" w:rsidRDefault="00BC0157" w:rsidP="00CC2821">
            <w:pPr>
              <w:ind w:rightChars="100" w:right="210"/>
              <w:jc w:val="right"/>
              <w:rPr>
                <w:sz w:val="16"/>
                <w:szCs w:val="16"/>
              </w:rPr>
            </w:pPr>
            <w:r w:rsidRPr="00490BDA">
              <w:rPr>
                <w:rFonts w:hint="eastAsia"/>
                <w:sz w:val="16"/>
                <w:szCs w:val="16"/>
              </w:rPr>
              <w:t>まで</w:t>
            </w:r>
          </w:p>
        </w:tc>
      </w:tr>
      <w:tr w:rsidR="00BC0157" w:rsidRPr="00556630" w14:paraId="1AAA1F3A" w14:textId="77777777" w:rsidTr="00301A6F">
        <w:trPr>
          <w:cantSplit/>
          <w:trHeight w:val="598"/>
        </w:trPr>
        <w:tc>
          <w:tcPr>
            <w:tcW w:w="1168" w:type="dxa"/>
            <w:gridSpan w:val="3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7B755D1E" w14:textId="77777777" w:rsidR="00BC0157" w:rsidRPr="00490BDA" w:rsidRDefault="00BC0157" w:rsidP="00301A6F">
            <w:pPr>
              <w:jc w:val="distribute"/>
              <w:rPr>
                <w:spacing w:val="10"/>
                <w:sz w:val="16"/>
                <w:szCs w:val="16"/>
              </w:rPr>
            </w:pPr>
            <w:r w:rsidRPr="00490BDA">
              <w:rPr>
                <w:rFonts w:hint="eastAsia"/>
                <w:spacing w:val="10"/>
                <w:sz w:val="16"/>
                <w:szCs w:val="16"/>
              </w:rPr>
              <w:t>減額・免除</w:t>
            </w:r>
          </w:p>
          <w:p w14:paraId="60824ACC" w14:textId="77777777" w:rsidR="00BC0157" w:rsidRPr="00556630" w:rsidRDefault="00BC0157" w:rsidP="00301A6F">
            <w:pPr>
              <w:jc w:val="distribute"/>
              <w:rPr>
                <w:sz w:val="14"/>
                <w:szCs w:val="14"/>
              </w:rPr>
            </w:pPr>
            <w:r w:rsidRPr="00490BDA">
              <w:rPr>
                <w:rFonts w:hint="eastAsia"/>
                <w:sz w:val="16"/>
                <w:szCs w:val="16"/>
              </w:rPr>
              <w:t>認定事項</w:t>
            </w:r>
          </w:p>
        </w:tc>
        <w:tc>
          <w:tcPr>
            <w:tcW w:w="3996" w:type="dxa"/>
            <w:gridSpan w:val="10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017C5A8A" w14:textId="446BCBB7" w:rsidR="00BC0157" w:rsidRPr="00490BDA" w:rsidRDefault="00BC0157" w:rsidP="00301A6F">
            <w:pPr>
              <w:ind w:firstLineChars="300" w:firstLine="480"/>
              <w:rPr>
                <w:sz w:val="16"/>
                <w:szCs w:val="16"/>
              </w:rPr>
            </w:pPr>
            <w:r w:rsidRPr="00490BDA">
              <w:rPr>
                <w:rFonts w:hint="eastAsia"/>
                <w:sz w:val="16"/>
                <w:szCs w:val="16"/>
              </w:rPr>
              <w:t>給付率　　　　／　１００</w:t>
            </w:r>
          </w:p>
        </w:tc>
      </w:tr>
      <w:tr w:rsidR="00BC0157" w:rsidRPr="00556630" w14:paraId="3553493A" w14:textId="77777777" w:rsidTr="00301A6F">
        <w:trPr>
          <w:cantSplit/>
          <w:trHeight w:val="67"/>
        </w:trPr>
        <w:tc>
          <w:tcPr>
            <w:tcW w:w="1168" w:type="dxa"/>
            <w:gridSpan w:val="3"/>
            <w:vMerge w:val="restart"/>
            <w:tcBorders>
              <w:top w:val="single" w:sz="4" w:space="0" w:color="auto"/>
              <w:left w:val="single" w:sz="12" w:space="0" w:color="auto"/>
              <w:right w:val="single" w:sz="6" w:space="0" w:color="auto"/>
            </w:tcBorders>
            <w:vAlign w:val="center"/>
          </w:tcPr>
          <w:p w14:paraId="1603F3EF" w14:textId="77777777" w:rsidR="00806B60" w:rsidRDefault="00BC0157" w:rsidP="00806B60">
            <w:pPr>
              <w:jc w:val="left"/>
              <w:rPr>
                <w:spacing w:val="10"/>
                <w:sz w:val="16"/>
                <w:szCs w:val="16"/>
              </w:rPr>
            </w:pPr>
            <w:r w:rsidRPr="001F3322">
              <w:rPr>
                <w:rFonts w:hint="eastAsia"/>
                <w:spacing w:val="20"/>
                <w:kern w:val="0"/>
                <w:sz w:val="16"/>
                <w:szCs w:val="16"/>
                <w:fitText w:val="960" w:id="-1574176000"/>
              </w:rPr>
              <w:t>保険者番</w:t>
            </w:r>
            <w:r w:rsidRPr="001F3322">
              <w:rPr>
                <w:rFonts w:hint="eastAsia"/>
                <w:kern w:val="0"/>
                <w:sz w:val="16"/>
                <w:szCs w:val="16"/>
                <w:fitText w:val="960" w:id="-1574176000"/>
              </w:rPr>
              <w:t>号</w:t>
            </w:r>
          </w:p>
          <w:p w14:paraId="563C8BDE" w14:textId="77777777" w:rsidR="00806B60" w:rsidRDefault="00BC0157" w:rsidP="00806B60">
            <w:pPr>
              <w:rPr>
                <w:sz w:val="16"/>
                <w:szCs w:val="16"/>
              </w:rPr>
            </w:pPr>
            <w:r w:rsidRPr="001F3322">
              <w:rPr>
                <w:rFonts w:hint="eastAsia"/>
                <w:spacing w:val="20"/>
                <w:kern w:val="0"/>
                <w:sz w:val="16"/>
                <w:szCs w:val="16"/>
                <w:fitText w:val="960" w:id="-1574175999"/>
              </w:rPr>
              <w:t>並びに保</w:t>
            </w:r>
            <w:r w:rsidRPr="001F3322">
              <w:rPr>
                <w:rFonts w:hint="eastAsia"/>
                <w:kern w:val="0"/>
                <w:sz w:val="16"/>
                <w:szCs w:val="16"/>
                <w:fitText w:val="960" w:id="-1574175999"/>
              </w:rPr>
              <w:t>険</w:t>
            </w:r>
          </w:p>
          <w:p w14:paraId="71CCE6F3" w14:textId="77777777" w:rsidR="00806B60" w:rsidRDefault="00BC0157" w:rsidP="00806B60">
            <w:pPr>
              <w:rPr>
                <w:spacing w:val="10"/>
                <w:sz w:val="16"/>
                <w:szCs w:val="16"/>
              </w:rPr>
            </w:pPr>
            <w:r w:rsidRPr="001F3322">
              <w:rPr>
                <w:rFonts w:hint="eastAsia"/>
                <w:spacing w:val="20"/>
                <w:kern w:val="0"/>
                <w:sz w:val="16"/>
                <w:szCs w:val="16"/>
                <w:fitText w:val="960" w:id="-1574175998"/>
              </w:rPr>
              <w:t>者</w:t>
            </w:r>
            <w:r w:rsidR="00806B60" w:rsidRPr="001F3322">
              <w:rPr>
                <w:rFonts w:hint="eastAsia"/>
                <w:spacing w:val="20"/>
                <w:kern w:val="0"/>
                <w:sz w:val="16"/>
                <w:szCs w:val="16"/>
                <w:fitText w:val="960" w:id="-1574175998"/>
              </w:rPr>
              <w:t>の</w:t>
            </w:r>
            <w:r w:rsidRPr="001F3322">
              <w:rPr>
                <w:rFonts w:hint="eastAsia"/>
                <w:spacing w:val="20"/>
                <w:kern w:val="0"/>
                <w:sz w:val="16"/>
                <w:szCs w:val="16"/>
                <w:fitText w:val="960" w:id="-1574175998"/>
              </w:rPr>
              <w:t>名称</w:t>
            </w:r>
            <w:r w:rsidRPr="001F3322">
              <w:rPr>
                <w:rFonts w:hint="eastAsia"/>
                <w:kern w:val="0"/>
                <w:sz w:val="16"/>
                <w:szCs w:val="16"/>
                <w:fitText w:val="960" w:id="-1574175998"/>
              </w:rPr>
              <w:t>及</w:t>
            </w:r>
          </w:p>
          <w:p w14:paraId="0B7CA54E" w14:textId="6BCEA640" w:rsidR="00BC0157" w:rsidRPr="00490BDA" w:rsidRDefault="00BC0157" w:rsidP="00806B60">
            <w:pPr>
              <w:rPr>
                <w:sz w:val="16"/>
                <w:szCs w:val="16"/>
              </w:rPr>
            </w:pPr>
            <w:r w:rsidRPr="001F3322">
              <w:rPr>
                <w:rFonts w:hint="eastAsia"/>
                <w:spacing w:val="40"/>
                <w:kern w:val="0"/>
                <w:sz w:val="16"/>
                <w:szCs w:val="16"/>
                <w:fitText w:val="360" w:id="-1574174717"/>
              </w:rPr>
              <w:t>び</w:t>
            </w:r>
            <w:r w:rsidRPr="001F3322">
              <w:rPr>
                <w:rFonts w:hint="eastAsia"/>
                <w:spacing w:val="-20"/>
                <w:kern w:val="0"/>
                <w:sz w:val="16"/>
                <w:szCs w:val="16"/>
                <w:fitText w:val="360" w:id="-1574174717"/>
              </w:rPr>
              <w:t>印</w:t>
            </w:r>
          </w:p>
        </w:tc>
        <w:tc>
          <w:tcPr>
            <w:tcW w:w="3996" w:type="dxa"/>
            <w:gridSpan w:val="10"/>
            <w:tcBorders>
              <w:left w:val="single" w:sz="6" w:space="0" w:color="auto"/>
              <w:bottom w:val="nil"/>
              <w:right w:val="single" w:sz="12" w:space="0" w:color="auto"/>
            </w:tcBorders>
            <w:vAlign w:val="center"/>
          </w:tcPr>
          <w:p w14:paraId="47DE46EA" w14:textId="77777777" w:rsidR="00BC0157" w:rsidRPr="00FC3444" w:rsidRDefault="00BC0157" w:rsidP="00301A6F">
            <w:pPr>
              <w:rPr>
                <w:sz w:val="10"/>
                <w:szCs w:val="14"/>
              </w:rPr>
            </w:pPr>
          </w:p>
        </w:tc>
      </w:tr>
      <w:tr w:rsidR="00BC0157" w:rsidRPr="00556630" w14:paraId="129A93FB" w14:textId="77777777" w:rsidTr="00301A6F">
        <w:trPr>
          <w:cantSplit/>
          <w:trHeight w:val="518"/>
        </w:trPr>
        <w:tc>
          <w:tcPr>
            <w:tcW w:w="1168" w:type="dxa"/>
            <w:gridSpan w:val="3"/>
            <w:vMerge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14:paraId="572CF981" w14:textId="77777777" w:rsidR="00BC0157" w:rsidRPr="00556630" w:rsidRDefault="00BC0157" w:rsidP="00301A6F">
            <w:pPr>
              <w:rPr>
                <w:sz w:val="14"/>
                <w:szCs w:val="14"/>
              </w:rPr>
            </w:pPr>
          </w:p>
        </w:tc>
        <w:tc>
          <w:tcPr>
            <w:tcW w:w="448" w:type="dxa"/>
            <w:tcBorders>
              <w:top w:val="nil"/>
              <w:left w:val="single" w:sz="6" w:space="0" w:color="auto"/>
              <w:bottom w:val="nil"/>
            </w:tcBorders>
            <w:vAlign w:val="center"/>
          </w:tcPr>
          <w:p w14:paraId="736CB5FB" w14:textId="77777777" w:rsidR="00BC0157" w:rsidRPr="00556630" w:rsidRDefault="00BC0157" w:rsidP="00301A6F">
            <w:pPr>
              <w:rPr>
                <w:sz w:val="14"/>
                <w:szCs w:val="14"/>
              </w:rPr>
            </w:pPr>
          </w:p>
        </w:tc>
        <w:tc>
          <w:tcPr>
            <w:tcW w:w="338" w:type="dxa"/>
            <w:tcBorders>
              <w:top w:val="single" w:sz="4" w:space="0" w:color="auto"/>
            </w:tcBorders>
            <w:vAlign w:val="center"/>
          </w:tcPr>
          <w:p w14:paraId="2C8E6282" w14:textId="2CB47A02" w:rsidR="00BC0157" w:rsidRPr="00556630" w:rsidRDefault="00BC0157" w:rsidP="00301A6F">
            <w:pPr>
              <w:rPr>
                <w:sz w:val="14"/>
                <w:szCs w:val="14"/>
              </w:rPr>
            </w:pPr>
          </w:p>
        </w:tc>
        <w:tc>
          <w:tcPr>
            <w:tcW w:w="338" w:type="dxa"/>
            <w:tcBorders>
              <w:top w:val="single" w:sz="4" w:space="0" w:color="auto"/>
              <w:right w:val="single" w:sz="18" w:space="0" w:color="auto"/>
            </w:tcBorders>
            <w:vAlign w:val="center"/>
          </w:tcPr>
          <w:p w14:paraId="6D65E6AC" w14:textId="77777777" w:rsidR="00BC0157" w:rsidRPr="00556630" w:rsidRDefault="00BC0157" w:rsidP="00301A6F">
            <w:pPr>
              <w:rPr>
                <w:sz w:val="14"/>
                <w:szCs w:val="14"/>
              </w:rPr>
            </w:pPr>
          </w:p>
        </w:tc>
        <w:tc>
          <w:tcPr>
            <w:tcW w:w="33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14:paraId="794F3F54" w14:textId="77777777" w:rsidR="00BC0157" w:rsidRPr="00556630" w:rsidRDefault="00BC0157" w:rsidP="00301A6F">
            <w:pPr>
              <w:rPr>
                <w:sz w:val="14"/>
                <w:szCs w:val="14"/>
              </w:rPr>
            </w:pPr>
          </w:p>
        </w:tc>
        <w:tc>
          <w:tcPr>
            <w:tcW w:w="338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14:paraId="703D7A9D" w14:textId="77777777" w:rsidR="00BC0157" w:rsidRPr="00556630" w:rsidRDefault="00BC0157" w:rsidP="00301A6F">
            <w:pPr>
              <w:rPr>
                <w:sz w:val="14"/>
                <w:szCs w:val="14"/>
              </w:rPr>
            </w:pPr>
          </w:p>
        </w:tc>
        <w:tc>
          <w:tcPr>
            <w:tcW w:w="33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195D80B" w14:textId="77777777" w:rsidR="00BC0157" w:rsidRPr="00556630" w:rsidRDefault="00BC0157" w:rsidP="00301A6F">
            <w:pPr>
              <w:rPr>
                <w:sz w:val="14"/>
                <w:szCs w:val="14"/>
              </w:rPr>
            </w:pPr>
          </w:p>
        </w:tc>
        <w:tc>
          <w:tcPr>
            <w:tcW w:w="384" w:type="dxa"/>
            <w:tcBorders>
              <w:top w:val="single" w:sz="2" w:space="0" w:color="auto"/>
              <w:left w:val="single" w:sz="18" w:space="0" w:color="auto"/>
            </w:tcBorders>
            <w:vAlign w:val="center"/>
          </w:tcPr>
          <w:p w14:paraId="6C8DCCF9" w14:textId="77777777" w:rsidR="00BC0157" w:rsidRPr="00556630" w:rsidRDefault="00BC0157" w:rsidP="00301A6F">
            <w:pPr>
              <w:rPr>
                <w:sz w:val="14"/>
                <w:szCs w:val="14"/>
              </w:rPr>
            </w:pPr>
          </w:p>
        </w:tc>
        <w:tc>
          <w:tcPr>
            <w:tcW w:w="1474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14:paraId="16FD6864" w14:textId="77777777" w:rsidR="00BC0157" w:rsidRPr="00556630" w:rsidRDefault="00BC0157" w:rsidP="00301A6F">
            <w:pPr>
              <w:rPr>
                <w:sz w:val="14"/>
                <w:szCs w:val="14"/>
              </w:rPr>
            </w:pPr>
          </w:p>
        </w:tc>
      </w:tr>
      <w:tr w:rsidR="00BC0157" w:rsidRPr="00556630" w14:paraId="188E6B8A" w14:textId="77777777" w:rsidTr="001D095B">
        <w:trPr>
          <w:cantSplit/>
          <w:trHeight w:val="907"/>
        </w:trPr>
        <w:tc>
          <w:tcPr>
            <w:tcW w:w="1168" w:type="dxa"/>
            <w:gridSpan w:val="3"/>
            <w:vMerge/>
            <w:tcBorders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F2BBAE1" w14:textId="77777777" w:rsidR="00BC0157" w:rsidRPr="00556630" w:rsidRDefault="00BC0157" w:rsidP="00301A6F">
            <w:pPr>
              <w:rPr>
                <w:sz w:val="14"/>
                <w:szCs w:val="14"/>
              </w:rPr>
            </w:pPr>
          </w:p>
        </w:tc>
        <w:tc>
          <w:tcPr>
            <w:tcW w:w="3996" w:type="dxa"/>
            <w:gridSpan w:val="10"/>
            <w:tcBorders>
              <w:top w:val="nil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BAD3A81" w14:textId="5728747B" w:rsidR="00BC0157" w:rsidRPr="008B6015" w:rsidRDefault="00B86209" w:rsidP="007756E6">
            <w:pPr>
              <w:widowControl/>
              <w:wordWrap/>
              <w:autoSpaceDE/>
              <w:autoSpaceDN/>
              <w:spacing w:beforeLines="30" w:before="100"/>
              <w:ind w:firstLineChars="50" w:firstLine="80"/>
              <w:rPr>
                <w:rFonts w:hAnsi="ＭＳ 明朝"/>
                <w:sz w:val="16"/>
                <w:szCs w:val="16"/>
              </w:rPr>
            </w:pPr>
            <w:r w:rsidRPr="008B6015">
              <w:rPr>
                <w:rFonts w:ascii="ＭＳ Ｐゴシック" w:eastAsia="ＭＳ Ｐゴシック" w:hAnsi="ＭＳ Ｐゴシック" w:cs="ＭＳ Ｐゴシック"/>
                <w:noProof/>
                <w:kern w:val="0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2AC05571" wp14:editId="08412878">
                      <wp:simplePos x="0" y="0"/>
                      <wp:positionH relativeFrom="column">
                        <wp:posOffset>2038350</wp:posOffset>
                      </wp:positionH>
                      <wp:positionV relativeFrom="paragraph">
                        <wp:posOffset>189865</wp:posOffset>
                      </wp:positionV>
                      <wp:extent cx="373380" cy="365760"/>
                      <wp:effectExtent l="0" t="0" r="26670" b="15240"/>
                      <wp:wrapNone/>
                      <wp:docPr id="4" name="正方形/長方形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73380" cy="36576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74312DE5" w14:textId="77777777" w:rsidR="00BC0157" w:rsidRPr="00B35A60" w:rsidRDefault="00BC0157" w:rsidP="00BC0157">
                                  <w:pPr>
                                    <w:spacing w:line="280" w:lineRule="exact"/>
                                    <w:jc w:val="center"/>
                                    <w:rPr>
                                      <w:rFonts w:hAnsi="ＭＳ 明朝"/>
                                      <w:color w:val="000000" w:themeColor="text1"/>
                                      <w:sz w:val="16"/>
                                      <w:szCs w:val="16"/>
                                    </w:rPr>
                                  </w:pPr>
                                  <w:r w:rsidRPr="00B35A60">
                                    <w:rPr>
                                      <w:rFonts w:hAnsi="ＭＳ 明朝" w:hint="eastAsia"/>
                                      <w:color w:val="000000" w:themeColor="text1"/>
                                      <w:sz w:val="16"/>
                                      <w:szCs w:val="16"/>
                                    </w:rPr>
                                    <w:t>印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AC05571" id="正方形/長方形 4" o:spid="_x0000_s1028" style="position:absolute;left:0;text-align:left;margin-left:160.5pt;margin-top:14.95pt;width:29.4pt;height:28.8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" filled="f" strokecolor="black [3213]" strokeweight=".25pt">
                      <v:textbox inset="0,0,0,0">
                        <w:txbxContent>
                          <w:p w14:paraId="74312DE5" w14:textId="77777777" w:rsidR="00BC0157" w:rsidRPr="00B35A60" w:rsidRDefault="00BC0157" w:rsidP="00BC0157">
                            <w:pPr>
                              <w:spacing w:line="280" w:lineRule="exact"/>
                              <w:jc w:val="center"/>
                              <w:rPr>
                                <w:rFonts w:hAnsi="ＭＳ 明朝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B35A60">
                              <w:rPr>
                                <w:rFonts w:hAnsi="ＭＳ 明朝" w:hint="eastAsia"/>
                                <w:color w:val="000000" w:themeColor="text1"/>
                                <w:sz w:val="16"/>
                                <w:szCs w:val="16"/>
                              </w:rPr>
                              <w:t>印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1F3322" w:rsidRPr="008B6015">
              <w:rPr>
                <w:rFonts w:hAnsi="ＭＳ 明朝" w:hint="eastAsia"/>
                <w:sz w:val="16"/>
                <w:szCs w:val="16"/>
              </w:rPr>
              <w:t>●●市</w:t>
            </w:r>
            <w:r w:rsidR="00BC0157" w:rsidRPr="008B6015">
              <w:rPr>
                <w:rFonts w:hAnsi="ＭＳ 明朝" w:hint="eastAsia"/>
                <w:sz w:val="16"/>
                <w:szCs w:val="16"/>
              </w:rPr>
              <w:t>介護保険課</w:t>
            </w:r>
          </w:p>
          <w:p w14:paraId="3FAE8C9C" w14:textId="3F6D176D" w:rsidR="001F3322" w:rsidRPr="008B6015" w:rsidRDefault="00BC0157" w:rsidP="001F3322">
            <w:pPr>
              <w:ind w:firstLineChars="50" w:firstLine="80"/>
              <w:rPr>
                <w:rFonts w:hAnsi="ＭＳ 明朝"/>
                <w:sz w:val="16"/>
                <w:szCs w:val="16"/>
              </w:rPr>
            </w:pPr>
            <w:r w:rsidRPr="008B6015">
              <w:rPr>
                <w:rFonts w:hAnsi="ＭＳ 明朝" w:hint="eastAsia"/>
                <w:sz w:val="16"/>
                <w:szCs w:val="16"/>
              </w:rPr>
              <w:t>123-4567</w:t>
            </w:r>
          </w:p>
          <w:p w14:paraId="1FAA4EDE" w14:textId="30DCE0BD" w:rsidR="00BC0157" w:rsidRPr="008B6015" w:rsidRDefault="00BC0157" w:rsidP="001F3322">
            <w:pPr>
              <w:ind w:firstLineChars="50" w:firstLine="80"/>
              <w:rPr>
                <w:rFonts w:hAnsi="ＭＳ 明朝"/>
                <w:sz w:val="16"/>
                <w:szCs w:val="16"/>
              </w:rPr>
            </w:pPr>
            <w:r w:rsidRPr="008B6015">
              <w:rPr>
                <w:rFonts w:hAnsi="ＭＳ 明朝" w:hint="eastAsia"/>
                <w:sz w:val="16"/>
                <w:szCs w:val="16"/>
              </w:rPr>
              <w:t>●●市●●１－２－３</w:t>
            </w:r>
            <w:r w:rsidR="001F3322" w:rsidRPr="008B6015">
              <w:rPr>
                <w:rFonts w:hAnsi="ＭＳ 明朝" w:hint="eastAsia"/>
                <w:sz w:val="16"/>
                <w:szCs w:val="16"/>
              </w:rPr>
              <w:t xml:space="preserve">　　 ○○市（町村）</w:t>
            </w:r>
          </w:p>
          <w:p w14:paraId="63A0529E" w14:textId="2199C36E" w:rsidR="00BC0157" w:rsidRPr="00556630" w:rsidRDefault="00BC0157" w:rsidP="007756E6">
            <w:pPr>
              <w:spacing w:afterLines="10" w:after="33"/>
              <w:ind w:firstLineChars="50" w:firstLine="80"/>
              <w:rPr>
                <w:sz w:val="14"/>
                <w:szCs w:val="14"/>
              </w:rPr>
            </w:pPr>
            <w:r w:rsidRPr="008B6015">
              <w:rPr>
                <w:rFonts w:hAnsi="ＭＳ 明朝" w:hint="eastAsia"/>
                <w:sz w:val="16"/>
                <w:szCs w:val="16"/>
              </w:rPr>
              <w:t>987-6543-2111</w:t>
            </w:r>
          </w:p>
        </w:tc>
      </w:tr>
    </w:tbl>
    <w:p w14:paraId="23ECF3BC" w14:textId="04AFED3D" w:rsidR="00BC0157" w:rsidRDefault="00BC0157" w:rsidP="00C67D99">
      <w:pPr>
        <w:rPr>
          <w:sz w:val="14"/>
          <w:szCs w:val="14"/>
        </w:rPr>
      </w:pPr>
    </w:p>
    <w:p w14:paraId="7C418394" w14:textId="7F965ECF" w:rsidR="00BC0157" w:rsidRDefault="00BC0157" w:rsidP="00C67D99">
      <w:pPr>
        <w:rPr>
          <w:sz w:val="14"/>
          <w:szCs w:val="14"/>
        </w:rPr>
      </w:pPr>
    </w:p>
    <w:p w14:paraId="126DE91D" w14:textId="5DBE0671" w:rsidR="00BC0157" w:rsidRPr="00556630" w:rsidRDefault="00BC0157" w:rsidP="00BC0157">
      <w:pPr>
        <w:pStyle w:val="a7"/>
        <w:spacing w:before="0" w:after="0"/>
        <w:ind w:leftChars="4800" w:left="10080"/>
        <w:rPr>
          <w:rFonts w:ascii="ＭＳ 明朝" w:eastAsia="ＭＳ 明朝" w:hAnsi="ＭＳ 明朝"/>
          <w:sz w:val="24"/>
          <w:szCs w:val="24"/>
        </w:rPr>
      </w:pPr>
      <w:r w:rsidRPr="00556630">
        <w:rPr>
          <w:rFonts w:ascii="ＭＳ 明朝" w:eastAsia="ＭＳ 明朝" w:hAnsi="ＭＳ 明朝" w:hint="eastAsia"/>
          <w:sz w:val="24"/>
          <w:szCs w:val="24"/>
        </w:rPr>
        <w:t>介護保険利用者負担額減額・免除認定証</w:t>
      </w:r>
    </w:p>
    <w:p w14:paraId="5BB11A1D" w14:textId="46C029AE" w:rsidR="00BC0157" w:rsidRPr="00BC0157" w:rsidRDefault="005E0FCE" w:rsidP="00BC0157">
      <w:pPr>
        <w:ind w:leftChars="3500" w:left="7350"/>
        <w:jc w:val="center"/>
        <w:rPr>
          <w:sz w:val="14"/>
          <w:szCs w:val="14"/>
        </w:rPr>
      </w:pPr>
      <w:r>
        <w:rPr>
          <w:rFonts w:hAnsi="ＭＳ 明朝"/>
          <w:noProof/>
          <w:sz w:val="18"/>
          <w:szCs w:val="16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BB0460A" wp14:editId="1B605DCC">
                <wp:simplePos x="0" y="0"/>
                <wp:positionH relativeFrom="column">
                  <wp:posOffset>0</wp:posOffset>
                </wp:positionH>
                <wp:positionV relativeFrom="paragraph">
                  <wp:posOffset>212725</wp:posOffset>
                </wp:positionV>
                <wp:extent cx="6381750" cy="4659630"/>
                <wp:effectExtent l="0" t="0" r="19050" b="26670"/>
                <wp:wrapNone/>
                <wp:docPr id="3" name="正方形/長方形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81750" cy="465963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6350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78AD74F8" w14:textId="77777777" w:rsidR="00BB2F6A" w:rsidRDefault="00BB2F6A" w:rsidP="00755AAB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</w:p>
                          <w:p w14:paraId="4A69FF75" w14:textId="77777777" w:rsidR="00BB2F6A" w:rsidRDefault="00BB2F6A" w:rsidP="00755AAB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</w:p>
                          <w:p w14:paraId="68D25FA1" w14:textId="77777777" w:rsidR="00BB2F6A" w:rsidRDefault="00BB2F6A" w:rsidP="00755AAB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</w:p>
                          <w:p w14:paraId="3FA70FA5" w14:textId="2D9B50E5" w:rsidR="00556630" w:rsidRPr="00BB2F6A" w:rsidRDefault="00755AAB" w:rsidP="00755AAB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 w:val="24"/>
                                <w:szCs w:val="24"/>
                              </w:rPr>
                            </w:pPr>
                            <w:r w:rsidRPr="00BB2F6A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自由記載</w:t>
                            </w:r>
                            <w:r w:rsidR="00BB2F6A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１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BB0460A" id="正方形/長方形 3" o:spid="_x0000_s1029" style="position:absolute;left:0;text-align:left;margin-left:0;margin-top:16.75pt;width:502.5pt;height:366.9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" fillcolor="#92d050" strokecolor="#92d050" strokeweight=".5pt">
                <v:fill opacity="52428f"/>
                <v:textbox>
                  <w:txbxContent>
                    <w:p w14:paraId="78AD74F8" w14:textId="77777777" w:rsidR="00BB2F6A" w:rsidRDefault="00BB2F6A" w:rsidP="00755AAB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</w:p>
                    <w:p w14:paraId="4A69FF75" w14:textId="77777777" w:rsidR="00BB2F6A" w:rsidRDefault="00BB2F6A" w:rsidP="00755AAB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</w:p>
                    <w:p w14:paraId="68D25FA1" w14:textId="77777777" w:rsidR="00BB2F6A" w:rsidRDefault="00BB2F6A" w:rsidP="00755AAB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</w:p>
                    <w:p w14:paraId="3FA70FA5" w14:textId="2D9B50E5" w:rsidR="00556630" w:rsidRPr="00BB2F6A" w:rsidRDefault="00755AAB" w:rsidP="00755AAB">
                      <w:pPr>
                        <w:jc w:val="center"/>
                        <w:rPr>
                          <w:rFonts w:ascii="ＭＳ ゴシック" w:eastAsia="ＭＳ ゴシック" w:hAnsi="ＭＳ ゴシック"/>
                          <w:sz w:val="24"/>
                          <w:szCs w:val="24"/>
                        </w:rPr>
                      </w:pPr>
                      <w:r w:rsidRPr="00BB2F6A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自由記載</w:t>
                      </w:r>
                      <w:r w:rsidR="00BB2F6A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１</w:t>
                      </w:r>
                    </w:p>
                  </w:txbxContent>
                </v:textbox>
              </v:rect>
            </w:pict>
          </mc:Fallback>
        </mc:AlternateContent>
      </w:r>
    </w:p>
    <w:p w14:paraId="22BDC046" w14:textId="5B966901" w:rsidR="00BC0157" w:rsidRDefault="00BC0157" w:rsidP="00C67D99">
      <w:pPr>
        <w:rPr>
          <w:sz w:val="14"/>
          <w:szCs w:val="14"/>
        </w:rPr>
      </w:pPr>
    </w:p>
    <w:p w14:paraId="021E7E75" w14:textId="3A1D1EED" w:rsidR="00BC0157" w:rsidRDefault="00BC0157" w:rsidP="00C67D99">
      <w:pPr>
        <w:rPr>
          <w:sz w:val="14"/>
          <w:szCs w:val="14"/>
        </w:rPr>
      </w:pPr>
    </w:p>
    <w:p w14:paraId="1F825BE6" w14:textId="4FA0EB00" w:rsidR="00BC0157" w:rsidRDefault="00BC0157" w:rsidP="00C67D99">
      <w:pPr>
        <w:rPr>
          <w:sz w:val="14"/>
          <w:szCs w:val="14"/>
        </w:rPr>
      </w:pPr>
    </w:p>
    <w:p w14:paraId="5A93FCA8" w14:textId="7A50944A" w:rsidR="00BC0157" w:rsidRDefault="00BC0157" w:rsidP="00C67D99">
      <w:pPr>
        <w:rPr>
          <w:sz w:val="14"/>
          <w:szCs w:val="14"/>
        </w:rPr>
      </w:pPr>
    </w:p>
    <w:p w14:paraId="0055E43B" w14:textId="22E83630" w:rsidR="00BC0157" w:rsidRDefault="00BC0157" w:rsidP="00C67D99">
      <w:pPr>
        <w:rPr>
          <w:sz w:val="14"/>
          <w:szCs w:val="14"/>
        </w:rPr>
      </w:pPr>
    </w:p>
    <w:p w14:paraId="6CF825AE" w14:textId="06CA640C" w:rsidR="00BC0157" w:rsidRDefault="00BC0157" w:rsidP="00C67D99">
      <w:pPr>
        <w:rPr>
          <w:sz w:val="14"/>
          <w:szCs w:val="14"/>
        </w:rPr>
      </w:pPr>
    </w:p>
    <w:p w14:paraId="1D6CE020" w14:textId="74DEF534" w:rsidR="00BC0157" w:rsidRDefault="00BC0157" w:rsidP="00C67D99">
      <w:pPr>
        <w:rPr>
          <w:sz w:val="14"/>
          <w:szCs w:val="14"/>
        </w:rPr>
      </w:pPr>
    </w:p>
    <w:p w14:paraId="2871B3F8" w14:textId="2B2C512F" w:rsidR="00BC0157" w:rsidRDefault="00BC0157" w:rsidP="00C67D99">
      <w:pPr>
        <w:rPr>
          <w:sz w:val="14"/>
          <w:szCs w:val="14"/>
        </w:rPr>
      </w:pPr>
    </w:p>
    <w:p w14:paraId="243532CC" w14:textId="27EA80AC" w:rsidR="00BC0157" w:rsidRDefault="00BC0157" w:rsidP="00C67D99">
      <w:pPr>
        <w:rPr>
          <w:sz w:val="14"/>
          <w:szCs w:val="14"/>
        </w:rPr>
      </w:pPr>
    </w:p>
    <w:p w14:paraId="6A5701AD" w14:textId="2723A364" w:rsidR="00BC0157" w:rsidRDefault="00BC0157" w:rsidP="00C67D99">
      <w:pPr>
        <w:rPr>
          <w:sz w:val="14"/>
          <w:szCs w:val="14"/>
        </w:rPr>
      </w:pPr>
    </w:p>
    <w:p w14:paraId="358807C3" w14:textId="7F12B6AA" w:rsidR="00BC0157" w:rsidRDefault="00BC0157" w:rsidP="00C67D99">
      <w:pPr>
        <w:rPr>
          <w:sz w:val="14"/>
          <w:szCs w:val="14"/>
        </w:rPr>
      </w:pPr>
    </w:p>
    <w:p w14:paraId="645F018A" w14:textId="02056640" w:rsidR="00BC0157" w:rsidRDefault="00BC0157" w:rsidP="00C67D99">
      <w:pPr>
        <w:rPr>
          <w:sz w:val="14"/>
          <w:szCs w:val="14"/>
        </w:rPr>
      </w:pPr>
    </w:p>
    <w:p w14:paraId="2390A12E" w14:textId="4A762CED" w:rsidR="00BC0157" w:rsidRDefault="00BC0157" w:rsidP="00C67D99">
      <w:pPr>
        <w:rPr>
          <w:sz w:val="14"/>
          <w:szCs w:val="14"/>
        </w:rPr>
      </w:pPr>
    </w:p>
    <w:p w14:paraId="2F8BFD50" w14:textId="2881B6E9" w:rsidR="00BC0157" w:rsidRDefault="00BC0157" w:rsidP="00C67D99">
      <w:pPr>
        <w:rPr>
          <w:sz w:val="14"/>
          <w:szCs w:val="14"/>
        </w:rPr>
      </w:pPr>
    </w:p>
    <w:p w14:paraId="1352E21D" w14:textId="659DF26C" w:rsidR="00BC0157" w:rsidRDefault="00BC0157" w:rsidP="00C67D99">
      <w:pPr>
        <w:rPr>
          <w:sz w:val="14"/>
          <w:szCs w:val="14"/>
        </w:rPr>
      </w:pPr>
    </w:p>
    <w:p w14:paraId="7241DAC7" w14:textId="6372F702" w:rsidR="00BC0157" w:rsidRDefault="00BC0157" w:rsidP="00C67D99">
      <w:pPr>
        <w:rPr>
          <w:sz w:val="14"/>
          <w:szCs w:val="14"/>
        </w:rPr>
      </w:pPr>
    </w:p>
    <w:p w14:paraId="4C7AE529" w14:textId="21B64324" w:rsidR="00BC0157" w:rsidRDefault="00BC0157" w:rsidP="00C67D99">
      <w:pPr>
        <w:rPr>
          <w:sz w:val="14"/>
          <w:szCs w:val="14"/>
        </w:rPr>
      </w:pPr>
    </w:p>
    <w:p w14:paraId="683A8F79" w14:textId="299EF52B" w:rsidR="00BC0157" w:rsidRDefault="00BC0157" w:rsidP="00C67D99">
      <w:pPr>
        <w:rPr>
          <w:sz w:val="14"/>
          <w:szCs w:val="14"/>
        </w:rPr>
      </w:pPr>
    </w:p>
    <w:p w14:paraId="52302ECA" w14:textId="1D7FCFC1" w:rsidR="00BC0157" w:rsidRDefault="00BC0157" w:rsidP="00C67D99">
      <w:pPr>
        <w:rPr>
          <w:sz w:val="14"/>
          <w:szCs w:val="14"/>
        </w:rPr>
      </w:pPr>
    </w:p>
    <w:p w14:paraId="4B51E6D2" w14:textId="6D364AFD" w:rsidR="00BC0157" w:rsidRDefault="00BC0157" w:rsidP="00C67D99">
      <w:pPr>
        <w:rPr>
          <w:sz w:val="14"/>
          <w:szCs w:val="14"/>
        </w:rPr>
      </w:pPr>
    </w:p>
    <w:p w14:paraId="41790EE9" w14:textId="68DAFB0F" w:rsidR="00BC0157" w:rsidRDefault="00BC0157" w:rsidP="00C67D99">
      <w:pPr>
        <w:rPr>
          <w:sz w:val="14"/>
          <w:szCs w:val="14"/>
        </w:rPr>
      </w:pPr>
    </w:p>
    <w:p w14:paraId="4DDF229A" w14:textId="414796FD" w:rsidR="00BC0157" w:rsidRDefault="00BC0157" w:rsidP="00C67D99">
      <w:pPr>
        <w:rPr>
          <w:sz w:val="14"/>
          <w:szCs w:val="14"/>
        </w:rPr>
      </w:pPr>
    </w:p>
    <w:p w14:paraId="0E40F2B3" w14:textId="5331A47F" w:rsidR="00BC0157" w:rsidRPr="00763105" w:rsidRDefault="00BC0157" w:rsidP="00C67D99">
      <w:pPr>
        <w:rPr>
          <w:sz w:val="14"/>
          <w:szCs w:val="14"/>
        </w:rPr>
      </w:pPr>
      <w:r>
        <w:rPr>
          <w:rFonts w:hAnsi="ＭＳ 明朝"/>
          <w:noProof/>
          <w:sz w:val="18"/>
          <w:szCs w:val="16"/>
        </w:rPr>
        <w:lastRenderedPageBreak/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6B7086E" wp14:editId="7B7FCF5F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9743846" cy="1943100"/>
                <wp:effectExtent l="0" t="0" r="10160" b="19050"/>
                <wp:wrapNone/>
                <wp:docPr id="6" name="正方形/長方形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743846" cy="19431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6350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27466CFA" w14:textId="703DE536" w:rsidR="00AD425D" w:rsidRPr="00755AAB" w:rsidRDefault="00AD425D" w:rsidP="00755AAB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6B7086E" id="正方形/長方形 6" o:spid="_x0000_s1030" style="position:absolute;left:0;text-align:left;margin-left:0;margin-top:0;width:767.25pt;height:15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" fillcolor="#92d050" strokecolor="#92d050" strokeweight=".5pt">
                <v:fill opacity="52428f"/>
                <v:textbox>
                  <w:txbxContent>
                    <w:p w14:paraId="27466CFA" w14:textId="703DE536" w:rsidR="00AD425D" w:rsidRPr="00755AAB" w:rsidRDefault="00AD425D" w:rsidP="00755AAB">
                      <w:pPr>
                        <w:jc w:val="center"/>
                        <w:rPr>
                          <w:rFonts w:asciiTheme="majorEastAsia" w:eastAsiaTheme="majorEastAsia" w:hAnsiTheme="majorEastAsia"/>
                          <w:sz w:val="32"/>
                          <w:szCs w:val="32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2855DA4F" w14:textId="794B4118" w:rsidR="00556630" w:rsidRDefault="00556630" w:rsidP="00556630">
      <w:pPr>
        <w:pStyle w:val="a7"/>
        <w:spacing w:before="0" w:after="0"/>
        <w:ind w:leftChars="3900" w:left="8190"/>
        <w:rPr>
          <w:rFonts w:ascii="ＭＳ 明朝" w:eastAsia="ＭＳ 明朝" w:hAnsi="ＭＳ 明朝"/>
          <w:sz w:val="24"/>
          <w:szCs w:val="24"/>
        </w:rPr>
      </w:pPr>
    </w:p>
    <w:p w14:paraId="4F7426BD" w14:textId="071264EF" w:rsidR="00556630" w:rsidRDefault="00556630" w:rsidP="00556630">
      <w:pPr>
        <w:pStyle w:val="a7"/>
        <w:spacing w:before="0" w:after="0"/>
        <w:ind w:leftChars="3900" w:left="8190"/>
        <w:rPr>
          <w:rFonts w:ascii="ＭＳ 明朝" w:eastAsia="ＭＳ 明朝" w:hAnsi="ＭＳ 明朝"/>
          <w:sz w:val="24"/>
          <w:szCs w:val="24"/>
        </w:rPr>
      </w:pPr>
    </w:p>
    <w:p w14:paraId="3F18B737" w14:textId="7AF0C1AA" w:rsidR="00763105" w:rsidRPr="00556630" w:rsidRDefault="00763105" w:rsidP="00C67D99">
      <w:pPr>
        <w:rPr>
          <w:sz w:val="14"/>
          <w:szCs w:val="14"/>
        </w:rPr>
      </w:pPr>
    </w:p>
    <w:p w14:paraId="640D679E" w14:textId="57467742" w:rsidR="00763105" w:rsidRPr="00763105" w:rsidRDefault="00763105" w:rsidP="00C67D99">
      <w:pPr>
        <w:rPr>
          <w:sz w:val="14"/>
          <w:szCs w:val="14"/>
        </w:rPr>
      </w:pPr>
    </w:p>
    <w:p w14:paraId="31C78AE2" w14:textId="27D0A1DF" w:rsidR="00763105" w:rsidRPr="00763105" w:rsidRDefault="00763105" w:rsidP="00C67D99">
      <w:pPr>
        <w:rPr>
          <w:sz w:val="14"/>
          <w:szCs w:val="14"/>
        </w:rPr>
      </w:pPr>
    </w:p>
    <w:tbl>
      <w:tblPr>
        <w:tblpPr w:leftFromText="142" w:rightFromText="142" w:vertAnchor="page" w:horzAnchor="margin" w:tblpY="3550"/>
        <w:tblW w:w="51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160"/>
      </w:tblGrid>
      <w:tr w:rsidR="00BC0157" w14:paraId="20DABDC8" w14:textId="77777777" w:rsidTr="002B3929">
        <w:trPr>
          <w:trHeight w:val="241"/>
        </w:trPr>
        <w:tc>
          <w:tcPr>
            <w:tcW w:w="51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77AAA9" w14:textId="33BA319A" w:rsidR="00BC0157" w:rsidRDefault="00BC0157" w:rsidP="002B3929">
            <w:pPr>
              <w:jc w:val="center"/>
            </w:pPr>
            <w:r>
              <w:t>(</w:t>
            </w:r>
            <w:r>
              <w:rPr>
                <w:rFonts w:hint="eastAsia"/>
              </w:rPr>
              <w:t>裏面</w:t>
            </w:r>
            <w:r>
              <w:t>)</w:t>
            </w:r>
          </w:p>
        </w:tc>
      </w:tr>
      <w:tr w:rsidR="00BC0157" w14:paraId="4703CA34" w14:textId="77777777" w:rsidTr="002B3929">
        <w:trPr>
          <w:cantSplit/>
          <w:trHeight w:val="363"/>
        </w:trPr>
        <w:tc>
          <w:tcPr>
            <w:tcW w:w="516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tbRlV"/>
          </w:tcPr>
          <w:p w14:paraId="02AF77D4" w14:textId="41AFD827" w:rsidR="00BC0157" w:rsidRPr="00D00A9F" w:rsidRDefault="00BC0157" w:rsidP="002B3929">
            <w:pPr>
              <w:spacing w:line="276" w:lineRule="auto"/>
              <w:rPr>
                <w:szCs w:val="21"/>
              </w:rPr>
            </w:pPr>
            <w:r w:rsidRPr="00B31952">
              <w:rPr>
                <w:rFonts w:hint="eastAsia"/>
                <w:sz w:val="20"/>
              </w:rPr>
              <w:t xml:space="preserve">　　　　　</w:t>
            </w:r>
            <w:r w:rsidRPr="00D00A9F">
              <w:rPr>
                <w:rFonts w:hint="eastAsia"/>
                <w:spacing w:val="105"/>
                <w:szCs w:val="21"/>
              </w:rPr>
              <w:t>注意事</w:t>
            </w:r>
            <w:r w:rsidRPr="00D00A9F">
              <w:rPr>
                <w:rFonts w:hint="eastAsia"/>
                <w:szCs w:val="21"/>
              </w:rPr>
              <w:t>項</w:t>
            </w:r>
          </w:p>
          <w:p w14:paraId="2094AF26" w14:textId="388795DB" w:rsidR="00BC0157" w:rsidRDefault="00BC0157" w:rsidP="002B3929">
            <w:pPr>
              <w:spacing w:line="276" w:lineRule="auto"/>
              <w:ind w:left="420" w:hanging="420"/>
              <w:rPr>
                <w:sz w:val="18"/>
                <w:szCs w:val="18"/>
              </w:rPr>
            </w:pPr>
          </w:p>
          <w:p w14:paraId="18279A27" w14:textId="3C221203" w:rsidR="00BC0157" w:rsidRPr="00E40620" w:rsidRDefault="00BC0157" w:rsidP="00FB5CC0">
            <w:pPr>
              <w:spacing w:line="320" w:lineRule="exact"/>
              <w:ind w:left="420" w:hanging="420"/>
              <w:rPr>
                <w:sz w:val="18"/>
                <w:szCs w:val="19"/>
              </w:rPr>
            </w:pPr>
            <w:r w:rsidRPr="00E40620">
              <w:rPr>
                <w:rFonts w:hint="eastAsia"/>
                <w:sz w:val="16"/>
                <w:szCs w:val="18"/>
              </w:rPr>
              <w:t xml:space="preserve">　</w:t>
            </w:r>
            <w:r w:rsidRPr="00E40620">
              <w:rPr>
                <w:rFonts w:hint="eastAsia"/>
                <w:sz w:val="18"/>
                <w:szCs w:val="19"/>
              </w:rPr>
              <w:t>一　介護サービスを受けるときは、必ず事前に、この認定証を事業者</w:t>
            </w:r>
          </w:p>
          <w:p w14:paraId="4251799A" w14:textId="5FBE32CB" w:rsidR="00BC0157" w:rsidRPr="00E40620" w:rsidRDefault="00BC0157" w:rsidP="00FB5CC0">
            <w:pPr>
              <w:spacing w:line="320" w:lineRule="exact"/>
              <w:ind w:left="420" w:hanging="420"/>
              <w:rPr>
                <w:sz w:val="18"/>
                <w:szCs w:val="19"/>
              </w:rPr>
            </w:pPr>
            <w:r w:rsidRPr="00E40620">
              <w:rPr>
                <w:rFonts w:hint="eastAsia"/>
                <w:sz w:val="18"/>
                <w:szCs w:val="19"/>
              </w:rPr>
              <w:t xml:space="preserve">　　又は施設の窓口に提出してください。</w:t>
            </w:r>
          </w:p>
          <w:p w14:paraId="4AB2D299" w14:textId="6F3072FB" w:rsidR="00BC0157" w:rsidRPr="00E40620" w:rsidRDefault="00BC0157" w:rsidP="00FB5CC0">
            <w:pPr>
              <w:spacing w:line="320" w:lineRule="exact"/>
              <w:ind w:left="420" w:hanging="420"/>
              <w:rPr>
                <w:sz w:val="18"/>
                <w:szCs w:val="19"/>
              </w:rPr>
            </w:pPr>
            <w:r w:rsidRPr="00E40620">
              <w:rPr>
                <w:rFonts w:hint="eastAsia"/>
                <w:sz w:val="18"/>
                <w:szCs w:val="19"/>
              </w:rPr>
              <w:t xml:space="preserve">　二　介護サービスを受けるときに支払う金額は、介護費用（入院又は</w:t>
            </w:r>
          </w:p>
          <w:p w14:paraId="494626A0" w14:textId="107EF1C2" w:rsidR="00BC0157" w:rsidRPr="00E40620" w:rsidRDefault="00BC0157" w:rsidP="00FB5CC0">
            <w:pPr>
              <w:spacing w:line="320" w:lineRule="exact"/>
              <w:ind w:left="420" w:hanging="420"/>
              <w:rPr>
                <w:sz w:val="18"/>
                <w:szCs w:val="19"/>
              </w:rPr>
            </w:pPr>
            <w:r w:rsidRPr="00E40620">
              <w:rPr>
                <w:rFonts w:hint="eastAsia"/>
                <w:sz w:val="18"/>
                <w:szCs w:val="19"/>
              </w:rPr>
              <w:t xml:space="preserve">　　入所時の居住又は滞在に要する費用及び食事に要する費用を除く。）</w:t>
            </w:r>
          </w:p>
          <w:p w14:paraId="2344A94F" w14:textId="7AE4931A" w:rsidR="00BC0157" w:rsidRPr="00E40620" w:rsidRDefault="00BC0157" w:rsidP="00FB5CC0">
            <w:pPr>
              <w:spacing w:line="320" w:lineRule="exact"/>
              <w:ind w:left="420" w:hanging="420"/>
              <w:rPr>
                <w:sz w:val="18"/>
                <w:szCs w:val="19"/>
              </w:rPr>
            </w:pPr>
            <w:r w:rsidRPr="00E40620">
              <w:rPr>
                <w:rFonts w:hint="eastAsia"/>
                <w:sz w:val="18"/>
                <w:szCs w:val="19"/>
              </w:rPr>
              <w:t xml:space="preserve">　　から介護費用に給付率を乗じた額を引いた額になります。</w:t>
            </w:r>
          </w:p>
          <w:p w14:paraId="1C2005BB" w14:textId="6293EA0F" w:rsidR="00BC0157" w:rsidRPr="00E40620" w:rsidRDefault="00BC0157" w:rsidP="00FB5CC0">
            <w:pPr>
              <w:spacing w:line="320" w:lineRule="exact"/>
              <w:ind w:left="420" w:hanging="420"/>
              <w:rPr>
                <w:sz w:val="18"/>
                <w:szCs w:val="19"/>
              </w:rPr>
            </w:pPr>
            <w:r w:rsidRPr="00E40620">
              <w:rPr>
                <w:rFonts w:hint="eastAsia"/>
                <w:sz w:val="18"/>
                <w:szCs w:val="19"/>
              </w:rPr>
              <w:t xml:space="preserve">　三　被保険者の資格がなくなったとき、減額・免除の認定の要件に該</w:t>
            </w:r>
          </w:p>
          <w:p w14:paraId="13889C18" w14:textId="77777777" w:rsidR="00BC0157" w:rsidRPr="00E40620" w:rsidRDefault="00BC0157" w:rsidP="00FB5CC0">
            <w:pPr>
              <w:spacing w:line="320" w:lineRule="exact"/>
              <w:ind w:left="420" w:hanging="420"/>
              <w:rPr>
                <w:sz w:val="18"/>
                <w:szCs w:val="19"/>
              </w:rPr>
            </w:pPr>
            <w:r w:rsidRPr="00E40620">
              <w:rPr>
                <w:rFonts w:hint="eastAsia"/>
                <w:sz w:val="18"/>
                <w:szCs w:val="19"/>
              </w:rPr>
              <w:t xml:space="preserve">　　当しなくなったとき、又は減額・免除の認定証の有効期限に至った</w:t>
            </w:r>
          </w:p>
          <w:p w14:paraId="7AD9114B" w14:textId="77777777" w:rsidR="00BC0157" w:rsidRPr="00E40620" w:rsidRDefault="00BC0157" w:rsidP="00FB5CC0">
            <w:pPr>
              <w:spacing w:line="320" w:lineRule="exact"/>
              <w:ind w:left="420" w:hanging="420"/>
              <w:rPr>
                <w:sz w:val="18"/>
                <w:szCs w:val="19"/>
              </w:rPr>
            </w:pPr>
            <w:r w:rsidRPr="00E40620">
              <w:rPr>
                <w:rFonts w:hint="eastAsia"/>
                <w:sz w:val="18"/>
                <w:szCs w:val="19"/>
              </w:rPr>
              <w:t xml:space="preserve">　　ときは、遅滞なく、この証を市町村に返してください。また、転出</w:t>
            </w:r>
          </w:p>
          <w:p w14:paraId="74795C82" w14:textId="5FB8C5DC" w:rsidR="00BC0157" w:rsidRPr="00E40620" w:rsidRDefault="00BC0157" w:rsidP="00FB5CC0">
            <w:pPr>
              <w:spacing w:line="320" w:lineRule="exact"/>
              <w:ind w:left="420" w:hanging="420"/>
              <w:rPr>
                <w:sz w:val="18"/>
                <w:szCs w:val="19"/>
              </w:rPr>
            </w:pPr>
            <w:r w:rsidRPr="00E40620">
              <w:rPr>
                <w:rFonts w:hint="eastAsia"/>
                <w:sz w:val="18"/>
                <w:szCs w:val="19"/>
              </w:rPr>
              <w:t xml:space="preserve">　　の届出をする際には、この証を添えてください。</w:t>
            </w:r>
          </w:p>
          <w:p w14:paraId="6EDEE794" w14:textId="77777777" w:rsidR="00BC0157" w:rsidRPr="00E40620" w:rsidRDefault="00BC0157" w:rsidP="00FB5CC0">
            <w:pPr>
              <w:spacing w:line="320" w:lineRule="exact"/>
              <w:ind w:left="420" w:hanging="420"/>
              <w:rPr>
                <w:sz w:val="18"/>
                <w:szCs w:val="19"/>
              </w:rPr>
            </w:pPr>
            <w:r w:rsidRPr="00E40620">
              <w:rPr>
                <w:rFonts w:hint="eastAsia"/>
                <w:sz w:val="18"/>
                <w:szCs w:val="19"/>
              </w:rPr>
              <w:t xml:space="preserve">　四　この証の表面の記載事項に変更があったときは、十四日以内に、</w:t>
            </w:r>
          </w:p>
          <w:p w14:paraId="7866F872" w14:textId="713A68CB" w:rsidR="00BC0157" w:rsidRPr="00E40620" w:rsidRDefault="00BC0157" w:rsidP="00FB5CC0">
            <w:pPr>
              <w:spacing w:line="320" w:lineRule="exact"/>
              <w:ind w:left="420" w:hanging="420"/>
              <w:rPr>
                <w:sz w:val="18"/>
                <w:szCs w:val="19"/>
              </w:rPr>
            </w:pPr>
            <w:r w:rsidRPr="00E40620">
              <w:rPr>
                <w:rFonts w:hint="eastAsia"/>
                <w:sz w:val="18"/>
                <w:szCs w:val="19"/>
              </w:rPr>
              <w:t xml:space="preserve">　　この証を添えて、市町村にその旨を届け出てください。</w:t>
            </w:r>
          </w:p>
          <w:p w14:paraId="21562BF8" w14:textId="37BADC99" w:rsidR="00BC0157" w:rsidRPr="00E40620" w:rsidRDefault="00BC0157" w:rsidP="00FB5CC0">
            <w:pPr>
              <w:spacing w:line="320" w:lineRule="exact"/>
              <w:ind w:left="420" w:hanging="420"/>
              <w:rPr>
                <w:sz w:val="18"/>
                <w:szCs w:val="19"/>
              </w:rPr>
            </w:pPr>
            <w:r w:rsidRPr="00E40620">
              <w:rPr>
                <w:rFonts w:hint="eastAsia"/>
                <w:sz w:val="18"/>
                <w:szCs w:val="19"/>
              </w:rPr>
              <w:t xml:space="preserve">　五　不正にこの証を使用した者は、刑法により詐欺罪として</w:t>
            </w:r>
            <w:r w:rsidR="000910CE">
              <w:rPr>
                <w:rFonts w:hint="eastAsia"/>
                <w:sz w:val="18"/>
                <w:szCs w:val="19"/>
              </w:rPr>
              <w:t>拘禁刑</w:t>
            </w:r>
            <w:r w:rsidRPr="00E40620">
              <w:rPr>
                <w:rFonts w:hint="eastAsia"/>
                <w:sz w:val="18"/>
                <w:szCs w:val="19"/>
              </w:rPr>
              <w:t>の</w:t>
            </w:r>
          </w:p>
          <w:p w14:paraId="01E19AFF" w14:textId="4467C547" w:rsidR="00BC0157" w:rsidRPr="00763105" w:rsidRDefault="000B46F0" w:rsidP="00FB5CC0">
            <w:pPr>
              <w:spacing w:line="320" w:lineRule="exact"/>
              <w:ind w:left="420" w:hanging="420"/>
              <w:rPr>
                <w:sz w:val="18"/>
                <w:szCs w:val="18"/>
              </w:rPr>
            </w:pPr>
            <w:r w:rsidRPr="00FB5CC0">
              <w:rPr>
                <w:rFonts w:hAnsi="ＭＳ 明朝"/>
                <w:noProof/>
                <w:sz w:val="19"/>
                <w:szCs w:val="19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6B2F5A5A" wp14:editId="53B8EB28">
                      <wp:simplePos x="0" y="0"/>
                      <wp:positionH relativeFrom="column">
                        <wp:posOffset>-382270</wp:posOffset>
                      </wp:positionH>
                      <wp:positionV relativeFrom="paragraph">
                        <wp:posOffset>4445</wp:posOffset>
                      </wp:positionV>
                      <wp:extent cx="2971800" cy="4607560"/>
                      <wp:effectExtent l="0" t="0" r="19050" b="21590"/>
                      <wp:wrapNone/>
                      <wp:docPr id="1" name="正方形/長方形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71800" cy="46075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>
                                  <a:alpha val="80000"/>
                                </a:srgbClr>
                              </a:solidFill>
                              <a:ln w="6350">
                                <a:solidFill>
                                  <a:srgbClr val="92D05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</wps:spPr>
                            <wps:txbx>
                              <w:txbxContent>
                                <w:p w14:paraId="204D5F2C" w14:textId="270D8147" w:rsidR="00F96D4B" w:rsidRPr="00BB2F6A" w:rsidRDefault="00F96D4B" w:rsidP="00F96D4B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bCs/>
                                      <w:color w:val="FFFFFF" w:themeColor="background1"/>
                                      <w:sz w:val="24"/>
                                      <w:szCs w:val="24"/>
                                    </w:rPr>
                                    <w:t>固定文言１＋編集１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B2F5A5A" id="正方形/長方形 1" o:spid="_x0000_s1031" style="position:absolute;left:0;text-align:left;margin-left:-30.1pt;margin-top:.35pt;width:234pt;height:362.8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" fillcolor="#92d050" strokecolor="#92d050" strokeweight=".5pt">
                      <v:fill opacity="52428f"/>
                      <v:textbox>
                        <w:txbxContent>
                          <w:p w14:paraId="204D5F2C" w14:textId="270D8147" w:rsidR="00F96D4B" w:rsidRPr="00BB2F6A" w:rsidRDefault="00F96D4B" w:rsidP="00F96D4B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固定文言１＋編集１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BC0157" w:rsidRPr="00E40620">
              <w:rPr>
                <w:rFonts w:hint="eastAsia"/>
                <w:sz w:val="18"/>
                <w:szCs w:val="19"/>
              </w:rPr>
              <w:t xml:space="preserve">　　</w:t>
            </w:r>
            <w:r w:rsidR="000910CE">
              <w:rPr>
                <w:rFonts w:hint="eastAsia"/>
                <w:sz w:val="18"/>
                <w:szCs w:val="19"/>
              </w:rPr>
              <w:t>処分</w:t>
            </w:r>
            <w:r w:rsidR="00BC0157" w:rsidRPr="00E40620">
              <w:rPr>
                <w:rFonts w:hint="eastAsia"/>
                <w:sz w:val="18"/>
                <w:szCs w:val="19"/>
              </w:rPr>
              <w:t>を受けます。</w:t>
            </w:r>
          </w:p>
        </w:tc>
      </w:tr>
      <w:tr w:rsidR="00BC0157" w14:paraId="484403C7" w14:textId="77777777" w:rsidTr="002B3929">
        <w:trPr>
          <w:cantSplit/>
          <w:trHeight w:val="286"/>
        </w:trPr>
        <w:tc>
          <w:tcPr>
            <w:tcW w:w="516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771151D" w14:textId="77777777" w:rsidR="00BC0157" w:rsidRDefault="00BC0157" w:rsidP="002B3929"/>
        </w:tc>
      </w:tr>
      <w:tr w:rsidR="00BC0157" w14:paraId="0075787E" w14:textId="77777777" w:rsidTr="002B3929">
        <w:trPr>
          <w:cantSplit/>
          <w:trHeight w:val="433"/>
        </w:trPr>
        <w:tc>
          <w:tcPr>
            <w:tcW w:w="516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451C813" w14:textId="77777777" w:rsidR="00BC0157" w:rsidRDefault="00BC0157" w:rsidP="002B3929"/>
        </w:tc>
      </w:tr>
      <w:tr w:rsidR="00BC0157" w14:paraId="42EB48A6" w14:textId="77777777" w:rsidTr="002B3929">
        <w:trPr>
          <w:cantSplit/>
          <w:trHeight w:val="408"/>
        </w:trPr>
        <w:tc>
          <w:tcPr>
            <w:tcW w:w="516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59C295B" w14:textId="77777777" w:rsidR="00BC0157" w:rsidRDefault="00BC0157" w:rsidP="002B3929"/>
        </w:tc>
      </w:tr>
      <w:tr w:rsidR="00BC0157" w14:paraId="078B9F86" w14:textId="77777777" w:rsidTr="002B3929">
        <w:trPr>
          <w:cantSplit/>
          <w:trHeight w:val="817"/>
        </w:trPr>
        <w:tc>
          <w:tcPr>
            <w:tcW w:w="516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74EDD46" w14:textId="77777777" w:rsidR="00BC0157" w:rsidRDefault="00BC0157" w:rsidP="002B3929"/>
        </w:tc>
      </w:tr>
      <w:tr w:rsidR="00BC0157" w14:paraId="75833124" w14:textId="77777777" w:rsidTr="002B3929">
        <w:trPr>
          <w:cantSplit/>
          <w:trHeight w:val="286"/>
        </w:trPr>
        <w:tc>
          <w:tcPr>
            <w:tcW w:w="516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2738A09" w14:textId="77777777" w:rsidR="00BC0157" w:rsidRDefault="00BC0157" w:rsidP="002B3929"/>
        </w:tc>
      </w:tr>
      <w:tr w:rsidR="00BC0157" w14:paraId="57A5807D" w14:textId="77777777" w:rsidTr="002B3929">
        <w:trPr>
          <w:cantSplit/>
          <w:trHeight w:val="541"/>
        </w:trPr>
        <w:tc>
          <w:tcPr>
            <w:tcW w:w="516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50122EC" w14:textId="77777777" w:rsidR="00BC0157" w:rsidRDefault="00BC0157" w:rsidP="002B3929"/>
        </w:tc>
      </w:tr>
      <w:tr w:rsidR="00BC0157" w14:paraId="28441139" w14:textId="77777777" w:rsidTr="002B3929">
        <w:trPr>
          <w:cantSplit/>
          <w:trHeight w:val="540"/>
        </w:trPr>
        <w:tc>
          <w:tcPr>
            <w:tcW w:w="516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33F2391" w14:textId="77777777" w:rsidR="00BC0157" w:rsidRDefault="00BC0157" w:rsidP="002B3929"/>
        </w:tc>
      </w:tr>
      <w:tr w:rsidR="00BC0157" w14:paraId="28B29395" w14:textId="77777777" w:rsidTr="002B3929">
        <w:trPr>
          <w:cantSplit/>
          <w:trHeight w:val="540"/>
        </w:trPr>
        <w:tc>
          <w:tcPr>
            <w:tcW w:w="516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6557D3E" w14:textId="77777777" w:rsidR="00BC0157" w:rsidRDefault="00BC0157" w:rsidP="002B3929"/>
        </w:tc>
      </w:tr>
      <w:tr w:rsidR="00BC0157" w14:paraId="269A88D2" w14:textId="77777777" w:rsidTr="002B3929">
        <w:trPr>
          <w:cantSplit/>
          <w:trHeight w:val="540"/>
        </w:trPr>
        <w:tc>
          <w:tcPr>
            <w:tcW w:w="516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5D48FB9" w14:textId="77777777" w:rsidR="00BC0157" w:rsidRDefault="00BC0157" w:rsidP="002B3929"/>
        </w:tc>
      </w:tr>
      <w:tr w:rsidR="00BC0157" w14:paraId="693FF640" w14:textId="77777777" w:rsidTr="002B3929">
        <w:trPr>
          <w:cantSplit/>
          <w:trHeight w:val="540"/>
        </w:trPr>
        <w:tc>
          <w:tcPr>
            <w:tcW w:w="516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17FA740" w14:textId="77777777" w:rsidR="00BC0157" w:rsidRDefault="00BC0157" w:rsidP="002B3929"/>
        </w:tc>
      </w:tr>
      <w:tr w:rsidR="00BC0157" w14:paraId="2D29B326" w14:textId="77777777" w:rsidTr="002B3929">
        <w:trPr>
          <w:cantSplit/>
          <w:trHeight w:val="286"/>
        </w:trPr>
        <w:tc>
          <w:tcPr>
            <w:tcW w:w="516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5D6D156" w14:textId="77777777" w:rsidR="00BC0157" w:rsidRDefault="00BC0157" w:rsidP="002B3929"/>
        </w:tc>
      </w:tr>
      <w:tr w:rsidR="00BC0157" w14:paraId="7C0FA521" w14:textId="77777777" w:rsidTr="002B3929">
        <w:trPr>
          <w:cantSplit/>
          <w:trHeight w:val="466"/>
        </w:trPr>
        <w:tc>
          <w:tcPr>
            <w:tcW w:w="516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3CA89A7" w14:textId="77777777" w:rsidR="00BC0157" w:rsidRDefault="00BC0157" w:rsidP="002B3929"/>
        </w:tc>
      </w:tr>
      <w:tr w:rsidR="00BC0157" w14:paraId="29EC6891" w14:textId="77777777" w:rsidTr="002B3929">
        <w:trPr>
          <w:cantSplit/>
          <w:trHeight w:val="817"/>
        </w:trPr>
        <w:tc>
          <w:tcPr>
            <w:tcW w:w="5160" w:type="dxa"/>
            <w:vMerge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F3EDE8B" w14:textId="77777777" w:rsidR="00BC0157" w:rsidRDefault="00BC0157" w:rsidP="002B3929"/>
        </w:tc>
      </w:tr>
    </w:tbl>
    <w:p w14:paraId="447F5FA4" w14:textId="6CE738D3" w:rsidR="00763105" w:rsidRPr="00763105" w:rsidRDefault="00763105" w:rsidP="00C67D99">
      <w:pPr>
        <w:rPr>
          <w:sz w:val="14"/>
          <w:szCs w:val="14"/>
        </w:rPr>
      </w:pPr>
    </w:p>
    <w:p w14:paraId="36A95A52" w14:textId="08149E31" w:rsidR="00763105" w:rsidRPr="00763105" w:rsidRDefault="00763105" w:rsidP="00C67D99">
      <w:pPr>
        <w:rPr>
          <w:sz w:val="14"/>
          <w:szCs w:val="14"/>
        </w:rPr>
      </w:pPr>
    </w:p>
    <w:p w14:paraId="476C4CF4" w14:textId="0BA05308" w:rsidR="00763105" w:rsidRPr="00763105" w:rsidRDefault="00763105" w:rsidP="00C67D99">
      <w:pPr>
        <w:rPr>
          <w:sz w:val="14"/>
          <w:szCs w:val="14"/>
        </w:rPr>
      </w:pPr>
    </w:p>
    <w:p w14:paraId="0CFB397B" w14:textId="3CD10515" w:rsidR="00763105" w:rsidRPr="00763105" w:rsidRDefault="005E0FCE" w:rsidP="00C67D99">
      <w:pPr>
        <w:rPr>
          <w:sz w:val="14"/>
          <w:szCs w:val="14"/>
        </w:rPr>
      </w:pPr>
      <w:r>
        <w:rPr>
          <w:rFonts w:hAnsi="ＭＳ 明朝"/>
          <w:noProof/>
          <w:sz w:val="18"/>
          <w:szCs w:val="16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17EEED6" wp14:editId="26A5AFAB">
                <wp:simplePos x="0" y="0"/>
                <wp:positionH relativeFrom="column">
                  <wp:posOffset>3362325</wp:posOffset>
                </wp:positionH>
                <wp:positionV relativeFrom="paragraph">
                  <wp:posOffset>27940</wp:posOffset>
                </wp:positionV>
                <wp:extent cx="6377305" cy="4695825"/>
                <wp:effectExtent l="0" t="0" r="23495" b="28575"/>
                <wp:wrapNone/>
                <wp:docPr id="7" name="正方形/長方形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77305" cy="469582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6350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36BD2449" w14:textId="77777777" w:rsidR="00BB2F6A" w:rsidRDefault="00BB2F6A" w:rsidP="00755AAB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</w:p>
                          <w:p w14:paraId="75D2F574" w14:textId="77777777" w:rsidR="00BB2F6A" w:rsidRDefault="00BB2F6A" w:rsidP="00755AAB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</w:p>
                          <w:p w14:paraId="004AA5BA" w14:textId="77777777" w:rsidR="00BB2F6A" w:rsidRDefault="00BB2F6A" w:rsidP="00755AAB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</w:p>
                          <w:p w14:paraId="3E7CB195" w14:textId="167E3FAC" w:rsidR="00BC0157" w:rsidRPr="00BB2F6A" w:rsidRDefault="00755AAB" w:rsidP="00755AAB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 w:val="24"/>
                                <w:szCs w:val="24"/>
                              </w:rPr>
                            </w:pPr>
                            <w:r w:rsidRPr="00BB2F6A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自由記載</w:t>
                            </w:r>
                            <w:r w:rsidR="00BB2F6A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１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17EEED6" id="正方形/長方形 7" o:spid="_x0000_s1032" style="position:absolute;left:0;text-align:left;margin-left:264.75pt;margin-top:2.2pt;width:502.15pt;height:369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" fillcolor="#92d050" strokecolor="#92d050" strokeweight=".5pt">
                <v:fill opacity="52428f"/>
                <v:textbox>
                  <w:txbxContent>
                    <w:p w14:paraId="36BD2449" w14:textId="77777777" w:rsidR="00BB2F6A" w:rsidRDefault="00BB2F6A" w:rsidP="00755AAB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</w:p>
                    <w:p w14:paraId="75D2F574" w14:textId="77777777" w:rsidR="00BB2F6A" w:rsidRDefault="00BB2F6A" w:rsidP="00755AAB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</w:p>
                    <w:p w14:paraId="004AA5BA" w14:textId="77777777" w:rsidR="00BB2F6A" w:rsidRDefault="00BB2F6A" w:rsidP="00755AAB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</w:p>
                    <w:p w14:paraId="3E7CB195" w14:textId="167E3FAC" w:rsidR="00BC0157" w:rsidRPr="00BB2F6A" w:rsidRDefault="00755AAB" w:rsidP="00755AAB">
                      <w:pPr>
                        <w:jc w:val="center"/>
                        <w:rPr>
                          <w:rFonts w:ascii="ＭＳ ゴシック" w:eastAsia="ＭＳ ゴシック" w:hAnsi="ＭＳ ゴシック"/>
                          <w:sz w:val="24"/>
                          <w:szCs w:val="24"/>
                        </w:rPr>
                      </w:pPr>
                      <w:r w:rsidRPr="00BB2F6A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自由記載</w:t>
                      </w:r>
                      <w:r w:rsidR="00BB2F6A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１</w:t>
                      </w:r>
                    </w:p>
                  </w:txbxContent>
                </v:textbox>
              </v:rect>
            </w:pict>
          </mc:Fallback>
        </mc:AlternateContent>
      </w:r>
    </w:p>
    <w:p w14:paraId="47108291" w14:textId="18BAAFA3" w:rsidR="00763105" w:rsidRPr="00763105" w:rsidRDefault="00763105" w:rsidP="00C67D99">
      <w:pPr>
        <w:rPr>
          <w:sz w:val="14"/>
          <w:szCs w:val="14"/>
        </w:rPr>
      </w:pPr>
    </w:p>
    <w:p w14:paraId="0FE0CEED" w14:textId="4BB48AFA" w:rsidR="00763105" w:rsidRPr="00763105" w:rsidRDefault="00763105" w:rsidP="00C67D99">
      <w:pPr>
        <w:rPr>
          <w:sz w:val="14"/>
          <w:szCs w:val="14"/>
        </w:rPr>
      </w:pPr>
    </w:p>
    <w:p w14:paraId="6CB3CC00" w14:textId="59F95CC0" w:rsidR="00556630" w:rsidRDefault="00556630">
      <w:pPr>
        <w:rPr>
          <w:rFonts w:hAnsi="ＭＳ 明朝" w:cs="ＭＳ 明朝"/>
        </w:rPr>
      </w:pPr>
    </w:p>
    <w:p w14:paraId="24812C13" w14:textId="1282DB9F" w:rsidR="00556630" w:rsidRDefault="00556630">
      <w:pPr>
        <w:rPr>
          <w:rFonts w:hAnsi="ＭＳ 明朝" w:cs="ＭＳ 明朝"/>
        </w:rPr>
      </w:pPr>
    </w:p>
    <w:p w14:paraId="1CE8FAF3" w14:textId="0D3F3F9E" w:rsidR="00556630" w:rsidRPr="00DA63E1" w:rsidRDefault="00556630">
      <w:pPr>
        <w:rPr>
          <w:rFonts w:hAnsi="ＭＳ 明朝" w:cs="ＭＳ 明朝"/>
        </w:rPr>
      </w:pPr>
    </w:p>
    <w:p w14:paraId="63C94DF1" w14:textId="3DE6978F" w:rsidR="00763105" w:rsidRDefault="00763105"/>
    <w:p w14:paraId="505B760C" w14:textId="54B16616" w:rsidR="000C215D" w:rsidRDefault="000C215D"/>
    <w:p w14:paraId="458324B2" w14:textId="4DB9B241" w:rsidR="005640E2" w:rsidRDefault="005640E2"/>
    <w:p w14:paraId="467C4D3B" w14:textId="2E488397" w:rsidR="000C215D" w:rsidRDefault="000C215D"/>
    <w:p w14:paraId="35FD2A3C" w14:textId="3D7F150B" w:rsidR="00B31952" w:rsidRDefault="00B31952"/>
    <w:p w14:paraId="502586A3" w14:textId="200E1962" w:rsidR="00B31952" w:rsidRDefault="00B31952"/>
    <w:p w14:paraId="1EC6A663" w14:textId="0C74C68B" w:rsidR="00B31952" w:rsidRDefault="00B31952"/>
    <w:p w14:paraId="36A77F79" w14:textId="67E598BD" w:rsidR="00B31952" w:rsidRDefault="00B31952"/>
    <w:p w14:paraId="628CA2ED" w14:textId="75DA1963" w:rsidR="00B31952" w:rsidRDefault="00B31952"/>
    <w:p w14:paraId="3D47D055" w14:textId="37BB811A" w:rsidR="00B31952" w:rsidRDefault="00B31952"/>
    <w:p w14:paraId="105421E9" w14:textId="74671A64" w:rsidR="00B31952" w:rsidRDefault="00B31952"/>
    <w:p w14:paraId="18EC7511" w14:textId="4253D602" w:rsidR="00B31952" w:rsidRDefault="00B31952"/>
    <w:p w14:paraId="2545D37C" w14:textId="02CEFDD7" w:rsidR="00B31952" w:rsidRDefault="00B31952"/>
    <w:p w14:paraId="59ECC0A6" w14:textId="6AA78C34" w:rsidR="00B31952" w:rsidRDefault="00B31952"/>
    <w:p w14:paraId="38BA86F3" w14:textId="66D7ECDF" w:rsidR="00B31952" w:rsidRDefault="00B31952"/>
    <w:p w14:paraId="4A7DC27B" w14:textId="6F3F645B" w:rsidR="00B31952" w:rsidRDefault="00FD7CFE">
      <w:r w:rsidRPr="00FD7CFE">
        <w:rPr>
          <w:rFonts w:hint="eastAsia"/>
        </w:rPr>
        <w:t>備考　この証の大きさは、縦１２８ミリメートル、横９１ミリメートルとすること。</w:t>
      </w:r>
    </w:p>
    <w:sectPr w:rsidR="00B31952" w:rsidSect="00BC0157">
      <w:pgSz w:w="16838" w:h="11906" w:orient="landscape" w:code="9"/>
      <w:pgMar w:top="720" w:right="720" w:bottom="720" w:left="720" w:header="284" w:footer="284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AC5C99" w14:textId="77777777" w:rsidR="005340FC" w:rsidRDefault="005340FC" w:rsidP="00930025">
      <w:r>
        <w:separator/>
      </w:r>
    </w:p>
  </w:endnote>
  <w:endnote w:type="continuationSeparator" w:id="0">
    <w:p w14:paraId="29847549" w14:textId="77777777" w:rsidR="005340FC" w:rsidRDefault="005340FC" w:rsidP="009300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1910B2" w14:textId="77777777" w:rsidR="005340FC" w:rsidRDefault="005340FC" w:rsidP="00930025">
      <w:r>
        <w:separator/>
      </w:r>
    </w:p>
  </w:footnote>
  <w:footnote w:type="continuationSeparator" w:id="0">
    <w:p w14:paraId="2D8FF38A" w14:textId="77777777" w:rsidR="005340FC" w:rsidRDefault="005340FC" w:rsidP="0093002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bordersDoNotSurroundHeader/>
  <w:bordersDoNotSurroundFooter/>
  <w:proofState w:spelling="clean" w:grammar="dirty"/>
  <w:attachedTemplate r:id="rId1"/>
  <w:defaultTabStop w:val="851"/>
  <w:drawingGridHorizontalSpacing w:val="105"/>
  <w:drawingGridVerticalSpacing w:val="335"/>
  <w:displayHorizontalDrawingGridEvery w:val="0"/>
  <w:characterSpacingControl w:val="compressPunctuation"/>
  <w:strictFirstAndLastChars/>
  <w:hdrShapeDefaults>
    <o:shapedefaults v:ext="edit" spidmax="942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0025"/>
    <w:rsid w:val="00040C7F"/>
    <w:rsid w:val="000576B9"/>
    <w:rsid w:val="00072EFB"/>
    <w:rsid w:val="000910CE"/>
    <w:rsid w:val="000B46F0"/>
    <w:rsid w:val="000B4ACE"/>
    <w:rsid w:val="000C215D"/>
    <w:rsid w:val="00147863"/>
    <w:rsid w:val="00155DD4"/>
    <w:rsid w:val="00167F2F"/>
    <w:rsid w:val="00182D3E"/>
    <w:rsid w:val="001C2162"/>
    <w:rsid w:val="001C28F2"/>
    <w:rsid w:val="001D095B"/>
    <w:rsid w:val="001E0750"/>
    <w:rsid w:val="001F3322"/>
    <w:rsid w:val="002B3929"/>
    <w:rsid w:val="00301A6F"/>
    <w:rsid w:val="0031767A"/>
    <w:rsid w:val="0034592F"/>
    <w:rsid w:val="003D4778"/>
    <w:rsid w:val="00401D9E"/>
    <w:rsid w:val="004233ED"/>
    <w:rsid w:val="00425BE1"/>
    <w:rsid w:val="00434C40"/>
    <w:rsid w:val="00490BDA"/>
    <w:rsid w:val="004D6457"/>
    <w:rsid w:val="00511D47"/>
    <w:rsid w:val="00516074"/>
    <w:rsid w:val="005340FC"/>
    <w:rsid w:val="00556630"/>
    <w:rsid w:val="005640E2"/>
    <w:rsid w:val="005D6277"/>
    <w:rsid w:val="005E0FCE"/>
    <w:rsid w:val="005F2E38"/>
    <w:rsid w:val="006230BB"/>
    <w:rsid w:val="006A0F25"/>
    <w:rsid w:val="006A642E"/>
    <w:rsid w:val="006B5F27"/>
    <w:rsid w:val="006C1D46"/>
    <w:rsid w:val="006E1053"/>
    <w:rsid w:val="00727D8E"/>
    <w:rsid w:val="00755AAB"/>
    <w:rsid w:val="00763105"/>
    <w:rsid w:val="007756E6"/>
    <w:rsid w:val="007B34EC"/>
    <w:rsid w:val="007D4FA6"/>
    <w:rsid w:val="007E4A7F"/>
    <w:rsid w:val="007E7EBE"/>
    <w:rsid w:val="00806B60"/>
    <w:rsid w:val="00836C96"/>
    <w:rsid w:val="008B6015"/>
    <w:rsid w:val="008D3BEA"/>
    <w:rsid w:val="00930025"/>
    <w:rsid w:val="009367D0"/>
    <w:rsid w:val="009F10C3"/>
    <w:rsid w:val="00A12E04"/>
    <w:rsid w:val="00A779CA"/>
    <w:rsid w:val="00AD425D"/>
    <w:rsid w:val="00AD467E"/>
    <w:rsid w:val="00B31952"/>
    <w:rsid w:val="00B35A60"/>
    <w:rsid w:val="00B401D1"/>
    <w:rsid w:val="00B86209"/>
    <w:rsid w:val="00BB2F6A"/>
    <w:rsid w:val="00BC0157"/>
    <w:rsid w:val="00BC5427"/>
    <w:rsid w:val="00C67D99"/>
    <w:rsid w:val="00C80EBD"/>
    <w:rsid w:val="00C92E10"/>
    <w:rsid w:val="00C95EFE"/>
    <w:rsid w:val="00CB3D53"/>
    <w:rsid w:val="00CC2821"/>
    <w:rsid w:val="00D00A9F"/>
    <w:rsid w:val="00D0412D"/>
    <w:rsid w:val="00DA63E1"/>
    <w:rsid w:val="00DB26C7"/>
    <w:rsid w:val="00E40620"/>
    <w:rsid w:val="00E46D46"/>
    <w:rsid w:val="00E90F93"/>
    <w:rsid w:val="00EE0094"/>
    <w:rsid w:val="00EE6B0F"/>
    <w:rsid w:val="00F54B53"/>
    <w:rsid w:val="00F84419"/>
    <w:rsid w:val="00F96D4B"/>
    <w:rsid w:val="00FB5CC0"/>
    <w:rsid w:val="00FC3444"/>
    <w:rsid w:val="00FD7C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4209">
      <v:textbox inset="5.85pt,.7pt,5.85pt,.7pt"/>
    </o:shapedefaults>
    <o:shapelayout v:ext="edit">
      <o:idmap v:ext="edit" data="1"/>
    </o:shapelayout>
  </w:shapeDefaults>
  <w:decimalSymbol w:val="."/>
  <w:listSeparator w:val=","/>
  <w14:docId w14:val="32718285"/>
  <w14:defaultImageDpi w14:val="0"/>
  <w15:docId w15:val="{DF75EB69-BFBC-4662-AF1D-4046800CCF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macro" w:semiHidden="1" w:unhideWhenUsed="1"/>
    <w:lsdException w:name="List Bullet" w:semiHidden="1" w:unhideWhenUsed="1"/>
    <w:lsdException w:name="List Number" w:semiHidden="1" w:unhideWhenUsed="1"/>
    <w:lsdException w:name="Title" w:uiPriority="10" w:qFormat="1"/>
    <w:lsdException w:name="Default Paragraph Font" w:semiHidden="1" w:uiPriority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trong" w:uiPriority="22" w:qFormat="1"/>
    <w:lsdException w:name="Emphasis" w:uiPriority="20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55AAB"/>
    <w:pPr>
      <w:widowControl w:val="0"/>
      <w:wordWrap w:val="0"/>
      <w:autoSpaceDE w:val="0"/>
      <w:autoSpaceDN w:val="0"/>
      <w:jc w:val="both"/>
    </w:pPr>
    <w:rPr>
      <w:rFonts w:ascii="ＭＳ 明朝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3002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930025"/>
    <w:rPr>
      <w:rFonts w:ascii="ＭＳ 明朝" w:cs="Times New Roman"/>
      <w:kern w:val="2"/>
      <w:sz w:val="21"/>
    </w:rPr>
  </w:style>
  <w:style w:type="paragraph" w:styleId="a5">
    <w:name w:val="footer"/>
    <w:basedOn w:val="a"/>
    <w:link w:val="a6"/>
    <w:uiPriority w:val="99"/>
    <w:unhideWhenUsed/>
    <w:rsid w:val="0093002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930025"/>
    <w:rPr>
      <w:rFonts w:ascii="ＭＳ 明朝" w:cs="Times New Roman"/>
      <w:kern w:val="2"/>
      <w:sz w:val="21"/>
    </w:rPr>
  </w:style>
  <w:style w:type="paragraph" w:styleId="a7">
    <w:name w:val="Title"/>
    <w:basedOn w:val="a"/>
    <w:next w:val="a"/>
    <w:link w:val="a8"/>
    <w:uiPriority w:val="10"/>
    <w:qFormat/>
    <w:rsid w:val="00B401D1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8">
    <w:name w:val="表題 (文字)"/>
    <w:basedOn w:val="a0"/>
    <w:link w:val="a7"/>
    <w:uiPriority w:val="10"/>
    <w:rsid w:val="00B401D1"/>
    <w:rPr>
      <w:rFonts w:asciiTheme="majorHAnsi" w:eastAsiaTheme="majorEastAsia" w:hAnsiTheme="majorHAnsi" w:cstheme="majorBidi"/>
      <w:kern w:val="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naisyoku\&#12487;&#12473;&#12463;&#12488;&#12483;&#12503;\&#27096;&#24335;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E881F1D9E96D346B4A26C5F6FE48C89" ma:contentTypeVersion="13" ma:contentTypeDescription="新しいドキュメントを作成します。" ma:contentTypeScope="" ma:versionID="579fccd6fe05834d9d0808fc9ebff454">
  <xsd:schema xmlns:xsd="http://www.w3.org/2001/XMLSchema" xmlns:xs="http://www.w3.org/2001/XMLSchema" xmlns:p="http://schemas.microsoft.com/office/2006/metadata/properties" xmlns:ns2="05454652-2587-4000-899f-88d1d4129563" xmlns:ns3="f25d6edc-9fc2-47f6-a05d-431feacdcae4" targetNamespace="http://schemas.microsoft.com/office/2006/metadata/properties" ma:root="true" ma:fieldsID="8b506fb9ce4fc6fcdf36d791ff44153d" ns2:_="" ns3:_="">
    <xsd:import namespace="05454652-2587-4000-899f-88d1d4129563"/>
    <xsd:import namespace="f25d6edc-9fc2-47f6-a05d-431feacdca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454652-2587-4000-899f-88d1d41295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37741816-7060-47fa-90da-5799debb75e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6edc-9fc2-47f6-a05d-431feacdcae4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38a12eb-9860-4787-8b4c-90fd88b02b44}" ma:internalName="TaxCatchAll" ma:showField="CatchAllData" ma:web="f25d6edc-9fc2-47f6-a05d-431feacdca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25d6edc-9fc2-47f6-a05d-431feacdcae4" xsi:nil="true"/>
    <lcf76f155ced4ddcb4097134ff3c332f xmlns="05454652-2587-4000-899f-88d1d412956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4246925-EAAE-42B0-B9C1-C84AADD9C3E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54F601A-B29F-4CC8-8E9E-45832194104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5454652-2587-4000-899f-88d1d4129563"/>
    <ds:schemaRef ds:uri="f25d6edc-9fc2-47f6-a05d-431feacdcae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2412E2E-8311-49FC-8449-8590B93F4E0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009EE09-F190-48CA-B53B-A400FCBD0A59}">
  <ds:schemaRefs>
    <ds:schemaRef ds:uri="http://schemas.microsoft.com/office/2006/metadata/properties"/>
    <ds:schemaRef ds:uri="http://schemas.microsoft.com/office/infopath/2007/PartnerControls"/>
    <ds:schemaRef ds:uri="f25d6edc-9fc2-47f6-a05d-431feacdcae4"/>
    <ds:schemaRef ds:uri="05454652-2587-4000-899f-88d1d412956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様式.dot</Template>
  <TotalTime>150</TotalTime>
  <Pages>2</Pages>
  <Words>520</Words>
  <Characters>236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revision>2</cp:revision>
  <cp:lastPrinted>2021-10-18T05:17:00Z</cp:lastPrinted>
  <dcterms:created xsi:type="dcterms:W3CDTF">2020-12-22T07:21:00Z</dcterms:created>
  <dcterms:modified xsi:type="dcterms:W3CDTF">2025-06-10T02:16:00Z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0x0101007E881F1D9E96D346B4A26C5F6FE48C89</vt:lpwstr>
  </property>
  <property fmtid="{D5CDD505-2E9C-101B-9397-08002B2CF9AE}" pid="3" name="MediaServiceImageTags">
    <vt:lpwstr/>
  </property>
</Properties>
</file>