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89C3D" w14:textId="32F75DE5" w:rsidR="003D329C" w:rsidRPr="004277E1" w:rsidRDefault="003D329C" w:rsidP="0092437D">
      <w:pPr>
        <w:overflowPunct w:val="0"/>
        <w:autoSpaceDE w:val="0"/>
        <w:autoSpaceDN w:val="0"/>
        <w:ind w:rightChars="67" w:right="141"/>
        <w:jc w:val="center"/>
        <w:rPr>
          <w:rFonts w:ascii="游明朝" w:eastAsia="游明朝" w:hAnsi="游明朝"/>
          <w:sz w:val="4"/>
          <w:szCs w:val="4"/>
        </w:rPr>
      </w:pPr>
    </w:p>
    <w:tbl>
      <w:tblPr>
        <w:tblW w:w="937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714"/>
        <w:gridCol w:w="544"/>
        <w:gridCol w:w="449"/>
        <w:gridCol w:w="1582"/>
        <w:gridCol w:w="851"/>
        <w:gridCol w:w="4347"/>
        <w:gridCol w:w="869"/>
      </w:tblGrid>
      <w:tr w:rsidR="00263244" w:rsidRPr="004277E1" w14:paraId="3064436E" w14:textId="77777777" w:rsidTr="00764839">
        <w:trPr>
          <w:gridBefore w:val="1"/>
          <w:wBefore w:w="18" w:type="dxa"/>
          <w:trHeight w:val="510"/>
        </w:trPr>
        <w:tc>
          <w:tcPr>
            <w:tcW w:w="9356" w:type="dxa"/>
            <w:gridSpan w:val="7"/>
            <w:tcBorders>
              <w:bottom w:val="single" w:sz="8" w:space="0" w:color="FFFFFF"/>
            </w:tcBorders>
            <w:shd w:val="clear" w:color="auto" w:fill="auto"/>
          </w:tcPr>
          <w:p w14:paraId="374E9BEA" w14:textId="77777777" w:rsidR="0092011F" w:rsidRPr="007461B4" w:rsidRDefault="0092011F" w:rsidP="0092011F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　　　　　号</w:t>
            </w:r>
          </w:p>
          <w:p w14:paraId="5DC02BFC" w14:textId="77777777" w:rsidR="00263244" w:rsidRPr="007461B4" w:rsidRDefault="007546CB" w:rsidP="0092437D">
            <w:pPr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  <w:szCs w:val="21"/>
              </w:rPr>
            </w:pPr>
            <w:r w:rsidRPr="007461B4">
              <w:rPr>
                <w:rFonts w:hAnsi="ＭＳ 明朝" w:hint="eastAsia"/>
              </w:rPr>
              <w:t xml:space="preserve">　　　</w:t>
            </w:r>
            <w:r w:rsidRPr="007461B4">
              <w:rPr>
                <w:rFonts w:hAnsi="ＭＳ 明朝"/>
              </w:rPr>
              <w:t xml:space="preserve"> 年</w:t>
            </w:r>
            <w:r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/>
              </w:rPr>
              <w:t xml:space="preserve"> 月</w:t>
            </w:r>
            <w:r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/>
              </w:rPr>
              <w:t xml:space="preserve"> 日</w:t>
            </w:r>
          </w:p>
        </w:tc>
      </w:tr>
      <w:tr w:rsidR="00263244" w:rsidRPr="004277E1" w14:paraId="32DE128F" w14:textId="77777777" w:rsidTr="00764839">
        <w:trPr>
          <w:gridBefore w:val="1"/>
          <w:wBefore w:w="18" w:type="dxa"/>
          <w:trHeight w:val="510"/>
        </w:trPr>
        <w:tc>
          <w:tcPr>
            <w:tcW w:w="9356" w:type="dxa"/>
            <w:gridSpan w:val="7"/>
            <w:tcBorders>
              <w:top w:val="single" w:sz="8" w:space="0" w:color="FFFFFF"/>
            </w:tcBorders>
            <w:shd w:val="clear" w:color="auto" w:fill="auto"/>
          </w:tcPr>
          <w:p w14:paraId="117BA77C" w14:textId="77777777" w:rsidR="007546CB" w:rsidRPr="007461B4" w:rsidRDefault="007546CB" w:rsidP="0092011F">
            <w:pPr>
              <w:overflowPunct w:val="0"/>
              <w:autoSpaceDE w:val="0"/>
              <w:autoSpaceDN w:val="0"/>
              <w:ind w:rightChars="67" w:right="141" w:firstLineChars="300" w:firstLine="630"/>
              <w:jc w:val="left"/>
              <w:rPr>
                <w:rFonts w:hAnsi="ＭＳ 明朝"/>
              </w:rPr>
            </w:pPr>
            <w:r w:rsidRPr="007461B4">
              <w:rPr>
                <w:rFonts w:hAnsi="ＭＳ 明朝"/>
              </w:rPr>
              <w:t xml:space="preserve">市町村長 </w:t>
            </w:r>
            <w:r w:rsidR="0092011F" w:rsidRPr="007461B4">
              <w:rPr>
                <w:rFonts w:hAnsi="ＭＳ 明朝" w:hint="eastAsia"/>
              </w:rPr>
              <w:t xml:space="preserve">　殿</w:t>
            </w:r>
          </w:p>
          <w:p w14:paraId="4FD4EF53" w14:textId="77777777" w:rsidR="007546CB" w:rsidRPr="007461B4" w:rsidRDefault="007546CB" w:rsidP="007546CB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  <w:p w14:paraId="1E4502C5" w14:textId="11D89C4A" w:rsidR="000417E9" w:rsidRDefault="003A36A5" w:rsidP="000417E9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="000417E9">
              <w:rPr>
                <w:rFonts w:hAnsi="ＭＳ 明朝" w:hint="eastAsia"/>
                <w:szCs w:val="21"/>
              </w:rPr>
              <w:t xml:space="preserve">　　</w:t>
            </w:r>
          </w:p>
          <w:p w14:paraId="6B648535" w14:textId="287D4BFB" w:rsidR="007546CB" w:rsidRPr="007461B4" w:rsidRDefault="007546CB" w:rsidP="0092011F">
            <w:pPr>
              <w:overflowPunct w:val="0"/>
              <w:autoSpaceDE w:val="0"/>
              <w:autoSpaceDN w:val="0"/>
              <w:jc w:val="right"/>
              <w:rPr>
                <w:rFonts w:hAnsi="ＭＳ 明朝"/>
              </w:rPr>
            </w:pPr>
          </w:p>
          <w:p w14:paraId="0A5721DE" w14:textId="77777777" w:rsidR="007546CB" w:rsidRPr="007461B4" w:rsidRDefault="0092011F" w:rsidP="0092011F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  <w:sz w:val="28"/>
                <w:szCs w:val="28"/>
              </w:rPr>
            </w:pPr>
            <w:r w:rsidRPr="007461B4">
              <w:rPr>
                <w:rFonts w:hAnsi="ＭＳ 明朝" w:hint="eastAsia"/>
                <w:sz w:val="28"/>
                <w:szCs w:val="28"/>
              </w:rPr>
              <w:t>特別児童扶養手当受給資格者移管通知書</w:t>
            </w:r>
          </w:p>
          <w:p w14:paraId="4BBAEC6F" w14:textId="77777777" w:rsidR="0092011F" w:rsidRPr="007461B4" w:rsidRDefault="0092011F" w:rsidP="0092011F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  <w:sz w:val="28"/>
                <w:szCs w:val="28"/>
              </w:rPr>
            </w:pPr>
          </w:p>
          <w:p w14:paraId="5D8FA7AE" w14:textId="75549343" w:rsidR="0092011F" w:rsidRPr="00495D1E" w:rsidRDefault="007546CB" w:rsidP="0092011F">
            <w:pPr>
              <w:overflowPunct w:val="0"/>
              <w:autoSpaceDE w:val="0"/>
              <w:autoSpaceDN w:val="0"/>
              <w:ind w:rightChars="67" w:right="141" w:firstLineChars="300" w:firstLine="630"/>
              <w:rPr>
                <w:rFonts w:hAnsi="ＭＳ 明朝"/>
                <w:szCs w:val="21"/>
              </w:rPr>
            </w:pPr>
            <w:r w:rsidRPr="00495D1E">
              <w:rPr>
                <w:rFonts w:hAnsi="ＭＳ 明朝"/>
                <w:szCs w:val="21"/>
              </w:rPr>
              <w:t>下記の</w:t>
            </w:r>
            <w:r w:rsidR="0092011F" w:rsidRPr="00495D1E">
              <w:rPr>
                <w:rFonts w:hAnsi="ＭＳ 明朝" w:hint="eastAsia"/>
                <w:szCs w:val="21"/>
              </w:rPr>
              <w:t>受給資格者につき</w:t>
            </w:r>
            <w:r w:rsidR="009A1240" w:rsidRPr="00495D1E">
              <w:rPr>
                <w:rFonts w:hAnsi="ＭＳ 明朝" w:hint="eastAsia"/>
                <w:szCs w:val="21"/>
                <w:bdr w:val="single" w:sz="4" w:space="0" w:color="auto"/>
              </w:rPr>
              <w:t>市町村長に移管されたから／市町村に移管するから</w:t>
            </w:r>
          </w:p>
          <w:p w14:paraId="6B20ADB4" w14:textId="618E93F7" w:rsidR="0092011F" w:rsidRPr="00495D1E" w:rsidRDefault="0092011F" w:rsidP="0092011F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Cs w:val="21"/>
              </w:rPr>
            </w:pPr>
            <w:r w:rsidRPr="00495D1E">
              <w:rPr>
                <w:rFonts w:hAnsi="ＭＳ 明朝" w:hint="eastAsia"/>
                <w:szCs w:val="21"/>
              </w:rPr>
              <w:t xml:space="preserve">　　　　　　　　　　　　　　　</w:t>
            </w:r>
            <w:r w:rsidR="007461B4" w:rsidRPr="00495D1E">
              <w:rPr>
                <w:rFonts w:hAnsi="ＭＳ 明朝" w:hint="eastAsia"/>
                <w:szCs w:val="21"/>
              </w:rPr>
              <w:t xml:space="preserve">　　　　　　　　　</w:t>
            </w:r>
          </w:p>
          <w:p w14:paraId="40ABBFC5" w14:textId="77777777" w:rsidR="00263244" w:rsidRPr="00495D1E" w:rsidRDefault="007461B4" w:rsidP="0092011F">
            <w:pPr>
              <w:overflowPunct w:val="0"/>
              <w:autoSpaceDE w:val="0"/>
              <w:autoSpaceDN w:val="0"/>
              <w:ind w:rightChars="67" w:right="141" w:firstLineChars="200" w:firstLine="420"/>
              <w:rPr>
                <w:rFonts w:hAnsi="ＭＳ 明朝"/>
                <w:szCs w:val="21"/>
              </w:rPr>
            </w:pPr>
            <w:r w:rsidRPr="00495D1E">
              <w:rPr>
                <w:rFonts w:hAnsi="ＭＳ 明朝" w:hint="eastAsia"/>
                <w:szCs w:val="21"/>
              </w:rPr>
              <w:t>特別児童扶養手当受給資格者名簿を</w:t>
            </w:r>
            <w:r w:rsidR="0092011F" w:rsidRPr="00495D1E">
              <w:rPr>
                <w:rFonts w:hAnsi="ＭＳ 明朝" w:hint="eastAsia"/>
                <w:szCs w:val="21"/>
              </w:rPr>
              <w:t>整備されたい。</w:t>
            </w:r>
          </w:p>
          <w:p w14:paraId="5FB4B705" w14:textId="3DD5730E" w:rsidR="007461B4" w:rsidRPr="007461B4" w:rsidRDefault="007461B4" w:rsidP="0092011F">
            <w:pPr>
              <w:overflowPunct w:val="0"/>
              <w:autoSpaceDE w:val="0"/>
              <w:autoSpaceDN w:val="0"/>
              <w:ind w:rightChars="67" w:right="141" w:firstLineChars="200" w:firstLine="400"/>
              <w:rPr>
                <w:rFonts w:hAnsi="ＭＳ 明朝"/>
                <w:sz w:val="20"/>
                <w:u w:val="single"/>
              </w:rPr>
            </w:pPr>
          </w:p>
        </w:tc>
      </w:tr>
      <w:tr w:rsidR="0092011F" w:rsidRPr="004277E1" w14:paraId="53212328" w14:textId="77777777" w:rsidTr="00742DC8">
        <w:trPr>
          <w:gridBefore w:val="1"/>
          <w:wBefore w:w="18" w:type="dxa"/>
          <w:cantSplit/>
          <w:trHeight w:val="680"/>
        </w:trPr>
        <w:tc>
          <w:tcPr>
            <w:tcW w:w="1707" w:type="dxa"/>
            <w:gridSpan w:val="3"/>
            <w:vMerge w:val="restart"/>
            <w:shd w:val="clear" w:color="auto" w:fill="auto"/>
            <w:vAlign w:val="center"/>
          </w:tcPr>
          <w:p w14:paraId="5D1737D7" w14:textId="1E2436E4" w:rsidR="0092011F" w:rsidRPr="007461B4" w:rsidRDefault="001D74E4" w:rsidP="00CB68C7">
            <w:pPr>
              <w:overflowPunct w:val="0"/>
              <w:autoSpaceDE w:val="0"/>
              <w:autoSpaceDN w:val="0"/>
              <w:spacing w:before="100" w:beforeAutospacing="1" w:line="360" w:lineRule="auto"/>
              <w:jc w:val="center"/>
              <w:rPr>
                <w:rFonts w:hAnsi="ＭＳ 明朝"/>
              </w:rPr>
            </w:pPr>
            <w:r w:rsidRPr="000417E9">
              <w:rPr>
                <w:rFonts w:hAnsi="ＭＳ 明朝" w:hint="eastAsia"/>
                <w:spacing w:val="105"/>
                <w:kern w:val="0"/>
                <w:fitText w:val="1050" w:id="-1000612352"/>
              </w:rPr>
              <w:t>受給</w:t>
            </w:r>
            <w:r w:rsidRPr="000417E9">
              <w:rPr>
                <w:rFonts w:hAnsi="ＭＳ 明朝" w:hint="eastAsia"/>
                <w:kern w:val="0"/>
                <w:fitText w:val="1050" w:id="-1000612352"/>
              </w:rPr>
              <w:t>者</w:t>
            </w:r>
            <w:r w:rsidRPr="000417E9">
              <w:rPr>
                <w:rFonts w:hAnsi="ＭＳ 明朝"/>
              </w:rPr>
              <w:br/>
            </w:r>
            <w:r w:rsidR="0092011F" w:rsidRPr="007461B4">
              <w:rPr>
                <w:rFonts w:hAnsi="ＭＳ 明朝" w:hint="eastAsia"/>
              </w:rPr>
              <w:t>記号・番号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61D34" w14:textId="0F35384C" w:rsidR="0092011F" w:rsidRPr="007461B4" w:rsidRDefault="007461B4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旧</w:t>
            </w:r>
            <w:r w:rsidR="00CF370C">
              <w:rPr>
                <w:rFonts w:hAnsi="ＭＳ 明朝" w:hint="eastAsia"/>
              </w:rPr>
              <w:t>住所地</w:t>
            </w:r>
          </w:p>
        </w:tc>
        <w:tc>
          <w:tcPr>
            <w:tcW w:w="6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B3585" w14:textId="2C44F8E6" w:rsidR="0092011F" w:rsidRPr="007461B4" w:rsidRDefault="006573DB" w:rsidP="00A4362B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</w:t>
            </w:r>
            <w:r w:rsidR="00495D1E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 w:hint="eastAsia"/>
              </w:rPr>
              <w:t xml:space="preserve">　　　　号</w:t>
            </w:r>
          </w:p>
        </w:tc>
      </w:tr>
      <w:tr w:rsidR="0092011F" w:rsidRPr="004277E1" w14:paraId="44986DCD" w14:textId="77777777" w:rsidTr="00742DC8">
        <w:trPr>
          <w:gridBefore w:val="1"/>
          <w:wBefore w:w="18" w:type="dxa"/>
          <w:cantSplit/>
          <w:trHeight w:val="680"/>
        </w:trPr>
        <w:tc>
          <w:tcPr>
            <w:tcW w:w="1707" w:type="dxa"/>
            <w:gridSpan w:val="3"/>
            <w:vMerge/>
            <w:shd w:val="clear" w:color="auto" w:fill="auto"/>
            <w:vAlign w:val="center"/>
          </w:tcPr>
          <w:p w14:paraId="394E887A" w14:textId="77777777" w:rsidR="0092011F" w:rsidRPr="007461B4" w:rsidRDefault="0092011F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</w:p>
        </w:tc>
        <w:tc>
          <w:tcPr>
            <w:tcW w:w="15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8D16" w14:textId="46C34E26" w:rsidR="0092011F" w:rsidRPr="007461B4" w:rsidRDefault="007461B4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新</w:t>
            </w:r>
            <w:r w:rsidR="00CF370C">
              <w:rPr>
                <w:rFonts w:hAnsi="ＭＳ 明朝" w:hint="eastAsia"/>
                <w:kern w:val="0"/>
              </w:rPr>
              <w:t>住所地</w:t>
            </w:r>
          </w:p>
        </w:tc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3387" w14:textId="6AF3F683" w:rsidR="0092011F" w:rsidRPr="007461B4" w:rsidRDefault="006573DB" w:rsidP="00A4362B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</w:t>
            </w:r>
            <w:r w:rsidR="00495D1E">
              <w:rPr>
                <w:rFonts w:hAnsi="ＭＳ 明朝" w:hint="eastAsia"/>
              </w:rPr>
              <w:t xml:space="preserve">　　</w:t>
            </w:r>
            <w:r w:rsidR="00A4362B" w:rsidRPr="007461B4">
              <w:rPr>
                <w:rFonts w:hAnsi="ＭＳ 明朝" w:hint="eastAsia"/>
              </w:rPr>
              <w:t xml:space="preserve">　</w:t>
            </w:r>
            <w:r w:rsidRPr="007461B4">
              <w:rPr>
                <w:rFonts w:hAnsi="ＭＳ 明朝" w:hint="eastAsia"/>
              </w:rPr>
              <w:t xml:space="preserve">　　　号</w:t>
            </w:r>
          </w:p>
        </w:tc>
      </w:tr>
      <w:tr w:rsidR="00B27CB5" w:rsidRPr="004277E1" w14:paraId="0DE22A51" w14:textId="77777777" w:rsidTr="00742DC8">
        <w:trPr>
          <w:gridBefore w:val="1"/>
          <w:wBefore w:w="18" w:type="dxa"/>
          <w:trHeight w:val="680"/>
        </w:trPr>
        <w:tc>
          <w:tcPr>
            <w:tcW w:w="3289" w:type="dxa"/>
            <w:gridSpan w:val="4"/>
            <w:shd w:val="clear" w:color="auto" w:fill="auto"/>
            <w:vAlign w:val="center"/>
          </w:tcPr>
          <w:p w14:paraId="26B92E50" w14:textId="77777777" w:rsidR="00B27CB5" w:rsidRPr="007461B4" w:rsidRDefault="006573DB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受　給　資　格　者　氏　名</w:t>
            </w:r>
          </w:p>
        </w:tc>
        <w:tc>
          <w:tcPr>
            <w:tcW w:w="6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26890" w14:textId="77777777" w:rsidR="00B27CB5" w:rsidRPr="007461B4" w:rsidRDefault="00B27CB5" w:rsidP="003D329C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</w:p>
        </w:tc>
      </w:tr>
      <w:tr w:rsidR="006573DB" w:rsidRPr="004277E1" w14:paraId="62E7493C" w14:textId="77777777" w:rsidTr="004C6973">
        <w:trPr>
          <w:gridBefore w:val="1"/>
          <w:wBefore w:w="18" w:type="dxa"/>
          <w:cantSplit/>
          <w:trHeight w:val="68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bottom"/>
          </w:tcPr>
          <w:p w14:paraId="387E1C46" w14:textId="77777777" w:rsidR="006573DB" w:rsidRPr="007461B4" w:rsidRDefault="006573DB" w:rsidP="004C6973">
            <w:pPr>
              <w:overflowPunct w:val="0"/>
              <w:autoSpaceDE w:val="0"/>
              <w:autoSpaceDN w:val="0"/>
              <w:spacing w:afterLines="50" w:after="167"/>
              <w:ind w:left="113" w:rightChars="67" w:right="141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住</w:t>
            </w:r>
            <w:r w:rsidR="00CB68C7"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 w:hint="eastAsia"/>
              </w:rPr>
              <w:t>所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0F81C5" w14:textId="77777777" w:rsidR="006573DB" w:rsidRPr="007461B4" w:rsidRDefault="006573DB" w:rsidP="00495D1E">
            <w:pPr>
              <w:overflowPunct w:val="0"/>
              <w:autoSpaceDE w:val="0"/>
              <w:autoSpaceDN w:val="0"/>
              <w:ind w:rightChars="4" w:right="8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  <w:kern w:val="0"/>
              </w:rPr>
              <w:t>変更前</w:t>
            </w:r>
          </w:p>
        </w:tc>
        <w:tc>
          <w:tcPr>
            <w:tcW w:w="7649" w:type="dxa"/>
            <w:gridSpan w:val="4"/>
            <w:shd w:val="clear" w:color="auto" w:fill="auto"/>
          </w:tcPr>
          <w:p w14:paraId="42F24253" w14:textId="7D44D0D3" w:rsidR="006573DB" w:rsidRPr="007461B4" w:rsidRDefault="006573DB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</w:tc>
      </w:tr>
      <w:tr w:rsidR="006573DB" w:rsidRPr="004277E1" w14:paraId="0A38E6E6" w14:textId="77777777" w:rsidTr="00764839">
        <w:trPr>
          <w:gridBefore w:val="1"/>
          <w:wBefore w:w="18" w:type="dxa"/>
          <w:trHeight w:val="68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6FE4" w14:textId="77777777" w:rsidR="006573DB" w:rsidRPr="007461B4" w:rsidRDefault="006573DB" w:rsidP="0092437D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5E69A7" w14:textId="77777777" w:rsidR="006573DB" w:rsidRPr="007461B4" w:rsidRDefault="006573DB" w:rsidP="00495D1E">
            <w:pPr>
              <w:overflowPunct w:val="0"/>
              <w:autoSpaceDE w:val="0"/>
              <w:autoSpaceDN w:val="0"/>
              <w:ind w:rightChars="4" w:right="8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変更後</w:t>
            </w:r>
          </w:p>
        </w:tc>
        <w:tc>
          <w:tcPr>
            <w:tcW w:w="7649" w:type="dxa"/>
            <w:gridSpan w:val="4"/>
            <w:shd w:val="clear" w:color="auto" w:fill="auto"/>
          </w:tcPr>
          <w:p w14:paraId="4B07EDC1" w14:textId="540C34FF" w:rsidR="006573DB" w:rsidRPr="007461B4" w:rsidRDefault="006573DB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</w:tc>
      </w:tr>
      <w:tr w:rsidR="001D6351" w:rsidRPr="004277E1" w14:paraId="0CB291F2" w14:textId="77777777" w:rsidTr="001D6351">
        <w:trPr>
          <w:gridBefore w:val="1"/>
          <w:wBefore w:w="18" w:type="dxa"/>
          <w:trHeight w:val="680"/>
        </w:trPr>
        <w:tc>
          <w:tcPr>
            <w:tcW w:w="41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BA663B" w14:textId="50A1B00A" w:rsidR="001D6351" w:rsidRPr="007461B4" w:rsidRDefault="001D6351" w:rsidP="001D6351">
            <w:pPr>
              <w:overflowPunct w:val="0"/>
              <w:autoSpaceDE w:val="0"/>
              <w:autoSpaceDN w:val="0"/>
              <w:ind w:rightChars="-54" w:right="-113"/>
              <w:jc w:val="center"/>
              <w:rPr>
                <w:rFonts w:hAnsi="ＭＳ 明朝"/>
              </w:rPr>
            </w:pPr>
            <w:r>
              <w:t>旧住所地市町村への移管通知年月日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8147F7" w14:textId="24208BFF" w:rsidR="001D6351" w:rsidRPr="007461B4" w:rsidRDefault="001D6351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年　　月　　日</w:t>
            </w:r>
          </w:p>
        </w:tc>
      </w:tr>
      <w:tr w:rsidR="001D6351" w:rsidRPr="004277E1" w14:paraId="5E4D2823" w14:textId="77777777" w:rsidTr="001D6351">
        <w:trPr>
          <w:gridBefore w:val="1"/>
          <w:wBefore w:w="18" w:type="dxa"/>
          <w:trHeight w:val="680"/>
        </w:trPr>
        <w:tc>
          <w:tcPr>
            <w:tcW w:w="41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B78FAC" w14:textId="2907B7E9" w:rsidR="001D6351" w:rsidRDefault="001D6351" w:rsidP="001D6351">
            <w:pPr>
              <w:overflowPunct w:val="0"/>
              <w:autoSpaceDE w:val="0"/>
              <w:autoSpaceDN w:val="0"/>
              <w:ind w:rightChars="-54" w:right="-113"/>
              <w:jc w:val="center"/>
            </w:pPr>
            <w:r>
              <w:t>新住所地市町村への移管通知年月日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0F5C19" w14:textId="761E1273" w:rsidR="001D6351" w:rsidRDefault="001D6351" w:rsidP="001D6351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年　　月　　日</w:t>
            </w:r>
          </w:p>
        </w:tc>
      </w:tr>
      <w:tr w:rsidR="001D6351" w:rsidRPr="004277E1" w14:paraId="68C2BC35" w14:textId="77777777" w:rsidTr="00495D1E">
        <w:trPr>
          <w:gridBefore w:val="1"/>
          <w:wBefore w:w="18" w:type="dxa"/>
          <w:cantSplit/>
          <w:trHeight w:val="1847"/>
        </w:trPr>
        <w:tc>
          <w:tcPr>
            <w:tcW w:w="714" w:type="dxa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FE55D45" w14:textId="2F3B6160" w:rsidR="001D6351" w:rsidRPr="00CB1D7F" w:rsidRDefault="001D6351" w:rsidP="001D6351">
            <w:pPr>
              <w:overflowPunct w:val="0"/>
              <w:autoSpaceDE w:val="0"/>
              <w:autoSpaceDN w:val="0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備　　　　考</w:t>
            </w:r>
          </w:p>
        </w:tc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380272" w14:textId="479EF0C5" w:rsidR="001D6351" w:rsidRPr="00495D1E" w:rsidRDefault="001D6351" w:rsidP="00495D1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495D1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固定文言１＋編集１</w:t>
            </w:r>
          </w:p>
        </w:tc>
      </w:tr>
      <w:tr w:rsidR="001D6351" w:rsidRPr="008F5E28" w14:paraId="592F95C1" w14:textId="77777777" w:rsidTr="00764839">
        <w:trPr>
          <w:gridAfter w:val="1"/>
          <w:wAfter w:w="869" w:type="dxa"/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6568554" w14:textId="661DDBFF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8DA852" wp14:editId="023370AC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43815</wp:posOffset>
                      </wp:positionV>
                      <wp:extent cx="5911850" cy="628650"/>
                      <wp:effectExtent l="0" t="0" r="1270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118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09A316" w14:textId="3E08DEBC" w:rsidR="001D6351" w:rsidRPr="004E3051" w:rsidRDefault="001D6351" w:rsidP="002D2CB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E305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DA852" id="正方形/長方形 2" o:spid="_x0000_s1026" style="position:absolute;margin-left:-2pt;margin-top:3.45pt;width:465.5pt;height:4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" fillcolor="#92d050" strokecolor="#92d050" strokeweight="1pt">
                      <v:fill opacity="52428f"/>
                      <v:textbox>
                        <w:txbxContent>
                          <w:p w14:paraId="4B09A316" w14:textId="3E08DEBC" w:rsidR="001D6351" w:rsidRPr="004E3051" w:rsidRDefault="001D6351" w:rsidP="002D2C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E305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9DF66A" w14:textId="19A1DF36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E0DE3FD" w14:textId="15F018E2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6F763E1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04599F2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1D6351" w:rsidRPr="008F5E28" w14:paraId="01CD4FBA" w14:textId="77777777" w:rsidTr="00764839">
        <w:trPr>
          <w:gridAfter w:val="1"/>
          <w:wAfter w:w="869" w:type="dxa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90F9D6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1D6351" w:rsidRPr="008F5E28" w14:paraId="03611FE5" w14:textId="77777777" w:rsidTr="00764839">
        <w:trPr>
          <w:gridAfter w:val="1"/>
          <w:wAfter w:w="86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C7842E6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CAB5176" w14:textId="77777777" w:rsidR="001D6351" w:rsidRPr="008F5E2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1D6351" w:rsidRPr="008F5E28" w14:paraId="6EC00C81" w14:textId="77777777" w:rsidTr="00764839">
        <w:trPr>
          <w:gridAfter w:val="1"/>
          <w:wAfter w:w="86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01149C4" w14:textId="77777777" w:rsidR="001D6351" w:rsidRPr="008D323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247B92B" w14:textId="77777777" w:rsidR="001D6351" w:rsidRPr="008D323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497A613" w14:textId="77777777" w:rsidR="001D6351" w:rsidRPr="008D323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08CAFFB2" w14:textId="77777777" w:rsidR="001D6351" w:rsidRPr="008D323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11BB3392" w14:textId="77777777" w:rsidR="00981BCA" w:rsidRPr="00764839" w:rsidRDefault="00981BCA" w:rsidP="007546CB">
      <w:pPr>
        <w:overflowPunct w:val="0"/>
        <w:autoSpaceDE w:val="0"/>
        <w:autoSpaceDN w:val="0"/>
        <w:rPr>
          <w:rFonts w:ascii="游明朝" w:eastAsia="游明朝" w:hAnsi="游明朝"/>
          <w:sz w:val="18"/>
          <w:szCs w:val="18"/>
        </w:rPr>
      </w:pPr>
    </w:p>
    <w:sectPr w:rsidR="00981BCA" w:rsidRPr="00764839" w:rsidSect="00767443">
      <w:headerReference w:type="default" r:id="rId11"/>
      <w:pgSz w:w="11906" w:h="16838" w:code="9"/>
      <w:pgMar w:top="1701" w:right="1247" w:bottom="1701" w:left="1247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5A93D" w14:textId="77777777" w:rsidR="00FD1AAD" w:rsidRDefault="00FD1AAD">
      <w:r>
        <w:separator/>
      </w:r>
    </w:p>
  </w:endnote>
  <w:endnote w:type="continuationSeparator" w:id="0">
    <w:p w14:paraId="079AC8BB" w14:textId="77777777" w:rsidR="00FD1AAD" w:rsidRDefault="00FD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0CAEC" w14:textId="77777777" w:rsidR="00FD1AAD" w:rsidRDefault="00FD1AAD">
      <w:r>
        <w:separator/>
      </w:r>
    </w:p>
  </w:footnote>
  <w:footnote w:type="continuationSeparator" w:id="0">
    <w:p w14:paraId="300247A0" w14:textId="77777777" w:rsidR="00FD1AAD" w:rsidRDefault="00FD1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0C9F1" w14:textId="5C6FBA00" w:rsidR="0092011F" w:rsidRDefault="0092011F">
    <w:pPr>
      <w:pStyle w:val="a3"/>
    </w:pPr>
    <w:r>
      <w:rPr>
        <w:rFonts w:hint="eastAsia"/>
      </w:rPr>
      <w:t>様式第</w:t>
    </w:r>
    <w:r w:rsidR="007461B4">
      <w:rPr>
        <w:rFonts w:hint="eastAsia"/>
      </w:rPr>
      <w:t>７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98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15D28"/>
    <w:rsid w:val="000417E9"/>
    <w:rsid w:val="00052D0B"/>
    <w:rsid w:val="0005479F"/>
    <w:rsid w:val="000552F0"/>
    <w:rsid w:val="00065B1E"/>
    <w:rsid w:val="00067CE4"/>
    <w:rsid w:val="00072033"/>
    <w:rsid w:val="0008405D"/>
    <w:rsid w:val="00092646"/>
    <w:rsid w:val="000A2848"/>
    <w:rsid w:val="000B57F2"/>
    <w:rsid w:val="000C70D2"/>
    <w:rsid w:val="000D0ABA"/>
    <w:rsid w:val="000D2546"/>
    <w:rsid w:val="000D3ABF"/>
    <w:rsid w:val="000F74ED"/>
    <w:rsid w:val="001209B1"/>
    <w:rsid w:val="00135C60"/>
    <w:rsid w:val="001466CE"/>
    <w:rsid w:val="00167783"/>
    <w:rsid w:val="00171425"/>
    <w:rsid w:val="001D3EE5"/>
    <w:rsid w:val="001D3F72"/>
    <w:rsid w:val="001D6351"/>
    <w:rsid w:val="001D74E4"/>
    <w:rsid w:val="001F3314"/>
    <w:rsid w:val="002374BA"/>
    <w:rsid w:val="00247CD8"/>
    <w:rsid w:val="00252A42"/>
    <w:rsid w:val="00263244"/>
    <w:rsid w:val="00266160"/>
    <w:rsid w:val="0029321B"/>
    <w:rsid w:val="002A30E4"/>
    <w:rsid w:val="002C22C4"/>
    <w:rsid w:val="002C3961"/>
    <w:rsid w:val="002C68EC"/>
    <w:rsid w:val="002C719D"/>
    <w:rsid w:val="002D29E7"/>
    <w:rsid w:val="002D2CBD"/>
    <w:rsid w:val="0032348C"/>
    <w:rsid w:val="00331A68"/>
    <w:rsid w:val="00345E9E"/>
    <w:rsid w:val="003A36A5"/>
    <w:rsid w:val="003B6F31"/>
    <w:rsid w:val="003C7EA2"/>
    <w:rsid w:val="003D329C"/>
    <w:rsid w:val="003D6415"/>
    <w:rsid w:val="003D665F"/>
    <w:rsid w:val="003F460D"/>
    <w:rsid w:val="004277E1"/>
    <w:rsid w:val="0045334C"/>
    <w:rsid w:val="0046067B"/>
    <w:rsid w:val="00495D1E"/>
    <w:rsid w:val="004C6973"/>
    <w:rsid w:val="004D6629"/>
    <w:rsid w:val="004E3051"/>
    <w:rsid w:val="00532404"/>
    <w:rsid w:val="00575B17"/>
    <w:rsid w:val="005C199A"/>
    <w:rsid w:val="006078D4"/>
    <w:rsid w:val="00635BD6"/>
    <w:rsid w:val="006443EA"/>
    <w:rsid w:val="006573DB"/>
    <w:rsid w:val="00673630"/>
    <w:rsid w:val="00681AE9"/>
    <w:rsid w:val="00682B69"/>
    <w:rsid w:val="00683792"/>
    <w:rsid w:val="006B1AF2"/>
    <w:rsid w:val="00702012"/>
    <w:rsid w:val="00714674"/>
    <w:rsid w:val="007210E9"/>
    <w:rsid w:val="00740A24"/>
    <w:rsid w:val="00742DC8"/>
    <w:rsid w:val="00743052"/>
    <w:rsid w:val="007461B4"/>
    <w:rsid w:val="00747A3D"/>
    <w:rsid w:val="007546CB"/>
    <w:rsid w:val="00760D70"/>
    <w:rsid w:val="007627D5"/>
    <w:rsid w:val="00764839"/>
    <w:rsid w:val="00767443"/>
    <w:rsid w:val="00775EB2"/>
    <w:rsid w:val="00780814"/>
    <w:rsid w:val="00780C84"/>
    <w:rsid w:val="00784322"/>
    <w:rsid w:val="007B1CD4"/>
    <w:rsid w:val="007C5F1A"/>
    <w:rsid w:val="00801B5A"/>
    <w:rsid w:val="008074CF"/>
    <w:rsid w:val="00835E99"/>
    <w:rsid w:val="00841C44"/>
    <w:rsid w:val="008541F0"/>
    <w:rsid w:val="00865425"/>
    <w:rsid w:val="008B4004"/>
    <w:rsid w:val="008B6CD8"/>
    <w:rsid w:val="008D3238"/>
    <w:rsid w:val="0092011F"/>
    <w:rsid w:val="00922322"/>
    <w:rsid w:val="0092437D"/>
    <w:rsid w:val="009647CD"/>
    <w:rsid w:val="00981BCA"/>
    <w:rsid w:val="009A1240"/>
    <w:rsid w:val="009A5D45"/>
    <w:rsid w:val="009B5632"/>
    <w:rsid w:val="009D093D"/>
    <w:rsid w:val="009D1C61"/>
    <w:rsid w:val="009E316A"/>
    <w:rsid w:val="00A066F2"/>
    <w:rsid w:val="00A4362B"/>
    <w:rsid w:val="00A561E4"/>
    <w:rsid w:val="00A70163"/>
    <w:rsid w:val="00AC0156"/>
    <w:rsid w:val="00B024B5"/>
    <w:rsid w:val="00B25607"/>
    <w:rsid w:val="00B26226"/>
    <w:rsid w:val="00B27CB5"/>
    <w:rsid w:val="00B31078"/>
    <w:rsid w:val="00B4033C"/>
    <w:rsid w:val="00B4185C"/>
    <w:rsid w:val="00B442A5"/>
    <w:rsid w:val="00B5542A"/>
    <w:rsid w:val="00B56236"/>
    <w:rsid w:val="00B64433"/>
    <w:rsid w:val="00B64956"/>
    <w:rsid w:val="00B84C08"/>
    <w:rsid w:val="00BE1BF3"/>
    <w:rsid w:val="00BF5405"/>
    <w:rsid w:val="00C10C0A"/>
    <w:rsid w:val="00C27600"/>
    <w:rsid w:val="00C31714"/>
    <w:rsid w:val="00C43786"/>
    <w:rsid w:val="00C83917"/>
    <w:rsid w:val="00CA0FAE"/>
    <w:rsid w:val="00CA283D"/>
    <w:rsid w:val="00CB1D7F"/>
    <w:rsid w:val="00CB68C7"/>
    <w:rsid w:val="00CD1908"/>
    <w:rsid w:val="00CD2DD6"/>
    <w:rsid w:val="00CD657A"/>
    <w:rsid w:val="00CE2FC2"/>
    <w:rsid w:val="00CF370C"/>
    <w:rsid w:val="00D13D72"/>
    <w:rsid w:val="00D22322"/>
    <w:rsid w:val="00D24726"/>
    <w:rsid w:val="00D6512C"/>
    <w:rsid w:val="00D72CAA"/>
    <w:rsid w:val="00D83528"/>
    <w:rsid w:val="00D84CE1"/>
    <w:rsid w:val="00DB4319"/>
    <w:rsid w:val="00DC50DB"/>
    <w:rsid w:val="00DD5F5B"/>
    <w:rsid w:val="00DF699C"/>
    <w:rsid w:val="00E0460E"/>
    <w:rsid w:val="00E058CA"/>
    <w:rsid w:val="00E15AD6"/>
    <w:rsid w:val="00E20973"/>
    <w:rsid w:val="00E22B67"/>
    <w:rsid w:val="00E61010"/>
    <w:rsid w:val="00E676E9"/>
    <w:rsid w:val="00E73BAD"/>
    <w:rsid w:val="00EA4E5D"/>
    <w:rsid w:val="00EB6B18"/>
    <w:rsid w:val="00ED2DC4"/>
    <w:rsid w:val="00ED5D1A"/>
    <w:rsid w:val="00F0036B"/>
    <w:rsid w:val="00F05652"/>
    <w:rsid w:val="00F0702D"/>
    <w:rsid w:val="00F2197C"/>
    <w:rsid w:val="00F27ECE"/>
    <w:rsid w:val="00F355EC"/>
    <w:rsid w:val="00F65E8A"/>
    <w:rsid w:val="00F92366"/>
    <w:rsid w:val="00FA23E9"/>
    <w:rsid w:val="00FA2CDF"/>
    <w:rsid w:val="00FB40E5"/>
    <w:rsid w:val="00FC493B"/>
    <w:rsid w:val="00FD1AAD"/>
    <w:rsid w:val="00FE15AC"/>
    <w:rsid w:val="00FE5B5A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7233AD"/>
  <w15:chartTrackingRefBased/>
  <w15:docId w15:val="{03F8F2DB-B34C-47B3-AC82-A1748C29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52A4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252A4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252A42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52A4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2A42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8C1CE-0538-4468-B8CC-CF343C64DB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3592EA-9E5D-469A-A407-AD025B7A84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C9801-9E5C-4B2F-8AB2-5CABC7383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619965-DD78-42C6-9E51-0F6D5F85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75</TotalTime>
  <Pages>1</Pages>
  <Words>226</Words>
  <Characters>209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2021-09-27T11:28:00Z</dcterms:created>
  <dcterms:modified xsi:type="dcterms:W3CDTF">2024-06-01T01:43:00Z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