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DAF93" w14:textId="5F88E7C6" w:rsidR="00AE67A1" w:rsidRPr="00676F77" w:rsidRDefault="00AE67A1">
      <w:pPr>
        <w:wordWrap w:val="0"/>
        <w:overflowPunct w:val="0"/>
        <w:autoSpaceDE w:val="0"/>
        <w:autoSpaceDN w:val="0"/>
        <w:jc w:val="center"/>
        <w:rPr>
          <w:rFonts w:asciiTheme="minorEastAsia" w:eastAsiaTheme="minorEastAsia" w:hAnsiTheme="minorEastAsia"/>
          <w:szCs w:val="21"/>
        </w:rPr>
      </w:pPr>
      <w:r w:rsidRPr="00676F77">
        <w:rPr>
          <w:rFonts w:asciiTheme="minorEastAsia" w:eastAsiaTheme="minorEastAsia" w:hAnsiTheme="minorEastAsia"/>
          <w:szCs w:val="21"/>
        </w:rPr>
        <w:t>(</w:t>
      </w:r>
      <w:r w:rsidRPr="00676F77">
        <w:rPr>
          <w:rFonts w:asciiTheme="minorEastAsia" w:eastAsiaTheme="minorEastAsia" w:hAnsiTheme="minorEastAsia" w:hint="eastAsia"/>
          <w:szCs w:val="21"/>
        </w:rPr>
        <w:t>表</w:t>
      </w:r>
      <w:r w:rsidR="00BA40DB" w:rsidRPr="00676F77">
        <w:rPr>
          <w:rFonts w:asciiTheme="minorEastAsia" w:eastAsiaTheme="minorEastAsia" w:hAnsiTheme="minorEastAsia" w:hint="eastAsia"/>
          <w:szCs w:val="21"/>
        </w:rPr>
        <w:t xml:space="preserve">　面</w:t>
      </w:r>
      <w:r w:rsidRPr="00676F77">
        <w:rPr>
          <w:rFonts w:asciiTheme="minorEastAsia" w:eastAsiaTheme="minorEastAsia" w:hAnsiTheme="minorEastAsia"/>
          <w:szCs w:val="21"/>
        </w:rPr>
        <w:t>)</w:t>
      </w:r>
    </w:p>
    <w:tbl>
      <w:tblPr>
        <w:tblW w:w="1457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"/>
        <w:gridCol w:w="349"/>
        <w:gridCol w:w="644"/>
        <w:gridCol w:w="826"/>
        <w:gridCol w:w="1540"/>
        <w:gridCol w:w="154"/>
        <w:gridCol w:w="371"/>
        <w:gridCol w:w="357"/>
        <w:gridCol w:w="78"/>
        <w:gridCol w:w="284"/>
        <w:gridCol w:w="730"/>
        <w:gridCol w:w="120"/>
        <w:gridCol w:w="89"/>
        <w:gridCol w:w="1610"/>
        <w:gridCol w:w="140"/>
        <w:gridCol w:w="477"/>
        <w:gridCol w:w="1366"/>
        <w:gridCol w:w="209"/>
        <w:gridCol w:w="643"/>
        <w:gridCol w:w="92"/>
        <w:gridCol w:w="474"/>
        <w:gridCol w:w="711"/>
        <w:gridCol w:w="1844"/>
        <w:gridCol w:w="141"/>
        <w:gridCol w:w="930"/>
        <w:gridCol w:w="187"/>
      </w:tblGrid>
      <w:tr w:rsidR="00AE67A1" w:rsidRPr="00612459" w14:paraId="54C59754" w14:textId="77777777" w:rsidTr="00612459">
        <w:trPr>
          <w:cantSplit/>
          <w:trHeight w:val="78"/>
        </w:trPr>
        <w:tc>
          <w:tcPr>
            <w:tcW w:w="14573" w:type="dxa"/>
            <w:gridSpan w:val="26"/>
            <w:tcBorders>
              <w:bottom w:val="nil"/>
            </w:tcBorders>
          </w:tcPr>
          <w:p w14:paraId="49B58BEB" w14:textId="537036DE" w:rsidR="00AE67A1" w:rsidRPr="00612459" w:rsidRDefault="00AE67A1" w:rsidP="00612459">
            <w:pPr>
              <w:wordWrap w:val="0"/>
              <w:overflowPunct w:val="0"/>
              <w:autoSpaceDE w:val="0"/>
              <w:autoSpaceDN w:val="0"/>
              <w:spacing w:line="120" w:lineRule="exact"/>
              <w:rPr>
                <w:rFonts w:asciiTheme="minorEastAsia" w:eastAsiaTheme="minorEastAsia" w:hAnsiTheme="minorEastAsia"/>
                <w:sz w:val="12"/>
                <w:szCs w:val="12"/>
              </w:rPr>
            </w:pPr>
            <w:r w:rsidRPr="00612459">
              <w:rPr>
                <w:rFonts w:asciiTheme="minorEastAsia" w:eastAsiaTheme="minorEastAsia" w:hAnsiTheme="minorEastAsia" w:hint="eastAsia"/>
                <w:sz w:val="12"/>
                <w:szCs w:val="12"/>
              </w:rPr>
              <w:t xml:space="preserve">　</w:t>
            </w:r>
          </w:p>
        </w:tc>
      </w:tr>
      <w:tr w:rsidR="00B25759" w:rsidRPr="00676F77" w14:paraId="2026AF26" w14:textId="77777777" w:rsidTr="00D92DCB">
        <w:trPr>
          <w:cantSplit/>
          <w:trHeight w:val="502"/>
        </w:trPr>
        <w:tc>
          <w:tcPr>
            <w:tcW w:w="207" w:type="dxa"/>
            <w:vMerge w:val="restart"/>
            <w:tcBorders>
              <w:top w:val="nil"/>
            </w:tcBorders>
          </w:tcPr>
          <w:p w14:paraId="3B4B4D01" w14:textId="53E9478D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　</w:t>
            </w:r>
          </w:p>
        </w:tc>
        <w:tc>
          <w:tcPr>
            <w:tcW w:w="3359" w:type="dxa"/>
            <w:gridSpan w:val="4"/>
          </w:tcPr>
          <w:p w14:paraId="52D5F0E2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都道府県名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985" w:type="dxa"/>
            <w:gridSpan w:val="13"/>
            <w:vMerge w:val="restart"/>
            <w:tcBorders>
              <w:top w:val="single" w:sz="4" w:space="0" w:color="FFFFFF" w:themeColor="background1"/>
              <w:right w:val="nil"/>
            </w:tcBorders>
            <w:vAlign w:val="center"/>
          </w:tcPr>
          <w:p w14:paraId="7486FFEA" w14:textId="51D7BA54" w:rsidR="00B25759" w:rsidRPr="00676F77" w:rsidRDefault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676F77">
              <w:rPr>
                <w:rFonts w:asciiTheme="minorEastAsia" w:eastAsia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0" allowOverlap="1" wp14:anchorId="6B624F7C" wp14:editId="74E0189F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234950</wp:posOffset>
                      </wp:positionV>
                      <wp:extent cx="2390775" cy="355600"/>
                      <wp:effectExtent l="0" t="0" r="28575" b="2540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0775" cy="3556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55F01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10.9pt;margin-top:18.5pt;width:188.25pt;height:2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" o:allowincell="f" strokeweight=".5pt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spacing w:val="105"/>
                <w:sz w:val="28"/>
                <w:szCs w:val="28"/>
              </w:rPr>
              <w:t>○○○○○</w:t>
            </w:r>
            <w:r w:rsidRPr="00676F77">
              <w:rPr>
                <w:rFonts w:asciiTheme="minorEastAsia" w:eastAsiaTheme="minorEastAsia" w:hAnsiTheme="minorEastAsia" w:hint="eastAsia"/>
                <w:spacing w:val="105"/>
                <w:sz w:val="28"/>
                <w:szCs w:val="28"/>
              </w:rPr>
              <w:t>手当受給者台</w:t>
            </w:r>
            <w:r w:rsidRPr="00676F77">
              <w:rPr>
                <w:rFonts w:asciiTheme="minorEastAsia" w:eastAsiaTheme="minorEastAsia" w:hAnsiTheme="minorEastAsia" w:hint="eastAsia"/>
                <w:sz w:val="28"/>
                <w:szCs w:val="28"/>
              </w:rPr>
              <w:t>帳</w:t>
            </w:r>
          </w:p>
          <w:p w14:paraId="7A14B0D6" w14:textId="586A4A86" w:rsidR="00B25759" w:rsidRPr="00676F77" w:rsidRDefault="00B257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676F77">
              <w:rPr>
                <w:rFonts w:asciiTheme="minorEastAsia" w:eastAsiaTheme="minorEastAsia" w:hAnsiTheme="minorEastAsia" w:hint="eastAsia"/>
                <w:spacing w:val="24"/>
                <w:szCs w:val="21"/>
              </w:rPr>
              <w:t>認定年月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日　　　年　　月　　日</w:t>
            </w:r>
          </w:p>
          <w:p w14:paraId="06D0F343" w14:textId="09366B19" w:rsidR="00B25759" w:rsidRPr="00676F77" w:rsidRDefault="00B257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支給開始年月　　　　年　　　　月</w:t>
            </w:r>
          </w:p>
        </w:tc>
        <w:tc>
          <w:tcPr>
            <w:tcW w:w="483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3E068B2F" w14:textId="01B789B0" w:rsidR="00B25759" w:rsidRPr="00676F77" w:rsidRDefault="00B25759" w:rsidP="00FE7E6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 w:val="restart"/>
            <w:tcBorders>
              <w:top w:val="single" w:sz="4" w:space="0" w:color="FFFFFF" w:themeColor="background1"/>
              <w:left w:val="nil"/>
              <w:right w:val="single" w:sz="4" w:space="0" w:color="000000"/>
            </w:tcBorders>
          </w:tcPr>
          <w:p w14:paraId="1C16577A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B25759" w:rsidRPr="00676F77" w14:paraId="785B1467" w14:textId="77777777" w:rsidTr="00917731">
        <w:trPr>
          <w:cantSplit/>
          <w:trHeight w:val="420"/>
        </w:trPr>
        <w:tc>
          <w:tcPr>
            <w:tcW w:w="207" w:type="dxa"/>
            <w:vMerge/>
          </w:tcPr>
          <w:p w14:paraId="23964D94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59" w:type="dxa"/>
            <w:gridSpan w:val="4"/>
            <w:vMerge w:val="restart"/>
          </w:tcPr>
          <w:p w14:paraId="582AECE6" w14:textId="7744E54D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実施機関名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985" w:type="dxa"/>
            <w:gridSpan w:val="13"/>
            <w:vMerge/>
            <w:tcBorders>
              <w:right w:val="single" w:sz="4" w:space="0" w:color="000000"/>
            </w:tcBorders>
          </w:tcPr>
          <w:p w14:paraId="01CF0DFF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8C2667" w14:textId="66BB9141" w:rsidR="00B25759" w:rsidRPr="00676F77" w:rsidRDefault="00B25759" w:rsidP="000325C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3626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D7F14E" w14:textId="6462E230" w:rsidR="00B25759" w:rsidRPr="00676F77" w:rsidRDefault="00B25759" w:rsidP="005428E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50FF34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4F811852" w14:textId="77777777" w:rsidTr="00917731">
        <w:trPr>
          <w:cantSplit/>
          <w:trHeight w:val="420"/>
        </w:trPr>
        <w:tc>
          <w:tcPr>
            <w:tcW w:w="207" w:type="dxa"/>
            <w:vMerge/>
          </w:tcPr>
          <w:p w14:paraId="072CD8B8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59" w:type="dxa"/>
            <w:gridSpan w:val="4"/>
            <w:vMerge/>
          </w:tcPr>
          <w:p w14:paraId="5E82D1F3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85" w:type="dxa"/>
            <w:gridSpan w:val="13"/>
            <w:vMerge/>
            <w:tcBorders>
              <w:right w:val="single" w:sz="4" w:space="0" w:color="000000"/>
            </w:tcBorders>
          </w:tcPr>
          <w:p w14:paraId="5BBD3F93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1485EF" w14:textId="797D0C8D" w:rsidR="00B25759" w:rsidRPr="00676F77" w:rsidRDefault="00B25759" w:rsidP="000325C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626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3CE49D" w14:textId="24280354" w:rsidR="00B25759" w:rsidRPr="00676F77" w:rsidRDefault="00B25759" w:rsidP="005428E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1B1853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7E36B211" w14:textId="77777777" w:rsidTr="00B25759">
        <w:trPr>
          <w:cantSplit/>
          <w:trHeight w:val="340"/>
        </w:trPr>
        <w:tc>
          <w:tcPr>
            <w:tcW w:w="207" w:type="dxa"/>
            <w:vMerge/>
          </w:tcPr>
          <w:p w14:paraId="44677704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 w:val="restart"/>
            <w:textDirection w:val="tbRlV"/>
            <w:vAlign w:val="center"/>
          </w:tcPr>
          <w:p w14:paraId="504DACC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氏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970" w:type="dxa"/>
            <w:gridSpan w:val="7"/>
            <w:tcBorders>
              <w:bottom w:val="dashed" w:sz="4" w:space="0" w:color="auto"/>
            </w:tcBorders>
            <w:vAlign w:val="center"/>
          </w:tcPr>
          <w:p w14:paraId="4EEAC781" w14:textId="196C699F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4" w:type="dxa"/>
            <w:vMerge w:val="restart"/>
            <w:vAlign w:val="center"/>
          </w:tcPr>
          <w:p w14:paraId="58347C0D" w14:textId="433B5F73" w:rsidR="00B25759" w:rsidRPr="00676F77" w:rsidRDefault="00B25759" w:rsidP="00D92DCB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住</w:t>
            </w:r>
          </w:p>
          <w:p w14:paraId="7087E48C" w14:textId="77777777" w:rsidR="00B25759" w:rsidRPr="00676F77" w:rsidRDefault="00B25759" w:rsidP="00D92DC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14:paraId="01B6F704" w14:textId="2857C94B" w:rsidR="00B25759" w:rsidRPr="00676F77" w:rsidRDefault="00B25759" w:rsidP="00D92DC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所</w:t>
            </w:r>
          </w:p>
        </w:tc>
        <w:tc>
          <w:tcPr>
            <w:tcW w:w="4741" w:type="dxa"/>
            <w:gridSpan w:val="8"/>
            <w:vMerge w:val="restart"/>
            <w:vAlign w:val="center"/>
          </w:tcPr>
          <w:p w14:paraId="6E2EAC78" w14:textId="77777777" w:rsidR="00B25759" w:rsidRPr="00676F77" w:rsidRDefault="00B25759" w:rsidP="00D92DC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extDirection w:val="tbRlV"/>
            <w:vAlign w:val="center"/>
          </w:tcPr>
          <w:p w14:paraId="632EF38C" w14:textId="0D040489" w:rsidR="00B25759" w:rsidRPr="00676F77" w:rsidRDefault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支払方法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  <w:p w14:paraId="1B422A50" w14:textId="2CCDC249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支払地</w:t>
            </w:r>
          </w:p>
        </w:tc>
        <w:tc>
          <w:tcPr>
            <w:tcW w:w="3029" w:type="dxa"/>
            <w:gridSpan w:val="3"/>
            <w:vMerge w:val="restart"/>
            <w:tcBorders>
              <w:right w:val="single" w:sz="4" w:space="0" w:color="000000"/>
            </w:tcBorders>
            <w:vAlign w:val="center"/>
          </w:tcPr>
          <w:p w14:paraId="0F81A1A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545E117C" w14:textId="2AC4F515" w:rsidR="00B25759" w:rsidRPr="00B25759" w:rsidRDefault="00B13887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B13887">
              <w:rPr>
                <w:rFonts w:asciiTheme="minorEastAsia" w:eastAsiaTheme="minorEastAsia" w:hAnsiTheme="minorEastAsia" w:hint="eastAsia"/>
                <w:sz w:val="16"/>
                <w:szCs w:val="16"/>
              </w:rPr>
              <w:t>公的給付支給等口座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D1946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75D9C41" w14:textId="77777777" w:rsidTr="00B25759">
        <w:trPr>
          <w:cantSplit/>
          <w:trHeight w:val="454"/>
        </w:trPr>
        <w:tc>
          <w:tcPr>
            <w:tcW w:w="207" w:type="dxa"/>
            <w:vMerge/>
          </w:tcPr>
          <w:p w14:paraId="135A2C0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05584AD6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tcBorders>
              <w:top w:val="dashed" w:sz="4" w:space="0" w:color="auto"/>
            </w:tcBorders>
          </w:tcPr>
          <w:p w14:paraId="273BA6FF" w14:textId="05597693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vAlign w:val="center"/>
          </w:tcPr>
          <w:p w14:paraId="36824168" w14:textId="271F7DD5" w:rsidR="00B25759" w:rsidRPr="00676F77" w:rsidRDefault="00B25759" w:rsidP="0091773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/>
          </w:tcPr>
          <w:p w14:paraId="3E13F22C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</w:tcPr>
          <w:p w14:paraId="1E3E4F17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29" w:type="dxa"/>
            <w:gridSpan w:val="3"/>
            <w:vMerge/>
            <w:tcBorders>
              <w:right w:val="single" w:sz="4" w:space="0" w:color="000000"/>
            </w:tcBorders>
          </w:tcPr>
          <w:p w14:paraId="56A53098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576CD54F" w14:textId="1A6EEE6A" w:rsidR="00B25759" w:rsidRPr="00676F77" w:rsidRDefault="00D61703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401B22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1794B6E" w14:textId="77777777" w:rsidTr="00B25759">
        <w:trPr>
          <w:cantSplit/>
          <w:trHeight w:val="340"/>
        </w:trPr>
        <w:tc>
          <w:tcPr>
            <w:tcW w:w="207" w:type="dxa"/>
            <w:vMerge/>
          </w:tcPr>
          <w:p w14:paraId="2D40263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11077D41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tcBorders>
              <w:bottom w:val="dashed" w:sz="4" w:space="0" w:color="auto"/>
            </w:tcBorders>
            <w:vAlign w:val="center"/>
          </w:tcPr>
          <w:p w14:paraId="675CD597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4" w:type="dxa"/>
            <w:vMerge/>
          </w:tcPr>
          <w:p w14:paraId="6F7AFDC9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 w:val="restart"/>
            <w:vAlign w:val="bottom"/>
          </w:tcPr>
          <w:p w14:paraId="5C66F27E" w14:textId="2336CF8C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・　　・　　変更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735" w:type="dxa"/>
            <w:gridSpan w:val="2"/>
            <w:vMerge/>
          </w:tcPr>
          <w:p w14:paraId="7471A9F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29" w:type="dxa"/>
            <w:gridSpan w:val="3"/>
            <w:vMerge w:val="restart"/>
            <w:tcBorders>
              <w:right w:val="single" w:sz="4" w:space="0" w:color="000000"/>
            </w:tcBorders>
            <w:vAlign w:val="center"/>
          </w:tcPr>
          <w:p w14:paraId="2B77300E" w14:textId="4E8A39EF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right="113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47920235" w14:textId="18504201" w:rsidR="00B25759" w:rsidRPr="00676F77" w:rsidRDefault="00B13887" w:rsidP="00BD527E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3887">
              <w:rPr>
                <w:rFonts w:asciiTheme="minorEastAsia" w:eastAsiaTheme="minorEastAsia" w:hAnsiTheme="minorEastAsia" w:hint="eastAsia"/>
                <w:sz w:val="16"/>
                <w:szCs w:val="16"/>
              </w:rPr>
              <w:t>公的給付支給等口座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6B7BCD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896C965" w14:textId="77777777" w:rsidTr="00D61703">
        <w:trPr>
          <w:cantSplit/>
          <w:trHeight w:val="285"/>
        </w:trPr>
        <w:tc>
          <w:tcPr>
            <w:tcW w:w="207" w:type="dxa"/>
            <w:vMerge/>
          </w:tcPr>
          <w:p w14:paraId="254F7A47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7512BBED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vMerge w:val="restart"/>
            <w:tcBorders>
              <w:top w:val="dashed" w:sz="4" w:space="0" w:color="auto"/>
            </w:tcBorders>
            <w:vAlign w:val="bottom"/>
          </w:tcPr>
          <w:p w14:paraId="6AC05909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　　　変更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4" w:type="dxa"/>
            <w:vMerge/>
          </w:tcPr>
          <w:p w14:paraId="7024A01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/>
          </w:tcPr>
          <w:p w14:paraId="481E4276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</w:tcPr>
          <w:p w14:paraId="4BE8740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29" w:type="dxa"/>
            <w:gridSpan w:val="3"/>
            <w:vMerge/>
            <w:tcBorders>
              <w:bottom w:val="single" w:sz="8" w:space="0" w:color="FFFFFF" w:themeColor="background1"/>
              <w:right w:val="single" w:sz="4" w:space="0" w:color="000000"/>
            </w:tcBorders>
            <w:vAlign w:val="bottom"/>
          </w:tcPr>
          <w:p w14:paraId="6CAE21B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2FB7C4C6" w14:textId="55DCB7AB" w:rsidR="00B25759" w:rsidRPr="00676F77" w:rsidRDefault="00D61703" w:rsidP="00D61703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04BB6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30A5D37E" w14:textId="77777777" w:rsidTr="00D34D6B">
        <w:trPr>
          <w:cantSplit/>
          <w:trHeight w:val="285"/>
        </w:trPr>
        <w:tc>
          <w:tcPr>
            <w:tcW w:w="207" w:type="dxa"/>
            <w:vMerge/>
          </w:tcPr>
          <w:p w14:paraId="1FF45ED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7CE681B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vMerge/>
            <w:vAlign w:val="bottom"/>
          </w:tcPr>
          <w:p w14:paraId="320B4B1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4" w:type="dxa"/>
            <w:vMerge/>
          </w:tcPr>
          <w:p w14:paraId="764D2DF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/>
          </w:tcPr>
          <w:p w14:paraId="09E835F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</w:tcPr>
          <w:p w14:paraId="2C6A2BC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00" w:type="dxa"/>
            <w:gridSpan w:val="5"/>
            <w:tcBorders>
              <w:right w:val="single" w:sz="4" w:space="0" w:color="000000"/>
            </w:tcBorders>
            <w:vAlign w:val="bottom"/>
          </w:tcPr>
          <w:p w14:paraId="001F3BBB" w14:textId="3AF180CC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・　　・　　変更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4329C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E3A90DF" w14:textId="77777777" w:rsidTr="00917731">
        <w:trPr>
          <w:cantSplit/>
          <w:trHeight w:val="406"/>
        </w:trPr>
        <w:tc>
          <w:tcPr>
            <w:tcW w:w="207" w:type="dxa"/>
            <w:vMerge/>
          </w:tcPr>
          <w:p w14:paraId="3BB8F32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154A8E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障害名</w:t>
            </w:r>
          </w:p>
        </w:tc>
        <w:tc>
          <w:tcPr>
            <w:tcW w:w="6776" w:type="dxa"/>
            <w:gridSpan w:val="13"/>
          </w:tcPr>
          <w:p w14:paraId="67E0BDA5" w14:textId="07C21EB8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366" w:type="dxa"/>
            <w:vAlign w:val="center"/>
          </w:tcPr>
          <w:p w14:paraId="33D85C54" w14:textId="75D30780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障害の程度</w:t>
            </w:r>
          </w:p>
        </w:tc>
        <w:tc>
          <w:tcPr>
            <w:tcW w:w="5044" w:type="dxa"/>
            <w:gridSpan w:val="8"/>
            <w:tcBorders>
              <w:right w:val="single" w:sz="4" w:space="0" w:color="000000"/>
            </w:tcBorders>
            <w:vAlign w:val="center"/>
          </w:tcPr>
          <w:p w14:paraId="0E5ABFE3" w14:textId="559B44D6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8011E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1127D736" w14:textId="77777777" w:rsidTr="00917731">
        <w:trPr>
          <w:cantSplit/>
          <w:trHeight w:val="70"/>
        </w:trPr>
        <w:tc>
          <w:tcPr>
            <w:tcW w:w="207" w:type="dxa"/>
            <w:vMerge/>
          </w:tcPr>
          <w:p w14:paraId="17D4945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 w:val="restart"/>
            <w:textDirection w:val="tbRlV"/>
            <w:vAlign w:val="center"/>
          </w:tcPr>
          <w:p w14:paraId="514B21C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300"/>
                <w:szCs w:val="21"/>
              </w:rPr>
              <w:t>手当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1470" w:type="dxa"/>
            <w:gridSpan w:val="2"/>
            <w:vAlign w:val="center"/>
          </w:tcPr>
          <w:p w14:paraId="4A5B78C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月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1694" w:type="dxa"/>
            <w:gridSpan w:val="2"/>
            <w:vAlign w:val="center"/>
          </w:tcPr>
          <w:p w14:paraId="3236427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改定年月</w:t>
            </w:r>
          </w:p>
        </w:tc>
        <w:tc>
          <w:tcPr>
            <w:tcW w:w="371" w:type="dxa"/>
            <w:vMerge w:val="restart"/>
            <w:textDirection w:val="tbRlV"/>
            <w:vAlign w:val="center"/>
          </w:tcPr>
          <w:p w14:paraId="669FA71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160"/>
                <w:szCs w:val="21"/>
              </w:rPr>
              <w:t>所得状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況</w:t>
            </w:r>
          </w:p>
        </w:tc>
        <w:tc>
          <w:tcPr>
            <w:tcW w:w="1449" w:type="dxa"/>
            <w:gridSpan w:val="4"/>
            <w:vAlign w:val="center"/>
          </w:tcPr>
          <w:p w14:paraId="15DA067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年次</w:t>
            </w:r>
          </w:p>
        </w:tc>
        <w:tc>
          <w:tcPr>
            <w:tcW w:w="1959" w:type="dxa"/>
            <w:gridSpan w:val="4"/>
            <w:vAlign w:val="center"/>
          </w:tcPr>
          <w:p w14:paraId="6837707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40"/>
                <w:szCs w:val="21"/>
              </w:rPr>
              <w:t>届出の有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無</w:t>
            </w:r>
          </w:p>
        </w:tc>
        <w:tc>
          <w:tcPr>
            <w:tcW w:w="2695" w:type="dxa"/>
            <w:gridSpan w:val="4"/>
            <w:vAlign w:val="center"/>
          </w:tcPr>
          <w:p w14:paraId="31E1EED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所得制限該当・非該当別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439408F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140"/>
                <w:szCs w:val="21"/>
              </w:rPr>
              <w:t>支給停止期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間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27DBC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A392E0C" w14:textId="77777777" w:rsidTr="00917731">
        <w:trPr>
          <w:cantSplit/>
          <w:trHeight w:val="337"/>
        </w:trPr>
        <w:tc>
          <w:tcPr>
            <w:tcW w:w="207" w:type="dxa"/>
            <w:vMerge/>
          </w:tcPr>
          <w:p w14:paraId="4077EBA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5397AED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7D1A89A0" w14:textId="5DF0C5ED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7E1EA91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94911B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033AB01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7D833FB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2F315BD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139DA678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080F2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BC965B5" w14:textId="77777777" w:rsidTr="00917731">
        <w:trPr>
          <w:cantSplit/>
          <w:trHeight w:val="324"/>
        </w:trPr>
        <w:tc>
          <w:tcPr>
            <w:tcW w:w="207" w:type="dxa"/>
            <w:vMerge/>
          </w:tcPr>
          <w:p w14:paraId="6EA839A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46B8BDD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3856E86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791E52F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1B62AE1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33BE98A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31F2294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3225C1D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6D8A080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63EEB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43A11834" w14:textId="77777777" w:rsidTr="00917731">
        <w:trPr>
          <w:cantSplit/>
          <w:trHeight w:val="337"/>
        </w:trPr>
        <w:tc>
          <w:tcPr>
            <w:tcW w:w="207" w:type="dxa"/>
            <w:vMerge/>
          </w:tcPr>
          <w:p w14:paraId="484F7CF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2C79C9A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5739CEC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5FBF851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5161651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206F59B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6AD1130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71D3B5B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61EEA33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F8535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4A7A6FC9" w14:textId="77777777" w:rsidTr="00917731">
        <w:trPr>
          <w:cantSplit/>
          <w:trHeight w:val="338"/>
        </w:trPr>
        <w:tc>
          <w:tcPr>
            <w:tcW w:w="207" w:type="dxa"/>
            <w:vMerge/>
          </w:tcPr>
          <w:p w14:paraId="162A4B3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F93A1D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0DB5A04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0BD2D3E2" w14:textId="3961AEF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321743E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419463E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74C9B29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78D4451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026C145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545CD8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83450D1" w14:textId="77777777" w:rsidTr="00917731">
        <w:trPr>
          <w:cantSplit/>
          <w:trHeight w:val="351"/>
        </w:trPr>
        <w:tc>
          <w:tcPr>
            <w:tcW w:w="207" w:type="dxa"/>
            <w:vMerge/>
          </w:tcPr>
          <w:p w14:paraId="561F4E0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0A0108D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64BCA63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3442BB0B" w14:textId="38BCFC5F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F0E6E0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679F3AD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62A1042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562A036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24D20E3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79295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1267D3CB" w14:textId="77777777" w:rsidTr="00917731">
        <w:trPr>
          <w:cantSplit/>
          <w:trHeight w:val="337"/>
        </w:trPr>
        <w:tc>
          <w:tcPr>
            <w:tcW w:w="207" w:type="dxa"/>
            <w:vMerge/>
          </w:tcPr>
          <w:p w14:paraId="7A0D23B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51FE96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144966F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5EFED536" w14:textId="48912F4E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146522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31CAA4B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461D045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623BBED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2914298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89CC1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EE5738C" w14:textId="77777777" w:rsidTr="00917731">
        <w:trPr>
          <w:cantSplit/>
          <w:trHeight w:val="338"/>
        </w:trPr>
        <w:tc>
          <w:tcPr>
            <w:tcW w:w="207" w:type="dxa"/>
            <w:vMerge/>
          </w:tcPr>
          <w:p w14:paraId="3434DE2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B3A411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34E137C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3F24936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93770F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5EF4B2E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6C812528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317B616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655549A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8125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B7A7A5F" w14:textId="77777777" w:rsidTr="00917731">
        <w:trPr>
          <w:cantSplit/>
          <w:trHeight w:val="351"/>
        </w:trPr>
        <w:tc>
          <w:tcPr>
            <w:tcW w:w="207" w:type="dxa"/>
            <w:vMerge/>
          </w:tcPr>
          <w:p w14:paraId="338E7BB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7C2C8AE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53DA541A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79D957A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2204F60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335EC89A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56428AE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51D8447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70C6928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F0C32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7524BD75" w14:textId="77777777" w:rsidTr="00917731">
        <w:trPr>
          <w:cantSplit/>
          <w:trHeight w:val="351"/>
        </w:trPr>
        <w:tc>
          <w:tcPr>
            <w:tcW w:w="207" w:type="dxa"/>
            <w:vMerge/>
          </w:tcPr>
          <w:p w14:paraId="74B5368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6F98C5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0E8ADC5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00331E6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4421ABA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5AC42BB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32CF181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4DDB7B0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780A90A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5B645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D75A545" w14:textId="77777777" w:rsidTr="00917731">
        <w:trPr>
          <w:cantSplit/>
          <w:trHeight w:val="379"/>
        </w:trPr>
        <w:tc>
          <w:tcPr>
            <w:tcW w:w="207" w:type="dxa"/>
            <w:vMerge/>
          </w:tcPr>
          <w:p w14:paraId="1D8534A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1A40D98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44E6167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49F8A7D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634B264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5507C5A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2636BEC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1D40F49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5FF31B3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68043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6165FF3E" w14:textId="77777777" w:rsidTr="00917731">
        <w:trPr>
          <w:cantSplit/>
        </w:trPr>
        <w:tc>
          <w:tcPr>
            <w:tcW w:w="207" w:type="dxa"/>
            <w:vMerge/>
          </w:tcPr>
          <w:p w14:paraId="7551F6E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9" w:type="dxa"/>
            <w:gridSpan w:val="3"/>
            <w:vAlign w:val="center"/>
          </w:tcPr>
          <w:p w14:paraId="64799D2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120"/>
                <w:szCs w:val="21"/>
              </w:rPr>
              <w:t>受給資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格喪失年月日</w:t>
            </w:r>
          </w:p>
        </w:tc>
        <w:tc>
          <w:tcPr>
            <w:tcW w:w="2422" w:type="dxa"/>
            <w:gridSpan w:val="4"/>
            <w:vAlign w:val="center"/>
          </w:tcPr>
          <w:p w14:paraId="289006CB" w14:textId="3629E1BD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年　　月　　日　</w:t>
            </w:r>
          </w:p>
        </w:tc>
        <w:tc>
          <w:tcPr>
            <w:tcW w:w="1301" w:type="dxa"/>
            <w:gridSpan w:val="5"/>
            <w:vAlign w:val="center"/>
          </w:tcPr>
          <w:p w14:paraId="386150BF" w14:textId="77777777" w:rsidR="00B25759" w:rsidRPr="00676F77" w:rsidRDefault="00B25759" w:rsidP="00B25759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20"/>
                <w:szCs w:val="21"/>
              </w:rPr>
              <w:t>受給資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格喪失事由</w:t>
            </w:r>
          </w:p>
        </w:tc>
        <w:tc>
          <w:tcPr>
            <w:tcW w:w="8637" w:type="dxa"/>
            <w:gridSpan w:val="12"/>
            <w:tcBorders>
              <w:right w:val="single" w:sz="4" w:space="0" w:color="000000"/>
            </w:tcBorders>
            <w:vAlign w:val="center"/>
          </w:tcPr>
          <w:p w14:paraId="08636F4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B1B47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6356EEF5" w14:textId="77777777" w:rsidTr="00E33E77">
        <w:trPr>
          <w:cantSplit/>
          <w:trHeight w:val="359"/>
        </w:trPr>
        <w:tc>
          <w:tcPr>
            <w:tcW w:w="207" w:type="dxa"/>
            <w:vMerge/>
          </w:tcPr>
          <w:p w14:paraId="20FDD39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 w:val="restart"/>
            <w:shd w:val="clear" w:color="auto" w:fill="auto"/>
            <w:textDirection w:val="tbRlV"/>
            <w:vAlign w:val="center"/>
          </w:tcPr>
          <w:p w14:paraId="44AA9760" w14:textId="53B41C15" w:rsidR="00B25759" w:rsidRPr="00E33E77" w:rsidRDefault="00B25759" w:rsidP="00B25759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E33E77">
              <w:rPr>
                <w:rFonts w:hAnsi="ＭＳ 明朝" w:hint="eastAsia"/>
                <w:szCs w:val="21"/>
              </w:rPr>
              <w:t>備　考</w:t>
            </w:r>
          </w:p>
        </w:tc>
        <w:tc>
          <w:tcPr>
            <w:tcW w:w="5104" w:type="dxa"/>
            <w:gridSpan w:val="10"/>
            <w:vMerge w:val="restart"/>
            <w:shd w:val="clear" w:color="auto" w:fill="92D050"/>
            <w:vAlign w:val="center"/>
          </w:tcPr>
          <w:p w14:paraId="5F7E2A12" w14:textId="576E63B2" w:rsidR="00B25759" w:rsidRPr="00CF1DC2" w:rsidRDefault="00B25759" w:rsidP="00B25759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CF1DC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１</w:t>
            </w:r>
            <w:r w:rsidRPr="00CF1DC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  <w:tc>
          <w:tcPr>
            <w:tcW w:w="1699" w:type="dxa"/>
            <w:gridSpan w:val="2"/>
            <w:vAlign w:val="center"/>
          </w:tcPr>
          <w:p w14:paraId="0620D979" w14:textId="77777777" w:rsidR="00B25759" w:rsidRPr="00676F77" w:rsidRDefault="00B25759" w:rsidP="00B25759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配 偶 者</w:t>
            </w:r>
          </w:p>
        </w:tc>
        <w:tc>
          <w:tcPr>
            <w:tcW w:w="2835" w:type="dxa"/>
            <w:gridSpan w:val="5"/>
            <w:vAlign w:val="center"/>
          </w:tcPr>
          <w:p w14:paraId="35439DC5" w14:textId="77777777" w:rsidR="00B25759" w:rsidRPr="00676F77" w:rsidRDefault="00B25759" w:rsidP="00B25759">
            <w:pPr>
              <w:overflowPunct w:val="0"/>
              <w:autoSpaceDE w:val="0"/>
              <w:autoSpaceDN w:val="0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7" w:type="dxa"/>
            <w:gridSpan w:val="3"/>
            <w:tcBorders>
              <w:right w:val="single" w:sz="4" w:space="0" w:color="000000"/>
            </w:tcBorders>
            <w:vAlign w:val="center"/>
          </w:tcPr>
          <w:p w14:paraId="7E086BD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2915" w:type="dxa"/>
            <w:gridSpan w:val="3"/>
            <w:tcBorders>
              <w:right w:val="single" w:sz="4" w:space="0" w:color="000000"/>
            </w:tcBorders>
            <w:vAlign w:val="center"/>
          </w:tcPr>
          <w:p w14:paraId="241E698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C2558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6E438D31" w14:textId="77777777" w:rsidTr="00E33E77">
        <w:trPr>
          <w:cantSplit/>
          <w:trHeight w:val="444"/>
        </w:trPr>
        <w:tc>
          <w:tcPr>
            <w:tcW w:w="207" w:type="dxa"/>
            <w:vMerge/>
            <w:tcBorders>
              <w:bottom w:val="nil"/>
            </w:tcBorders>
          </w:tcPr>
          <w:p w14:paraId="191A169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  <w:shd w:val="clear" w:color="auto" w:fill="auto"/>
            <w:textDirection w:val="tbRlV"/>
            <w:vAlign w:val="center"/>
          </w:tcPr>
          <w:p w14:paraId="18E102F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4" w:type="dxa"/>
            <w:gridSpan w:val="10"/>
            <w:vMerge/>
            <w:shd w:val="clear" w:color="auto" w:fill="92D050"/>
            <w:vAlign w:val="center"/>
          </w:tcPr>
          <w:p w14:paraId="0B3C418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21A9E867" w14:textId="77777777" w:rsidR="00B25759" w:rsidRPr="00676F77" w:rsidRDefault="00B25759" w:rsidP="00B25759">
            <w:pPr>
              <w:overflowPunct w:val="0"/>
              <w:autoSpaceDE w:val="0"/>
              <w:autoSpaceDN w:val="0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扶養義務者</w:t>
            </w:r>
          </w:p>
          <w:p w14:paraId="0E457889" w14:textId="77777777" w:rsidR="00B25759" w:rsidRPr="00676F77" w:rsidRDefault="00B25759" w:rsidP="00B25759">
            <w:pPr>
              <w:overflowPunct w:val="0"/>
              <w:autoSpaceDE w:val="0"/>
              <w:autoSpaceDN w:val="0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続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柄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35" w:type="dxa"/>
            <w:gridSpan w:val="5"/>
            <w:vAlign w:val="bottom"/>
          </w:tcPr>
          <w:p w14:paraId="1A2DCD5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</w:p>
        </w:tc>
        <w:tc>
          <w:tcPr>
            <w:tcW w:w="1277" w:type="dxa"/>
            <w:gridSpan w:val="3"/>
            <w:vAlign w:val="center"/>
          </w:tcPr>
          <w:p w14:paraId="6A2AD3C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1985" w:type="dxa"/>
            <w:gridSpan w:val="2"/>
            <w:vAlign w:val="bottom"/>
          </w:tcPr>
          <w:p w14:paraId="080B3EF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0" w:type="dxa"/>
            <w:tcBorders>
              <w:right w:val="single" w:sz="4" w:space="0" w:color="000000"/>
            </w:tcBorders>
            <w:vAlign w:val="center"/>
          </w:tcPr>
          <w:p w14:paraId="327BD3D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同居</w:t>
            </w:r>
          </w:p>
          <w:p w14:paraId="5379A7F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別居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D2E24B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1C5B9CD6" w14:textId="77777777" w:rsidTr="00B13887">
        <w:trPr>
          <w:cantSplit/>
          <w:trHeight w:val="70"/>
        </w:trPr>
        <w:tc>
          <w:tcPr>
            <w:tcW w:w="14573" w:type="dxa"/>
            <w:gridSpan w:val="26"/>
            <w:tcBorders>
              <w:top w:val="nil"/>
              <w:right w:val="single" w:sz="4" w:space="0" w:color="000000"/>
            </w:tcBorders>
          </w:tcPr>
          <w:p w14:paraId="308C95CD" w14:textId="77777777" w:rsidR="00B25759" w:rsidRPr="00676F77" w:rsidRDefault="00B25759" w:rsidP="00B13887">
            <w:pPr>
              <w:wordWrap w:val="0"/>
              <w:overflowPunct w:val="0"/>
              <w:autoSpaceDE w:val="0"/>
              <w:autoSpaceDN w:val="0"/>
              <w:spacing w:line="60" w:lineRule="exac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</w:tbl>
    <w:p w14:paraId="019C7C89" w14:textId="77777777" w:rsidR="00AE67A1" w:rsidRPr="00612459" w:rsidRDefault="00AE67A1" w:rsidP="00612459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  <w:sz w:val="6"/>
          <w:szCs w:val="6"/>
        </w:rPr>
      </w:pPr>
    </w:p>
    <w:sectPr w:rsidR="00AE67A1" w:rsidRPr="00612459" w:rsidSect="00676F77">
      <w:headerReference w:type="default" r:id="rId11"/>
      <w:pgSz w:w="16839" w:h="11907" w:orient="landscape" w:code="9"/>
      <w:pgMar w:top="1135" w:right="1134" w:bottom="993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FB586" w14:textId="77777777" w:rsidR="007D77DF" w:rsidRDefault="007D77DF" w:rsidP="00E23645">
      <w:r>
        <w:separator/>
      </w:r>
    </w:p>
  </w:endnote>
  <w:endnote w:type="continuationSeparator" w:id="0">
    <w:p w14:paraId="6762D8AD" w14:textId="77777777" w:rsidR="007D77DF" w:rsidRDefault="007D77DF" w:rsidP="00E2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126E1" w14:textId="77777777" w:rsidR="007D77DF" w:rsidRDefault="007D77DF" w:rsidP="00E23645">
      <w:r>
        <w:separator/>
      </w:r>
    </w:p>
  </w:footnote>
  <w:footnote w:type="continuationSeparator" w:id="0">
    <w:p w14:paraId="753E2565" w14:textId="77777777" w:rsidR="007D77DF" w:rsidRDefault="007D77DF" w:rsidP="00E23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BE22A" w14:textId="32A57695" w:rsidR="005428E3" w:rsidRDefault="005428E3">
    <w:pPr>
      <w:pStyle w:val="a3"/>
    </w:pPr>
    <w:r>
      <w:rPr>
        <w:rFonts w:hint="eastAsia"/>
      </w:rPr>
      <w:t>様式第</w:t>
    </w:r>
    <w:r w:rsidR="004B6CB6">
      <w:rPr>
        <w:rFonts w:hint="eastAsia"/>
      </w:rPr>
      <w:t>（１）（２）（３）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442590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57A49AA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11A15F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C3EA9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69CF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12AB34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0DA611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0A4A1B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CC8BBF2"/>
    <w:lvl w:ilvl="0">
      <w:start w:val="1"/>
      <w:numFmt w:val="decimal"/>
      <w:lvlText w:val="%1."/>
      <w:lvlJc w:val="left"/>
      <w:pPr>
        <w:tabs>
          <w:tab w:val="num" w:pos="-4301"/>
        </w:tabs>
        <w:ind w:left="-430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DB8C6E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38D6524"/>
    <w:multiLevelType w:val="singleLevel"/>
    <w:tmpl w:val="B27A9FA0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1" w15:restartNumberingAfterBreak="0">
    <w:nsid w:val="382D650C"/>
    <w:multiLevelType w:val="singleLevel"/>
    <w:tmpl w:val="9634C9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2" w15:restartNumberingAfterBreak="0">
    <w:nsid w:val="5D32072E"/>
    <w:multiLevelType w:val="multilevel"/>
    <w:tmpl w:val="3EEC6E36"/>
    <w:lvl w:ilvl="0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3" w15:restartNumberingAfterBreak="0">
    <w:nsid w:val="6B317528"/>
    <w:multiLevelType w:val="singleLevel"/>
    <w:tmpl w:val="890272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4" w15:restartNumberingAfterBreak="0">
    <w:nsid w:val="6C18311F"/>
    <w:multiLevelType w:val="singleLevel"/>
    <w:tmpl w:val="61D466E4"/>
    <w:lvl w:ilvl="0">
      <w:start w:val="3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5" w15:restartNumberingAfterBreak="0">
    <w:nsid w:val="7F292F42"/>
    <w:multiLevelType w:val="singleLevel"/>
    <w:tmpl w:val="762E39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num w:numId="1" w16cid:durableId="15929152">
    <w:abstractNumId w:val="9"/>
  </w:num>
  <w:num w:numId="2" w16cid:durableId="2057661638">
    <w:abstractNumId w:val="7"/>
  </w:num>
  <w:num w:numId="3" w16cid:durableId="1650668120">
    <w:abstractNumId w:val="6"/>
  </w:num>
  <w:num w:numId="4" w16cid:durableId="1162358082">
    <w:abstractNumId w:val="5"/>
  </w:num>
  <w:num w:numId="5" w16cid:durableId="1443308825">
    <w:abstractNumId w:val="4"/>
  </w:num>
  <w:num w:numId="6" w16cid:durableId="947664791">
    <w:abstractNumId w:val="8"/>
  </w:num>
  <w:num w:numId="7" w16cid:durableId="808518903">
    <w:abstractNumId w:val="3"/>
  </w:num>
  <w:num w:numId="8" w16cid:durableId="1638487162">
    <w:abstractNumId w:val="2"/>
  </w:num>
  <w:num w:numId="9" w16cid:durableId="1575354372">
    <w:abstractNumId w:val="1"/>
  </w:num>
  <w:num w:numId="10" w16cid:durableId="1620916234">
    <w:abstractNumId w:val="0"/>
  </w:num>
  <w:num w:numId="11" w16cid:durableId="1085225399">
    <w:abstractNumId w:val="10"/>
  </w:num>
  <w:num w:numId="12" w16cid:durableId="920263299">
    <w:abstractNumId w:val="14"/>
  </w:num>
  <w:num w:numId="13" w16cid:durableId="1195535148">
    <w:abstractNumId w:val="15"/>
  </w:num>
  <w:num w:numId="14" w16cid:durableId="1238052190">
    <w:abstractNumId w:val="13"/>
  </w:num>
  <w:num w:numId="15" w16cid:durableId="230165266">
    <w:abstractNumId w:val="11"/>
  </w:num>
  <w:num w:numId="16" w16cid:durableId="9588720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oNotTrackFormatting/>
  <w:defaultTabStop w:val="851"/>
  <w:drawingGridHorizontalSpacing w:val="105"/>
  <w:drawingGridVerticalSpacing w:val="335"/>
  <w:displayHorizontalDrawingGridEvery w:val="0"/>
  <w:noPunctuationKerning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7A1"/>
    <w:rsid w:val="000325C4"/>
    <w:rsid w:val="00097111"/>
    <w:rsid w:val="000A5D00"/>
    <w:rsid w:val="00115DAC"/>
    <w:rsid w:val="00255363"/>
    <w:rsid w:val="002870AC"/>
    <w:rsid w:val="003E5DFE"/>
    <w:rsid w:val="00411309"/>
    <w:rsid w:val="0044181F"/>
    <w:rsid w:val="004B6CB6"/>
    <w:rsid w:val="004C021F"/>
    <w:rsid w:val="004C7C0D"/>
    <w:rsid w:val="004D12C3"/>
    <w:rsid w:val="004E1E0D"/>
    <w:rsid w:val="005428E3"/>
    <w:rsid w:val="005A66AE"/>
    <w:rsid w:val="00612459"/>
    <w:rsid w:val="00676F77"/>
    <w:rsid w:val="006C1A01"/>
    <w:rsid w:val="006F3B16"/>
    <w:rsid w:val="0075205D"/>
    <w:rsid w:val="00754C83"/>
    <w:rsid w:val="007D77DF"/>
    <w:rsid w:val="00816FE5"/>
    <w:rsid w:val="0084108E"/>
    <w:rsid w:val="008B47DC"/>
    <w:rsid w:val="00917731"/>
    <w:rsid w:val="00994036"/>
    <w:rsid w:val="00A101E8"/>
    <w:rsid w:val="00AE09BD"/>
    <w:rsid w:val="00AE67A1"/>
    <w:rsid w:val="00B13887"/>
    <w:rsid w:val="00B25759"/>
    <w:rsid w:val="00B64863"/>
    <w:rsid w:val="00B84690"/>
    <w:rsid w:val="00BA40DB"/>
    <w:rsid w:val="00BD527E"/>
    <w:rsid w:val="00C628E4"/>
    <w:rsid w:val="00CB10EE"/>
    <w:rsid w:val="00CB2B5E"/>
    <w:rsid w:val="00CC62D0"/>
    <w:rsid w:val="00CF1DC2"/>
    <w:rsid w:val="00D61703"/>
    <w:rsid w:val="00D72E63"/>
    <w:rsid w:val="00D92DCB"/>
    <w:rsid w:val="00D93BBF"/>
    <w:rsid w:val="00DB3435"/>
    <w:rsid w:val="00DF4FB6"/>
    <w:rsid w:val="00E227BE"/>
    <w:rsid w:val="00E23645"/>
    <w:rsid w:val="00E33E77"/>
    <w:rsid w:val="00F3789F"/>
    <w:rsid w:val="00FE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08E253"/>
  <w14:defaultImageDpi w14:val="0"/>
  <w15:docId w15:val="{A7CE97E0-B213-41CF-AC9D-BDA5EC76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wordWrap w:val="0"/>
      <w:overflowPunct w:val="0"/>
      <w:autoSpaceDE w:val="0"/>
      <w:autoSpaceDN w:val="0"/>
      <w:adjustRightInd w:val="0"/>
      <w:snapToGrid w:val="0"/>
    </w:pPr>
    <w:rPr>
      <w:rFonts w:hAnsi="Century"/>
      <w:kern w:val="0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customStyle="1" w:styleId="58">
    <w:name w:val="項58"/>
    <w:basedOn w:val="a"/>
    <w:pPr>
      <w:wordWrap w:val="0"/>
      <w:overflowPunct w:val="0"/>
      <w:autoSpaceDE w:val="0"/>
      <w:autoSpaceDN w:val="0"/>
      <w:ind w:left="210" w:hanging="210"/>
    </w:pPr>
    <w:rPr>
      <w:rFonts w:hAnsi="Century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yousiki2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4" ma:contentTypeDescription="新しいドキュメントを作成します。" ma:contentTypeScope="" ma:versionID="c69ed7b8405b2d7e4d0e6a680d0c88a7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1e735995c2a474108923a6c5b2c1a394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D93ACC-FED2-462F-A5FD-02B6B1C97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035A1E-4B1F-4AD6-A3F8-2E5C2C9C71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3A9574-9E91-4167-8A6C-303662ADCE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6F899D-FCB7-4AF3-B09D-6E8E3A8A6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RByousiki2.dot</Template>
  <TotalTime>151</TotalTime>
  <Pages>1</Pages>
  <Words>431</Words>
  <Characters>434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864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cp:keywords>_x000d_</cp:keywords>
  <dcterms:created xsi:type="dcterms:W3CDTF">2020-12-04T05:48:00Z</dcterms:created>
  <dcterms:modified xsi:type="dcterms:W3CDTF">2022-05-06T04:56:00Z</dcterms:modified>
  <cp:category>_x000d_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2021-10-26T01:23:35Z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6761622d-46a8-42fc-b43a-0e9e12222e46</vt:lpwstr>
  </property>
  <property fmtid="{D5CDD505-2E9C-101B-9397-08002B2CF9AE}" pid="9" name="MSIP_Label_a7295cc1-d279-42ac-ab4d-3b0f4fece050_ContentBits">
    <vt:lpwstr>0</vt:lpwstr>
  </property>
</Properties>
</file>