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694A1" w14:textId="3C67B51B" w:rsidR="00D6512C" w:rsidRPr="00966E11" w:rsidRDefault="00CC469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450AB0F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5BF252E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1024188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456B1CF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6E31C5AE">
          <v:shape id="_x0000_s2053" type="#_x0000_t202" style="position:absolute;left:0;text-align:left;margin-left:69.2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04B91BB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966E11" w14:paraId="2171B15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CDB1CF0" w14:textId="05C7B39E" w:rsidR="00D6512C" w:rsidRDefault="00F66F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966E11">
              <w:rPr>
                <w:rFonts w:hAnsi="ＭＳ 明朝" w:hint="eastAsia"/>
                <w:sz w:val="28"/>
                <w:szCs w:val="28"/>
              </w:rPr>
              <w:t>一時差止</w:t>
            </w:r>
            <w:r w:rsidR="00476063" w:rsidRPr="00966E11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966E1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9426134" w14:textId="77777777" w:rsidR="006836F2" w:rsidRDefault="006836F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43E8E3BA" w14:textId="77777777" w:rsidR="003B220D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58752B3D" w14:textId="77777777" w:rsidR="003B220D" w:rsidRPr="004D2C41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2208A6BE" w14:textId="02E35ED0" w:rsidR="003B220D" w:rsidRDefault="003B220D" w:rsidP="006836F2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966E11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966E11">
              <w:rPr>
                <w:rFonts w:hAnsi="ＭＳ 明朝" w:hint="eastAsia"/>
                <w:szCs w:val="21"/>
              </w:rPr>
              <w:t>手当については、</w:t>
            </w:r>
            <w:r w:rsidR="006836F2">
              <w:rPr>
                <w:rFonts w:hAnsi="ＭＳ 明朝" w:hint="eastAsia"/>
                <w:szCs w:val="21"/>
              </w:rPr>
              <w:t>下</w:t>
            </w:r>
            <w:r w:rsidRPr="00966E11">
              <w:rPr>
                <w:rFonts w:hAnsi="ＭＳ 明朝" w:hint="eastAsia"/>
                <w:szCs w:val="21"/>
              </w:rPr>
              <w:t>記のとおり、一時差止解除しましたので通知します。</w:t>
            </w:r>
          </w:p>
          <w:p w14:paraId="40F189DC" w14:textId="77777777" w:rsidR="003B220D" w:rsidRDefault="003B220D" w:rsidP="003B220D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4ABE4B5" w14:textId="6A68ADA9" w:rsidR="003B220D" w:rsidRPr="00966E11" w:rsidRDefault="003B220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9A2B5A" w:rsidRPr="00966E11" w14:paraId="1D6A62FF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1AD62A6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3AE40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1EEAE32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41825A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966E11" w14:paraId="1A19D2F1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564A1DD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0A24ADD" w14:textId="77777777" w:rsidR="00D6512C" w:rsidRPr="00966E11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</w:t>
            </w:r>
            <w:r w:rsidR="00D6512C" w:rsidRPr="00966E1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7D1EE73C" w14:textId="60493B3D" w:rsidR="00D6512C" w:rsidRPr="00D671F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599D8AB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966E11" w14:paraId="592EB43E" w14:textId="77777777" w:rsidTr="006836F2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BBE3194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A80E649" w14:textId="77777777" w:rsidR="00266160" w:rsidRPr="00966E11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</w:t>
            </w:r>
            <w:r w:rsidR="00476063" w:rsidRPr="00966E11">
              <w:rPr>
                <w:rFonts w:hAnsi="ＭＳ 明朝" w:hint="eastAsia"/>
                <w:szCs w:val="21"/>
              </w:rPr>
              <w:t>解除</w:t>
            </w:r>
            <w:r w:rsidR="00266160" w:rsidRPr="00966E11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3E0F7189" w14:textId="77777777" w:rsidR="00266160" w:rsidRPr="00966E1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18367B6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9A2B5A" w:rsidRPr="00966E11" w14:paraId="00ED09CB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C5839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75531BD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一時差止解除年月</w:t>
            </w:r>
          </w:p>
        </w:tc>
        <w:tc>
          <w:tcPr>
            <w:tcW w:w="5835" w:type="dxa"/>
            <w:vAlign w:val="center"/>
          </w:tcPr>
          <w:p w14:paraId="6A61CE0A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52A402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698951F" w14:textId="77777777" w:rsidTr="006836F2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9D657F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49448824" w14:textId="77777777" w:rsidR="00854AA7" w:rsidRDefault="009A2B5A" w:rsidP="000A607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A9A6645" w14:textId="41FF9F9E" w:rsidR="002404DA" w:rsidRPr="000A607A" w:rsidRDefault="002404DA" w:rsidP="00CC69D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70524845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1FAB6BCA" w14:textId="77777777" w:rsidR="009A2B5A" w:rsidRPr="00AC5221" w:rsidRDefault="00854AA7" w:rsidP="00854AA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C04783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AC5221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0E52ED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1E6BBF5A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5425794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9D8D4B" w14:textId="719B93EA" w:rsidR="00D6512C" w:rsidRPr="00966E11" w:rsidRDefault="00CC469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3.95pt;margin-top:1.25pt;width:425.25pt;height:59.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16C4C029" w14:textId="77777777" w:rsidR="006836F2" w:rsidRDefault="006836F2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B497606" w14:textId="6B2F75BD" w:rsidR="00766878" w:rsidRPr="00A252C1" w:rsidRDefault="00A252C1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A252C1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966E11" w14:paraId="4DF10937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247B42" w14:textId="683CB26A" w:rsidR="00766878" w:rsidRDefault="00766878" w:rsidP="006836F2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53056C87" w14:textId="269727E5" w:rsidR="006836F2" w:rsidRDefault="006836F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D26A0BA" w14:textId="3F994BB3" w:rsidR="00766878" w:rsidRPr="00966E11" w:rsidRDefault="00766878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A2A34" w:rsidRPr="00BB10A4" w14:paraId="6E3B0F07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5DB58F" w14:textId="77777777" w:rsidR="00EA2A34" w:rsidRPr="00890837" w:rsidRDefault="00CC469C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20CFFE7">
                <v:rect id="正方形/長方形 8" o:spid="_x0000_s2064" style="position:absolute;left:0;text-align:left;margin-left:-4.4pt;margin-top:8.1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7C22DA4" w14:textId="77777777" w:rsidR="00EA2A34" w:rsidRPr="00CC5C0C" w:rsidRDefault="00EA2A34" w:rsidP="00EA2A3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A2A34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A2A34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290B05A5" w14:textId="77777777" w:rsidR="00EA2A34" w:rsidRPr="00890837" w:rsidRDefault="00EA2A34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6E4447D" w14:textId="77777777" w:rsidR="00EA2A34" w:rsidRPr="00890837" w:rsidRDefault="00EA2A34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E243612" w14:textId="77777777" w:rsidR="00EA2A34" w:rsidRPr="00BB10A4" w:rsidRDefault="00EA2A34" w:rsidP="00AE035F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966E11" w14:paraId="0A182EB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4D2F30" w14:textId="7C985D5A" w:rsidR="00D6187D" w:rsidRPr="00966E11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966E11" w14:paraId="615A136A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C3DF4A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966E11" w14:paraId="03EB0BFD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A7BB2C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8C475E1" w14:textId="77777777" w:rsidR="00D6187D" w:rsidRPr="00966E11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966E11" w14:paraId="5F58422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794D1" w14:textId="77777777" w:rsidR="003905BD" w:rsidRPr="009D5A30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E5500B3" w14:textId="77777777" w:rsidR="002717E1" w:rsidRPr="009D5A30" w:rsidRDefault="002717E1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E08A6B9" w14:textId="77777777" w:rsidR="003905BD" w:rsidRPr="009D5A30" w:rsidRDefault="00D6187D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905BD"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CF0DCED" w14:textId="77777777" w:rsidR="002717E1" w:rsidRPr="009D5A30" w:rsidRDefault="002717E1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57EE5B4F" w14:textId="77777777" w:rsidR="00D6512C" w:rsidRPr="0069247D" w:rsidRDefault="00D6512C" w:rsidP="00D6187D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69247D" w:rsidSect="00766878">
      <w:headerReference w:type="default" r:id="rId9"/>
      <w:pgSz w:w="11906" w:h="16838" w:code="9"/>
      <w:pgMar w:top="1701" w:right="1701" w:bottom="567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F6C38" w14:textId="77777777" w:rsidR="00C57E4F" w:rsidRDefault="00C57E4F">
      <w:r>
        <w:separator/>
      </w:r>
    </w:p>
  </w:endnote>
  <w:endnote w:type="continuationSeparator" w:id="0">
    <w:p w14:paraId="5DBA2992" w14:textId="77777777" w:rsidR="00C57E4F" w:rsidRDefault="00C5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C618C" w14:textId="77777777" w:rsidR="00C57E4F" w:rsidRDefault="00C57E4F">
      <w:r>
        <w:separator/>
      </w:r>
    </w:p>
  </w:footnote>
  <w:footnote w:type="continuationSeparator" w:id="0">
    <w:p w14:paraId="7E360253" w14:textId="77777777" w:rsidR="00C57E4F" w:rsidRDefault="00C57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DEA16" w14:textId="3B82E416" w:rsidR="00BA1FBE" w:rsidRDefault="00CC469C">
    <w:pPr>
      <w:pStyle w:val="a3"/>
    </w:pPr>
    <w:r>
      <w:rPr>
        <w:noProof/>
      </w:rPr>
      <w:pict w14:anchorId="36462193">
        <v:rect id="正方形/長方形 9" o:spid="_x0000_s1025" style="position:absolute;left:0;text-align:left;margin-left:456.6pt;margin-top:9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542C8F85" w14:textId="77777777" w:rsidR="00BA1FBE" w:rsidRPr="00BA1FBE" w:rsidRDefault="00BA1FBE" w:rsidP="00BA1FBE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BA1FBE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6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407D"/>
    <w:rsid w:val="00056EA1"/>
    <w:rsid w:val="00064917"/>
    <w:rsid w:val="000A607A"/>
    <w:rsid w:val="000A786E"/>
    <w:rsid w:val="000B2227"/>
    <w:rsid w:val="001274EA"/>
    <w:rsid w:val="00134A44"/>
    <w:rsid w:val="00180959"/>
    <w:rsid w:val="001B1144"/>
    <w:rsid w:val="001F3314"/>
    <w:rsid w:val="0022481B"/>
    <w:rsid w:val="002374BA"/>
    <w:rsid w:val="002404DA"/>
    <w:rsid w:val="00247CD8"/>
    <w:rsid w:val="00266160"/>
    <w:rsid w:val="002717E1"/>
    <w:rsid w:val="00271B51"/>
    <w:rsid w:val="002908C1"/>
    <w:rsid w:val="002A202E"/>
    <w:rsid w:val="002C6962"/>
    <w:rsid w:val="002D0ACF"/>
    <w:rsid w:val="002F3D58"/>
    <w:rsid w:val="002F5563"/>
    <w:rsid w:val="00347D23"/>
    <w:rsid w:val="00386311"/>
    <w:rsid w:val="003905BD"/>
    <w:rsid w:val="003B220D"/>
    <w:rsid w:val="003B4841"/>
    <w:rsid w:val="003D0A39"/>
    <w:rsid w:val="00417230"/>
    <w:rsid w:val="004274A9"/>
    <w:rsid w:val="00476063"/>
    <w:rsid w:val="00483387"/>
    <w:rsid w:val="004E5ECA"/>
    <w:rsid w:val="004F4268"/>
    <w:rsid w:val="0054039C"/>
    <w:rsid w:val="005C0570"/>
    <w:rsid w:val="006078D4"/>
    <w:rsid w:val="006443EA"/>
    <w:rsid w:val="006836F2"/>
    <w:rsid w:val="00683792"/>
    <w:rsid w:val="0069247D"/>
    <w:rsid w:val="006D3D3B"/>
    <w:rsid w:val="006D6D66"/>
    <w:rsid w:val="007345D8"/>
    <w:rsid w:val="00766878"/>
    <w:rsid w:val="00801B5A"/>
    <w:rsid w:val="00844B93"/>
    <w:rsid w:val="00854AA7"/>
    <w:rsid w:val="008B39BD"/>
    <w:rsid w:val="008E177C"/>
    <w:rsid w:val="00934A39"/>
    <w:rsid w:val="00945544"/>
    <w:rsid w:val="009647CD"/>
    <w:rsid w:val="00966E11"/>
    <w:rsid w:val="00996441"/>
    <w:rsid w:val="009A2B5A"/>
    <w:rsid w:val="009C49E3"/>
    <w:rsid w:val="009D5A30"/>
    <w:rsid w:val="00A252C1"/>
    <w:rsid w:val="00AC5221"/>
    <w:rsid w:val="00AE035F"/>
    <w:rsid w:val="00B024B5"/>
    <w:rsid w:val="00B12B41"/>
    <w:rsid w:val="00B365E6"/>
    <w:rsid w:val="00B42510"/>
    <w:rsid w:val="00B4338C"/>
    <w:rsid w:val="00B55315"/>
    <w:rsid w:val="00B56236"/>
    <w:rsid w:val="00B8598B"/>
    <w:rsid w:val="00B97E0E"/>
    <w:rsid w:val="00BA1FBE"/>
    <w:rsid w:val="00C04783"/>
    <w:rsid w:val="00C14F7C"/>
    <w:rsid w:val="00C57E4F"/>
    <w:rsid w:val="00C82EE9"/>
    <w:rsid w:val="00CA283D"/>
    <w:rsid w:val="00CC469C"/>
    <w:rsid w:val="00CC69D6"/>
    <w:rsid w:val="00CC708C"/>
    <w:rsid w:val="00CD2DD6"/>
    <w:rsid w:val="00CD6F1C"/>
    <w:rsid w:val="00CE39E4"/>
    <w:rsid w:val="00D6187D"/>
    <w:rsid w:val="00D6512C"/>
    <w:rsid w:val="00D671FC"/>
    <w:rsid w:val="00D76D42"/>
    <w:rsid w:val="00D83528"/>
    <w:rsid w:val="00DD5F5B"/>
    <w:rsid w:val="00DF699C"/>
    <w:rsid w:val="00E23A32"/>
    <w:rsid w:val="00E65166"/>
    <w:rsid w:val="00EA2A34"/>
    <w:rsid w:val="00EB5F61"/>
    <w:rsid w:val="00EB6B18"/>
    <w:rsid w:val="00ED2DC4"/>
    <w:rsid w:val="00ED5D1A"/>
    <w:rsid w:val="00EE796F"/>
    <w:rsid w:val="00F05652"/>
    <w:rsid w:val="00F145C0"/>
    <w:rsid w:val="00F2197C"/>
    <w:rsid w:val="00F27ECE"/>
    <w:rsid w:val="00F66F8D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88C1308"/>
  <w15:chartTrackingRefBased/>
  <w15:docId w15:val="{2CA01D2F-CD96-45C7-997F-9CE8FDD1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3905B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905BD"/>
    <w:pPr>
      <w:jc w:val="left"/>
    </w:pPr>
  </w:style>
  <w:style w:type="character" w:customStyle="1" w:styleId="a9">
    <w:name w:val="コメント文字列 (文字)"/>
    <w:link w:val="a8"/>
    <w:uiPriority w:val="99"/>
    <w:rsid w:val="003905BD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905B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905BD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B4338C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4338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EB5F6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D59595-F0EE-417F-9D10-2DDA54AB4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3107BB-B059-4D60-AC81-35336D7D0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2F9B44-1D5C-4490-9224-96E2A94E66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16</TotalTime>
  <Pages>1</Pages>
  <Words>95</Words>
  <Characters>544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2021-12-20T05:04:00Z</cp:lastPrinted>
  <dcterms:created xsi:type="dcterms:W3CDTF">2021-10-21T04:39:00Z</dcterms:created>
  <dcterms:modified xsi:type="dcterms:W3CDTF">2024-11-24T01:11:00Z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2021-10-23T03:22:41Z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26132edb-b6c2-4759-b9cd-10edae5bbba0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