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5B2D3B" w14:textId="25A91B84" w:rsidR="00D6512C" w:rsidRPr="003000F2" w:rsidRDefault="00125FA6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  <w:r>
        <w:rPr>
          <w:rFonts w:hAnsi="ＭＳ 明朝"/>
          <w:noProof/>
          <w:szCs w:val="21"/>
        </w:rPr>
        <w:pict w14:anchorId="1BA90056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2060" type="#_x0000_t202" style="position:absolute;left:0;text-align:left;margin-left:290.2pt;margin-top:-50.35pt;width:121.7pt;height:51.05pt;z-index:251659776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" filled="f" stroked="f">
            <v:textbox inset="0,0,0,0">
              <w:txbxContent>
                <w:p w14:paraId="480323D5" w14:textId="77777777" w:rsidR="001D0887" w:rsidRPr="004D2C41" w:rsidRDefault="001D0887" w:rsidP="001D0887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第</w:t>
                  </w:r>
                  <w:r w:rsidRPr="004D2C41">
                    <w:rPr>
                      <w:rFonts w:ascii="ＭＳ 明朝" w:eastAsia="ＭＳ 明朝" w:hAnsi="ＭＳ 明朝" w:hint="eastAsia"/>
                    </w:rPr>
                    <w:t xml:space="preserve">　　　　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号</w:t>
                  </w:r>
                </w:p>
                <w:p w14:paraId="3B828E34" w14:textId="77777777" w:rsidR="001D0887" w:rsidRPr="004D2C41" w:rsidRDefault="001D0887" w:rsidP="001D0887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年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月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日</w:t>
                  </w:r>
                </w:p>
                <w:p w14:paraId="1A9622FB" w14:textId="77777777" w:rsidR="001D0887" w:rsidRPr="004D2C41" w:rsidRDefault="001D0887" w:rsidP="001D0887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</w:p>
              </w:txbxContent>
            </v:textbox>
            <w10:wrap anchorx="margin"/>
          </v:shape>
        </w:pict>
      </w:r>
      <w:r>
        <w:rPr>
          <w:rFonts w:hAnsi="ＭＳ 明朝"/>
          <w:noProof/>
          <w:szCs w:val="21"/>
        </w:rPr>
        <w:pict w14:anchorId="761D8189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8" type="#_x0000_t32" style="position:absolute;left:0;text-align:left;margin-left:14.45pt;margin-top:316.95pt;width:7.1pt;height:0;z-index:251658752;mso-position-horizontal:absolute;mso-position-horizontal-relative:page;mso-position-vertical:absolute;mso-position-vertical-relative:page" o:connectortype="straight" o:allowincell="f">
            <w10:wrap anchorx="page" anchory="page"/>
          </v:shape>
        </w:pict>
      </w:r>
      <w:r>
        <w:rPr>
          <w:rFonts w:hAnsi="ＭＳ 明朝"/>
          <w:noProof/>
          <w:szCs w:val="21"/>
        </w:rPr>
        <w:pict w14:anchorId="42DBAC2E">
          <v:shape id="_x0000_s2053" type="#_x0000_t202" style="position:absolute;left:0;text-align:left;margin-left:68.9pt;margin-top:38.3pt;width:184.25pt;height:99.2pt;z-index:251655680;mso-position-horizontal:absolute;mso-position-horizontal-relative:page;mso-position-vertical:absolute;mso-position-vertical-relative:page" o:allowincell="f">
            <v:textbox inset="5.85pt,.7pt,5.85pt,.7pt">
              <w:txbxContent>
                <w:p w14:paraId="23BCC6C0" w14:textId="77777777" w:rsidR="00F2197C" w:rsidRDefault="00CD2DD6">
                  <w:r>
                    <w:rPr>
                      <w:rFonts w:hint="eastAsia"/>
                    </w:rPr>
                    <w:t>窓空宛名</w:t>
                  </w:r>
                </w:p>
              </w:txbxContent>
            </v:textbox>
            <w10:wrap type="topAndBottom" anchorx="page" anchory="page"/>
          </v:shape>
        </w:pict>
      </w:r>
    </w:p>
    <w:tbl>
      <w:tblPr>
        <w:tblW w:w="0" w:type="auto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"/>
        <w:gridCol w:w="266"/>
        <w:gridCol w:w="987"/>
        <w:gridCol w:w="860"/>
        <w:gridCol w:w="6118"/>
        <w:gridCol w:w="251"/>
        <w:gridCol w:w="9"/>
      </w:tblGrid>
      <w:tr w:rsidR="00D6512C" w:rsidRPr="003000F2" w14:paraId="3AAA7770" w14:textId="77777777" w:rsidTr="00A106E0">
        <w:trPr>
          <w:gridBefore w:val="1"/>
          <w:wBefore w:w="23" w:type="dxa"/>
          <w:cantSplit/>
          <w:trHeight w:val="1152"/>
        </w:trPr>
        <w:tc>
          <w:tcPr>
            <w:tcW w:w="8491" w:type="dxa"/>
            <w:gridSpan w:val="6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35BC0536" w14:textId="0B7E8C42" w:rsidR="00D6512C" w:rsidRDefault="009F493F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  <w:r w:rsidRPr="00B161C7">
              <w:rPr>
                <w:rFonts w:hAnsi="Century" w:hint="eastAsia"/>
                <w:sz w:val="28"/>
                <w:szCs w:val="28"/>
                <w:bdr w:val="single" w:sz="4" w:space="0" w:color="auto"/>
              </w:rPr>
              <w:t>手　　当　　名</w:t>
            </w:r>
            <w:r w:rsidR="00266160" w:rsidRPr="003000F2">
              <w:rPr>
                <w:rFonts w:hAnsi="ＭＳ 明朝" w:hint="eastAsia"/>
                <w:sz w:val="28"/>
                <w:szCs w:val="28"/>
              </w:rPr>
              <w:t>支給停止</w:t>
            </w:r>
            <w:r w:rsidR="008074CF" w:rsidRPr="003000F2">
              <w:rPr>
                <w:rFonts w:hAnsi="ＭＳ 明朝" w:hint="eastAsia"/>
                <w:sz w:val="28"/>
                <w:szCs w:val="28"/>
              </w:rPr>
              <w:t>解除</w:t>
            </w:r>
            <w:r w:rsidR="00D6512C" w:rsidRPr="003000F2">
              <w:rPr>
                <w:rFonts w:hAnsi="ＭＳ 明朝" w:hint="eastAsia"/>
                <w:sz w:val="28"/>
                <w:szCs w:val="28"/>
              </w:rPr>
              <w:t>通知書</w:t>
            </w:r>
          </w:p>
          <w:p w14:paraId="10D7715C" w14:textId="77777777" w:rsidR="00CE4588" w:rsidRDefault="00CE4588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  <w:p w14:paraId="03643A76" w14:textId="77777777" w:rsidR="00B414D0" w:rsidRDefault="00B414D0" w:rsidP="00B414D0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  <w:r w:rsidRPr="004D2C41">
              <w:rPr>
                <w:rFonts w:hAnsi="ＭＳ 明朝" w:hint="eastAsia"/>
                <w:szCs w:val="21"/>
              </w:rPr>
              <w:t xml:space="preserve">福祉事務所長　　</w:t>
            </w:r>
            <w:r w:rsidRPr="004D2C41">
              <w:rPr>
                <w:rFonts w:hAnsi="ＭＳ 明朝" w:hint="eastAsia"/>
                <w:szCs w:val="21"/>
                <w:bdr w:val="single" w:sz="4" w:space="0" w:color="auto"/>
              </w:rPr>
              <w:t>印</w:t>
            </w:r>
          </w:p>
          <w:p w14:paraId="372381AE" w14:textId="77777777" w:rsidR="00B414D0" w:rsidRPr="004D2C41" w:rsidRDefault="00B414D0" w:rsidP="00B414D0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</w:p>
          <w:p w14:paraId="6832CE9E" w14:textId="7F0DB71E" w:rsidR="00B414D0" w:rsidRDefault="00B414D0" w:rsidP="00CE4588">
            <w:pPr>
              <w:wordWrap w:val="0"/>
              <w:overflowPunct w:val="0"/>
              <w:autoSpaceDE w:val="0"/>
              <w:autoSpaceDN w:val="0"/>
              <w:spacing w:line="276" w:lineRule="auto"/>
              <w:ind w:left="28" w:right="28" w:firstLineChars="64" w:firstLine="134"/>
              <w:rPr>
                <w:rFonts w:hAnsi="ＭＳ 明朝"/>
                <w:szCs w:val="21"/>
              </w:rPr>
            </w:pPr>
            <w:r w:rsidRPr="003000F2">
              <w:rPr>
                <w:rFonts w:hAnsi="ＭＳ 明朝" w:cs="FUJ-Minchotai" w:hint="eastAsia"/>
                <w:kern w:val="0"/>
                <w:szCs w:val="21"/>
              </w:rPr>
              <w:t>あなたの</w:t>
            </w:r>
            <w:r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 xml:space="preserve">手　　当　　</w:t>
            </w:r>
            <w:r w:rsidRPr="002A202E"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>名</w:t>
            </w:r>
            <w:r w:rsidRPr="003000F2">
              <w:rPr>
                <w:rFonts w:hAnsi="ＭＳ 明朝" w:hint="eastAsia"/>
                <w:szCs w:val="21"/>
              </w:rPr>
              <w:t>については、</w:t>
            </w:r>
            <w:r w:rsidR="007352B0">
              <w:rPr>
                <w:rFonts w:hAnsi="ＭＳ 明朝" w:hint="eastAsia"/>
                <w:szCs w:val="21"/>
              </w:rPr>
              <w:t>下</w:t>
            </w:r>
            <w:r w:rsidRPr="003000F2">
              <w:rPr>
                <w:rFonts w:hAnsi="ＭＳ 明朝" w:hint="eastAsia"/>
                <w:szCs w:val="21"/>
              </w:rPr>
              <w:t>記のとおり、支給停止解除しましたので通知します。</w:t>
            </w:r>
          </w:p>
          <w:p w14:paraId="002D7E83" w14:textId="77777777" w:rsidR="00B414D0" w:rsidRDefault="00B414D0" w:rsidP="00B414D0">
            <w:pPr>
              <w:pStyle w:val="a5"/>
              <w:ind w:left="789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</w:rPr>
              <w:t>記</w:t>
            </w:r>
          </w:p>
          <w:p w14:paraId="783C4185" w14:textId="1F7A6687" w:rsidR="00B414D0" w:rsidRPr="003000F2" w:rsidRDefault="00B414D0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pacing w:val="210"/>
                <w:sz w:val="28"/>
                <w:szCs w:val="28"/>
              </w:rPr>
            </w:pPr>
          </w:p>
        </w:tc>
      </w:tr>
      <w:tr w:rsidR="00FC6408" w:rsidRPr="003000F2" w14:paraId="40AD9794" w14:textId="77777777" w:rsidTr="00CE4588">
        <w:trPr>
          <w:gridBefore w:val="1"/>
          <w:wBefore w:w="23" w:type="dxa"/>
          <w:cantSplit/>
          <w:trHeight w:val="567"/>
        </w:trPr>
        <w:tc>
          <w:tcPr>
            <w:tcW w:w="266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14:paraId="38B4E1B9" w14:textId="3EB98FF9" w:rsidR="00FC6408" w:rsidRPr="003000F2" w:rsidRDefault="00FC6408" w:rsidP="00A106E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3000F2">
              <w:rPr>
                <w:rFonts w:hAnsi="ＭＳ 明朝" w:hint="eastAsia"/>
                <w:szCs w:val="21"/>
              </w:rPr>
              <w:t xml:space="preserve">　</w:t>
            </w:r>
          </w:p>
        </w:tc>
        <w:tc>
          <w:tcPr>
            <w:tcW w:w="1847" w:type="dxa"/>
            <w:gridSpan w:val="2"/>
            <w:vAlign w:val="center"/>
          </w:tcPr>
          <w:p w14:paraId="0E444E7A" w14:textId="77777777" w:rsidR="00FC6408" w:rsidRPr="003000F2" w:rsidRDefault="00FC6408" w:rsidP="00A106E0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3000F2">
              <w:rPr>
                <w:rFonts w:hAnsi="ＭＳ 明朝" w:hint="eastAsia"/>
                <w:szCs w:val="21"/>
              </w:rPr>
              <w:t>受給者氏名</w:t>
            </w:r>
          </w:p>
        </w:tc>
        <w:tc>
          <w:tcPr>
            <w:tcW w:w="6118" w:type="dxa"/>
            <w:vAlign w:val="center"/>
          </w:tcPr>
          <w:p w14:paraId="6D8350BF" w14:textId="77777777" w:rsidR="00FC6408" w:rsidRPr="003000F2" w:rsidRDefault="00FC6408" w:rsidP="00A106E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14:paraId="61BD9297" w14:textId="77777777" w:rsidR="00FC6408" w:rsidRPr="003000F2" w:rsidRDefault="00FC6408" w:rsidP="00A106E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3000F2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3020F0" w:rsidRPr="003000F2" w14:paraId="53186237" w14:textId="77777777" w:rsidTr="00CE4588">
        <w:trPr>
          <w:gridBefore w:val="1"/>
          <w:wBefore w:w="23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5E9CD1BF" w14:textId="77777777" w:rsidR="003020F0" w:rsidRPr="003000F2" w:rsidRDefault="003020F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41276314" w14:textId="77777777" w:rsidR="003020F0" w:rsidRPr="003000F2" w:rsidRDefault="003020F0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3000F2">
              <w:rPr>
                <w:rFonts w:hAnsi="ＭＳ 明朝" w:hint="eastAsia"/>
                <w:szCs w:val="21"/>
              </w:rPr>
              <w:t>受給者住所</w:t>
            </w:r>
          </w:p>
        </w:tc>
        <w:tc>
          <w:tcPr>
            <w:tcW w:w="6118" w:type="dxa"/>
            <w:vAlign w:val="center"/>
          </w:tcPr>
          <w:p w14:paraId="1F10D62D" w14:textId="20FE6306" w:rsidR="003020F0" w:rsidRPr="00166B04" w:rsidRDefault="003020F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63F54301" w14:textId="77777777" w:rsidR="003020F0" w:rsidRPr="003000F2" w:rsidRDefault="003020F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3020F0" w:rsidRPr="003000F2" w14:paraId="37022B43" w14:textId="77777777" w:rsidTr="00CE4588">
        <w:trPr>
          <w:gridBefore w:val="1"/>
          <w:wBefore w:w="23" w:type="dxa"/>
          <w:cantSplit/>
          <w:trHeight w:val="1134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697CC48D" w14:textId="77777777" w:rsidR="003020F0" w:rsidRPr="003000F2" w:rsidRDefault="003020F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728D36A0" w14:textId="77777777" w:rsidR="003020F0" w:rsidRPr="003000F2" w:rsidRDefault="003020F0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3000F2">
              <w:rPr>
                <w:rFonts w:hAnsi="ＭＳ 明朝" w:hint="eastAsia"/>
                <w:szCs w:val="21"/>
              </w:rPr>
              <w:t>支給停止解除の理由</w:t>
            </w:r>
          </w:p>
        </w:tc>
        <w:tc>
          <w:tcPr>
            <w:tcW w:w="6118" w:type="dxa"/>
            <w:vAlign w:val="center"/>
          </w:tcPr>
          <w:p w14:paraId="2E759D6D" w14:textId="77777777" w:rsidR="003020F0" w:rsidRPr="003000F2" w:rsidRDefault="003020F0" w:rsidP="00266160">
            <w:pPr>
              <w:overflowPunct w:val="0"/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71251777" w14:textId="77777777" w:rsidR="003020F0" w:rsidRPr="003000F2" w:rsidRDefault="003020F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3020F0" w:rsidRPr="003000F2" w14:paraId="0A17F5F7" w14:textId="77777777" w:rsidTr="00D75B2B">
        <w:trPr>
          <w:gridBefore w:val="1"/>
          <w:wBefore w:w="23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69428D11" w14:textId="77777777" w:rsidR="003020F0" w:rsidRPr="003000F2" w:rsidRDefault="003020F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392ABC50" w14:textId="77777777" w:rsidR="003020F0" w:rsidRPr="003000F2" w:rsidRDefault="003020F0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3000F2">
              <w:rPr>
                <w:rFonts w:hAnsi="ＭＳ 明朝" w:hint="eastAsia"/>
                <w:szCs w:val="21"/>
              </w:rPr>
              <w:t>支給停止解除の期間</w:t>
            </w:r>
          </w:p>
        </w:tc>
        <w:tc>
          <w:tcPr>
            <w:tcW w:w="6118" w:type="dxa"/>
            <w:vAlign w:val="center"/>
          </w:tcPr>
          <w:p w14:paraId="37871B8F" w14:textId="77777777" w:rsidR="003020F0" w:rsidRPr="003000F2" w:rsidRDefault="003020F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55391643" w14:textId="77777777" w:rsidR="003020F0" w:rsidRPr="003000F2" w:rsidRDefault="003020F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3020F0" w:rsidRPr="003000F2" w14:paraId="1E3EA1C4" w14:textId="77777777" w:rsidTr="00CE4588">
        <w:trPr>
          <w:gridBefore w:val="1"/>
          <w:wBefore w:w="23" w:type="dxa"/>
          <w:cantSplit/>
          <w:trHeight w:val="1701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5443AE3D" w14:textId="77777777" w:rsidR="003020F0" w:rsidRPr="003000F2" w:rsidRDefault="003020F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shd w:val="clear" w:color="auto" w:fill="auto"/>
            <w:vAlign w:val="center"/>
          </w:tcPr>
          <w:p w14:paraId="2BF54C08" w14:textId="4128ABFA" w:rsidR="0028353D" w:rsidRPr="00331E94" w:rsidRDefault="003020F0" w:rsidP="00F531B9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3020F0">
              <w:rPr>
                <w:rFonts w:hAnsi="ＭＳ 明朝" w:hint="eastAsia"/>
                <w:szCs w:val="21"/>
              </w:rPr>
              <w:t>備考</w:t>
            </w:r>
          </w:p>
        </w:tc>
        <w:tc>
          <w:tcPr>
            <w:tcW w:w="6118" w:type="dxa"/>
            <w:shd w:val="clear" w:color="auto" w:fill="92D050"/>
            <w:vAlign w:val="center"/>
          </w:tcPr>
          <w:p w14:paraId="7C7291AA" w14:textId="77777777" w:rsidR="003020F0" w:rsidRDefault="003020F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  <w:p w14:paraId="524B20E4" w14:textId="3929D02E" w:rsidR="00EF0279" w:rsidRPr="00CF7276" w:rsidRDefault="00B11533" w:rsidP="00B11533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color w:val="FFFFFF"/>
                <w:szCs w:val="21"/>
              </w:rPr>
            </w:pPr>
            <w:r w:rsidRPr="00CF7276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固定</w:t>
            </w:r>
            <w:r w:rsidR="00A17379" w:rsidRPr="00CF7276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文言</w:t>
            </w:r>
            <w:r w:rsidR="00F531B9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１</w:t>
            </w:r>
            <w:r w:rsidRPr="00CF7276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＋編集</w:t>
            </w:r>
            <w:r w:rsidR="00A17379" w:rsidRPr="00CF7276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１</w:t>
            </w:r>
          </w:p>
          <w:p w14:paraId="2739A7AB" w14:textId="77777777" w:rsidR="00EF0279" w:rsidRPr="003000F2" w:rsidRDefault="00EF0279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69E2009E" w14:textId="77777777" w:rsidR="003020F0" w:rsidRPr="003000F2" w:rsidRDefault="003020F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D6512C" w:rsidRPr="003000F2" w14:paraId="53A63210" w14:textId="77777777" w:rsidTr="00A106E0">
        <w:trPr>
          <w:gridBefore w:val="1"/>
          <w:wBefore w:w="23" w:type="dxa"/>
          <w:cantSplit/>
          <w:trHeight w:val="136"/>
        </w:trPr>
        <w:tc>
          <w:tcPr>
            <w:tcW w:w="8491" w:type="dxa"/>
            <w:gridSpan w:val="6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63D0930C" w14:textId="6FD527B5" w:rsidR="00D6512C" w:rsidRPr="003000F2" w:rsidRDefault="00125FA6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>
              <w:rPr>
                <w:rFonts w:hAnsi="ＭＳ 明朝" w:cs="FUJ-Minchotai"/>
                <w:noProof/>
                <w:kern w:val="0"/>
                <w:szCs w:val="21"/>
              </w:rPr>
              <w:pict w14:anchorId="4371BEB2">
                <v:rect id="正方形/長方形 4" o:spid="_x0000_s2056" style="position:absolute;left:0;text-align:left;margin-left:-1.9pt;margin-top:3.95pt;width:424.85pt;height:47.85pt;z-index:251657728;visibility:visible;mso-wrap-distance-left:9pt;mso-wrap-distance-top:0;mso-wrap-distance-right:9pt;mso-wrap-distance-bottom:0;mso-position-horizontal-relative:text;mso-position-vertical-relative:text;v-text-anchor:middle" fillcolor="#92d050" strokecolor="#92d050" strokeweight="1pt">
                  <v:fill opacity="52429f"/>
                  <v:textbox style="mso-next-textbox:#正方形/長方形 4">
                    <w:txbxContent>
                      <w:p w14:paraId="66427E47" w14:textId="77777777" w:rsidR="00BE2B84" w:rsidRDefault="00BE2B84" w:rsidP="00D158F4">
                        <w:pPr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</w:p>
                      <w:p w14:paraId="569DF05A" w14:textId="2385FCDD" w:rsidR="00D158F4" w:rsidRPr="00F531B9" w:rsidRDefault="00F531B9" w:rsidP="00D158F4">
                        <w:pPr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  <w:r w:rsidRPr="00F531B9">
                          <w:rPr>
                            <w:rFonts w:ascii="ＭＳ ゴシック" w:eastAsia="ＭＳ ゴシック" w:hAnsi="ＭＳ ゴシック" w:cs="ＭＳ 明朝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自由記載１</w:t>
                        </w:r>
                      </w:p>
                    </w:txbxContent>
                  </v:textbox>
                </v:rect>
              </w:pict>
            </w:r>
            <w:r w:rsidR="00D6512C" w:rsidRPr="003000F2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6443EA" w:rsidRPr="003000F2" w14:paraId="6254131F" w14:textId="77777777" w:rsidTr="00A106E0">
        <w:trPr>
          <w:gridBefore w:val="1"/>
          <w:wBefore w:w="23" w:type="dxa"/>
          <w:cantSplit/>
          <w:trHeight w:val="409"/>
        </w:trPr>
        <w:tc>
          <w:tcPr>
            <w:tcW w:w="8491" w:type="dxa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7313E999" w14:textId="5DF58705" w:rsidR="00D158F4" w:rsidRDefault="00D158F4" w:rsidP="00B414D0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29DB6F93" w14:textId="52E33FD0" w:rsidR="00CE4588" w:rsidRPr="003000F2" w:rsidRDefault="00CE4588" w:rsidP="00B414D0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</w:tc>
      </w:tr>
      <w:tr w:rsidR="00EE5C6B" w:rsidRPr="003000F2" w14:paraId="00FE8C87" w14:textId="77777777" w:rsidTr="00CE4588">
        <w:trPr>
          <w:gridBefore w:val="1"/>
          <w:wBefore w:w="23" w:type="dxa"/>
          <w:cantSplit/>
          <w:trHeight w:val="2925"/>
        </w:trPr>
        <w:tc>
          <w:tcPr>
            <w:tcW w:w="8491" w:type="dxa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D46443B" w14:textId="77777777" w:rsidR="00EE5C6B" w:rsidRPr="00890837" w:rsidRDefault="00125FA6" w:rsidP="00EE5C6B">
            <w:pPr>
              <w:wordWrap w:val="0"/>
              <w:overflowPunct w:val="0"/>
              <w:autoSpaceDE w:val="0"/>
              <w:autoSpaceDN w:val="0"/>
              <w:spacing w:before="240"/>
              <w:ind w:firstLineChars="78" w:firstLine="164"/>
              <w:rPr>
                <w:rFonts w:hAnsi="ＭＳ 明朝" w:cs="FUJ-Minchotai"/>
                <w:kern w:val="0"/>
                <w:szCs w:val="21"/>
              </w:rPr>
            </w:pPr>
            <w:r>
              <w:rPr>
                <w:noProof/>
              </w:rPr>
              <w:pict w14:anchorId="00AE113D">
                <v:rect id="正方形/長方形 8" o:spid="_x0000_s2062" style="position:absolute;left:0;text-align:left;margin-left:-2.15pt;margin-top:12.4pt;width:425.25pt;height:136pt;z-index:251661824;visibility:visible;mso-position-horizontal-relative:text;mso-position-vertical-relative:text;mso-width-relative:margin;mso-height-relative:margin;v-text-anchor:middle" fillcolor="#92d050" strokecolor="#92d050" strokeweight="1pt">
                  <v:fill opacity="52429f"/>
                  <v:textbox style="mso-next-textbox:#正方形/長方形 8">
                    <w:txbxContent>
                      <w:p w14:paraId="30D8040A" w14:textId="77777777" w:rsidR="00EE5C6B" w:rsidRPr="00CC5C0C" w:rsidRDefault="00EE5C6B" w:rsidP="00BB10A4">
                        <w:pPr>
                          <w:spacing w:before="240" w:line="720" w:lineRule="auto"/>
                          <w:jc w:val="center"/>
                          <w:rPr>
                            <w:rFonts w:ascii="ＭＳ ゴシック" w:eastAsia="ＭＳ ゴシック" w:hAnsi="ＭＳ ゴシック"/>
                            <w:sz w:val="24"/>
                            <w:szCs w:val="24"/>
                          </w:rPr>
                        </w:pPr>
                        <w:r w:rsidRPr="00CC5C0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教示文</w:t>
                        </w:r>
                      </w:p>
                    </w:txbxContent>
                  </v:textbox>
                </v:rect>
              </w:pict>
            </w:r>
            <w:r w:rsidR="00EE5C6B" w:rsidRPr="00890837">
              <w:rPr>
                <w:rFonts w:hAnsi="ＭＳ 明朝" w:cs="FUJ-Minchotai" w:hint="eastAsia"/>
                <w:kern w:val="0"/>
                <w:szCs w:val="21"/>
              </w:rPr>
              <w:t>この</w:t>
            </w:r>
            <w:r w:rsidR="00EE5C6B">
              <w:rPr>
                <w:rFonts w:hAnsi="ＭＳ 明朝" w:cs="FUJ-Minchotai" w:hint="eastAsia"/>
                <w:kern w:val="0"/>
                <w:szCs w:val="21"/>
              </w:rPr>
              <w:t>処分</w:t>
            </w:r>
            <w:r w:rsidR="00EE5C6B" w:rsidRPr="00890837">
              <w:rPr>
                <w:rFonts w:hAnsi="ＭＳ 明朝" w:cs="FUJ-Minchotai" w:hint="eastAsia"/>
                <w:kern w:val="0"/>
                <w:szCs w:val="21"/>
              </w:rPr>
              <w:t>に不服があるときは、この通知書を受けた日の翌日から起算して3か月以内に、書面で、</w:t>
            </w:r>
            <w:r w:rsidR="00EE5C6B" w:rsidRPr="00281FA4">
              <w:rPr>
                <w:rFonts w:hAnsi="ＭＳ 明朝" w:cs="FUJ-Minchotai" w:hint="eastAsia"/>
                <w:kern w:val="0"/>
                <w:szCs w:val="21"/>
              </w:rPr>
              <w:t>都道府県</w:t>
            </w:r>
            <w:r w:rsidR="00EE5C6B" w:rsidRPr="00890837">
              <w:rPr>
                <w:rFonts w:hAnsi="ＭＳ 明朝" w:cs="FUJ-Minchotai" w:hint="eastAsia"/>
                <w:kern w:val="0"/>
                <w:szCs w:val="21"/>
              </w:rPr>
              <w:t>知事に対して審査請求をすることができます。</w:t>
            </w:r>
          </w:p>
          <w:p w14:paraId="6BB46558" w14:textId="77777777" w:rsidR="00EE5C6B" w:rsidRPr="00890837" w:rsidRDefault="00EE5C6B" w:rsidP="00EE5C6B">
            <w:pPr>
              <w:autoSpaceDE w:val="0"/>
              <w:autoSpaceDN w:val="0"/>
              <w:adjustRightInd w:val="0"/>
              <w:ind w:firstLineChars="78" w:firstLine="164"/>
              <w:jc w:val="left"/>
              <w:rPr>
                <w:rFonts w:hAnsi="ＭＳ 明朝" w:cs="FUJ-Minchotai"/>
                <w:kern w:val="0"/>
                <w:szCs w:val="21"/>
              </w:rPr>
            </w:pPr>
            <w:r w:rsidRPr="00890837">
              <w:rPr>
                <w:rFonts w:hAnsi="ＭＳ 明朝" w:cs="FUJ-Minchotai" w:hint="eastAsia"/>
                <w:kern w:val="0"/>
                <w:szCs w:val="21"/>
              </w:rPr>
              <w:t>ただし、この通知書を受けた日の翌日から起算して3か月以内であっても、この処分の日の翌日から起算して１年を経過したときは、審査請求をすることができません。</w:t>
            </w:r>
          </w:p>
          <w:p w14:paraId="02A0DFFA" w14:textId="77777777" w:rsidR="00EE5C6B" w:rsidRPr="00890837" w:rsidRDefault="00EE5C6B" w:rsidP="00EE5C6B">
            <w:pPr>
              <w:wordWrap w:val="0"/>
              <w:overflowPunct w:val="0"/>
              <w:autoSpaceDE w:val="0"/>
              <w:autoSpaceDN w:val="0"/>
              <w:ind w:left="22" w:firstLine="142"/>
              <w:rPr>
                <w:rFonts w:hAnsi="ＭＳ 明朝"/>
                <w:szCs w:val="21"/>
              </w:rPr>
            </w:pPr>
            <w:r w:rsidRPr="00281FA4">
              <w:rPr>
                <w:rFonts w:hAnsi="ＭＳ 明朝" w:hint="eastAsia"/>
                <w:szCs w:val="21"/>
              </w:rPr>
              <w:t>この処分の取消しを求める訴え（取消訴訟）</w:t>
            </w:r>
            <w:r w:rsidRPr="00890837">
              <w:rPr>
                <w:rFonts w:hAnsi="ＭＳ 明朝" w:hint="eastAsia"/>
                <w:szCs w:val="21"/>
              </w:rPr>
              <w:t>は、この通知書を受けた日の翌日から起算して6か月以内に、</w:t>
            </w:r>
            <w:r w:rsidRPr="00281FA4">
              <w:rPr>
                <w:rFonts w:hAnsi="ＭＳ 明朝" w:cs="FUJ-Minchotai" w:hint="eastAsia"/>
                <w:kern w:val="0"/>
                <w:szCs w:val="21"/>
              </w:rPr>
              <w:t>市町村</w:t>
            </w:r>
            <w:r w:rsidRPr="00281FA4">
              <w:rPr>
                <w:rFonts w:hAnsi="ＭＳ 明朝" w:hint="eastAsia"/>
                <w:szCs w:val="21"/>
              </w:rPr>
              <w:t>（都道府県がした処分については都道府県）</w:t>
            </w:r>
            <w:r w:rsidRPr="00890837">
              <w:rPr>
                <w:rFonts w:hAnsi="ＭＳ 明朝" w:hint="eastAsia"/>
                <w:szCs w:val="21"/>
              </w:rPr>
              <w:t>を被告として</w:t>
            </w:r>
            <w:r w:rsidRPr="00890837">
              <w:rPr>
                <w:rFonts w:hAnsi="ＭＳ 明朝"/>
                <w:szCs w:val="21"/>
              </w:rPr>
              <w:t>(</w:t>
            </w:r>
            <w:r w:rsidRPr="00890837">
              <w:rPr>
                <w:rFonts w:hAnsi="ＭＳ 明朝" w:hint="eastAsia"/>
                <w:szCs w:val="21"/>
              </w:rPr>
              <w:t>訴訟において</w:t>
            </w:r>
            <w:r w:rsidRPr="00281FA4">
              <w:rPr>
                <w:rFonts w:hAnsi="ＭＳ 明朝" w:cs="FUJ-Minchotai" w:hint="eastAsia"/>
                <w:kern w:val="0"/>
                <w:szCs w:val="21"/>
              </w:rPr>
              <w:t>市町村</w:t>
            </w:r>
            <w:r>
              <w:rPr>
                <w:rFonts w:hAnsi="ＭＳ 明朝" w:cs="FUJ-Minchotai" w:hint="eastAsia"/>
                <w:kern w:val="0"/>
                <w:szCs w:val="21"/>
              </w:rPr>
              <w:t>（都道府県）</w:t>
            </w:r>
            <w:r w:rsidRPr="00890837">
              <w:rPr>
                <w:rFonts w:hAnsi="ＭＳ 明朝" w:hint="eastAsia"/>
                <w:szCs w:val="21"/>
              </w:rPr>
              <w:t>を代表する者は</w:t>
            </w:r>
            <w:r w:rsidRPr="00281FA4">
              <w:rPr>
                <w:rFonts w:hAnsi="ＭＳ 明朝" w:hint="eastAsia"/>
                <w:szCs w:val="21"/>
              </w:rPr>
              <w:t>市町村長</w:t>
            </w:r>
            <w:r>
              <w:rPr>
                <w:rFonts w:hAnsi="ＭＳ 明朝" w:hint="eastAsia"/>
                <w:szCs w:val="21"/>
              </w:rPr>
              <w:t>（都道府県知事）</w:t>
            </w:r>
            <w:r w:rsidRPr="00890837">
              <w:rPr>
                <w:rFonts w:hAnsi="ＭＳ 明朝" w:hint="eastAsia"/>
                <w:szCs w:val="21"/>
              </w:rPr>
              <w:t>となります。</w:t>
            </w:r>
            <w:r w:rsidRPr="00890837">
              <w:rPr>
                <w:rFonts w:hAnsi="ＭＳ 明朝"/>
                <w:szCs w:val="21"/>
              </w:rPr>
              <w:t>)</w:t>
            </w:r>
            <w:r w:rsidRPr="00890837">
              <w:rPr>
                <w:rFonts w:hAnsi="ＭＳ 明朝" w:hint="eastAsia"/>
                <w:szCs w:val="21"/>
              </w:rPr>
              <w:t>、提起することができます。</w:t>
            </w:r>
          </w:p>
          <w:p w14:paraId="7981BB62" w14:textId="70BD28CC" w:rsidR="00EE5C6B" w:rsidRPr="003000F2" w:rsidRDefault="00EE5C6B" w:rsidP="00EE5C6B">
            <w:pPr>
              <w:autoSpaceDE w:val="0"/>
              <w:autoSpaceDN w:val="0"/>
              <w:adjustRightInd w:val="0"/>
              <w:ind w:firstLineChars="78" w:firstLine="164"/>
              <w:jc w:val="left"/>
              <w:rPr>
                <w:rFonts w:hAnsi="ＭＳ 明朝"/>
                <w:szCs w:val="21"/>
              </w:rPr>
            </w:pPr>
            <w:r w:rsidRPr="00890837">
              <w:rPr>
                <w:rFonts w:hAnsi="ＭＳ 明朝" w:cs="FUJ-Minchotai" w:hint="eastAsia"/>
                <w:kern w:val="0"/>
                <w:szCs w:val="21"/>
              </w:rPr>
              <w:t>ただし、この通知書を受けた日の翌日から起算して6か月以内であっても、この処分の日の翌日から起算して１年を経過したときは、取消訴訟を提起することができません。</w:t>
            </w:r>
          </w:p>
        </w:tc>
      </w:tr>
      <w:tr w:rsidR="00EE5C6B" w:rsidRPr="003000F2" w14:paraId="7F95452A" w14:textId="77777777" w:rsidTr="00A106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trHeight w:val="292"/>
        </w:trPr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4017F2E" w14:textId="77777777" w:rsidR="00EE5C6B" w:rsidRDefault="00EE5C6B" w:rsidP="00EE5C6B">
            <w:pPr>
              <w:pStyle w:val="a5"/>
              <w:spacing w:line="240" w:lineRule="exact"/>
              <w:ind w:leftChars="-46" w:left="5857" w:hanging="5954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4061B623" w14:textId="78790A15" w:rsidR="00EE5C6B" w:rsidRPr="003000F2" w:rsidRDefault="00EE5C6B" w:rsidP="00EE5C6B">
            <w:pPr>
              <w:pStyle w:val="a5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EE5C6B" w:rsidRPr="003000F2" w14:paraId="268FAD69" w14:textId="77777777" w:rsidTr="00A106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C8B4981" w14:textId="77777777" w:rsidR="00EE5C6B" w:rsidRPr="003000F2" w:rsidRDefault="00EE5C6B" w:rsidP="00EE5C6B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3000F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EE5C6B" w:rsidRPr="003000F2" w14:paraId="53B20D28" w14:textId="77777777" w:rsidTr="00A106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0FC5CEC" w14:textId="77777777" w:rsidR="00EE5C6B" w:rsidRPr="003000F2" w:rsidRDefault="00EE5C6B" w:rsidP="00EE5C6B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3000F2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85CA64" w14:textId="77777777" w:rsidR="00EE5C6B" w:rsidRPr="003000F2" w:rsidRDefault="00EE5C6B" w:rsidP="00EE5C6B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3000F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EE5C6B" w:rsidRPr="003000F2" w14:paraId="22F9EC11" w14:textId="77777777" w:rsidTr="00A106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0AFA586" w14:textId="77777777" w:rsidR="00EE5C6B" w:rsidRPr="00B91B94" w:rsidRDefault="00EE5C6B" w:rsidP="00EE5C6B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B91B94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D6DF866" w14:textId="77777777" w:rsidR="00EE5C6B" w:rsidRPr="00B91B94" w:rsidRDefault="00EE5C6B" w:rsidP="00EE5C6B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B91B94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EDF1821" w14:textId="77777777" w:rsidR="00EE5C6B" w:rsidRPr="00B91B94" w:rsidRDefault="00EE5C6B" w:rsidP="00EE5C6B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B91B9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　FAX番号　123-456-7890</w:t>
            </w:r>
          </w:p>
          <w:p w14:paraId="6BCFEE68" w14:textId="1F9AEB6B" w:rsidR="00EE5C6B" w:rsidRPr="00B91B94" w:rsidRDefault="00EE5C6B" w:rsidP="00EE5C6B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B91B9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xxxxxxxxxx@yyy.zzz.aaa</w:t>
            </w:r>
          </w:p>
        </w:tc>
      </w:tr>
    </w:tbl>
    <w:p w14:paraId="68E20B62" w14:textId="62EAB53E" w:rsidR="00D6512C" w:rsidRPr="0074632E" w:rsidRDefault="00D6512C" w:rsidP="00A106E0">
      <w:pPr>
        <w:wordWrap w:val="0"/>
        <w:overflowPunct w:val="0"/>
        <w:autoSpaceDE w:val="0"/>
        <w:autoSpaceDN w:val="0"/>
        <w:rPr>
          <w:rFonts w:hAnsi="ＭＳ 明朝"/>
          <w:sz w:val="2"/>
          <w:szCs w:val="2"/>
        </w:rPr>
      </w:pPr>
    </w:p>
    <w:sectPr w:rsidR="00D6512C" w:rsidRPr="0074632E" w:rsidSect="005D4CB7">
      <w:headerReference w:type="default" r:id="rId10"/>
      <w:pgSz w:w="11906" w:h="16838" w:code="9"/>
      <w:pgMar w:top="1701" w:right="1701" w:bottom="851" w:left="1701" w:header="284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D7CC0C" w14:textId="77777777" w:rsidR="006B3DA7" w:rsidRDefault="006B3DA7">
      <w:r>
        <w:separator/>
      </w:r>
    </w:p>
  </w:endnote>
  <w:endnote w:type="continuationSeparator" w:id="0">
    <w:p w14:paraId="3F48A8E3" w14:textId="77777777" w:rsidR="006B3DA7" w:rsidRDefault="006B3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77A9FA" w14:textId="77777777" w:rsidR="006B3DA7" w:rsidRDefault="006B3DA7">
      <w:r>
        <w:separator/>
      </w:r>
    </w:p>
  </w:footnote>
  <w:footnote w:type="continuationSeparator" w:id="0">
    <w:p w14:paraId="7B75AA00" w14:textId="77777777" w:rsidR="006B3DA7" w:rsidRDefault="006B3D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8679C5" w14:textId="77777777" w:rsidR="00F2197C" w:rsidRDefault="00F2197C" w:rsidP="00125FA6">
    <w:pPr>
      <w:pStyle w:val="a3"/>
      <w:jc w:val="right"/>
    </w:pPr>
    <w:r>
      <w:rPr>
        <w:rFonts w:hAnsi="Century" w:hint="eastAsia"/>
      </w:rPr>
      <w:t>様式第</w:t>
    </w:r>
    <w:r w:rsidR="00266160">
      <w:rPr>
        <w:rFonts w:hAnsi="Century" w:hint="eastAsia"/>
      </w:rPr>
      <w:t>6</w:t>
    </w:r>
    <w:r>
      <w:rPr>
        <w:rFonts w:hAnsi="Century"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206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A283D"/>
    <w:rsid w:val="00047327"/>
    <w:rsid w:val="00062150"/>
    <w:rsid w:val="00087C1E"/>
    <w:rsid w:val="000B5B19"/>
    <w:rsid w:val="000C79E7"/>
    <w:rsid w:val="00116570"/>
    <w:rsid w:val="001207B7"/>
    <w:rsid w:val="00125FA6"/>
    <w:rsid w:val="00166B04"/>
    <w:rsid w:val="001C4264"/>
    <w:rsid w:val="001D0887"/>
    <w:rsid w:val="001D4704"/>
    <w:rsid w:val="001D51BE"/>
    <w:rsid w:val="001F3314"/>
    <w:rsid w:val="002214D8"/>
    <w:rsid w:val="002374BA"/>
    <w:rsid w:val="00247CD8"/>
    <w:rsid w:val="00266160"/>
    <w:rsid w:val="0028353D"/>
    <w:rsid w:val="002D2374"/>
    <w:rsid w:val="003000F2"/>
    <w:rsid w:val="003020F0"/>
    <w:rsid w:val="00331E94"/>
    <w:rsid w:val="00352D62"/>
    <w:rsid w:val="00356FA5"/>
    <w:rsid w:val="00357A41"/>
    <w:rsid w:val="003A5FD4"/>
    <w:rsid w:val="003D2395"/>
    <w:rsid w:val="003E584B"/>
    <w:rsid w:val="00431161"/>
    <w:rsid w:val="004E5A5B"/>
    <w:rsid w:val="0050231D"/>
    <w:rsid w:val="00560ECA"/>
    <w:rsid w:val="00590C7C"/>
    <w:rsid w:val="005D4CB7"/>
    <w:rsid w:val="006078D4"/>
    <w:rsid w:val="00612FDB"/>
    <w:rsid w:val="006443EA"/>
    <w:rsid w:val="00675F5D"/>
    <w:rsid w:val="00683792"/>
    <w:rsid w:val="0068686D"/>
    <w:rsid w:val="00692EB5"/>
    <w:rsid w:val="006B3DA7"/>
    <w:rsid w:val="007137B8"/>
    <w:rsid w:val="007352B0"/>
    <w:rsid w:val="0074632E"/>
    <w:rsid w:val="007C51FF"/>
    <w:rsid w:val="007D77C5"/>
    <w:rsid w:val="00801B5A"/>
    <w:rsid w:val="008074CF"/>
    <w:rsid w:val="00914679"/>
    <w:rsid w:val="00950A02"/>
    <w:rsid w:val="009647CD"/>
    <w:rsid w:val="009A3B65"/>
    <w:rsid w:val="009C021C"/>
    <w:rsid w:val="009E1BF4"/>
    <w:rsid w:val="009F0EB2"/>
    <w:rsid w:val="009F493F"/>
    <w:rsid w:val="00A106E0"/>
    <w:rsid w:val="00A17379"/>
    <w:rsid w:val="00A43109"/>
    <w:rsid w:val="00A561E4"/>
    <w:rsid w:val="00A70391"/>
    <w:rsid w:val="00AC5CC3"/>
    <w:rsid w:val="00AC682D"/>
    <w:rsid w:val="00AD2F61"/>
    <w:rsid w:val="00AD5B18"/>
    <w:rsid w:val="00B024B5"/>
    <w:rsid w:val="00B11533"/>
    <w:rsid w:val="00B240E1"/>
    <w:rsid w:val="00B30F24"/>
    <w:rsid w:val="00B36232"/>
    <w:rsid w:val="00B414D0"/>
    <w:rsid w:val="00B45BDC"/>
    <w:rsid w:val="00B47A2C"/>
    <w:rsid w:val="00B56236"/>
    <w:rsid w:val="00B91B94"/>
    <w:rsid w:val="00BA4DB0"/>
    <w:rsid w:val="00BE2B84"/>
    <w:rsid w:val="00C219C6"/>
    <w:rsid w:val="00C6334C"/>
    <w:rsid w:val="00C77F7D"/>
    <w:rsid w:val="00CA126B"/>
    <w:rsid w:val="00CA283D"/>
    <w:rsid w:val="00CA4880"/>
    <w:rsid w:val="00CC2CED"/>
    <w:rsid w:val="00CC5E25"/>
    <w:rsid w:val="00CD2DD6"/>
    <w:rsid w:val="00CE4588"/>
    <w:rsid w:val="00CF7276"/>
    <w:rsid w:val="00CF7ADE"/>
    <w:rsid w:val="00D158F4"/>
    <w:rsid w:val="00D26AB9"/>
    <w:rsid w:val="00D6512C"/>
    <w:rsid w:val="00D75B2B"/>
    <w:rsid w:val="00D83528"/>
    <w:rsid w:val="00D86311"/>
    <w:rsid w:val="00DC2646"/>
    <w:rsid w:val="00DD5F5B"/>
    <w:rsid w:val="00DF699C"/>
    <w:rsid w:val="00E14EB7"/>
    <w:rsid w:val="00E237EE"/>
    <w:rsid w:val="00E61107"/>
    <w:rsid w:val="00E839B9"/>
    <w:rsid w:val="00EA28F4"/>
    <w:rsid w:val="00EB6B18"/>
    <w:rsid w:val="00ED2DC4"/>
    <w:rsid w:val="00ED4F40"/>
    <w:rsid w:val="00ED5D1A"/>
    <w:rsid w:val="00EE5C6B"/>
    <w:rsid w:val="00EF0279"/>
    <w:rsid w:val="00F05652"/>
    <w:rsid w:val="00F156B5"/>
    <w:rsid w:val="00F2197C"/>
    <w:rsid w:val="00F27ECE"/>
    <w:rsid w:val="00F531B9"/>
    <w:rsid w:val="00FA24ED"/>
    <w:rsid w:val="00FC6408"/>
    <w:rsid w:val="00FD2138"/>
    <w:rsid w:val="00FE1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4">
      <v:textbox inset="5.85pt,.7pt,5.85pt,.7pt"/>
    </o:shapedefaults>
    <o:shapelayout v:ext="edit">
      <o:idmap v:ext="edit" data="2"/>
      <o:rules v:ext="edit">
        <o:r id="V:Rule2" type="connector" idref="#_x0000_s2058"/>
      </o:rules>
    </o:shapelayout>
  </w:shapeDefaults>
  <w:decimalSymbol w:val="."/>
  <w:listSeparator w:val=","/>
  <w14:docId w14:val="761FCE3B"/>
  <w15:chartTrackingRefBased/>
  <w15:docId w15:val="{132B0ADA-5CCF-414B-87AC-8690591CF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A106E0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A106E0"/>
    <w:rPr>
      <w:rFonts w:ascii="kiloji" w:eastAsia="kiloji" w:hAnsi="kiloji" w:cs="kiloji"/>
    </w:rPr>
  </w:style>
  <w:style w:type="character" w:styleId="a7">
    <w:name w:val="annotation reference"/>
    <w:uiPriority w:val="99"/>
    <w:semiHidden/>
    <w:unhideWhenUsed/>
    <w:rsid w:val="00B47A2C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B47A2C"/>
    <w:pPr>
      <w:jc w:val="left"/>
    </w:pPr>
  </w:style>
  <w:style w:type="character" w:customStyle="1" w:styleId="a9">
    <w:name w:val="コメント文字列 (文字)"/>
    <w:link w:val="a8"/>
    <w:uiPriority w:val="99"/>
    <w:rsid w:val="00B47A2C"/>
    <w:rPr>
      <w:rFonts w:ascii="ＭＳ 明朝" w:hAnsi="Courier New"/>
      <w:kern w:val="2"/>
      <w:sz w:val="21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47A2C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B47A2C"/>
    <w:rPr>
      <w:rFonts w:ascii="ＭＳ 明朝" w:hAnsi="Courier New"/>
      <w:b/>
      <w:bCs/>
      <w:kern w:val="2"/>
      <w:sz w:val="21"/>
    </w:rPr>
  </w:style>
  <w:style w:type="paragraph" w:styleId="ac">
    <w:name w:val="Balloon Text"/>
    <w:basedOn w:val="a"/>
    <w:link w:val="ad"/>
    <w:uiPriority w:val="99"/>
    <w:semiHidden/>
    <w:unhideWhenUsed/>
    <w:rsid w:val="00087C1E"/>
    <w:rPr>
      <w:rFonts w:ascii="游ゴシック Light" w:eastAsia="游ゴシック Light" w:hAnsi="游ゴシック Light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087C1E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e">
    <w:name w:val="No Spacing"/>
    <w:uiPriority w:val="1"/>
    <w:qFormat/>
    <w:rsid w:val="001D0887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59C7FB0-5211-44BA-85D2-56BD46FDEB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4E3C8D-5A0C-43EA-AAFD-90C17054C98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883B4C1-6418-49BE-B119-41618858DF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54BB056-4ED9-4DA0-AFCB-2138D70DC9B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44</TotalTime>
  <Pages>1</Pages>
  <Words>94</Words>
  <Characters>538</Characters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2021-12-20T04:34:00Z</cp:lastPrinted>
  <dcterms:created xsi:type="dcterms:W3CDTF">2021-10-21T04:38:00Z</dcterms:created>
  <dcterms:modified xsi:type="dcterms:W3CDTF">2024-11-24T01:10:00Z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2021-09-17T13:26:16Z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c82e1b4f-884e-4a96-9556-9e0e43544a25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0x01010096220A15878FCC4391016689CB66FC4C</vt:lpwstr>
  </property>
</Properties>
</file>