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B9036D" w14:textId="79AFE5DA" w:rsidR="00D6512C" w:rsidRDefault="00804B46">
      <w:pPr>
        <w:wordWrap w:val="0"/>
        <w:overflowPunct w:val="0"/>
        <w:autoSpaceDE w:val="0"/>
        <w:autoSpaceDN w:val="0"/>
        <w:rPr>
          <w:rFonts w:hAnsi="Century"/>
        </w:rPr>
      </w:pPr>
      <w:r>
        <w:rPr>
          <w:rFonts w:hAnsi="Century"/>
          <w:noProof/>
        </w:rPr>
        <w:pict w14:anchorId="1BA90056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45" type="#_x0000_t202" style="position:absolute;left:0;text-align:left;margin-left:290.2pt;margin-top:-50.35pt;width:121.7pt;height:51.05pt;z-index:251659776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" filled="f" stroked="f">
            <v:textbox inset="0,0,0,0">
              <w:txbxContent>
                <w:p w14:paraId="76FD88E9" w14:textId="77777777" w:rsidR="00FC5FC3" w:rsidRPr="004D2C41" w:rsidRDefault="00FC5FC3" w:rsidP="00FC5FC3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第</w:t>
                  </w:r>
                  <w:r w:rsidRPr="004D2C41">
                    <w:rPr>
                      <w:rFonts w:ascii="ＭＳ 明朝" w:eastAsia="ＭＳ 明朝" w:hAnsi="ＭＳ 明朝" w:hint="eastAsia"/>
                    </w:rPr>
                    <w:t xml:space="preserve">　　　　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号</w:t>
                  </w:r>
                </w:p>
                <w:p w14:paraId="777A56D1" w14:textId="77777777" w:rsidR="00FC5FC3" w:rsidRPr="004D2C41" w:rsidRDefault="00FC5FC3" w:rsidP="00FC5FC3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年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月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日</w:t>
                  </w:r>
                </w:p>
                <w:p w14:paraId="2B6179A7" w14:textId="77777777" w:rsidR="00FC5FC3" w:rsidRPr="004D2C41" w:rsidRDefault="00FC5FC3" w:rsidP="00FC5FC3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hAnsi="Century"/>
          <w:noProof/>
        </w:rPr>
        <w:pict w14:anchorId="158237BB">
          <v:shape id="_x0000_s1029" type="#_x0000_t202" style="position:absolute;left:0;text-align:left;margin-left:68.6pt;margin-top:39.4pt;width:184.25pt;height:99.2pt;z-index:251655680;mso-position-horizontal:absolute;mso-position-horizontal-relative:page;mso-position-vertical:absolute;mso-position-vertical-relative:page" o:allowincell="f">
            <v:textbox inset="5.85pt,.7pt,5.85pt,.7pt">
              <w:txbxContent>
                <w:p w14:paraId="3393E2E9" w14:textId="77777777" w:rsidR="00F2197C" w:rsidRDefault="00CD2DD6">
                  <w:r>
                    <w:rPr>
                      <w:rFonts w:hint="eastAsia"/>
                    </w:rPr>
                    <w:t>窓空宛名</w:t>
                  </w:r>
                </w:p>
              </w:txbxContent>
            </v:textbox>
            <w10:wrap anchorx="page" anchory="page"/>
          </v:shape>
        </w:pict>
      </w:r>
    </w:p>
    <w:p w14:paraId="27C55B91" w14:textId="77777777" w:rsidR="00F2197C" w:rsidRDefault="00F2197C">
      <w:pPr>
        <w:wordWrap w:val="0"/>
        <w:overflowPunct w:val="0"/>
        <w:autoSpaceDE w:val="0"/>
        <w:autoSpaceDN w:val="0"/>
        <w:rPr>
          <w:rFonts w:hAnsi="Century"/>
        </w:rPr>
      </w:pPr>
    </w:p>
    <w:p w14:paraId="5956A3F7" w14:textId="77777777" w:rsidR="00F2197C" w:rsidRDefault="00F2197C">
      <w:pPr>
        <w:wordWrap w:val="0"/>
        <w:overflowPunct w:val="0"/>
        <w:autoSpaceDE w:val="0"/>
        <w:autoSpaceDN w:val="0"/>
        <w:rPr>
          <w:rFonts w:hAnsi="Century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"/>
        <w:gridCol w:w="266"/>
        <w:gridCol w:w="1847"/>
        <w:gridCol w:w="2835"/>
        <w:gridCol w:w="1275"/>
        <w:gridCol w:w="2008"/>
        <w:gridCol w:w="260"/>
      </w:tblGrid>
      <w:tr w:rsidR="00D6512C" w14:paraId="7B0A4189" w14:textId="77777777" w:rsidTr="00D6187D">
        <w:trPr>
          <w:gridBefore w:val="1"/>
          <w:wBefore w:w="14" w:type="dxa"/>
          <w:cantSplit/>
          <w:trHeight w:val="1152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4E336E78" w14:textId="5D1D5DAD" w:rsidR="00EB6B18" w:rsidRDefault="00804B46" w:rsidP="00EB6B18">
            <w:pPr>
              <w:overflowPunct w:val="0"/>
              <w:autoSpaceDE w:val="0"/>
              <w:autoSpaceDN w:val="0"/>
              <w:jc w:val="left"/>
              <w:rPr>
                <w:rFonts w:hAnsi="Century"/>
              </w:rPr>
            </w:pPr>
            <w:r>
              <w:rPr>
                <w:rFonts w:hAnsi="Century"/>
                <w:noProof/>
              </w:rPr>
              <w:pict w14:anchorId="6305B234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5" type="#_x0000_t32" style="position:absolute;margin-left:13.6pt;margin-top:318.35pt;width:7.1pt;height:0;z-index:251657728;mso-position-horizontal:absolute;mso-position-horizontal-relative:page;mso-position-vertical:absolute;mso-position-vertical-relative:page;mso-width-relative:margin;mso-height-relative:margin;v-text-anchor:middle" o:connectortype="straight" o:allowincell="f" strokecolor="#2f528f" strokeweight="1pt">
                  <w10:wrap anchorx="page" anchory="page"/>
                </v:shape>
              </w:pict>
            </w:r>
          </w:p>
          <w:p w14:paraId="784CAA30" w14:textId="7E680F21" w:rsidR="00D6512C" w:rsidRDefault="002B63E3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  <w:sz w:val="28"/>
                <w:szCs w:val="28"/>
              </w:rPr>
            </w:pPr>
            <w:r w:rsidRPr="002B63E3">
              <w:rPr>
                <w:rFonts w:hAnsi="Century" w:hint="eastAsia"/>
                <w:sz w:val="28"/>
                <w:szCs w:val="28"/>
              </w:rPr>
              <w:t>特別児童扶養手当</w:t>
            </w:r>
            <w:r w:rsidR="00EA237A">
              <w:rPr>
                <w:rFonts w:hAnsi="Century" w:hint="eastAsia"/>
                <w:sz w:val="28"/>
                <w:szCs w:val="28"/>
              </w:rPr>
              <w:t>所得状況届督促</w:t>
            </w:r>
            <w:r w:rsidR="00D6512C" w:rsidRPr="00B161C7">
              <w:rPr>
                <w:rFonts w:hAnsi="Century" w:hint="eastAsia"/>
                <w:sz w:val="28"/>
                <w:szCs w:val="28"/>
              </w:rPr>
              <w:t>通知書</w:t>
            </w:r>
          </w:p>
          <w:p w14:paraId="04A7E1A0" w14:textId="77777777" w:rsidR="00D1769E" w:rsidRDefault="00D1769E" w:rsidP="00D1769E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</w:p>
          <w:p w14:paraId="378756F8" w14:textId="77777777" w:rsidR="00D1769E" w:rsidRDefault="00D1769E" w:rsidP="00D1769E">
            <w:pPr>
              <w:pStyle w:val="TableParagraph"/>
              <w:tabs>
                <w:tab w:val="left" w:pos="1624"/>
              </w:tabs>
              <w:ind w:left="184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　（申請者）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ab/>
              <w:t>様</w:t>
            </w:r>
          </w:p>
          <w:p w14:paraId="6AEFCFB6" w14:textId="77777777" w:rsidR="00E57493" w:rsidRDefault="00E57493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  <w:sz w:val="28"/>
                <w:szCs w:val="28"/>
              </w:rPr>
            </w:pPr>
          </w:p>
          <w:p w14:paraId="5804F7B4" w14:textId="77777777" w:rsidR="00D1769E" w:rsidRDefault="00D1769E" w:rsidP="005932AB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 w:frame="1"/>
              </w:rPr>
            </w:pPr>
            <w:r>
              <w:rPr>
                <w:rFonts w:hAnsi="ＭＳ 明朝" w:hint="eastAsia"/>
                <w:szCs w:val="21"/>
              </w:rPr>
              <w:t xml:space="preserve">市　町　村　長　</w:t>
            </w:r>
            <w:r>
              <w:rPr>
                <w:rFonts w:hAnsi="ＭＳ 明朝" w:hint="eastAsia"/>
                <w:szCs w:val="21"/>
                <w:bdr w:val="single" w:sz="4" w:space="0" w:color="auto" w:frame="1"/>
              </w:rPr>
              <w:t>印</w:t>
            </w:r>
          </w:p>
          <w:p w14:paraId="040AF594" w14:textId="17594DA9" w:rsidR="005932AB" w:rsidRPr="004D2C41" w:rsidRDefault="00804B46" w:rsidP="005932AB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  <w:r>
              <w:rPr>
                <w:rFonts w:hAnsi="Century"/>
                <w:noProof/>
              </w:rPr>
              <w:pict w14:anchorId="3E318812">
                <v:rect id="_x0000_s1046" style="position:absolute;left:0;text-align:left;margin-left:-5pt;margin-top:11.9pt;width:425.25pt;height:34.35pt;z-index:251658752;mso-position-horizontal-relative:text;mso-position-vertical-relative:text" fillcolor="#92d050" strokecolor="#92d050" strokeweight="1pt">
                  <v:fill opacity="52429f"/>
                  <v:textbox style="mso-next-textbox:#_x0000_s1046" inset="5.85pt,.7pt,5.85pt,.7pt">
                    <w:txbxContent>
                      <w:p w14:paraId="411AB974" w14:textId="34C892CE" w:rsidR="000B7B0C" w:rsidRPr="00415E49" w:rsidRDefault="000B7B0C" w:rsidP="000B7B0C">
                        <w:pPr>
                          <w:spacing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固定文言</w:t>
                        </w:r>
                        <w:r w:rsidR="00157F0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１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＋編集</w:t>
                        </w:r>
                        <w:r w:rsidR="00157F0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１</w:t>
                        </w:r>
                      </w:p>
                    </w:txbxContent>
                  </v:textbox>
                </v:rect>
              </w:pict>
            </w:r>
          </w:p>
          <w:p w14:paraId="337BF0A1" w14:textId="5ABB5D67" w:rsidR="005932AB" w:rsidRDefault="005932AB" w:rsidP="005932AB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Century"/>
              </w:rPr>
            </w:pPr>
            <w:r>
              <w:rPr>
                <w:rFonts w:hAnsi="ＭＳ 明朝" w:cs="FUJ-Minchotai" w:hint="eastAsia"/>
                <w:kern w:val="0"/>
                <w:szCs w:val="21"/>
              </w:rPr>
              <w:t>あなた</w:t>
            </w:r>
            <w:r w:rsidR="00D1769E">
              <w:rPr>
                <w:rFonts w:hAnsi="ＭＳ 明朝" w:cs="FUJ-Minchotai" w:hint="eastAsia"/>
                <w:kern w:val="0"/>
                <w:szCs w:val="21"/>
              </w:rPr>
              <w:t>が受給している</w:t>
            </w:r>
            <w:r w:rsidR="002B63E3" w:rsidRPr="002B63E3">
              <w:rPr>
                <w:rFonts w:hAnsi="ＭＳ 明朝" w:cs="FUJ-Minchotai" w:hint="eastAsia"/>
                <w:kern w:val="0"/>
                <w:szCs w:val="21"/>
              </w:rPr>
              <w:t>特別児童扶養手当</w:t>
            </w:r>
            <w:r>
              <w:rPr>
                <w:rFonts w:hAnsi="Century" w:hint="eastAsia"/>
              </w:rPr>
              <w:t>について、</w:t>
            </w:r>
            <w:r w:rsidR="00B6035E">
              <w:rPr>
                <w:rFonts w:hAnsi="Century" w:hint="eastAsia"/>
              </w:rPr>
              <w:t>下</w:t>
            </w:r>
            <w:r>
              <w:rPr>
                <w:rFonts w:hAnsi="Century" w:hint="eastAsia"/>
              </w:rPr>
              <w:t>記の理由により、支給</w:t>
            </w:r>
            <w:r w:rsidRPr="001B3772">
              <w:rPr>
                <w:rFonts w:hAnsi="Century" w:hint="eastAsia"/>
              </w:rPr>
              <w:t>差止</w:t>
            </w:r>
            <w:r>
              <w:rPr>
                <w:rFonts w:hAnsi="Century" w:hint="eastAsia"/>
              </w:rPr>
              <w:t>しましたので通知します。</w:t>
            </w:r>
            <w:r w:rsidR="00B6035E">
              <w:rPr>
                <w:rFonts w:hAnsi="Century" w:hint="eastAsia"/>
              </w:rPr>
              <w:t>下</w:t>
            </w:r>
            <w:r>
              <w:rPr>
                <w:rFonts w:hAnsi="Century" w:hint="eastAsia"/>
              </w:rPr>
              <w:t>記の提出期限までに所得状況届を提出してください。</w:t>
            </w:r>
          </w:p>
          <w:p w14:paraId="3F08623D" w14:textId="77777777" w:rsidR="00E57493" w:rsidRDefault="00E57493" w:rsidP="005932AB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  <w:szCs w:val="21"/>
              </w:rPr>
            </w:pPr>
          </w:p>
          <w:p w14:paraId="34CB1D5E" w14:textId="77777777" w:rsidR="005932AB" w:rsidRDefault="005932AB" w:rsidP="005932AB">
            <w:pPr>
              <w:pStyle w:val="a5"/>
              <w:ind w:left="789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14:paraId="2621D58D" w14:textId="4D9C17DF" w:rsidR="00D6512C" w:rsidRPr="00B161C7" w:rsidRDefault="00D6512C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  <w:spacing w:val="210"/>
                <w:sz w:val="28"/>
                <w:szCs w:val="28"/>
              </w:rPr>
            </w:pPr>
          </w:p>
        </w:tc>
      </w:tr>
      <w:tr w:rsidR="00370E95" w14:paraId="67066AEF" w14:textId="77777777" w:rsidTr="00997C19">
        <w:trPr>
          <w:gridBefore w:val="1"/>
          <w:wBefore w:w="14" w:type="dxa"/>
          <w:cantSplit/>
          <w:trHeight w:val="567"/>
        </w:trPr>
        <w:tc>
          <w:tcPr>
            <w:tcW w:w="266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53811144" w14:textId="6FC3B668" w:rsidR="00370E95" w:rsidRDefault="00370E95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847" w:type="dxa"/>
            <w:vAlign w:val="center"/>
          </w:tcPr>
          <w:p w14:paraId="19803825" w14:textId="70000A26" w:rsidR="00370E95" w:rsidRDefault="00370E95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受給者氏名</w:t>
            </w:r>
          </w:p>
        </w:tc>
        <w:tc>
          <w:tcPr>
            <w:tcW w:w="2835" w:type="dxa"/>
            <w:vAlign w:val="center"/>
          </w:tcPr>
          <w:p w14:paraId="6A2E3845" w14:textId="77777777" w:rsidR="00370E95" w:rsidRDefault="00370E95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275" w:type="dxa"/>
            <w:vAlign w:val="center"/>
          </w:tcPr>
          <w:p w14:paraId="0A31A708" w14:textId="0B0E2A73" w:rsidR="00370E95" w:rsidRDefault="00190FC2" w:rsidP="00190FC2">
            <w:pPr>
              <w:overflowPunct w:val="0"/>
              <w:autoSpaceDE w:val="0"/>
              <w:autoSpaceDN w:val="0"/>
              <w:jc w:val="center"/>
              <w:rPr>
                <w:rFonts w:hAnsi="Century"/>
              </w:rPr>
            </w:pPr>
            <w:r w:rsidRPr="00F71FE8">
              <w:rPr>
                <w:rFonts w:hAnsi="Century" w:hint="eastAsia"/>
                <w:spacing w:val="105"/>
                <w:kern w:val="0"/>
                <w:fitText w:val="1050" w:id="-1000603136"/>
              </w:rPr>
              <w:t>受給</w:t>
            </w:r>
            <w:r w:rsidRPr="00F71FE8">
              <w:rPr>
                <w:rFonts w:hAnsi="Century" w:hint="eastAsia"/>
                <w:kern w:val="0"/>
                <w:fitText w:val="1050" w:id="-1000603136"/>
              </w:rPr>
              <w:t>者</w:t>
            </w:r>
            <w:r w:rsidR="00997C19">
              <w:rPr>
                <w:rFonts w:hAnsi="Century" w:hint="eastAsia"/>
              </w:rPr>
              <w:t>記号・</w:t>
            </w:r>
            <w:r w:rsidR="00370E95">
              <w:rPr>
                <w:rFonts w:hAnsi="Century" w:hint="eastAsia"/>
              </w:rPr>
              <w:t>番号</w:t>
            </w:r>
          </w:p>
        </w:tc>
        <w:tc>
          <w:tcPr>
            <w:tcW w:w="2008" w:type="dxa"/>
            <w:vAlign w:val="center"/>
          </w:tcPr>
          <w:p w14:paraId="66F6A022" w14:textId="62DA424C" w:rsidR="00370E95" w:rsidRDefault="00370E95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260" w:type="dxa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1E6A1723" w14:textId="77777777" w:rsidR="00370E95" w:rsidRDefault="00370E95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D6512C" w14:paraId="6A54DCE0" w14:textId="77777777" w:rsidTr="00E57493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7C414F20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vAlign w:val="center"/>
          </w:tcPr>
          <w:p w14:paraId="70858BF0" w14:textId="77777777" w:rsidR="00D6512C" w:rsidRDefault="00D6187D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受給者</w:t>
            </w:r>
            <w:r w:rsidR="00D6512C">
              <w:rPr>
                <w:rFonts w:hAnsi="Century" w:hint="eastAsia"/>
              </w:rPr>
              <w:t>住所</w:t>
            </w:r>
          </w:p>
        </w:tc>
        <w:tc>
          <w:tcPr>
            <w:tcW w:w="6118" w:type="dxa"/>
            <w:gridSpan w:val="3"/>
            <w:vAlign w:val="center"/>
          </w:tcPr>
          <w:p w14:paraId="4E566634" w14:textId="775332C4" w:rsidR="00D6512C" w:rsidRPr="00161E5F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260" w:type="dxa"/>
            <w:vMerge/>
            <w:tcBorders>
              <w:right w:val="single" w:sz="4" w:space="0" w:color="FFFFFF"/>
            </w:tcBorders>
          </w:tcPr>
          <w:p w14:paraId="639BC802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266160" w14:paraId="516B985F" w14:textId="77777777" w:rsidTr="00E57493">
        <w:trPr>
          <w:gridBefore w:val="1"/>
          <w:wBefore w:w="14" w:type="dxa"/>
          <w:cantSplit/>
          <w:trHeight w:val="850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54AA69A5" w14:textId="77777777" w:rsidR="00266160" w:rsidRDefault="00266160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vAlign w:val="center"/>
          </w:tcPr>
          <w:p w14:paraId="28A3CAD7" w14:textId="548A0A0D" w:rsidR="00266160" w:rsidRDefault="00266160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支給</w:t>
            </w:r>
            <w:r w:rsidR="001D1B11">
              <w:rPr>
                <w:rFonts w:hAnsi="Century" w:hint="eastAsia"/>
              </w:rPr>
              <w:t>差止</w:t>
            </w:r>
            <w:r>
              <w:rPr>
                <w:rFonts w:hAnsi="Century" w:hint="eastAsia"/>
              </w:rPr>
              <w:t>の理由</w:t>
            </w:r>
          </w:p>
        </w:tc>
        <w:tc>
          <w:tcPr>
            <w:tcW w:w="6118" w:type="dxa"/>
            <w:gridSpan w:val="3"/>
            <w:vAlign w:val="center"/>
          </w:tcPr>
          <w:p w14:paraId="2EA96329" w14:textId="77777777" w:rsidR="00266160" w:rsidRDefault="00EA237A" w:rsidP="00DC2DDA">
            <w:pPr>
              <w:overflowPunct w:val="0"/>
              <w:autoSpaceDE w:val="0"/>
              <w:autoSpaceDN w:val="0"/>
              <w:spacing w:line="276" w:lineRule="auto"/>
              <w:jc w:val="left"/>
              <w:rPr>
                <w:rFonts w:hAnsi="Century"/>
              </w:rPr>
            </w:pPr>
            <w:r>
              <w:rPr>
                <w:rFonts w:hAnsi="Century" w:hint="eastAsia"/>
              </w:rPr>
              <w:t>提出期間内に所得状況届が未提出であり、</w:t>
            </w:r>
            <w:r>
              <w:rPr>
                <w:rFonts w:hAnsi="ＭＳ 明朝" w:hint="eastAsia"/>
                <w:color w:val="000000"/>
                <w:szCs w:val="21"/>
                <w:shd w:val="clear" w:color="auto" w:fill="FFFFFF"/>
              </w:rPr>
              <w:t>受給者の所得状況等について確認ができないため</w:t>
            </w:r>
          </w:p>
        </w:tc>
        <w:tc>
          <w:tcPr>
            <w:tcW w:w="260" w:type="dxa"/>
            <w:vMerge/>
            <w:tcBorders>
              <w:right w:val="single" w:sz="4" w:space="0" w:color="FFFFFF"/>
            </w:tcBorders>
          </w:tcPr>
          <w:p w14:paraId="334DF98E" w14:textId="77777777" w:rsidR="00266160" w:rsidRDefault="00266160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D6512C" w14:paraId="05E70F7C" w14:textId="77777777" w:rsidTr="000421CC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27C161E9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vAlign w:val="center"/>
          </w:tcPr>
          <w:p w14:paraId="40D5E29D" w14:textId="5B62C7ED" w:rsidR="00D6512C" w:rsidRDefault="00266160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支給</w:t>
            </w:r>
            <w:r w:rsidR="001D1B11">
              <w:rPr>
                <w:rFonts w:hAnsi="Century" w:hint="eastAsia"/>
              </w:rPr>
              <w:t>差止</w:t>
            </w:r>
            <w:r>
              <w:rPr>
                <w:rFonts w:hAnsi="Century" w:hint="eastAsia"/>
              </w:rPr>
              <w:t>の期間</w:t>
            </w:r>
          </w:p>
        </w:tc>
        <w:tc>
          <w:tcPr>
            <w:tcW w:w="6118" w:type="dxa"/>
            <w:gridSpan w:val="3"/>
            <w:vAlign w:val="center"/>
          </w:tcPr>
          <w:p w14:paraId="68637900" w14:textId="77777777" w:rsidR="00D6512C" w:rsidRDefault="00EA237A" w:rsidP="00EA237A">
            <w:pPr>
              <w:wordWrap w:val="0"/>
              <w:overflowPunct w:val="0"/>
              <w:autoSpaceDE w:val="0"/>
              <w:autoSpaceDN w:val="0"/>
              <w:ind w:firstLineChars="1100" w:firstLine="231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から</w:t>
            </w:r>
          </w:p>
        </w:tc>
        <w:tc>
          <w:tcPr>
            <w:tcW w:w="260" w:type="dxa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4B25D848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D30509" w14:paraId="187C7EB5" w14:textId="77777777" w:rsidTr="000421CC">
        <w:trPr>
          <w:gridBefore w:val="1"/>
          <w:wBefore w:w="14" w:type="dxa"/>
          <w:cantSplit/>
          <w:trHeight w:val="567"/>
        </w:trPr>
        <w:tc>
          <w:tcPr>
            <w:tcW w:w="2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0C49CCE9" w14:textId="76F27DCA" w:rsidR="00D30509" w:rsidRDefault="00D30509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vAlign w:val="center"/>
          </w:tcPr>
          <w:p w14:paraId="0646B75A" w14:textId="77777777" w:rsidR="00D30509" w:rsidRDefault="00D30509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提出期限</w:t>
            </w:r>
          </w:p>
        </w:tc>
        <w:tc>
          <w:tcPr>
            <w:tcW w:w="6118" w:type="dxa"/>
            <w:gridSpan w:val="3"/>
            <w:tcBorders>
              <w:right w:val="single" w:sz="4" w:space="0" w:color="auto"/>
            </w:tcBorders>
            <w:vAlign w:val="center"/>
          </w:tcPr>
          <w:p w14:paraId="61F4ADB8" w14:textId="77777777" w:rsidR="00D30509" w:rsidRDefault="00D30509" w:rsidP="00DC2DDA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260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</w:tcPr>
          <w:p w14:paraId="02B94443" w14:textId="246D9FA0" w:rsidR="00E06858" w:rsidRDefault="00E06858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E06858" w14:paraId="6D00F06A" w14:textId="77777777" w:rsidTr="00E57493">
        <w:trPr>
          <w:gridBefore w:val="1"/>
          <w:wBefore w:w="14" w:type="dxa"/>
          <w:cantSplit/>
          <w:trHeight w:val="2268"/>
        </w:trPr>
        <w:tc>
          <w:tcPr>
            <w:tcW w:w="2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0E583BF0" w14:textId="77777777" w:rsidR="00E06858" w:rsidRDefault="00E06858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shd w:val="clear" w:color="auto" w:fill="92D050"/>
            <w:vAlign w:val="center"/>
          </w:tcPr>
          <w:p w14:paraId="2EAB0B7B" w14:textId="4E5E7D83" w:rsidR="00485FAF" w:rsidRPr="00485FAF" w:rsidRDefault="00485FAF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</w:rPr>
            </w:pPr>
            <w:r w:rsidRPr="00485FAF">
              <w:rPr>
                <w:rFonts w:hAnsi="ＭＳ 明朝" w:hint="eastAsia"/>
              </w:rPr>
              <w:t>備考</w:t>
            </w:r>
          </w:p>
          <w:p w14:paraId="6A002726" w14:textId="706940A7" w:rsidR="00E06858" w:rsidRPr="00AD548E" w:rsidRDefault="00E06858" w:rsidP="00AA3CE2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color w:val="FFFFFF"/>
              </w:rPr>
            </w:pPr>
            <w:r w:rsidRPr="00AD548E">
              <w:rPr>
                <w:rFonts w:ascii="ＭＳ ゴシック" w:eastAsia="ＭＳ ゴシック" w:hAnsi="ＭＳ ゴシック" w:hint="eastAsia"/>
                <w:b/>
                <w:color w:val="FFFFFF"/>
              </w:rPr>
              <w:t>固定文言</w:t>
            </w:r>
            <w:r w:rsidR="00157F0C">
              <w:rPr>
                <w:rFonts w:ascii="ＭＳ ゴシック" w:eastAsia="ＭＳ ゴシック" w:hAnsi="ＭＳ ゴシック" w:hint="eastAsia"/>
                <w:b/>
                <w:color w:val="FFFFFF"/>
              </w:rPr>
              <w:t>２</w:t>
            </w:r>
          </w:p>
        </w:tc>
        <w:tc>
          <w:tcPr>
            <w:tcW w:w="6118" w:type="dxa"/>
            <w:gridSpan w:val="3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22EAC927" w14:textId="57FD8C63" w:rsidR="00E06858" w:rsidRPr="00AD548E" w:rsidRDefault="00E06858" w:rsidP="00E06858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color w:val="FFFFFF"/>
              </w:rPr>
            </w:pPr>
            <w:r w:rsidRPr="00AD548E">
              <w:rPr>
                <w:rFonts w:ascii="ＭＳ ゴシック" w:eastAsia="ＭＳ ゴシック" w:hAnsi="ＭＳ ゴシック" w:hint="eastAsia"/>
                <w:b/>
                <w:color w:val="FFFFFF"/>
              </w:rPr>
              <w:t>固定文言</w:t>
            </w:r>
            <w:r w:rsidR="00157F0C">
              <w:rPr>
                <w:rFonts w:ascii="ＭＳ ゴシック" w:eastAsia="ＭＳ ゴシック" w:hAnsi="ＭＳ ゴシック" w:hint="eastAsia"/>
                <w:b/>
                <w:color w:val="FFFFFF"/>
              </w:rPr>
              <w:t>３</w:t>
            </w:r>
            <w:r w:rsidRPr="00AD548E">
              <w:rPr>
                <w:rFonts w:ascii="ＭＳ ゴシック" w:eastAsia="ＭＳ ゴシック" w:hAnsi="ＭＳ ゴシック" w:hint="eastAsia"/>
                <w:b/>
                <w:color w:val="FFFFFF"/>
              </w:rPr>
              <w:t>＋編集</w:t>
            </w:r>
            <w:r w:rsidR="00157F0C">
              <w:rPr>
                <w:rFonts w:ascii="ＭＳ ゴシック" w:eastAsia="ＭＳ ゴシック" w:hAnsi="ＭＳ ゴシック" w:hint="eastAsia"/>
                <w:b/>
                <w:color w:val="FFFFFF"/>
              </w:rPr>
              <w:t>２</w:t>
            </w:r>
          </w:p>
        </w:tc>
        <w:tc>
          <w:tcPr>
            <w:tcW w:w="260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</w:tcPr>
          <w:p w14:paraId="2433A9AC" w14:textId="77777777" w:rsidR="00E06858" w:rsidRDefault="00E06858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D6512C" w:rsidRPr="00370E95" w14:paraId="0DB37459" w14:textId="77777777" w:rsidTr="00B8703F">
        <w:trPr>
          <w:gridBefore w:val="1"/>
          <w:wBefore w:w="14" w:type="dxa"/>
          <w:cantSplit/>
          <w:trHeight w:val="2447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EDC5680" w14:textId="2A010B40" w:rsidR="00D6512C" w:rsidRPr="00370E95" w:rsidRDefault="00804B46" w:rsidP="002374BA">
            <w:pPr>
              <w:wordWrap w:val="0"/>
              <w:overflowPunct w:val="0"/>
              <w:autoSpaceDE w:val="0"/>
              <w:autoSpaceDN w:val="0"/>
              <w:spacing w:before="240"/>
              <w:ind w:firstLineChars="78" w:firstLine="140"/>
              <w:rPr>
                <w:rFonts w:hAnsi="ＭＳ 明朝" w:cs="FUJ-Minchotai"/>
                <w:kern w:val="0"/>
                <w:sz w:val="18"/>
                <w:szCs w:val="18"/>
              </w:rPr>
            </w:pPr>
            <w:r>
              <w:rPr>
                <w:rFonts w:hAnsi="ＭＳ 明朝" w:cs="FUJ-Minchotai"/>
                <w:noProof/>
                <w:kern w:val="0"/>
                <w:sz w:val="18"/>
                <w:szCs w:val="18"/>
              </w:rPr>
              <w:pict w14:anchorId="16E7A745">
                <v:rect id="正方形/長方形 8" o:spid="_x0000_s1030" style="position:absolute;left:0;text-align:left;margin-left:-5.2pt;margin-top:8.5pt;width:425.25pt;height:118.35pt;z-index:251656704;visibility:visible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8">
                    <w:txbxContent>
                      <w:p w14:paraId="3E93C427" w14:textId="77777777" w:rsidR="00D30509" w:rsidRPr="00485FAF" w:rsidRDefault="00D30509" w:rsidP="00D30509">
                        <w:pPr>
                          <w:spacing w:before="240"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sz w:val="24"/>
                            <w:szCs w:val="24"/>
                          </w:rPr>
                        </w:pPr>
                        <w:r w:rsidRPr="00485FAF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教示文</w:t>
                        </w:r>
                      </w:p>
                    </w:txbxContent>
                  </v:textbox>
                </v:rect>
              </w:pict>
            </w:r>
            <w:r w:rsidR="002374BA" w:rsidRPr="00370E95">
              <w:rPr>
                <w:rFonts w:hAnsi="ＭＳ 明朝" w:cs="FUJ-Minchotai" w:hint="eastAsia"/>
                <w:kern w:val="0"/>
                <w:sz w:val="18"/>
                <w:szCs w:val="18"/>
              </w:rPr>
              <w:t>この</w:t>
            </w:r>
            <w:r w:rsidR="00801B5A" w:rsidRPr="00370E95">
              <w:rPr>
                <w:rFonts w:hAnsi="ＭＳ 明朝" w:cs="FUJ-Minchotai" w:hint="eastAsia"/>
                <w:kern w:val="0"/>
                <w:sz w:val="18"/>
                <w:szCs w:val="18"/>
              </w:rPr>
              <w:t>処分</w:t>
            </w:r>
            <w:r w:rsidR="002374BA" w:rsidRPr="00370E95">
              <w:rPr>
                <w:rFonts w:hAnsi="ＭＳ 明朝" w:cs="FUJ-Minchotai" w:hint="eastAsia"/>
                <w:kern w:val="0"/>
                <w:sz w:val="18"/>
                <w:szCs w:val="18"/>
              </w:rPr>
              <w:t>に不服があるときは、この通知書を受けた日の翌日から起算して3か月以内に、書面で、</w:t>
            </w:r>
            <w:r w:rsidR="002A202E" w:rsidRPr="00370E95">
              <w:rPr>
                <w:rFonts w:hAnsi="ＭＳ 明朝" w:cs="FUJ-Minchotai" w:hint="eastAsia"/>
                <w:kern w:val="0"/>
                <w:sz w:val="18"/>
                <w:szCs w:val="18"/>
                <w:bdr w:val="single" w:sz="4" w:space="0" w:color="auto"/>
              </w:rPr>
              <w:t>都道府県名</w:t>
            </w:r>
            <w:r w:rsidR="002374BA" w:rsidRPr="00370E95">
              <w:rPr>
                <w:rFonts w:hAnsi="ＭＳ 明朝" w:cs="FUJ-Minchotai" w:hint="eastAsia"/>
                <w:kern w:val="0"/>
                <w:sz w:val="18"/>
                <w:szCs w:val="18"/>
              </w:rPr>
              <w:t>知事に対して審査請求をすることができます。</w:t>
            </w:r>
          </w:p>
          <w:p w14:paraId="65EF6D99" w14:textId="374C899A" w:rsidR="002374BA" w:rsidRPr="00370E95" w:rsidRDefault="002374BA" w:rsidP="002374BA">
            <w:pPr>
              <w:autoSpaceDE w:val="0"/>
              <w:autoSpaceDN w:val="0"/>
              <w:adjustRightInd w:val="0"/>
              <w:ind w:firstLineChars="78" w:firstLine="140"/>
              <w:jc w:val="left"/>
              <w:rPr>
                <w:rFonts w:hAnsi="ＭＳ 明朝" w:cs="FUJ-Minchotai"/>
                <w:kern w:val="0"/>
                <w:sz w:val="18"/>
                <w:szCs w:val="18"/>
              </w:rPr>
            </w:pPr>
            <w:r w:rsidRPr="00370E95">
              <w:rPr>
                <w:rFonts w:hAnsi="ＭＳ 明朝" w:cs="FUJ-Minchotai" w:hint="eastAsia"/>
                <w:kern w:val="0"/>
                <w:sz w:val="18"/>
                <w:szCs w:val="18"/>
              </w:rPr>
              <w:t>ただし、この通知書を受けた日の翌日から起算して3か月以内であっても、この処分の日の翌日から起算して１年を経過したときは、審査請求をすることができません。</w:t>
            </w:r>
          </w:p>
          <w:p w14:paraId="2D4C8596" w14:textId="77777777" w:rsidR="002374BA" w:rsidRPr="00370E95" w:rsidRDefault="002374BA" w:rsidP="002374BA">
            <w:pPr>
              <w:wordWrap w:val="0"/>
              <w:overflowPunct w:val="0"/>
              <w:autoSpaceDE w:val="0"/>
              <w:autoSpaceDN w:val="0"/>
              <w:ind w:left="22" w:firstLine="142"/>
              <w:rPr>
                <w:rFonts w:hAnsi="ＭＳ 明朝"/>
                <w:sz w:val="18"/>
                <w:szCs w:val="18"/>
              </w:rPr>
            </w:pPr>
            <w:r w:rsidRPr="00370E95">
              <w:rPr>
                <w:rFonts w:hAnsi="ＭＳ 明朝" w:hint="eastAsia"/>
                <w:sz w:val="18"/>
                <w:szCs w:val="18"/>
              </w:rPr>
              <w:t>この処分の取消しを求める訴えは、この</w:t>
            </w:r>
            <w:r w:rsidR="00801B5A" w:rsidRPr="00370E95">
              <w:rPr>
                <w:rFonts w:hAnsi="ＭＳ 明朝" w:hint="eastAsia"/>
                <w:sz w:val="18"/>
                <w:szCs w:val="18"/>
              </w:rPr>
              <w:t>通知書を受けた日</w:t>
            </w:r>
            <w:r w:rsidRPr="00370E95">
              <w:rPr>
                <w:rFonts w:hAnsi="ＭＳ 明朝" w:hint="eastAsia"/>
                <w:sz w:val="18"/>
                <w:szCs w:val="18"/>
              </w:rPr>
              <w:t>の翌日から起算して6か月以内に、</w:t>
            </w:r>
            <w:r w:rsidR="002A202E" w:rsidRPr="00370E95">
              <w:rPr>
                <w:rFonts w:hAnsi="ＭＳ 明朝" w:hint="eastAsia"/>
                <w:sz w:val="18"/>
                <w:szCs w:val="18"/>
                <w:bdr w:val="single" w:sz="4" w:space="0" w:color="auto"/>
              </w:rPr>
              <w:t>市町村名</w:t>
            </w:r>
            <w:r w:rsidR="000A6C1E" w:rsidRPr="00370E95">
              <w:rPr>
                <w:rFonts w:hAnsi="ＭＳ 明朝" w:hint="eastAsia"/>
                <w:sz w:val="18"/>
                <w:szCs w:val="18"/>
                <w:bdr w:val="single" w:sz="4" w:space="0" w:color="auto"/>
              </w:rPr>
              <w:t>１</w:t>
            </w:r>
            <w:r w:rsidRPr="00370E95">
              <w:rPr>
                <w:rFonts w:hAnsi="ＭＳ 明朝" w:hint="eastAsia"/>
                <w:sz w:val="18"/>
                <w:szCs w:val="18"/>
              </w:rPr>
              <w:t>を被告として</w:t>
            </w:r>
            <w:r w:rsidRPr="00370E95">
              <w:rPr>
                <w:rFonts w:hAnsi="ＭＳ 明朝"/>
                <w:sz w:val="18"/>
                <w:szCs w:val="18"/>
              </w:rPr>
              <w:t>(</w:t>
            </w:r>
            <w:r w:rsidRPr="00370E95">
              <w:rPr>
                <w:rFonts w:hAnsi="ＭＳ 明朝" w:hint="eastAsia"/>
                <w:sz w:val="18"/>
                <w:szCs w:val="18"/>
              </w:rPr>
              <w:t>訴訟において</w:t>
            </w:r>
            <w:r w:rsidR="002A202E" w:rsidRPr="00370E95">
              <w:rPr>
                <w:rFonts w:hAnsi="ＭＳ 明朝" w:hint="eastAsia"/>
                <w:sz w:val="18"/>
                <w:szCs w:val="18"/>
                <w:bdr w:val="single" w:sz="4" w:space="0" w:color="auto"/>
              </w:rPr>
              <w:t>市町村名</w:t>
            </w:r>
            <w:r w:rsidR="000A6C1E" w:rsidRPr="00370E95">
              <w:rPr>
                <w:rFonts w:hAnsi="ＭＳ 明朝" w:hint="eastAsia"/>
                <w:sz w:val="18"/>
                <w:szCs w:val="18"/>
                <w:bdr w:val="single" w:sz="4" w:space="0" w:color="auto"/>
              </w:rPr>
              <w:t>２</w:t>
            </w:r>
            <w:r w:rsidRPr="00370E95">
              <w:rPr>
                <w:rFonts w:hAnsi="ＭＳ 明朝" w:hint="eastAsia"/>
                <w:sz w:val="18"/>
                <w:szCs w:val="18"/>
              </w:rPr>
              <w:t>を代表する者は</w:t>
            </w:r>
            <w:r w:rsidR="00D6187D" w:rsidRPr="00370E95">
              <w:rPr>
                <w:rFonts w:hAnsi="ＭＳ 明朝" w:hint="eastAsia"/>
                <w:sz w:val="18"/>
                <w:szCs w:val="18"/>
                <w:bdr w:val="single" w:sz="4" w:space="0" w:color="auto"/>
              </w:rPr>
              <w:t>市町村長</w:t>
            </w:r>
            <w:r w:rsidRPr="00370E95">
              <w:rPr>
                <w:rFonts w:hAnsi="ＭＳ 明朝" w:hint="eastAsia"/>
                <w:sz w:val="18"/>
                <w:szCs w:val="18"/>
              </w:rPr>
              <w:t>となります。</w:t>
            </w:r>
            <w:r w:rsidRPr="00370E95">
              <w:rPr>
                <w:rFonts w:hAnsi="ＭＳ 明朝"/>
                <w:sz w:val="18"/>
                <w:szCs w:val="18"/>
              </w:rPr>
              <w:t>)</w:t>
            </w:r>
            <w:r w:rsidRPr="00370E95">
              <w:rPr>
                <w:rFonts w:hAnsi="ＭＳ 明朝" w:hint="eastAsia"/>
                <w:sz w:val="18"/>
                <w:szCs w:val="18"/>
              </w:rPr>
              <w:t>、提起することができます。</w:t>
            </w:r>
          </w:p>
          <w:p w14:paraId="6BADA0C2" w14:textId="77777777" w:rsidR="002374BA" w:rsidRPr="00370E95" w:rsidRDefault="002374BA" w:rsidP="002374BA">
            <w:pPr>
              <w:autoSpaceDE w:val="0"/>
              <w:autoSpaceDN w:val="0"/>
              <w:adjustRightInd w:val="0"/>
              <w:ind w:firstLineChars="78" w:firstLine="140"/>
              <w:jc w:val="left"/>
              <w:rPr>
                <w:rFonts w:hAnsi="ＭＳ 明朝"/>
                <w:sz w:val="18"/>
                <w:szCs w:val="18"/>
              </w:rPr>
            </w:pPr>
            <w:r w:rsidRPr="00370E95">
              <w:rPr>
                <w:rFonts w:hAnsi="ＭＳ 明朝" w:cs="FUJ-Minchotai" w:hint="eastAsia"/>
                <w:kern w:val="0"/>
                <w:sz w:val="18"/>
                <w:szCs w:val="18"/>
              </w:rPr>
              <w:t>ただし、この通知書を受けた日の翌日から起算して</w:t>
            </w:r>
            <w:r w:rsidR="006443EA" w:rsidRPr="00370E95">
              <w:rPr>
                <w:rFonts w:hAnsi="ＭＳ 明朝" w:cs="FUJ-Minchotai" w:hint="eastAsia"/>
                <w:kern w:val="0"/>
                <w:sz w:val="18"/>
                <w:szCs w:val="18"/>
              </w:rPr>
              <w:t>6</w:t>
            </w:r>
            <w:r w:rsidRPr="00370E95">
              <w:rPr>
                <w:rFonts w:hAnsi="ＭＳ 明朝" w:cs="FUJ-Minchotai" w:hint="eastAsia"/>
                <w:kern w:val="0"/>
                <w:sz w:val="18"/>
                <w:szCs w:val="18"/>
              </w:rPr>
              <w:t>か月以内であっても、この処分の日の翌日から起算して１年を経過したときは、取消訴訟を提起することができません。</w:t>
            </w:r>
          </w:p>
          <w:p w14:paraId="119EA1D7" w14:textId="698F0CCC" w:rsidR="00A40D5B" w:rsidRPr="00370E95" w:rsidRDefault="00A40D5B" w:rsidP="00A40D5B">
            <w:pPr>
              <w:wordWrap w:val="0"/>
              <w:overflowPunct w:val="0"/>
              <w:autoSpaceDE w:val="0"/>
              <w:autoSpaceDN w:val="0"/>
              <w:ind w:right="37"/>
              <w:jc w:val="right"/>
              <w:rPr>
                <w:rFonts w:hAnsi="Century"/>
                <w:sz w:val="18"/>
                <w:szCs w:val="18"/>
              </w:rPr>
            </w:pPr>
          </w:p>
        </w:tc>
      </w:tr>
      <w:tr w:rsidR="00D6187D" w:rsidRPr="006636B7" w14:paraId="1D419BB3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2"/>
        </w:trPr>
        <w:tc>
          <w:tcPr>
            <w:tcW w:w="8505" w:type="dxa"/>
            <w:gridSpan w:val="7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883397F" w14:textId="77777777" w:rsidR="00D6187D" w:rsidRPr="006636B7" w:rsidRDefault="00D6187D" w:rsidP="00A40D5B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D6187D" w:rsidRPr="006636B7" w14:paraId="64A4B846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505" w:type="dxa"/>
            <w:gridSpan w:val="7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D8BEB73" w14:textId="77777777" w:rsidR="00D6187D" w:rsidRDefault="00D6187D" w:rsidP="003B4841">
            <w:pPr>
              <w:pStyle w:val="a5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  <w:r w:rsidR="00D3489D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</w:p>
          <w:p w14:paraId="4F731382" w14:textId="77777777" w:rsidR="00D3489D" w:rsidRDefault="00D3489D" w:rsidP="003B4841">
            <w:pPr>
              <w:pStyle w:val="a5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住　　所　　123-4567　●●市●●１－２-３</w:t>
            </w:r>
          </w:p>
          <w:p w14:paraId="0B4F125B" w14:textId="77777777" w:rsidR="00D3489D" w:rsidRPr="00A20CD5" w:rsidRDefault="00D3489D" w:rsidP="003B4841">
            <w:pPr>
              <w:pStyle w:val="a5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電話番</w:t>
            </w:r>
            <w:r w:rsidRPr="00A20CD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号　　987-6543-2111　FAX番号　123-456-7890</w:t>
            </w:r>
          </w:p>
          <w:p w14:paraId="78FEDE57" w14:textId="730800BA" w:rsidR="00D3489D" w:rsidRPr="00D3489D" w:rsidRDefault="00D3489D" w:rsidP="003B4841">
            <w:pPr>
              <w:pStyle w:val="a5"/>
              <w:rPr>
                <w:rFonts w:ascii="ＭＳ 明朝" w:eastAsia="ＭＳ 明朝" w:hAnsi="ＭＳ 明朝"/>
                <w:color w:val="00B0F0"/>
                <w:sz w:val="21"/>
                <w:szCs w:val="21"/>
              </w:rPr>
            </w:pPr>
            <w:r w:rsidRPr="00A20CD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メール　　　</w:t>
            </w:r>
            <w:r w:rsidRPr="00A20CD5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4BA50A1F" w14:textId="77777777" w:rsidR="00D6512C" w:rsidRPr="00D3489D" w:rsidRDefault="00D6512C" w:rsidP="00D6187D">
      <w:pPr>
        <w:wordWrap w:val="0"/>
        <w:overflowPunct w:val="0"/>
        <w:autoSpaceDE w:val="0"/>
        <w:autoSpaceDN w:val="0"/>
        <w:rPr>
          <w:rFonts w:hAnsi="Century"/>
          <w:vanish/>
        </w:rPr>
      </w:pPr>
    </w:p>
    <w:sectPr w:rsidR="00D6512C" w:rsidRPr="00D3489D" w:rsidSect="00BF5193">
      <w:headerReference w:type="default" r:id="rId10"/>
      <w:pgSz w:w="11906" w:h="16838" w:code="9"/>
      <w:pgMar w:top="1701" w:right="1701" w:bottom="993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0AF595" w14:textId="77777777" w:rsidR="004303D0" w:rsidRDefault="004303D0">
      <w:r>
        <w:separator/>
      </w:r>
    </w:p>
  </w:endnote>
  <w:endnote w:type="continuationSeparator" w:id="0">
    <w:p w14:paraId="47F86D41" w14:textId="77777777" w:rsidR="004303D0" w:rsidRDefault="004303D0">
      <w:r>
        <w:continuationSeparator/>
      </w:r>
    </w:p>
  </w:endnote>
  <w:endnote w:type="continuationNotice" w:id="1">
    <w:p w14:paraId="0C93C92D" w14:textId="77777777" w:rsidR="004303D0" w:rsidRDefault="004303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DA9224" w14:textId="77777777" w:rsidR="004303D0" w:rsidRDefault="004303D0">
      <w:r>
        <w:separator/>
      </w:r>
    </w:p>
  </w:footnote>
  <w:footnote w:type="continuationSeparator" w:id="0">
    <w:p w14:paraId="23DDA97E" w14:textId="77777777" w:rsidR="004303D0" w:rsidRDefault="004303D0">
      <w:r>
        <w:continuationSeparator/>
      </w:r>
    </w:p>
  </w:footnote>
  <w:footnote w:type="continuationNotice" w:id="1">
    <w:p w14:paraId="0DA14239" w14:textId="77777777" w:rsidR="004303D0" w:rsidRDefault="004303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2801C6" w14:textId="70959F08" w:rsidR="0066743C" w:rsidRDefault="00804B46">
    <w:pPr>
      <w:pStyle w:val="a3"/>
    </w:pPr>
    <w:r>
      <w:rPr>
        <w:noProof/>
      </w:rPr>
      <w:pict w14:anchorId="225D4E68">
        <v:rect id="正方形/長方形 9" o:spid="_x0000_s8193" style="position:absolute;left:0;text-align:left;margin-left:457.35pt;margin-top:10.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" filled="f" stroked="f" strokeweight="1pt">
          <v:textbox style="mso-next-textbox:#正方形/長方形 9">
            <w:txbxContent>
              <w:p w14:paraId="7759B635" w14:textId="77777777" w:rsidR="0066743C" w:rsidRPr="0066743C" w:rsidRDefault="0066743C" w:rsidP="0066743C">
                <w:pPr>
                  <w:jc w:val="center"/>
                  <w:rPr>
                    <w:rFonts w:hAnsi="ＭＳ 明朝"/>
                    <w:color w:val="000000"/>
                    <w:sz w:val="20"/>
                  </w:rPr>
                </w:pPr>
                <w:r w:rsidRPr="0066743C">
                  <w:rPr>
                    <w:rFonts w:hAnsi="ＭＳ 明朝" w:hint="eastAsia"/>
                    <w:color w:val="000000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Moves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8195" style="mso-width-relative:margin;mso-height-relative:margin;v-text-anchor:middle" fillcolor="#92d050" strokecolor="#2f528f">
      <v:fill color="#92d050" opacity="52429f"/>
      <v:stroke color="#2f528f" weight="1pt"/>
      <v:textbox inset="5.85pt,.7pt,5.85pt,.7pt"/>
    </o:shapedefaults>
    <o:shapelayout v:ext="edit">
      <o:idmap v:ext="edit" data="8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283D"/>
    <w:rsid w:val="000421CC"/>
    <w:rsid w:val="000A6C1E"/>
    <w:rsid w:val="000B7B0C"/>
    <w:rsid w:val="000D1344"/>
    <w:rsid w:val="00124F4B"/>
    <w:rsid w:val="00157F0C"/>
    <w:rsid w:val="00161E5F"/>
    <w:rsid w:val="00190FC2"/>
    <w:rsid w:val="001B3772"/>
    <w:rsid w:val="001D1B11"/>
    <w:rsid w:val="001F3314"/>
    <w:rsid w:val="001F41DD"/>
    <w:rsid w:val="00204385"/>
    <w:rsid w:val="002374BA"/>
    <w:rsid w:val="00247CD8"/>
    <w:rsid w:val="00266160"/>
    <w:rsid w:val="002A202E"/>
    <w:rsid w:val="002B63E3"/>
    <w:rsid w:val="002B6D52"/>
    <w:rsid w:val="002D2EBD"/>
    <w:rsid w:val="002D58CA"/>
    <w:rsid w:val="002D7407"/>
    <w:rsid w:val="002E30E2"/>
    <w:rsid w:val="003050AA"/>
    <w:rsid w:val="00314AEA"/>
    <w:rsid w:val="00370E95"/>
    <w:rsid w:val="00381A9A"/>
    <w:rsid w:val="003A7AAE"/>
    <w:rsid w:val="003A7DAB"/>
    <w:rsid w:val="003B4841"/>
    <w:rsid w:val="003D0813"/>
    <w:rsid w:val="004278A0"/>
    <w:rsid w:val="004303D0"/>
    <w:rsid w:val="00485FAF"/>
    <w:rsid w:val="004900C6"/>
    <w:rsid w:val="004D3939"/>
    <w:rsid w:val="004E6691"/>
    <w:rsid w:val="00531B97"/>
    <w:rsid w:val="0055514F"/>
    <w:rsid w:val="00560815"/>
    <w:rsid w:val="00562EBE"/>
    <w:rsid w:val="005932AB"/>
    <w:rsid w:val="006078D4"/>
    <w:rsid w:val="006443EA"/>
    <w:rsid w:val="0066743C"/>
    <w:rsid w:val="00683792"/>
    <w:rsid w:val="006A4ACA"/>
    <w:rsid w:val="006C6C4C"/>
    <w:rsid w:val="006D2B07"/>
    <w:rsid w:val="006E657B"/>
    <w:rsid w:val="007149E8"/>
    <w:rsid w:val="00717D9D"/>
    <w:rsid w:val="0074340E"/>
    <w:rsid w:val="00795A87"/>
    <w:rsid w:val="007F22F5"/>
    <w:rsid w:val="00801B5A"/>
    <w:rsid w:val="00804B46"/>
    <w:rsid w:val="008558CE"/>
    <w:rsid w:val="00884E6B"/>
    <w:rsid w:val="008A61DC"/>
    <w:rsid w:val="008E177C"/>
    <w:rsid w:val="009647CD"/>
    <w:rsid w:val="00997C19"/>
    <w:rsid w:val="00A1760A"/>
    <w:rsid w:val="00A20CD5"/>
    <w:rsid w:val="00A25BCB"/>
    <w:rsid w:val="00A338A6"/>
    <w:rsid w:val="00A40D5B"/>
    <w:rsid w:val="00AA3CE2"/>
    <w:rsid w:val="00AB7B4B"/>
    <w:rsid w:val="00AD548E"/>
    <w:rsid w:val="00B024B5"/>
    <w:rsid w:val="00B161C7"/>
    <w:rsid w:val="00B533A3"/>
    <w:rsid w:val="00B56236"/>
    <w:rsid w:val="00B6035E"/>
    <w:rsid w:val="00B84A31"/>
    <w:rsid w:val="00B8703F"/>
    <w:rsid w:val="00BE3308"/>
    <w:rsid w:val="00BF5193"/>
    <w:rsid w:val="00C1623B"/>
    <w:rsid w:val="00C2240A"/>
    <w:rsid w:val="00C85828"/>
    <w:rsid w:val="00CA283D"/>
    <w:rsid w:val="00CD2DD6"/>
    <w:rsid w:val="00D011F9"/>
    <w:rsid w:val="00D140D5"/>
    <w:rsid w:val="00D14A8C"/>
    <w:rsid w:val="00D1769E"/>
    <w:rsid w:val="00D30509"/>
    <w:rsid w:val="00D3489D"/>
    <w:rsid w:val="00D6187D"/>
    <w:rsid w:val="00D6512C"/>
    <w:rsid w:val="00D83528"/>
    <w:rsid w:val="00D85A1E"/>
    <w:rsid w:val="00D8712B"/>
    <w:rsid w:val="00DA3E9C"/>
    <w:rsid w:val="00DC2DDA"/>
    <w:rsid w:val="00DC7736"/>
    <w:rsid w:val="00DD5F5B"/>
    <w:rsid w:val="00DF4FF5"/>
    <w:rsid w:val="00DF699C"/>
    <w:rsid w:val="00E06858"/>
    <w:rsid w:val="00E23A32"/>
    <w:rsid w:val="00E57493"/>
    <w:rsid w:val="00E60013"/>
    <w:rsid w:val="00E840EE"/>
    <w:rsid w:val="00E90111"/>
    <w:rsid w:val="00EA237A"/>
    <w:rsid w:val="00EB15BF"/>
    <w:rsid w:val="00EB2B38"/>
    <w:rsid w:val="00EB6B18"/>
    <w:rsid w:val="00EC2C76"/>
    <w:rsid w:val="00ED197D"/>
    <w:rsid w:val="00ED2DC4"/>
    <w:rsid w:val="00ED5D1A"/>
    <w:rsid w:val="00ED7A62"/>
    <w:rsid w:val="00F05652"/>
    <w:rsid w:val="00F145C0"/>
    <w:rsid w:val="00F2197C"/>
    <w:rsid w:val="00F27ECE"/>
    <w:rsid w:val="00F71A13"/>
    <w:rsid w:val="00F71FE8"/>
    <w:rsid w:val="00F73AC8"/>
    <w:rsid w:val="00FC5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5" style="mso-width-relative:margin;mso-height-relative:margin;v-text-anchor:middle" fillcolor="#92d050" strokecolor="#2f528f">
      <v:fill color="#92d050" opacity="52429f"/>
      <v:stroke color="#2f528f" weight="1pt"/>
      <v:textbox inset="5.85pt,.7pt,5.85pt,.7pt"/>
    </o:shapedefaults>
    <o:shapelayout v:ext="edit">
      <o:idmap v:ext="edit" data="1"/>
      <o:rules v:ext="edit">
        <o:r id="V:Rule2" type="connector" idref="#_x0000_s1035"/>
      </o:rules>
    </o:shapelayout>
  </w:shapeDefaults>
  <w:decimalSymbol w:val="."/>
  <w:listSeparator w:val=","/>
  <w14:docId w14:val="58E4EACD"/>
  <w15:chartTrackingRefBased/>
  <w15:docId w15:val="{A32CA4E1-EF3C-481C-8A31-4E909EAA6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D6187D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D6187D"/>
    <w:rPr>
      <w:rFonts w:ascii="kiloji" w:eastAsia="kiloji" w:hAnsi="kiloji" w:cs="kiloji"/>
    </w:rPr>
  </w:style>
  <w:style w:type="paragraph" w:styleId="a7">
    <w:name w:val="Balloon Text"/>
    <w:basedOn w:val="a"/>
    <w:link w:val="a8"/>
    <w:uiPriority w:val="99"/>
    <w:semiHidden/>
    <w:unhideWhenUsed/>
    <w:rsid w:val="00A40D5B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A40D5B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9">
    <w:name w:val="annotation reference"/>
    <w:uiPriority w:val="99"/>
    <w:semiHidden/>
    <w:unhideWhenUsed/>
    <w:rsid w:val="00A40D5B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A40D5B"/>
    <w:pPr>
      <w:jc w:val="left"/>
    </w:pPr>
  </w:style>
  <w:style w:type="character" w:customStyle="1" w:styleId="ab">
    <w:name w:val="コメント文字列 (文字)"/>
    <w:link w:val="aa"/>
    <w:uiPriority w:val="99"/>
    <w:rsid w:val="00A40D5B"/>
    <w:rPr>
      <w:rFonts w:ascii="ＭＳ 明朝" w:hAnsi="Courier New"/>
      <w:kern w:val="2"/>
      <w:sz w:val="21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40D5B"/>
    <w:rPr>
      <w:b/>
      <w:bCs/>
    </w:rPr>
  </w:style>
  <w:style w:type="character" w:customStyle="1" w:styleId="ad">
    <w:name w:val="コメント内容 (文字)"/>
    <w:link w:val="ac"/>
    <w:uiPriority w:val="99"/>
    <w:semiHidden/>
    <w:rsid w:val="00A40D5B"/>
    <w:rPr>
      <w:rFonts w:ascii="ＭＳ 明朝" w:hAnsi="Courier New"/>
      <w:b/>
      <w:bCs/>
      <w:kern w:val="2"/>
      <w:sz w:val="21"/>
    </w:rPr>
  </w:style>
  <w:style w:type="paragraph" w:styleId="ae">
    <w:name w:val="No Spacing"/>
    <w:uiPriority w:val="1"/>
    <w:qFormat/>
    <w:rsid w:val="002E30E2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  <w:style w:type="paragraph" w:customStyle="1" w:styleId="TableParagraph">
    <w:name w:val="Table Paragraph"/>
    <w:basedOn w:val="a"/>
    <w:uiPriority w:val="1"/>
    <w:qFormat/>
    <w:rsid w:val="00D1769E"/>
    <w:pPr>
      <w:autoSpaceDE w:val="0"/>
      <w:autoSpaceDN w:val="0"/>
      <w:jc w:val="left"/>
    </w:pPr>
    <w:rPr>
      <w:rFonts w:ascii="kiloji" w:eastAsia="kiloji" w:hAnsi="kiloji" w:cs="kiloj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618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20A15878FCC4391016689CB66FC4C" ma:contentTypeVersion="8" ma:contentTypeDescription="Create a new document." ma:contentTypeScope="" ma:versionID="dc2dc50efcb25146486aa9aeeecb495d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27d9543bd9839dcbb76f267f5524c1d0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1AFACC-998B-49AE-9049-E778DCA4CC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1298C9D-3F83-4CD9-853A-21361C857D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856C0F-44D5-407D-A64E-CB4BCF3F3D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EFEB19A-F0CE-426E-8B5F-D37BCB338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53</TotalTime>
  <Pages>1</Pages>
  <Words>105</Words>
  <Characters>602</Characters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2021-12-20T06:02:00Z</cp:lastPrinted>
  <dcterms:created xsi:type="dcterms:W3CDTF">2021-10-21T04:40:00Z</dcterms:created>
  <dcterms:modified xsi:type="dcterms:W3CDTF">2024-11-24T02:59:00Z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2021-10-23T03:27:54Z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c2c032cc-5815-4179-9d2e-dc41b5361742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0x01010096220A15878FCC4391016689CB66FC4C</vt:lpwstr>
  </property>
</Properties>
</file>