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DB605" w14:textId="78C5905B" w:rsidR="00D6512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9E36D8">
        <w:rPr>
          <w:rFonts w:hAnsi="ＭＳ 明朝" w:hint="eastAsia"/>
          <w:spacing w:val="840"/>
          <w:kern w:val="0"/>
          <w:szCs w:val="21"/>
          <w:fitText w:val="2100" w:id="-1800736768"/>
        </w:rPr>
        <w:t>第</w:t>
      </w:r>
      <w:r w:rsidRPr="009E36D8">
        <w:rPr>
          <w:rFonts w:hAnsi="ＭＳ 明朝" w:hint="eastAsia"/>
          <w:kern w:val="0"/>
          <w:szCs w:val="21"/>
          <w:fitText w:val="2100" w:id="-1800736768"/>
        </w:rPr>
        <w:t>号</w:t>
      </w:r>
      <w:r w:rsidR="00A6133A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E9437E" wp14:editId="46AFFD6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FDFAC" w14:textId="68998D84" w:rsidR="009E233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9437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1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BnLAIAAE8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">
                <v:textbox inset="5.85pt,.7pt,5.85pt,.7pt">
                  <w:txbxContent>
                    <w:p w14:paraId="56BFDFAC" w14:textId="68998D84" w:rsidR="009E233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DCD4CE" w14:textId="013FADCB" w:rsidR="00F2197C" w:rsidRPr="00F244ED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kern w:val="0"/>
          <w:szCs w:val="21"/>
        </w:rPr>
      </w:pPr>
      <w:r w:rsidRPr="00FA2EDC">
        <w:rPr>
          <w:rFonts w:hAnsi="ＭＳ 明朝" w:hint="eastAsia"/>
          <w:spacing w:val="75"/>
          <w:kern w:val="0"/>
          <w:szCs w:val="21"/>
          <w:fitText w:val="2100" w:id="-1680046592"/>
        </w:rPr>
        <w:t xml:space="preserve">　年　月　</w:t>
      </w:r>
      <w:r w:rsidRPr="00FA2EDC">
        <w:rPr>
          <w:rFonts w:hAnsi="ＭＳ 明朝" w:hint="eastAsia"/>
          <w:spacing w:val="45"/>
          <w:kern w:val="0"/>
          <w:szCs w:val="21"/>
          <w:fitText w:val="2100" w:id="-1680046592"/>
        </w:rPr>
        <w:t>日</w:t>
      </w:r>
    </w:p>
    <w:p w14:paraId="02FAFDFF" w14:textId="77777777" w:rsidR="00F244ED" w:rsidRPr="00102946" w:rsidRDefault="00F244ED" w:rsidP="00F244ED">
      <w:pPr>
        <w:overflowPunct w:val="0"/>
        <w:autoSpaceDE w:val="0"/>
        <w:autoSpaceDN w:val="0"/>
        <w:jc w:val="right"/>
        <w:rPr>
          <w:rFonts w:hAnsi="ＭＳ 明朝"/>
          <w:szCs w:val="21"/>
        </w:rPr>
      </w:pPr>
    </w:p>
    <w:p w14:paraId="16DCA766" w14:textId="4DA9AC31" w:rsidR="00E10053" w:rsidRPr="00102946" w:rsidRDefault="0055183B" w:rsidP="00E1005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F244ED">
        <w:rPr>
          <w:rFonts w:hAnsi="ＭＳ 明朝" w:hint="eastAsia"/>
          <w:kern w:val="0"/>
          <w:szCs w:val="21"/>
        </w:rPr>
        <w:t>市町村長</w:t>
      </w:r>
      <w:r w:rsidR="00E10053" w:rsidRPr="00F244ED">
        <w:rPr>
          <w:rFonts w:hAnsi="ＭＳ 明朝" w:hint="eastAsia"/>
          <w:kern w:val="0"/>
          <w:szCs w:val="21"/>
        </w:rPr>
        <w:t xml:space="preserve">　</w:t>
      </w:r>
      <w:r w:rsidR="00F244ED" w:rsidRPr="00F244ED">
        <w:rPr>
          <w:rFonts w:hAnsi="ＭＳ 明朝" w:hint="eastAsia"/>
          <w:kern w:val="0"/>
          <w:szCs w:val="21"/>
          <w:bdr w:val="single" w:sz="4" w:space="0" w:color="auto"/>
        </w:rPr>
        <w:t>印</w:t>
      </w:r>
      <w:r w:rsidR="00F244ED">
        <w:rPr>
          <w:rFonts w:hAnsi="ＭＳ 明朝" w:hint="eastAsia"/>
          <w:kern w:val="0"/>
          <w:szCs w:val="21"/>
        </w:rPr>
        <w:t xml:space="preserve">　</w:t>
      </w:r>
    </w:p>
    <w:p w14:paraId="2A0EAF40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65F0C3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1D21965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4250624" w14:textId="0B8DBAC8" w:rsidR="001D3F72" w:rsidRPr="00102946" w:rsidRDefault="00B65DD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9BA65B0" wp14:editId="42E6870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24D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margin-left:15.6pt;margin-top:316.1pt;width:7.1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B6973BB" w14:textId="77777777" w:rsidR="001D3F72" w:rsidRPr="00102946" w:rsidRDefault="001D3F7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18"/>
        <w:gridCol w:w="1035"/>
        <w:gridCol w:w="293"/>
        <w:gridCol w:w="1842"/>
        <w:gridCol w:w="4843"/>
        <w:gridCol w:w="251"/>
        <w:gridCol w:w="9"/>
      </w:tblGrid>
      <w:tr w:rsidR="00D6512C" w:rsidRPr="00102946" w14:paraId="1D0375C1" w14:textId="77777777" w:rsidTr="00D718A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E613483" w14:textId="77777777" w:rsidR="00D6512C" w:rsidRPr="00102946" w:rsidRDefault="00C8242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12285684" w14:textId="4C0E9E11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08BC006" w14:textId="3AD73EB6" w:rsidR="001D3F72" w:rsidRPr="00102946" w:rsidRDefault="00D718A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b/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EABFAD4" wp14:editId="6950DE1B">
                      <wp:simplePos x="0" y="0"/>
                      <wp:positionH relativeFrom="page">
                        <wp:posOffset>215900</wp:posOffset>
                      </wp:positionH>
                      <wp:positionV relativeFrom="paragraph">
                        <wp:posOffset>36830</wp:posOffset>
                      </wp:positionV>
                      <wp:extent cx="5183505" cy="428625"/>
                      <wp:effectExtent l="0" t="0" r="17145" b="28575"/>
                      <wp:wrapNone/>
                      <wp:docPr id="3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350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7A3E6" w14:textId="77777777" w:rsidR="00D718A5" w:rsidRPr="00D718A5" w:rsidRDefault="00D718A5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 w:rsidRPr="00D718A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BFAD4" id="テキスト ボックス 5" o:spid="_x0000_s1027" type="#_x0000_t202" style="position:absolute;left:0;text-align:left;margin-left:17pt;margin-top:2.9pt;width:408.15pt;height:33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" fillcolor="#92d050" strokecolor="#92d050">
                      <v:fill opacity="52428f"/>
                      <v:textbox inset="5.85pt,.7pt,5.85pt,.7pt">
                        <w:txbxContent>
                          <w:p w14:paraId="10F7A3E6" w14:textId="77777777" w:rsidR="00D718A5" w:rsidRPr="00D718A5" w:rsidRDefault="00D718A5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 w:rsidRPr="00D718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760EDBD8" w14:textId="73CFB89B" w:rsidR="001D3F72" w:rsidRDefault="001D3F72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102946">
              <w:rPr>
                <w:rFonts w:hAnsi="ＭＳ 明朝" w:cs="ＭＳ 明朝" w:hint="eastAsia"/>
                <w:szCs w:val="21"/>
              </w:rPr>
              <w:t>下記の</w:t>
            </w:r>
            <w:r w:rsidR="00C82421" w:rsidRPr="00102946">
              <w:rPr>
                <w:rFonts w:hAnsi="ＭＳ 明朝" w:cs="ＭＳ 明朝" w:hint="eastAsia"/>
                <w:szCs w:val="21"/>
              </w:rPr>
              <w:t>とおり</w:t>
            </w:r>
            <w:r w:rsidRPr="00102946">
              <w:rPr>
                <w:rFonts w:hAnsi="ＭＳ 明朝" w:cs="ＭＳ 明朝" w:hint="eastAsia"/>
                <w:szCs w:val="21"/>
              </w:rPr>
              <w:t xml:space="preserve">　</w:t>
            </w:r>
            <w:r w:rsidR="00C82421" w:rsidRPr="00102946">
              <w:rPr>
                <w:rFonts w:hAnsi="ＭＳ 明朝" w:hint="eastAsia"/>
                <w:szCs w:val="21"/>
              </w:rPr>
              <w:t>ご指定の預金口座に振込手続きをしましたので、通知します。</w:t>
            </w:r>
          </w:p>
          <w:p w14:paraId="02EA08B3" w14:textId="77777777" w:rsidR="00D718A5" w:rsidRPr="00D718A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44285A3B" w14:textId="7B072AE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5B1A5A34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309EC765" w14:textId="77777777" w:rsidTr="00D718A5">
        <w:trPr>
          <w:gridBefore w:val="1"/>
          <w:wBefore w:w="23" w:type="dxa"/>
          <w:cantSplit/>
          <w:trHeight w:val="798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8C9201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70" w:type="dxa"/>
            <w:gridSpan w:val="3"/>
            <w:vAlign w:val="center"/>
          </w:tcPr>
          <w:p w14:paraId="46DFF3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188AB93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CEFA52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2797F89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5654307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14:paraId="76D3A5E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3090B85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3AFC62E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F6A2EF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094014F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C29A53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4B4AE7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296B40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3A85100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DC4280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4A03F78C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A72318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09E41A4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ED031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640C337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320525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67FF12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53CA03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51D9FB3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887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3ABDCEB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EAFBA0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1CF52C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552A2B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4E38CF2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470A78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20D77FA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649A1C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A5532BD" w14:textId="77777777" w:rsidTr="00D718A5">
        <w:trPr>
          <w:gridBefore w:val="1"/>
          <w:wBefore w:w="23" w:type="dxa"/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9A6E10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213896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A45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7D8BA6C1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8946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BD8B1F6" w14:textId="77777777" w:rsidTr="00D718A5">
        <w:trPr>
          <w:gridBefore w:val="1"/>
          <w:wBefore w:w="23" w:type="dxa"/>
          <w:cantSplit/>
          <w:trHeight w:val="427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1885E2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179070F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B4B283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2D52E0C9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F863C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5923442" w14:textId="77777777" w:rsidTr="00D718A5">
        <w:trPr>
          <w:gridBefore w:val="1"/>
          <w:wBefore w:w="23" w:type="dxa"/>
          <w:cantSplit/>
          <w:trHeight w:val="849"/>
        </w:trPr>
        <w:tc>
          <w:tcPr>
            <w:tcW w:w="218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3300A8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70" w:type="dxa"/>
            <w:gridSpan w:val="3"/>
            <w:vAlign w:val="center"/>
          </w:tcPr>
          <w:p w14:paraId="650FAC0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2548BA4F" w14:textId="7E3DA7B4" w:rsidR="00D718A5" w:rsidRPr="0003186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Pr="00031865"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  <w:t>２</w:t>
            </w:r>
            <w:r w:rsidR="00031865"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22020A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41D07C63" w14:textId="77777777" w:rsidTr="00D718A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4EBB6CB" w14:textId="19572507" w:rsidR="00D6512C" w:rsidRPr="00102946" w:rsidRDefault="00D718A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EF3F4EA" wp14:editId="6A65E59C">
                      <wp:simplePos x="0" y="0"/>
                      <wp:positionH relativeFrom="margin">
                        <wp:posOffset>-33020</wp:posOffset>
                      </wp:positionH>
                      <wp:positionV relativeFrom="paragraph">
                        <wp:posOffset>34290</wp:posOffset>
                      </wp:positionV>
                      <wp:extent cx="5382260" cy="1016000"/>
                      <wp:effectExtent l="0" t="0" r="27940" b="1270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2260" cy="10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2D41E" w14:textId="20C9A05C" w:rsidR="00D718A5" w:rsidRPr="00D718A5" w:rsidRDefault="009E36D8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3F4EA" id="テキスト ボックス 6" o:spid="_x0000_s1028" type="#_x0000_t202" style="position:absolute;left:0;text-align:left;margin-left:-2.6pt;margin-top:2.7pt;width:423.8pt;height:80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49D2D41E" w14:textId="20C9A05C" w:rsidR="00D718A5" w:rsidRPr="00D718A5" w:rsidRDefault="009E36D8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6512C"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ED6575" w14:textId="77777777" w:rsidTr="00D718A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FC9D0E" w14:textId="2138C12A" w:rsidR="006443EA" w:rsidRDefault="006443EA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0ED4DA2" w14:textId="30A0051B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3B10BA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965EE2D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7640B85B" w14:textId="71D8960C" w:rsidR="00D718A5" w:rsidRPr="00102946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133D6D4D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5A10A5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52D91505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696D0E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4723666E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083841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6314D7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472E94D4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1D5A36" w14:textId="77777777" w:rsidR="007627D5" w:rsidRPr="00256849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51A91B2" w14:textId="77777777" w:rsidR="008B4F76" w:rsidRPr="00256849" w:rsidRDefault="008B4F76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7544FD3" w14:textId="77777777" w:rsidR="007627D5" w:rsidRPr="00256849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B4F76"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8873CA7" w14:textId="77777777" w:rsidR="008B4F76" w:rsidRPr="00256849" w:rsidRDefault="008B4F76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11071C4" w14:textId="77777777" w:rsidR="00D6512C" w:rsidRPr="00102946" w:rsidRDefault="00D6512C" w:rsidP="006443E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102946">
      <w:headerReference w:type="default" r:id="rId9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B1F1E" w14:textId="77777777" w:rsidR="000C596D" w:rsidRDefault="000C596D">
      <w:r>
        <w:separator/>
      </w:r>
    </w:p>
  </w:endnote>
  <w:endnote w:type="continuationSeparator" w:id="0">
    <w:p w14:paraId="2A4308C0" w14:textId="77777777" w:rsidR="000C596D" w:rsidRDefault="000C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E8B0B" w14:textId="77777777" w:rsidR="000C596D" w:rsidRDefault="000C596D">
      <w:r>
        <w:separator/>
      </w:r>
    </w:p>
  </w:footnote>
  <w:footnote w:type="continuationSeparator" w:id="0">
    <w:p w14:paraId="1AA5CB3B" w14:textId="77777777" w:rsidR="000C596D" w:rsidRDefault="000C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EFB55" w14:textId="59A4B97C" w:rsidR="0032041C" w:rsidRDefault="0032041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6CA084" wp14:editId="6D67D1BF">
              <wp:simplePos x="0" y="0"/>
              <wp:positionH relativeFrom="margin">
                <wp:posOffset>4714240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23AE89" w14:textId="77777777" w:rsidR="0032041C" w:rsidRPr="00967DE7" w:rsidRDefault="0032041C" w:rsidP="0032041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6CA084" id="正方形/長方形 9" o:spid="_x0000_s1029" style="position:absolute;left:0;text-align:left;margin-left:371.2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EGlIrzdAAAACQEAAA8AAAAAAAAA&#10;AAAAAAAAygQAAGRycy9kb3ducmV2LnhtbFBLBQYAAAAABAAEAPMAAADUBQAAAAA=&#10;" filled="f" stroked="f" strokeweight="1pt">
              <v:textbox>
                <w:txbxContent>
                  <w:p w14:paraId="7D23AE89" w14:textId="77777777" w:rsidR="0032041C" w:rsidRPr="00967DE7" w:rsidRDefault="0032041C" w:rsidP="0032041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7E2C"/>
    <w:rsid w:val="00031865"/>
    <w:rsid w:val="00052D0B"/>
    <w:rsid w:val="00067CE4"/>
    <w:rsid w:val="000A785F"/>
    <w:rsid w:val="000C596D"/>
    <w:rsid w:val="000D2546"/>
    <w:rsid w:val="00102946"/>
    <w:rsid w:val="00135C60"/>
    <w:rsid w:val="00167609"/>
    <w:rsid w:val="00171425"/>
    <w:rsid w:val="001D3F72"/>
    <w:rsid w:val="001F3314"/>
    <w:rsid w:val="002143A8"/>
    <w:rsid w:val="002162ED"/>
    <w:rsid w:val="002374BA"/>
    <w:rsid w:val="00247CD8"/>
    <w:rsid w:val="00256849"/>
    <w:rsid w:val="00266160"/>
    <w:rsid w:val="002C4384"/>
    <w:rsid w:val="002E67DE"/>
    <w:rsid w:val="00305B31"/>
    <w:rsid w:val="0032041C"/>
    <w:rsid w:val="003321C8"/>
    <w:rsid w:val="00387C62"/>
    <w:rsid w:val="0055183B"/>
    <w:rsid w:val="00562CEC"/>
    <w:rsid w:val="00583AE6"/>
    <w:rsid w:val="005A2ACE"/>
    <w:rsid w:val="0060292E"/>
    <w:rsid w:val="006078D4"/>
    <w:rsid w:val="00642DF7"/>
    <w:rsid w:val="006443EA"/>
    <w:rsid w:val="00681670"/>
    <w:rsid w:val="006835C1"/>
    <w:rsid w:val="00683792"/>
    <w:rsid w:val="006F54F6"/>
    <w:rsid w:val="00747A3D"/>
    <w:rsid w:val="007627D5"/>
    <w:rsid w:val="007E7D52"/>
    <w:rsid w:val="00801B5A"/>
    <w:rsid w:val="008074CF"/>
    <w:rsid w:val="008627D3"/>
    <w:rsid w:val="008B4F76"/>
    <w:rsid w:val="008C53A7"/>
    <w:rsid w:val="008E55B9"/>
    <w:rsid w:val="009647CD"/>
    <w:rsid w:val="009E2333"/>
    <w:rsid w:val="009E36D8"/>
    <w:rsid w:val="00A039C1"/>
    <w:rsid w:val="00A561E4"/>
    <w:rsid w:val="00A6133A"/>
    <w:rsid w:val="00B024B5"/>
    <w:rsid w:val="00B40A55"/>
    <w:rsid w:val="00B56236"/>
    <w:rsid w:val="00B65DD0"/>
    <w:rsid w:val="00C30CAB"/>
    <w:rsid w:val="00C82421"/>
    <w:rsid w:val="00CA283D"/>
    <w:rsid w:val="00CD2DD6"/>
    <w:rsid w:val="00D6512C"/>
    <w:rsid w:val="00D718A5"/>
    <w:rsid w:val="00D72CAA"/>
    <w:rsid w:val="00D83528"/>
    <w:rsid w:val="00DC7E82"/>
    <w:rsid w:val="00DD5F5B"/>
    <w:rsid w:val="00DE0495"/>
    <w:rsid w:val="00DF699C"/>
    <w:rsid w:val="00E058CA"/>
    <w:rsid w:val="00E10053"/>
    <w:rsid w:val="00E46B84"/>
    <w:rsid w:val="00E7584F"/>
    <w:rsid w:val="00E90CF7"/>
    <w:rsid w:val="00E9320D"/>
    <w:rsid w:val="00EB6B18"/>
    <w:rsid w:val="00ED2DC4"/>
    <w:rsid w:val="00ED5D1A"/>
    <w:rsid w:val="00EF2D42"/>
    <w:rsid w:val="00F05652"/>
    <w:rsid w:val="00F2197C"/>
    <w:rsid w:val="00F244ED"/>
    <w:rsid w:val="00F27ECE"/>
    <w:rsid w:val="00F65E8A"/>
    <w:rsid w:val="00FA2E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4E48EE8"/>
  <w15:chartTrackingRefBased/>
  <w15:docId w15:val="{1A6B67A0-6DE0-4B87-B5E5-A6E403ED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E7584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584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E7584F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584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E7584F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7584F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758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7C40F5-41E3-4F83-B803-878AA1DB2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2758C-E094-4EAC-A744-367121735E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195E0B-C9EC-4779-AB47-31724265E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31</TotalTime>
  <Pages>1</Pages>
  <Words>145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2021-12-20T08:39:00Z</cp:lastPrinted>
  <dcterms:created xsi:type="dcterms:W3CDTF">2021-10-23T12:17:00Z</dcterms:created>
  <dcterms:modified xsi:type="dcterms:W3CDTF">2024-11-24T02:03:00Z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2021-10-23T13:48:03Z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903120eb-3748-4f21-a8ef-f081d3055df8</vt:lpwstr>
  </property>
  <property fmtid="{D5CDD505-2E9C-101B-9397-08002B2CF9AE}" pid="9" name="MSIP_Label_a7295cc1-d279-42ac-ab4d-3b0f4fece050_ContentBits">
    <vt:lpwstr>0</vt:lpwstr>
  </property>
</Properties>
</file>