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0E259" w14:textId="50A798BB" w:rsidR="00D6512C" w:rsidRPr="00102946" w:rsidRDefault="009A059B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75E15DE" wp14:editId="150644D9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2F528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44C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margin-left:15.6pt;margin-top:316.1pt;width:7.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" o:allowincell="f" strokecolor="#2f528f" strokeweight="1pt">
                <w10:wrap anchorx="page" anchory="page"/>
              </v:shape>
            </w:pict>
          </mc:Fallback>
        </mc:AlternateContent>
      </w:r>
      <w:r w:rsidR="001D3F72" w:rsidRPr="00102946">
        <w:rPr>
          <w:rFonts w:hAnsi="ＭＳ 明朝" w:hint="eastAsia"/>
          <w:szCs w:val="21"/>
        </w:rPr>
        <w:t>第　　　　　号</w:t>
      </w:r>
      <w:r w:rsidR="00F46E60" w:rsidRPr="00102946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4D904" wp14:editId="208156A1">
                <wp:simplePos x="0" y="0"/>
                <wp:positionH relativeFrom="page">
                  <wp:posOffset>871220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BDE68" w14:textId="77777777" w:rsidR="00F2197C" w:rsidRDefault="00CD2DD6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4D90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6pt;margin-top:39.15pt;width:184.25pt;height:99.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">
                <v:textbox inset="5.85pt,.7pt,5.85pt,.7pt">
                  <w:txbxContent>
                    <w:p w14:paraId="410BDE68" w14:textId="77777777" w:rsidR="00F2197C" w:rsidRDefault="00CD2DD6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DC8351E" w14:textId="77777777" w:rsidR="00F2197C" w:rsidRPr="00102946" w:rsidRDefault="001D3F72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102946">
        <w:rPr>
          <w:rFonts w:hAnsi="ＭＳ 明朝" w:hint="eastAsia"/>
          <w:szCs w:val="21"/>
        </w:rPr>
        <w:t xml:space="preserve">　　年　　月　　日</w:t>
      </w:r>
    </w:p>
    <w:p w14:paraId="74AA8FFE" w14:textId="2D4FEAB4" w:rsidR="00F2197C" w:rsidRPr="00102946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tbl>
      <w:tblPr>
        <w:tblW w:w="8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66"/>
        <w:gridCol w:w="987"/>
        <w:gridCol w:w="293"/>
        <w:gridCol w:w="1842"/>
        <w:gridCol w:w="4843"/>
        <w:gridCol w:w="251"/>
        <w:gridCol w:w="9"/>
      </w:tblGrid>
      <w:tr w:rsidR="00D6512C" w:rsidRPr="00102946" w14:paraId="473FA868" w14:textId="77777777" w:rsidTr="00724897">
        <w:trPr>
          <w:gridBefore w:val="1"/>
          <w:wBefore w:w="23" w:type="dxa"/>
          <w:cantSplit/>
          <w:trHeight w:val="1152"/>
          <w:jc w:val="center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5FBB1B23" w14:textId="518F2B8F" w:rsidR="00EB6B18" w:rsidRPr="00102946" w:rsidRDefault="00EB6B18" w:rsidP="00EB6B18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  <w:p w14:paraId="280D07A0" w14:textId="77777777" w:rsidR="00D6512C" w:rsidRPr="00102946" w:rsidRDefault="00E91023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C82421" w:rsidRPr="00102946">
              <w:rPr>
                <w:rFonts w:hAnsi="ＭＳ 明朝" w:hint="eastAsia"/>
                <w:sz w:val="28"/>
                <w:szCs w:val="28"/>
              </w:rPr>
              <w:t>支払通知書</w:t>
            </w:r>
          </w:p>
          <w:p w14:paraId="38F4C829" w14:textId="77777777" w:rsidR="001D3F72" w:rsidRPr="00102946" w:rsidRDefault="001D3F72" w:rsidP="00041FFA">
            <w:pPr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21AF8D8F" w14:textId="58429552" w:rsidR="001D3F72" w:rsidRPr="00102946" w:rsidRDefault="001D3F72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福祉事務所長　</w:t>
            </w:r>
            <w:r w:rsidR="00184FA7" w:rsidRPr="00184FA7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  <w:p w14:paraId="4CB04738" w14:textId="43FD9133" w:rsidR="001D3F72" w:rsidRPr="00102946" w:rsidRDefault="00F46E60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E064717" wp14:editId="2D1967BA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160020</wp:posOffset>
                      </wp:positionV>
                      <wp:extent cx="5073650" cy="444500"/>
                      <wp:effectExtent l="0" t="0" r="12700" b="12700"/>
                      <wp:wrapNone/>
                      <wp:docPr id="1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3650" cy="444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86AC2B" w14:textId="77777777" w:rsidR="00ED7009" w:rsidRPr="00D30D4B" w:rsidRDefault="00ED7009" w:rsidP="00ED700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 w:rsidRPr="00D30D4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064717" id="Rectangle 6" o:spid="_x0000_s1027" style="position:absolute;left:0;text-align:left;margin-left:9pt;margin-top:12.6pt;width:399.5pt;height: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" fillcolor="#92d050" strokecolor="#92d050">
                      <v:fill opacity="52428f"/>
                      <v:textbox inset="5.85pt,.7pt,5.85pt,.7pt">
                        <w:txbxContent>
                          <w:p w14:paraId="7586AC2B" w14:textId="77777777" w:rsidR="00ED7009" w:rsidRPr="00D30D4B" w:rsidRDefault="00ED7009" w:rsidP="00ED700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D30D4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1A91925" w14:textId="77777777" w:rsidR="001D3F72" w:rsidRPr="00102946" w:rsidRDefault="001D3F72" w:rsidP="001D3F72">
            <w:pPr>
              <w:pStyle w:val="a5"/>
              <w:spacing w:before="72"/>
              <w:ind w:left="306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</w:t>
            </w:r>
            <w:r w:rsidR="00C82421"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とおり</w:t>
            </w: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C82421"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ご指定の預金口座に振込手続きをしましたので、通知します。</w:t>
            </w:r>
          </w:p>
          <w:p w14:paraId="6F366632" w14:textId="77777777" w:rsidR="00747A3D" w:rsidRPr="00102946" w:rsidRDefault="00747A3D" w:rsidP="001D3F72">
            <w:pPr>
              <w:pStyle w:val="a5"/>
              <w:spacing w:before="145"/>
              <w:ind w:left="16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4FB907E" w14:textId="77777777" w:rsidR="00C82421" w:rsidRPr="00102946" w:rsidRDefault="00C82421" w:rsidP="00C82421">
            <w:pPr>
              <w:pStyle w:val="a5"/>
              <w:spacing w:before="145"/>
              <w:ind w:left="164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記</w:t>
            </w:r>
          </w:p>
          <w:p w14:paraId="11E2DCDC" w14:textId="77777777" w:rsidR="00C82421" w:rsidRPr="00102946" w:rsidRDefault="00C82421" w:rsidP="00C82421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Cs w:val="21"/>
              </w:rPr>
            </w:pPr>
          </w:p>
        </w:tc>
      </w:tr>
      <w:tr w:rsidR="00C82421" w:rsidRPr="00102946" w14:paraId="066E3A12" w14:textId="77777777" w:rsidTr="00724897">
        <w:trPr>
          <w:gridBefore w:val="1"/>
          <w:wBefore w:w="23" w:type="dxa"/>
          <w:cantSplit/>
          <w:trHeight w:val="798"/>
          <w:jc w:val="center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702C785E" w14:textId="290DBA35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3122" w:type="dxa"/>
            <w:gridSpan w:val="3"/>
            <w:vAlign w:val="center"/>
          </w:tcPr>
          <w:p w14:paraId="75129F23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受取人氏名</w:t>
            </w:r>
          </w:p>
        </w:tc>
        <w:tc>
          <w:tcPr>
            <w:tcW w:w="4843" w:type="dxa"/>
            <w:vAlign w:val="center"/>
          </w:tcPr>
          <w:p w14:paraId="666FFE9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7187EBC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C82421" w:rsidRPr="00102946" w14:paraId="15F85EBE" w14:textId="77777777" w:rsidTr="00724897">
        <w:trPr>
          <w:gridBefore w:val="1"/>
          <w:wBefore w:w="23" w:type="dxa"/>
          <w:cantSplit/>
          <w:trHeight w:val="420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4DB67E4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 w:val="restart"/>
            <w:vAlign w:val="center"/>
          </w:tcPr>
          <w:p w14:paraId="6D187842" w14:textId="77B63DE2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振込情報</w:t>
            </w:r>
          </w:p>
        </w:tc>
        <w:tc>
          <w:tcPr>
            <w:tcW w:w="1842" w:type="dxa"/>
            <w:vAlign w:val="center"/>
          </w:tcPr>
          <w:p w14:paraId="5ECA7AD4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金融機関名</w:t>
            </w:r>
          </w:p>
        </w:tc>
        <w:tc>
          <w:tcPr>
            <w:tcW w:w="4843" w:type="dxa"/>
            <w:vAlign w:val="center"/>
          </w:tcPr>
          <w:p w14:paraId="18D704CA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0BDF70D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7D671C94" w14:textId="77777777" w:rsidTr="00724897">
        <w:trPr>
          <w:gridBefore w:val="1"/>
          <w:wBefore w:w="23" w:type="dxa"/>
          <w:cantSplit/>
          <w:trHeight w:val="420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74575DC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56B6D6A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3F5548F0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支店名</w:t>
            </w:r>
          </w:p>
        </w:tc>
        <w:tc>
          <w:tcPr>
            <w:tcW w:w="4843" w:type="dxa"/>
            <w:vAlign w:val="center"/>
          </w:tcPr>
          <w:p w14:paraId="45DC0697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24F59BC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278AEACF" w14:textId="77777777" w:rsidTr="00724897">
        <w:trPr>
          <w:gridBefore w:val="1"/>
          <w:wBefore w:w="23" w:type="dxa"/>
          <w:cantSplit/>
          <w:trHeight w:val="420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77C0456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2634B447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4EF4D27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口座種別</w:t>
            </w:r>
          </w:p>
        </w:tc>
        <w:tc>
          <w:tcPr>
            <w:tcW w:w="4843" w:type="dxa"/>
            <w:vAlign w:val="center"/>
          </w:tcPr>
          <w:p w14:paraId="213C2FA6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1CFCC128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53AF58D2" w14:textId="77777777" w:rsidTr="00724897">
        <w:trPr>
          <w:gridBefore w:val="1"/>
          <w:wBefore w:w="23" w:type="dxa"/>
          <w:cantSplit/>
          <w:trHeight w:val="420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175EC16C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292F04E2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0BDB11D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口座番号</w:t>
            </w:r>
          </w:p>
        </w:tc>
        <w:tc>
          <w:tcPr>
            <w:tcW w:w="4843" w:type="dxa"/>
            <w:vAlign w:val="center"/>
          </w:tcPr>
          <w:p w14:paraId="6E493B3A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0A720826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57A28BEF" w14:textId="77777777" w:rsidTr="00724897">
        <w:trPr>
          <w:gridBefore w:val="1"/>
          <w:wBefore w:w="23" w:type="dxa"/>
          <w:cantSplit/>
          <w:trHeight w:val="420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08EF40EA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5D9A1591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B3A3D3B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口座名義人カナ</w:t>
            </w:r>
          </w:p>
        </w:tc>
        <w:tc>
          <w:tcPr>
            <w:tcW w:w="4843" w:type="dxa"/>
            <w:vAlign w:val="center"/>
          </w:tcPr>
          <w:p w14:paraId="044BED4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6FDBA053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757BC804" w14:textId="77777777" w:rsidTr="00724897">
        <w:trPr>
          <w:gridBefore w:val="1"/>
          <w:wBefore w:w="23" w:type="dxa"/>
          <w:cantSplit/>
          <w:trHeight w:val="428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11DF2C5D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39B5ABC6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098BA96B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振込年月日</w:t>
            </w:r>
          </w:p>
        </w:tc>
        <w:tc>
          <w:tcPr>
            <w:tcW w:w="4843" w:type="dxa"/>
            <w:vAlign w:val="center"/>
          </w:tcPr>
          <w:p w14:paraId="4DEF2338" w14:textId="77777777" w:rsidR="00C82421" w:rsidRPr="00102946" w:rsidRDefault="00C82421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6A2701C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7C38FD94" w14:textId="77777777" w:rsidTr="00724897">
        <w:trPr>
          <w:gridBefore w:val="1"/>
          <w:wBefore w:w="23" w:type="dxa"/>
          <w:cantSplit/>
          <w:trHeight w:val="427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28B53F69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4C4E5FA8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5B898E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振込額</w:t>
            </w:r>
          </w:p>
        </w:tc>
        <w:tc>
          <w:tcPr>
            <w:tcW w:w="4843" w:type="dxa"/>
            <w:vAlign w:val="center"/>
          </w:tcPr>
          <w:p w14:paraId="45CFC7B0" w14:textId="77777777" w:rsidR="00C82421" w:rsidRPr="00102946" w:rsidRDefault="00C82421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4F2C9410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2F2F1E6A" w14:textId="77777777" w:rsidTr="00724897">
        <w:trPr>
          <w:gridBefore w:val="1"/>
          <w:wBefore w:w="23" w:type="dxa"/>
          <w:cantSplit/>
          <w:trHeight w:val="1612"/>
          <w:jc w:val="center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316519D1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122" w:type="dxa"/>
            <w:gridSpan w:val="3"/>
            <w:shd w:val="clear" w:color="auto" w:fill="92D050"/>
            <w:vAlign w:val="center"/>
          </w:tcPr>
          <w:p w14:paraId="322FCCDB" w14:textId="41BD2B3D" w:rsidR="003C169D" w:rsidRDefault="00C82421" w:rsidP="00443F1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ED7009">
              <w:rPr>
                <w:rFonts w:hAnsi="ＭＳ 明朝" w:hint="eastAsia"/>
                <w:szCs w:val="21"/>
              </w:rPr>
              <w:t>備考</w:t>
            </w:r>
          </w:p>
          <w:p w14:paraId="19A74550" w14:textId="6945334B" w:rsidR="00701230" w:rsidRPr="00701230" w:rsidRDefault="00701230" w:rsidP="00D30D4B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0331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固定文言２</w:t>
            </w:r>
          </w:p>
        </w:tc>
        <w:tc>
          <w:tcPr>
            <w:tcW w:w="4843" w:type="dxa"/>
            <w:shd w:val="clear" w:color="auto" w:fill="92D050"/>
            <w:vAlign w:val="center"/>
          </w:tcPr>
          <w:p w14:paraId="411AC00A" w14:textId="77777777" w:rsidR="00C82421" w:rsidRPr="00403311" w:rsidRDefault="003C169D" w:rsidP="003C169D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40331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ED7009" w:rsidRPr="0040331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文言３</w:t>
            </w:r>
            <w:r w:rsidRPr="0040331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</w:t>
            </w:r>
            <w:r w:rsidR="00ED7009" w:rsidRPr="0040331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3A461F64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102946" w14:paraId="6CBA02FB" w14:textId="77777777" w:rsidTr="00724897">
        <w:trPr>
          <w:gridBefore w:val="1"/>
          <w:wBefore w:w="23" w:type="dxa"/>
          <w:cantSplit/>
          <w:trHeight w:val="136"/>
          <w:jc w:val="center"/>
        </w:trPr>
        <w:tc>
          <w:tcPr>
            <w:tcW w:w="8491" w:type="dxa"/>
            <w:gridSpan w:val="7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3DAE8F3E" w14:textId="0D363443" w:rsidR="00D6512C" w:rsidRPr="00102946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102946" w14:paraId="2BC30BC9" w14:textId="77777777" w:rsidTr="00724897">
        <w:trPr>
          <w:gridBefore w:val="1"/>
          <w:wBefore w:w="23" w:type="dxa"/>
          <w:cantSplit/>
          <w:trHeight w:val="409"/>
          <w:jc w:val="center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0E26AAD9" w14:textId="737FB3F2" w:rsidR="006443EA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96631E" wp14:editId="15225A18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-122555</wp:posOffset>
                      </wp:positionV>
                      <wp:extent cx="5067300" cy="1619250"/>
                      <wp:effectExtent l="0" t="0" r="19050" b="19050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5067300" cy="1619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C46670" w14:textId="173FE9DC" w:rsidR="00490D29" w:rsidRPr="00D30D4B" w:rsidRDefault="00D30D4B" w:rsidP="00490D29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D30D4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96631E" id="正方形/長方形 3" o:spid="_x0000_s1028" style="position:absolute;left:0;text-align:left;margin-left:9pt;margin-top:-9.65pt;width:399pt;height:1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" fillcolor="#92d050" strokecolor="#92d050">
                      <v:fill opacity="52428f"/>
                      <v:textbox inset="5.85pt,.7pt,5.85pt,.7pt">
                        <w:txbxContent>
                          <w:p w14:paraId="23C46670" w14:textId="173FE9DC" w:rsidR="00490D29" w:rsidRPr="00D30D4B" w:rsidRDefault="00D30D4B" w:rsidP="00490D29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30D4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E7CDCD4" w14:textId="77777777" w:rsidR="00724897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6C79C329" w14:textId="77777777" w:rsidR="00724897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51E10D32" w14:textId="77777777" w:rsidR="00724897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1BC9EE26" w14:textId="77777777" w:rsidR="00724897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23E0CC83" w14:textId="77777777" w:rsidR="00724897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37113FA2" w14:textId="02127FD5" w:rsidR="00724897" w:rsidRPr="00102946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</w:tc>
      </w:tr>
      <w:tr w:rsidR="008D3D25" w:rsidRPr="00102946" w14:paraId="49EB8229" w14:textId="77777777" w:rsidTr="00724897">
        <w:trPr>
          <w:gridBefore w:val="1"/>
          <w:wBefore w:w="23" w:type="dxa"/>
          <w:cantSplit/>
          <w:trHeight w:val="409"/>
          <w:jc w:val="center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8C06051" w14:textId="77777777" w:rsidR="008D3D25" w:rsidRDefault="008D3D2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14382B8D" w14:textId="6AED32BD" w:rsidR="008D3D25" w:rsidRPr="00102946" w:rsidRDefault="008D3D2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</w:tc>
      </w:tr>
      <w:tr w:rsidR="007627D5" w:rsidRPr="00102946" w14:paraId="676FCC09" w14:textId="77777777" w:rsidTr="0072489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  <w:jc w:val="center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4A7E101" w14:textId="77777777" w:rsidR="007627D5" w:rsidRPr="00102946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102946" w14:paraId="038444EE" w14:textId="77777777" w:rsidTr="0072489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center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6F36C08" w14:textId="77777777" w:rsidR="007627D5" w:rsidRPr="00102946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102946" w14:paraId="01D0E4FE" w14:textId="77777777" w:rsidTr="0072489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center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54FFA8" w14:textId="77777777" w:rsidR="007627D5" w:rsidRPr="00102946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BE0956A" w14:textId="77777777" w:rsidR="007627D5" w:rsidRPr="00102946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102946" w14:paraId="10F3E14B" w14:textId="77777777" w:rsidTr="0072489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center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5EDA3D0" w14:textId="77777777" w:rsidR="00FE51DC" w:rsidRPr="0044631C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44631C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8B23D9A" w14:textId="77777777" w:rsidR="00AB65B9" w:rsidRPr="0044631C" w:rsidRDefault="00AB65B9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44631C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8F22205" w14:textId="77777777" w:rsidR="00FE51DC" w:rsidRPr="0044631C" w:rsidRDefault="007627D5" w:rsidP="00495097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4631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FE51DC" w:rsidRPr="0044631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7C101B4A" w14:textId="77777777" w:rsidR="00AB65B9" w:rsidRPr="0044631C" w:rsidRDefault="00AB65B9" w:rsidP="00495097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4631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7716B403" w14:textId="77777777" w:rsidR="00D6512C" w:rsidRPr="00A55D9B" w:rsidRDefault="00D6512C" w:rsidP="006443EA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A55D9B" w:rsidSect="008D3D25">
      <w:headerReference w:type="default" r:id="rId9"/>
      <w:pgSz w:w="11906" w:h="16838" w:code="9"/>
      <w:pgMar w:top="1701" w:right="1701" w:bottom="85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03B3D" w14:textId="77777777" w:rsidR="00196AC5" w:rsidRDefault="00196AC5">
      <w:r>
        <w:separator/>
      </w:r>
    </w:p>
  </w:endnote>
  <w:endnote w:type="continuationSeparator" w:id="0">
    <w:p w14:paraId="1B0BF79B" w14:textId="77777777" w:rsidR="00196AC5" w:rsidRDefault="00196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8FD64" w14:textId="77777777" w:rsidR="00196AC5" w:rsidRDefault="00196AC5">
      <w:r>
        <w:separator/>
      </w:r>
    </w:p>
  </w:footnote>
  <w:footnote w:type="continuationSeparator" w:id="0">
    <w:p w14:paraId="67E88A5B" w14:textId="77777777" w:rsidR="00196AC5" w:rsidRDefault="00196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BAB8A" w14:textId="5F3538E5" w:rsidR="00356CDC" w:rsidRDefault="00356CDC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D4A474" wp14:editId="1F56B58A">
              <wp:simplePos x="0" y="0"/>
              <wp:positionH relativeFrom="margin">
                <wp:posOffset>4714240</wp:posOffset>
              </wp:positionH>
              <wp:positionV relativeFrom="page">
                <wp:posOffset>111760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A7F04F1" w14:textId="54649066" w:rsidR="00356CDC" w:rsidRPr="00967DE7" w:rsidRDefault="00356CDC" w:rsidP="00356CDC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D4A474" id="正方形/長方形 9" o:spid="_x0000_s1029" style="position:absolute;left:0;text-align:left;margin-left:371.2pt;margin-top:8.8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F6brk7dAAAACQEAAA8AAAAAAAAA&#10;AAAAAAAAygQAAGRycy9kb3ducmV2LnhtbFBLBQYAAAAABAAEAPMAAADUBQAAAAA=&#10;" filled="f" stroked="f" strokeweight="1pt">
              <v:textbox>
                <w:txbxContent>
                  <w:p w14:paraId="2A7F04F1" w14:textId="54649066" w:rsidR="00356CDC" w:rsidRPr="00967DE7" w:rsidRDefault="00356CDC" w:rsidP="00356CDC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41FFA"/>
    <w:rsid w:val="0005205A"/>
    <w:rsid w:val="00052D0B"/>
    <w:rsid w:val="00067CE4"/>
    <w:rsid w:val="000D2546"/>
    <w:rsid w:val="00102946"/>
    <w:rsid w:val="00135C60"/>
    <w:rsid w:val="00171425"/>
    <w:rsid w:val="00184FA7"/>
    <w:rsid w:val="00196AC5"/>
    <w:rsid w:val="001D3F72"/>
    <w:rsid w:val="001F3314"/>
    <w:rsid w:val="002162ED"/>
    <w:rsid w:val="002174C9"/>
    <w:rsid w:val="002230BA"/>
    <w:rsid w:val="002374BA"/>
    <w:rsid w:val="00247CD8"/>
    <w:rsid w:val="00266160"/>
    <w:rsid w:val="00356CDC"/>
    <w:rsid w:val="00367A1B"/>
    <w:rsid w:val="00387C62"/>
    <w:rsid w:val="003C03C8"/>
    <w:rsid w:val="003C169D"/>
    <w:rsid w:val="00403311"/>
    <w:rsid w:val="00443F1C"/>
    <w:rsid w:val="0044631C"/>
    <w:rsid w:val="004641F7"/>
    <w:rsid w:val="00490D29"/>
    <w:rsid w:val="00495097"/>
    <w:rsid w:val="00583AE6"/>
    <w:rsid w:val="005A7DDD"/>
    <w:rsid w:val="0060292E"/>
    <w:rsid w:val="006078D4"/>
    <w:rsid w:val="006443EA"/>
    <w:rsid w:val="00653A1A"/>
    <w:rsid w:val="00683792"/>
    <w:rsid w:val="0068705E"/>
    <w:rsid w:val="006A640C"/>
    <w:rsid w:val="006A6DA6"/>
    <w:rsid w:val="006F1119"/>
    <w:rsid w:val="00701230"/>
    <w:rsid w:val="00724897"/>
    <w:rsid w:val="00747A3D"/>
    <w:rsid w:val="007627D5"/>
    <w:rsid w:val="00801B5A"/>
    <w:rsid w:val="008074CF"/>
    <w:rsid w:val="008C53A7"/>
    <w:rsid w:val="008D3D25"/>
    <w:rsid w:val="0093115D"/>
    <w:rsid w:val="00936357"/>
    <w:rsid w:val="00940920"/>
    <w:rsid w:val="009647CD"/>
    <w:rsid w:val="009A059B"/>
    <w:rsid w:val="00A37431"/>
    <w:rsid w:val="00A55D9B"/>
    <w:rsid w:val="00A561E4"/>
    <w:rsid w:val="00A67140"/>
    <w:rsid w:val="00A934C5"/>
    <w:rsid w:val="00AB65B9"/>
    <w:rsid w:val="00AE58DF"/>
    <w:rsid w:val="00B024B5"/>
    <w:rsid w:val="00B56236"/>
    <w:rsid w:val="00BE4853"/>
    <w:rsid w:val="00C040C3"/>
    <w:rsid w:val="00C82421"/>
    <w:rsid w:val="00CA283D"/>
    <w:rsid w:val="00CC7329"/>
    <w:rsid w:val="00CD2DD6"/>
    <w:rsid w:val="00D13667"/>
    <w:rsid w:val="00D30D4B"/>
    <w:rsid w:val="00D6512C"/>
    <w:rsid w:val="00D72CAA"/>
    <w:rsid w:val="00D83528"/>
    <w:rsid w:val="00D945BF"/>
    <w:rsid w:val="00DD5F5B"/>
    <w:rsid w:val="00DF699C"/>
    <w:rsid w:val="00E058CA"/>
    <w:rsid w:val="00E91023"/>
    <w:rsid w:val="00EB26F9"/>
    <w:rsid w:val="00EB6B18"/>
    <w:rsid w:val="00ED2DC4"/>
    <w:rsid w:val="00ED5D1A"/>
    <w:rsid w:val="00ED7009"/>
    <w:rsid w:val="00EF1A4C"/>
    <w:rsid w:val="00F05652"/>
    <w:rsid w:val="00F2197C"/>
    <w:rsid w:val="00F27ECE"/>
    <w:rsid w:val="00F46E60"/>
    <w:rsid w:val="00F61C7B"/>
    <w:rsid w:val="00F65E8A"/>
    <w:rsid w:val="00FB4EF0"/>
    <w:rsid w:val="00FE51DC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97B9D7B"/>
  <w15:chartTrackingRefBased/>
  <w15:docId w15:val="{A50F4D81-2CF1-4860-B497-E341029F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936357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936357"/>
    <w:pPr>
      <w:jc w:val="left"/>
    </w:pPr>
  </w:style>
  <w:style w:type="character" w:customStyle="1" w:styleId="a9">
    <w:name w:val="コメント文字列 (文字)"/>
    <w:link w:val="a8"/>
    <w:uiPriority w:val="99"/>
    <w:rsid w:val="00936357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36357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936357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936357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936357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92D050">
            <a:alpha val="80000"/>
          </a:srgbClr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4" ma:contentTypeDescription="新しいドキュメントを作成します。" ma:contentTypeScope="" ma:versionID="c69ed7b8405b2d7e4d0e6a680d0c88a7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1e735995c2a474108923a6c5b2c1a394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C08ED0-FD0D-4042-A2F7-5E63061830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C1018E-B56B-4FE8-A52E-B934D7DFCF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884339-380E-4F7A-A769-3B7A503109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27</TotalTime>
  <Pages>1</Pages>
  <Words>155</Words>
  <Characters>175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2021-12-20T06:23:00Z</cp:lastPrinted>
  <dcterms:created xsi:type="dcterms:W3CDTF">2021-10-21T04:29:00Z</dcterms:created>
  <dcterms:modified xsi:type="dcterms:W3CDTF">2024-11-24T01:18:00Z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2021-10-23T03:32:37Z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a46c5e2d-3bf9-4e18-a332-95a2d938db5e</vt:lpwstr>
  </property>
  <property fmtid="{D5CDD505-2E9C-101B-9397-08002B2CF9AE}" pid="8" name="MSIP_Label_a7295cc1-d279-42ac-ab4d-3b0f4fece050_ContentBits">
    <vt:lpwstr>0</vt:lpwstr>
  </property>
</Properties>
</file>